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B14" w:rsidRPr="00EC3B3D" w:rsidRDefault="00DB3B14"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DB3B14" w:rsidRPr="00682DD7" w:rsidRDefault="00DB3B14"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DB3B14"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DB3B14" w:rsidRPr="00CA3241"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DB3B14" w:rsidRPr="009078E0" w:rsidRDefault="00DB3B14" w:rsidP="00FC39AB">
      <w:pPr>
        <w:pBdr>
          <w:top w:val="single" w:sz="4" w:space="1" w:color="auto"/>
          <w:left w:val="single" w:sz="4" w:space="4" w:color="auto"/>
          <w:bottom w:val="single" w:sz="4" w:space="1" w:color="auto"/>
          <w:right w:val="single" w:sz="4" w:space="4" w:color="auto"/>
        </w:pBdr>
        <w:shd w:val="clear" w:color="auto" w:fill="C0C0C0"/>
        <w:rPr>
          <w:b/>
          <w:bCs/>
        </w:rPr>
      </w:pPr>
      <w:r w:rsidRPr="009078E0">
        <w:rPr>
          <w:b/>
          <w:bCs/>
          <w:highlight w:val="lightGray"/>
        </w:rPr>
        <w:t xml:space="preserve">Dz. U. </w:t>
      </w:r>
      <w:r w:rsidRPr="009078E0">
        <w:rPr>
          <w:b/>
          <w:bCs/>
        </w:rPr>
        <w:t xml:space="preserve">UE  2024/S 26  data </w:t>
      </w:r>
      <w:r w:rsidRPr="009078E0">
        <w:rPr>
          <w:rStyle w:val="date"/>
          <w:b/>
          <w:bCs/>
        </w:rPr>
        <w:t xml:space="preserve">06/02/2024 </w:t>
      </w:r>
      <w:r w:rsidRPr="009078E0">
        <w:rPr>
          <w:b/>
          <w:bCs/>
        </w:rPr>
        <w:t xml:space="preserve">strona [….], </w:t>
      </w:r>
    </w:p>
    <w:p w:rsidR="00DB3B14" w:rsidRPr="009078E0" w:rsidRDefault="00DB3B14" w:rsidP="00FC39AB">
      <w:pPr>
        <w:pBdr>
          <w:top w:val="single" w:sz="4" w:space="1" w:color="auto"/>
          <w:left w:val="single" w:sz="4" w:space="4" w:color="auto"/>
          <w:bottom w:val="single" w:sz="4" w:space="1" w:color="auto"/>
          <w:right w:val="single" w:sz="4" w:space="4" w:color="auto"/>
        </w:pBdr>
        <w:shd w:val="clear" w:color="auto" w:fill="C0C0C0"/>
        <w:rPr>
          <w:b/>
          <w:bCs/>
        </w:rPr>
      </w:pPr>
      <w:r w:rsidRPr="009078E0">
        <w:rPr>
          <w:b/>
          <w:bCs/>
        </w:rPr>
        <w:t>Numer ogłoszenia w 2024/S 26-77404</w:t>
      </w:r>
    </w:p>
    <w:p w:rsidR="00DB3B14" w:rsidRPr="00682DD7"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DB3B14" w:rsidRPr="00682DD7"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DB3B14" w:rsidRPr="00682DD7"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DB3B14" w:rsidRPr="00682DD7">
        <w:trPr>
          <w:trHeight w:val="349"/>
        </w:trPr>
        <w:tc>
          <w:tcPr>
            <w:tcW w:w="4644" w:type="dxa"/>
          </w:tcPr>
          <w:p w:rsidR="00DB3B14" w:rsidRPr="00682DD7" w:rsidRDefault="00DB3B14"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DB3B14" w:rsidRPr="00682DD7" w:rsidRDefault="00DB3B14" w:rsidP="00D64E39">
            <w:pPr>
              <w:rPr>
                <w:rFonts w:ascii="Arial" w:hAnsi="Arial" w:cs="Arial"/>
                <w:b/>
                <w:bCs/>
                <w:i/>
                <w:iCs/>
                <w:sz w:val="20"/>
                <w:szCs w:val="20"/>
              </w:rPr>
            </w:pPr>
            <w:r w:rsidRPr="00682DD7">
              <w:rPr>
                <w:rFonts w:ascii="Arial" w:hAnsi="Arial" w:cs="Arial"/>
                <w:b/>
                <w:bCs/>
                <w:sz w:val="20"/>
                <w:szCs w:val="20"/>
              </w:rPr>
              <w:t>Odpowiedź:</w:t>
            </w:r>
          </w:p>
        </w:tc>
      </w:tr>
      <w:tr w:rsidR="00DB3B14" w:rsidRPr="00682DD7">
        <w:trPr>
          <w:trHeight w:val="349"/>
        </w:trPr>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DB3B14" w:rsidRPr="00B150BB" w:rsidRDefault="00DB3B14"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DB3B14" w:rsidRPr="00C87A0D" w:rsidRDefault="00DB3B14" w:rsidP="00C87A0D">
            <w:pPr>
              <w:spacing w:after="0" w:line="240" w:lineRule="auto"/>
              <w:rPr>
                <w:rFonts w:ascii="Arial" w:hAnsi="Arial" w:cs="Arial"/>
              </w:rPr>
            </w:pPr>
            <w:r w:rsidRPr="00B150BB">
              <w:rPr>
                <w:rFonts w:ascii="Arial" w:hAnsi="Arial" w:cs="Arial"/>
              </w:rPr>
              <w:t>ul. Energetyków 46, 44-200 Rybnik</w:t>
            </w:r>
          </w:p>
        </w:tc>
      </w:tr>
      <w:tr w:rsidR="00DB3B14" w:rsidRPr="00682DD7">
        <w:trPr>
          <w:trHeight w:val="424"/>
        </w:trPr>
        <w:tc>
          <w:tcPr>
            <w:tcW w:w="4644" w:type="dxa"/>
          </w:tcPr>
          <w:p w:rsidR="00DB3B14" w:rsidRPr="00682DD7" w:rsidRDefault="00DB3B14"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DB3B14" w:rsidRPr="00682DD7" w:rsidRDefault="00DB3B14" w:rsidP="00D64E39">
            <w:pPr>
              <w:rPr>
                <w:rFonts w:ascii="Arial" w:hAnsi="Arial" w:cs="Arial"/>
                <w:b/>
                <w:bCs/>
                <w:i/>
                <w:iCs/>
                <w:sz w:val="20"/>
                <w:szCs w:val="20"/>
              </w:rPr>
            </w:pPr>
            <w:r w:rsidRPr="00682DD7">
              <w:rPr>
                <w:rFonts w:ascii="Arial" w:hAnsi="Arial" w:cs="Arial"/>
                <w:b/>
                <w:bCs/>
                <w:i/>
                <w:iCs/>
                <w:sz w:val="20"/>
                <w:szCs w:val="20"/>
              </w:rPr>
              <w:t>Odpowiedź:</w:t>
            </w:r>
            <w:r>
              <w:rPr>
                <w:rFonts w:ascii="Arial" w:hAnsi="Arial" w:cs="Arial"/>
                <w:b/>
                <w:bCs/>
                <w:i/>
                <w:iCs/>
                <w:sz w:val="20"/>
                <w:szCs w:val="20"/>
              </w:rPr>
              <w:t xml:space="preserve"> Dostawa</w:t>
            </w:r>
          </w:p>
        </w:tc>
      </w:tr>
      <w:tr w:rsidR="00DB3B14" w:rsidRPr="00682DD7">
        <w:trPr>
          <w:trHeight w:val="621"/>
        </w:trPr>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DB3B14" w:rsidRPr="0075718E" w:rsidRDefault="00DB3B14" w:rsidP="0075718E">
            <w:pPr>
              <w:pStyle w:val="NormalWeb"/>
              <w:spacing w:before="0" w:after="0"/>
              <w:ind w:firstLine="3"/>
              <w:jc w:val="left"/>
              <w:rPr>
                <w:rFonts w:ascii="Arial" w:hAnsi="Arial" w:cs="Arial"/>
                <w:b/>
                <w:bCs/>
              </w:rPr>
            </w:pPr>
            <w:r>
              <w:rPr>
                <w:rFonts w:ascii="Arial" w:hAnsi="Arial" w:cs="Arial"/>
                <w:b/>
                <w:bCs/>
                <w:sz w:val="22"/>
                <w:szCs w:val="22"/>
              </w:rPr>
              <w:t>Dostawy odczynników i wyrobów medycznych wraz z dzierżawą analizatora parametrów krytycznych na okres 2 lat</w:t>
            </w:r>
          </w:p>
        </w:tc>
      </w:tr>
      <w:tr w:rsidR="00DB3B14" w:rsidRPr="00682DD7">
        <w:trPr>
          <w:trHeight w:val="685"/>
        </w:trPr>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DB3B14" w:rsidRPr="006765D1" w:rsidRDefault="00DB3B14" w:rsidP="00054509">
            <w:pPr>
              <w:rPr>
                <w:rFonts w:ascii="Arial" w:hAnsi="Arial" w:cs="Arial"/>
                <w:b/>
                <w:bCs/>
                <w:sz w:val="20"/>
                <w:szCs w:val="20"/>
              </w:rPr>
            </w:pPr>
            <w:r>
              <w:rPr>
                <w:rFonts w:ascii="Arial" w:hAnsi="Arial" w:cs="Arial"/>
                <w:b/>
                <w:bCs/>
              </w:rPr>
              <w:t>LAS-163/23-PN/1-2024.BS</w:t>
            </w:r>
          </w:p>
        </w:tc>
      </w:tr>
    </w:tbl>
    <w:p w:rsidR="00DB3B14" w:rsidRPr="00682DD7" w:rsidRDefault="00DB3B14"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DB3B14" w:rsidRPr="00682DD7" w:rsidRDefault="00DB3B14"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DB3B14" w:rsidRPr="00682DD7">
        <w:tc>
          <w:tcPr>
            <w:tcW w:w="464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DB3B14" w:rsidRPr="00682DD7" w:rsidRDefault="00DB3B14"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DB3B14" w:rsidRPr="00682DD7">
        <w:tc>
          <w:tcPr>
            <w:tcW w:w="4644" w:type="dxa"/>
          </w:tcPr>
          <w:p w:rsidR="00DB3B14" w:rsidRPr="00682DD7" w:rsidRDefault="00DB3B14"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DB3B14" w:rsidRPr="00B84CAC" w:rsidRDefault="00DB3B14" w:rsidP="00D64E39">
            <w:pPr>
              <w:pStyle w:val="Text1"/>
              <w:ind w:left="0"/>
              <w:rPr>
                <w:rFonts w:ascii="Arial" w:hAnsi="Arial" w:cs="Arial"/>
                <w:color w:val="2E74B5"/>
              </w:rPr>
            </w:pPr>
            <w:r w:rsidRPr="00B84CAC">
              <w:rPr>
                <w:rFonts w:ascii="Arial" w:hAnsi="Arial" w:cs="Arial"/>
                <w:color w:val="2E74B5"/>
              </w:rPr>
              <w:t>[   ]</w:t>
            </w:r>
          </w:p>
        </w:tc>
      </w:tr>
      <w:tr w:rsidR="00DB3B14" w:rsidRPr="00682DD7">
        <w:trPr>
          <w:trHeight w:val="1372"/>
        </w:trPr>
        <w:tc>
          <w:tcPr>
            <w:tcW w:w="4644" w:type="dxa"/>
          </w:tcPr>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Numer VAT, jeżeli dotyczy:</w:t>
            </w:r>
          </w:p>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DB3B14" w:rsidRPr="00B84CAC" w:rsidRDefault="00DB3B14" w:rsidP="00D64E39">
            <w:pPr>
              <w:pStyle w:val="Text1"/>
              <w:ind w:left="0"/>
              <w:rPr>
                <w:rFonts w:ascii="Arial" w:hAnsi="Arial" w:cs="Arial"/>
                <w:color w:val="2E74B5"/>
              </w:rPr>
            </w:pPr>
            <w:r w:rsidRPr="00B84CAC">
              <w:rPr>
                <w:rFonts w:ascii="Arial" w:hAnsi="Arial" w:cs="Arial"/>
                <w:color w:val="2E74B5"/>
              </w:rPr>
              <w:t>[   ]</w:t>
            </w:r>
          </w:p>
          <w:p w:rsidR="00DB3B14" w:rsidRPr="00682DD7" w:rsidRDefault="00DB3B14" w:rsidP="00D64E39">
            <w:pPr>
              <w:pStyle w:val="Text1"/>
              <w:ind w:left="0"/>
              <w:rPr>
                <w:rFonts w:ascii="Arial" w:hAnsi="Arial" w:cs="Arial"/>
                <w:sz w:val="20"/>
                <w:szCs w:val="20"/>
              </w:rPr>
            </w:pPr>
            <w:r w:rsidRPr="00B84CAC">
              <w:rPr>
                <w:rFonts w:ascii="Arial" w:hAnsi="Arial" w:cs="Arial"/>
                <w:color w:val="2E74B5"/>
              </w:rPr>
              <w:t>[   ]</w:t>
            </w:r>
          </w:p>
        </w:tc>
      </w:tr>
      <w:tr w:rsidR="00DB3B14" w:rsidRPr="00682DD7">
        <w:tc>
          <w:tcPr>
            <w:tcW w:w="4644" w:type="dxa"/>
          </w:tcPr>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DB3B14" w:rsidRPr="00B84CAC" w:rsidRDefault="00DB3B14" w:rsidP="00D64E39">
            <w:pPr>
              <w:pStyle w:val="Text1"/>
              <w:ind w:left="0"/>
              <w:rPr>
                <w:rFonts w:ascii="Arial" w:hAnsi="Arial" w:cs="Arial"/>
                <w:color w:val="2E74B5"/>
              </w:rPr>
            </w:pPr>
            <w:r w:rsidRPr="00B84CAC">
              <w:rPr>
                <w:rFonts w:ascii="Arial" w:hAnsi="Arial" w:cs="Arial"/>
                <w:color w:val="2E74B5"/>
              </w:rPr>
              <w:t>[……]</w:t>
            </w:r>
          </w:p>
        </w:tc>
      </w:tr>
      <w:tr w:rsidR="00DB3B14" w:rsidRPr="00682DD7">
        <w:trPr>
          <w:trHeight w:val="1648"/>
        </w:trPr>
        <w:tc>
          <w:tcPr>
            <w:tcW w:w="4644" w:type="dxa"/>
          </w:tcPr>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Telefon:</w:t>
            </w:r>
          </w:p>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Adres e-mail:</w:t>
            </w:r>
          </w:p>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DB3B14" w:rsidRPr="00B84CAC" w:rsidRDefault="00DB3B14" w:rsidP="00D64E39">
            <w:pPr>
              <w:pStyle w:val="Text1"/>
              <w:ind w:left="0"/>
              <w:rPr>
                <w:rFonts w:ascii="Arial" w:hAnsi="Arial" w:cs="Arial"/>
                <w:color w:val="2E74B5"/>
              </w:rPr>
            </w:pPr>
            <w:r w:rsidRPr="00B84CAC">
              <w:rPr>
                <w:rFonts w:ascii="Arial" w:hAnsi="Arial" w:cs="Arial"/>
                <w:color w:val="2E74B5"/>
              </w:rPr>
              <w:t>[……]</w:t>
            </w:r>
          </w:p>
          <w:p w:rsidR="00DB3B14" w:rsidRPr="00B84CAC" w:rsidRDefault="00DB3B14" w:rsidP="00D64E39">
            <w:pPr>
              <w:pStyle w:val="Text1"/>
              <w:ind w:left="0"/>
              <w:rPr>
                <w:rFonts w:ascii="Arial" w:hAnsi="Arial" w:cs="Arial"/>
                <w:color w:val="2E74B5"/>
              </w:rPr>
            </w:pPr>
            <w:r w:rsidRPr="00B84CAC">
              <w:rPr>
                <w:rFonts w:ascii="Arial" w:hAnsi="Arial" w:cs="Arial"/>
                <w:color w:val="2E74B5"/>
              </w:rPr>
              <w:t>[……]</w:t>
            </w:r>
          </w:p>
          <w:p w:rsidR="00DB3B14" w:rsidRPr="00B84CAC" w:rsidRDefault="00DB3B14" w:rsidP="00D64E39">
            <w:pPr>
              <w:pStyle w:val="Text1"/>
              <w:ind w:left="0"/>
              <w:rPr>
                <w:rFonts w:ascii="Arial" w:hAnsi="Arial" w:cs="Arial"/>
                <w:color w:val="2E74B5"/>
              </w:rPr>
            </w:pPr>
            <w:r w:rsidRPr="00B84CAC">
              <w:rPr>
                <w:rFonts w:ascii="Arial" w:hAnsi="Arial" w:cs="Arial"/>
                <w:color w:val="2E74B5"/>
              </w:rPr>
              <w:t>[……]</w:t>
            </w:r>
          </w:p>
          <w:p w:rsidR="00DB3B14" w:rsidRPr="00682DD7" w:rsidRDefault="00DB3B14" w:rsidP="00D64E39">
            <w:pPr>
              <w:pStyle w:val="Text1"/>
              <w:ind w:left="0"/>
              <w:rPr>
                <w:rFonts w:ascii="Arial" w:hAnsi="Arial" w:cs="Arial"/>
                <w:sz w:val="20"/>
                <w:szCs w:val="20"/>
              </w:rPr>
            </w:pPr>
            <w:r w:rsidRPr="00B84CAC">
              <w:rPr>
                <w:rFonts w:ascii="Arial" w:hAnsi="Arial" w:cs="Arial"/>
                <w:color w:val="2E74B5"/>
              </w:rPr>
              <w:t>[……]</w:t>
            </w:r>
          </w:p>
        </w:tc>
      </w:tr>
      <w:tr w:rsidR="00DB3B14" w:rsidRPr="00682DD7">
        <w:tc>
          <w:tcPr>
            <w:tcW w:w="4644" w:type="dxa"/>
          </w:tcPr>
          <w:p w:rsidR="00DB3B14" w:rsidRPr="00682DD7" w:rsidRDefault="00DB3B14"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DB3B14" w:rsidRPr="00682DD7" w:rsidRDefault="00DB3B14"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DB3B14" w:rsidRPr="00682DD7">
        <w:tc>
          <w:tcPr>
            <w:tcW w:w="4644" w:type="dxa"/>
          </w:tcPr>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DB3B14" w:rsidRPr="00682DD7" w:rsidRDefault="00DB3B14"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DB3B14" w:rsidRPr="00682DD7">
        <w:tc>
          <w:tcPr>
            <w:tcW w:w="4644" w:type="dxa"/>
          </w:tcPr>
          <w:p w:rsidR="00DB3B14" w:rsidRPr="00C646D5" w:rsidRDefault="00DB3B14"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DB3B14" w:rsidRPr="00C646D5" w:rsidRDefault="00DB3B14"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DB3B14" w:rsidRPr="00682DD7">
        <w:trPr>
          <w:trHeight w:val="3222"/>
        </w:trPr>
        <w:tc>
          <w:tcPr>
            <w:tcW w:w="4644" w:type="dxa"/>
          </w:tcPr>
          <w:p w:rsidR="00DB3B14" w:rsidRPr="001E6930" w:rsidRDefault="00DB3B14"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DB3B14" w:rsidRPr="001E6930" w:rsidRDefault="00DB3B14" w:rsidP="00D64E39">
            <w:pPr>
              <w:pStyle w:val="Text1"/>
              <w:ind w:left="0"/>
              <w:rPr>
                <w:rFonts w:ascii="Arial" w:hAnsi="Arial" w:cs="Arial"/>
                <w:color w:val="000000"/>
                <w:sz w:val="20"/>
                <w:szCs w:val="20"/>
              </w:rPr>
            </w:pPr>
          </w:p>
        </w:tc>
        <w:tc>
          <w:tcPr>
            <w:tcW w:w="4645" w:type="dxa"/>
          </w:tcPr>
          <w:p w:rsidR="00DB3B14" w:rsidRPr="001E6930" w:rsidRDefault="00DB3B14"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DB3B14" w:rsidRPr="001E6930" w:rsidRDefault="00DB3B14" w:rsidP="00D64E39">
            <w:pPr>
              <w:pStyle w:val="Text1"/>
              <w:ind w:left="0"/>
              <w:rPr>
                <w:rFonts w:ascii="Arial" w:hAnsi="Arial" w:cs="Arial"/>
                <w:color w:val="000000"/>
                <w:sz w:val="20"/>
                <w:szCs w:val="20"/>
              </w:rPr>
            </w:pPr>
          </w:p>
          <w:p w:rsidR="00DB3B14" w:rsidRDefault="00DB3B14" w:rsidP="00D64E39">
            <w:pPr>
              <w:autoSpaceDE w:val="0"/>
              <w:adjustRightInd w:val="0"/>
              <w:spacing w:after="0"/>
              <w:rPr>
                <w:rFonts w:ascii="Arial" w:hAnsi="Arial" w:cs="Arial"/>
                <w:i/>
                <w:iCs/>
                <w:color w:val="2F5496"/>
                <w:sz w:val="18"/>
                <w:szCs w:val="18"/>
                <w:lang w:eastAsia="pl-PL"/>
              </w:rPr>
            </w:pPr>
          </w:p>
          <w:p w:rsidR="00DB3B14" w:rsidRPr="004A7AE1" w:rsidRDefault="00DB3B14"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DB3B14" w:rsidRPr="007C763C" w:rsidRDefault="00DB3B14" w:rsidP="00D64E39">
            <w:pPr>
              <w:autoSpaceDE w:val="0"/>
              <w:adjustRightInd w:val="0"/>
              <w:spacing w:after="0"/>
              <w:rPr>
                <w:rFonts w:ascii="Arial" w:hAnsi="Arial" w:cs="Arial"/>
                <w:i/>
                <w:iCs/>
                <w:color w:val="2F5496"/>
                <w:sz w:val="16"/>
                <w:szCs w:val="16"/>
                <w:lang w:eastAsia="pl-PL"/>
              </w:rPr>
            </w:pPr>
          </w:p>
          <w:p w:rsidR="00DB3B14" w:rsidRPr="004A7AE1" w:rsidRDefault="00DB3B14"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DB3B14" w:rsidRPr="007C763C" w:rsidRDefault="00DB3B14" w:rsidP="00D64E39">
            <w:pPr>
              <w:pStyle w:val="Default"/>
              <w:jc w:val="center"/>
              <w:rPr>
                <w:sz w:val="10"/>
                <w:szCs w:val="10"/>
              </w:rPr>
            </w:pPr>
          </w:p>
        </w:tc>
      </w:tr>
      <w:tr w:rsidR="00DB3B14" w:rsidRPr="00682DD7">
        <w:tc>
          <w:tcPr>
            <w:tcW w:w="4644" w:type="dxa"/>
          </w:tcPr>
          <w:p w:rsidR="00DB3B14" w:rsidRPr="001E6930" w:rsidRDefault="00DB3B14"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DB3B14" w:rsidRPr="001E6930" w:rsidRDefault="00DB3B14"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DB3B14" w:rsidRPr="001E6930" w:rsidRDefault="00DB3B14"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DB3B14" w:rsidRPr="001E6930" w:rsidRDefault="00DB3B14"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DB3B14" w:rsidRPr="001E6930" w:rsidRDefault="00DB3B14"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DB3B14" w:rsidRPr="001E6930" w:rsidRDefault="00DB3B14"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DB3B14" w:rsidRPr="001E6930" w:rsidRDefault="00DB3B14" w:rsidP="00D64E39">
            <w:pPr>
              <w:pStyle w:val="Text1"/>
              <w:ind w:left="0"/>
              <w:jc w:val="left"/>
              <w:rPr>
                <w:rFonts w:ascii="Arial" w:hAnsi="Arial" w:cs="Arial"/>
                <w:color w:val="000000"/>
                <w:sz w:val="20"/>
                <w:szCs w:val="20"/>
              </w:rPr>
            </w:pPr>
          </w:p>
        </w:tc>
      </w:tr>
      <w:tr w:rsidR="00DB3B14" w:rsidRPr="00682DD7">
        <w:tc>
          <w:tcPr>
            <w:tcW w:w="464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DB3B14" w:rsidRPr="00682DD7" w:rsidRDefault="00DB3B14"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DB3B14" w:rsidRPr="00682DD7">
        <w:tc>
          <w:tcPr>
            <w:tcW w:w="4644" w:type="dxa"/>
          </w:tcPr>
          <w:p w:rsidR="00DB3B14" w:rsidRPr="00682DD7" w:rsidRDefault="00DB3B14"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DB3B14" w:rsidRPr="00682DD7" w:rsidRDefault="00DB3B14"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DB3B14" w:rsidRPr="00682DD7">
        <w:tc>
          <w:tcPr>
            <w:tcW w:w="9289" w:type="dxa"/>
            <w:gridSpan w:val="2"/>
            <w:shd w:val="clear" w:color="auto" w:fill="F2F2F2"/>
          </w:tcPr>
          <w:p w:rsidR="00DB3B14" w:rsidRDefault="00DB3B14"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DB3B14" w:rsidRDefault="00DB3B14"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DB3B14" w:rsidRPr="00455154" w:rsidRDefault="00DB3B14"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DB3B14" w:rsidRPr="00682DD7">
        <w:tc>
          <w:tcPr>
            <w:tcW w:w="4644" w:type="dxa"/>
          </w:tcPr>
          <w:p w:rsidR="00DB3B14" w:rsidRPr="00682DD7" w:rsidRDefault="00DB3B14"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DB3B14" w:rsidRPr="00682DD7" w:rsidRDefault="00DB3B14"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DB3B14" w:rsidRPr="00682DD7">
        <w:tc>
          <w:tcPr>
            <w:tcW w:w="4644" w:type="dxa"/>
          </w:tcPr>
          <w:p w:rsidR="00DB3B14" w:rsidRPr="00682DD7" w:rsidRDefault="00DB3B14"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DB3B14" w:rsidRPr="00B84CAC" w:rsidRDefault="00DB3B14"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DB3B14" w:rsidRPr="00682DD7">
        <w:tc>
          <w:tcPr>
            <w:tcW w:w="4644" w:type="dxa"/>
          </w:tcPr>
          <w:p w:rsidR="00DB3B14" w:rsidRPr="00327EAF" w:rsidRDefault="00DB3B14"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DB3B14" w:rsidRPr="00327EAF" w:rsidRDefault="00DB3B14"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DB3B14" w:rsidRPr="00682DD7" w:rsidRDefault="00DB3B14"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DB3B14" w:rsidRPr="00682DD7">
        <w:tc>
          <w:tcPr>
            <w:tcW w:w="464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Odpowiedź:</w:t>
            </w:r>
          </w:p>
        </w:tc>
      </w:tr>
      <w:tr w:rsidR="00DB3B14" w:rsidRPr="00682DD7">
        <w:trPr>
          <w:trHeight w:val="1045"/>
        </w:trPr>
        <w:tc>
          <w:tcPr>
            <w:tcW w:w="4644" w:type="dxa"/>
          </w:tcPr>
          <w:p w:rsidR="00DB3B14" w:rsidRDefault="00DB3B14" w:rsidP="00D64E39">
            <w:pPr>
              <w:rPr>
                <w:rFonts w:ascii="Arial" w:hAnsi="Arial" w:cs="Arial"/>
                <w:sz w:val="20"/>
                <w:szCs w:val="20"/>
              </w:rPr>
            </w:pPr>
            <w:r w:rsidRPr="00282C3E">
              <w:rPr>
                <w:rFonts w:ascii="Arial" w:hAnsi="Arial" w:cs="Arial"/>
                <w:sz w:val="20"/>
                <w:szCs w:val="20"/>
              </w:rPr>
              <w:t>Imię i nazwisko,</w:t>
            </w:r>
          </w:p>
          <w:p w:rsidR="00DB3B14" w:rsidRPr="00C646D5" w:rsidRDefault="00DB3B14"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DB3B14" w:rsidRPr="001439B8" w:rsidRDefault="00DB3B14" w:rsidP="00D64E39">
            <w:pPr>
              <w:rPr>
                <w:rFonts w:ascii="Arial" w:hAnsi="Arial" w:cs="Arial"/>
              </w:rPr>
            </w:pPr>
            <w:r w:rsidRPr="00B84CAC">
              <w:rPr>
                <w:rFonts w:ascii="Arial" w:hAnsi="Arial" w:cs="Arial"/>
                <w:b/>
                <w:bCs/>
                <w:color w:val="2E74B5"/>
              </w:rPr>
              <w:t>[……]</w:t>
            </w:r>
            <w:r w:rsidRPr="001439B8">
              <w:rPr>
                <w:rFonts w:ascii="Arial" w:hAnsi="Arial" w:cs="Arial"/>
              </w:rPr>
              <w:t>,</w:t>
            </w:r>
          </w:p>
          <w:p w:rsidR="00DB3B14" w:rsidRPr="00C646D5" w:rsidRDefault="00DB3B14"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DB3B14" w:rsidRPr="00682DD7">
        <w:tc>
          <w:tcPr>
            <w:tcW w:w="4644" w:type="dxa"/>
          </w:tcPr>
          <w:p w:rsidR="00DB3B14" w:rsidRPr="004E53B2" w:rsidRDefault="00DB3B14"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DB3B14" w:rsidRPr="00B84CAC" w:rsidRDefault="00DB3B14" w:rsidP="00D64E39">
            <w:pPr>
              <w:rPr>
                <w:rFonts w:ascii="Arial" w:hAnsi="Arial" w:cs="Arial"/>
                <w:b/>
                <w:bCs/>
                <w:color w:val="2E74B5"/>
              </w:rPr>
            </w:pPr>
            <w:r w:rsidRPr="00B84CAC">
              <w:rPr>
                <w:rFonts w:ascii="Arial" w:hAnsi="Arial" w:cs="Arial"/>
                <w:b/>
                <w:bCs/>
                <w:color w:val="2E74B5"/>
              </w:rPr>
              <w:t>[……]</w:t>
            </w:r>
          </w:p>
        </w:tc>
      </w:tr>
      <w:tr w:rsidR="00DB3B14" w:rsidRPr="00682DD7">
        <w:tc>
          <w:tcPr>
            <w:tcW w:w="4644" w:type="dxa"/>
          </w:tcPr>
          <w:p w:rsidR="00DB3B14" w:rsidRPr="00344658" w:rsidRDefault="00DB3B14" w:rsidP="00D64E39">
            <w:pPr>
              <w:rPr>
                <w:rFonts w:ascii="Arial" w:hAnsi="Arial" w:cs="Arial"/>
                <w:sz w:val="20"/>
                <w:szCs w:val="20"/>
              </w:rPr>
            </w:pPr>
            <w:r w:rsidRPr="00344658">
              <w:rPr>
                <w:rFonts w:ascii="Arial" w:hAnsi="Arial" w:cs="Arial"/>
                <w:sz w:val="20"/>
                <w:szCs w:val="20"/>
              </w:rPr>
              <w:t>Adres pocztowy:</w:t>
            </w:r>
          </w:p>
        </w:tc>
        <w:tc>
          <w:tcPr>
            <w:tcW w:w="4645" w:type="dxa"/>
          </w:tcPr>
          <w:p w:rsidR="00DB3B14" w:rsidRPr="00B84CAC" w:rsidRDefault="00DB3B14" w:rsidP="00D64E39">
            <w:pPr>
              <w:rPr>
                <w:rFonts w:ascii="Arial" w:hAnsi="Arial" w:cs="Arial"/>
                <w:b/>
                <w:bCs/>
                <w:color w:val="2E74B5"/>
              </w:rPr>
            </w:pPr>
            <w:r w:rsidRPr="00B84CAC">
              <w:rPr>
                <w:rFonts w:ascii="Arial" w:hAnsi="Arial" w:cs="Arial"/>
                <w:b/>
                <w:bCs/>
                <w:color w:val="2E74B5"/>
              </w:rPr>
              <w:t>[……]</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Telefon:</w:t>
            </w:r>
          </w:p>
        </w:tc>
        <w:tc>
          <w:tcPr>
            <w:tcW w:w="4645" w:type="dxa"/>
          </w:tcPr>
          <w:p w:rsidR="00DB3B14" w:rsidRPr="00B84CAC" w:rsidRDefault="00DB3B14" w:rsidP="00D64E39">
            <w:pPr>
              <w:rPr>
                <w:rFonts w:ascii="Arial" w:hAnsi="Arial" w:cs="Arial"/>
                <w:b/>
                <w:bCs/>
                <w:color w:val="2E74B5"/>
              </w:rPr>
            </w:pPr>
            <w:r w:rsidRPr="00B84CAC">
              <w:rPr>
                <w:rFonts w:ascii="Arial" w:hAnsi="Arial" w:cs="Arial"/>
                <w:b/>
                <w:bCs/>
                <w:color w:val="2E74B5"/>
              </w:rPr>
              <w:t>[……]</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Adres e-mail:</w:t>
            </w:r>
          </w:p>
        </w:tc>
        <w:tc>
          <w:tcPr>
            <w:tcW w:w="4645" w:type="dxa"/>
          </w:tcPr>
          <w:p w:rsidR="00DB3B14" w:rsidRPr="00B84CAC" w:rsidRDefault="00DB3B14" w:rsidP="00D64E39">
            <w:pPr>
              <w:rPr>
                <w:rFonts w:ascii="Arial" w:hAnsi="Arial" w:cs="Arial"/>
                <w:b/>
                <w:bCs/>
                <w:color w:val="2E74B5"/>
              </w:rPr>
            </w:pPr>
            <w:r w:rsidRPr="00B84CAC">
              <w:rPr>
                <w:rFonts w:ascii="Arial" w:hAnsi="Arial" w:cs="Arial"/>
                <w:b/>
                <w:bCs/>
                <w:color w:val="2E74B5"/>
              </w:rPr>
              <w:t>[……]</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DB3B14" w:rsidRPr="00B84CAC" w:rsidRDefault="00DB3B14" w:rsidP="00D64E39">
            <w:pPr>
              <w:rPr>
                <w:rFonts w:ascii="Arial" w:hAnsi="Arial" w:cs="Arial"/>
                <w:b/>
                <w:bCs/>
                <w:color w:val="2E74B5"/>
              </w:rPr>
            </w:pPr>
            <w:r w:rsidRPr="00B84CAC">
              <w:rPr>
                <w:rFonts w:ascii="Arial" w:hAnsi="Arial" w:cs="Arial"/>
                <w:b/>
                <w:bCs/>
                <w:color w:val="2E74B5"/>
              </w:rPr>
              <w:t>[……]</w:t>
            </w:r>
          </w:p>
        </w:tc>
      </w:tr>
    </w:tbl>
    <w:p w:rsidR="00DB3B14" w:rsidRDefault="00DB3B14" w:rsidP="00FC39AB">
      <w:pPr>
        <w:pStyle w:val="SectionTitle"/>
        <w:rPr>
          <w:rFonts w:ascii="Arial" w:hAnsi="Arial" w:cs="Arial"/>
          <w:b w:val="0"/>
          <w:bCs w:val="0"/>
          <w:sz w:val="20"/>
          <w:szCs w:val="20"/>
        </w:rPr>
      </w:pPr>
    </w:p>
    <w:p w:rsidR="00DB3B14"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DB3B14" w:rsidRPr="00682DD7">
        <w:tc>
          <w:tcPr>
            <w:tcW w:w="453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Odpowiedź:</w:t>
            </w:r>
          </w:p>
        </w:tc>
      </w:tr>
      <w:tr w:rsidR="00DB3B14" w:rsidRPr="00682DD7">
        <w:tc>
          <w:tcPr>
            <w:tcW w:w="4534" w:type="dxa"/>
          </w:tcPr>
          <w:p w:rsidR="00DB3B14" w:rsidRPr="00C32A45" w:rsidRDefault="00DB3B14"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DB3B14" w:rsidRPr="00C32A45" w:rsidRDefault="00DB3B14"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DB3B14" w:rsidRPr="008D1566" w:rsidRDefault="00DB3B14"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DB3B14" w:rsidRPr="00EC3B3D" w:rsidRDefault="00DB3B14"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DB3B14" w:rsidRPr="00682DD7" w:rsidRDefault="00DB3B14"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DB3B14" w:rsidRPr="00682DD7">
        <w:tc>
          <w:tcPr>
            <w:tcW w:w="464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Odpowiedź:</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DB3B14" w:rsidRPr="00682DD7" w:rsidRDefault="00DB3B14" w:rsidP="00D64E39">
            <w:pPr>
              <w:rPr>
                <w:rFonts w:ascii="Arial" w:hAnsi="Arial" w:cs="Arial"/>
                <w:sz w:val="20"/>
                <w:szCs w:val="20"/>
              </w:rPr>
            </w:pPr>
            <w:r w:rsidRPr="00682DD7">
              <w:rPr>
                <w:rFonts w:ascii="Arial" w:hAnsi="Arial" w:cs="Arial"/>
                <w:sz w:val="20"/>
                <w:szCs w:val="20"/>
              </w:rPr>
              <w:t>[…]</w:t>
            </w:r>
          </w:p>
        </w:tc>
      </w:tr>
    </w:tbl>
    <w:p w:rsidR="00DB3B14" w:rsidRPr="00682DD7" w:rsidRDefault="00DB3B14"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DB3B14" w:rsidRPr="00916520" w:rsidRDefault="00DB3B14"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DB3B14" w:rsidRPr="00682DD7"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DB3B14" w:rsidRPr="00682DD7" w:rsidRDefault="00DB3B14"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DB3B14" w:rsidRPr="00682DD7" w:rsidRDefault="00DB3B14"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DB3B14" w:rsidRPr="00682DD7" w:rsidRDefault="00DB3B14"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DB3B14" w:rsidRPr="00682DD7" w:rsidRDefault="00DB3B14"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DB3B14" w:rsidRPr="00682DD7" w:rsidRDefault="00DB3B14"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DB3B14" w:rsidRPr="00682DD7" w:rsidRDefault="00DB3B14"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DB3B14" w:rsidRPr="00682DD7">
        <w:tc>
          <w:tcPr>
            <w:tcW w:w="4644"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Odpowiedź:</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DB3B14" w:rsidRPr="00682DD7" w:rsidRDefault="00DB3B14"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DB3B14" w:rsidRPr="00682DD7" w:rsidRDefault="00DB3B14"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DB3B14" w:rsidRPr="00682DD7" w:rsidRDefault="00DB3B14"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DB3B14" w:rsidRPr="00682DD7" w:rsidRDefault="00DB3B14" w:rsidP="00D64E39">
            <w:pPr>
              <w:rPr>
                <w:rFonts w:ascii="Arial" w:hAnsi="Arial" w:cs="Arial"/>
                <w:sz w:val="20"/>
                <w:szCs w:val="20"/>
              </w:rPr>
            </w:pPr>
            <w:r w:rsidRPr="00682DD7">
              <w:rPr>
                <w:rFonts w:ascii="Arial" w:hAnsi="Arial" w:cs="Arial"/>
                <w:sz w:val="20"/>
                <w:szCs w:val="20"/>
              </w:rPr>
              <w:t>[……]</w:t>
            </w:r>
          </w:p>
        </w:tc>
      </w:tr>
    </w:tbl>
    <w:p w:rsidR="00DB3B14" w:rsidRPr="00EC3B3D" w:rsidRDefault="00DB3B14"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DB3B14" w:rsidRPr="00682DD7">
        <w:tc>
          <w:tcPr>
            <w:tcW w:w="4644" w:type="dxa"/>
          </w:tcPr>
          <w:p w:rsidR="00DB3B14" w:rsidRPr="00330C13" w:rsidRDefault="00DB3B14"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DB3B14" w:rsidRPr="00330C13" w:rsidRDefault="00DB3B14" w:rsidP="00D64E39">
            <w:pPr>
              <w:rPr>
                <w:rFonts w:ascii="Arial" w:hAnsi="Arial" w:cs="Arial"/>
                <w:b/>
                <w:bCs/>
                <w:sz w:val="20"/>
                <w:szCs w:val="20"/>
              </w:rPr>
            </w:pPr>
            <w:r w:rsidRPr="00330C13">
              <w:rPr>
                <w:rFonts w:ascii="Arial" w:hAnsi="Arial" w:cs="Arial"/>
                <w:b/>
                <w:bCs/>
                <w:sz w:val="20"/>
                <w:szCs w:val="20"/>
              </w:rPr>
              <w:t>Odpowiedź:</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DB3B14" w:rsidRPr="00682DD7">
        <w:trPr>
          <w:trHeight w:val="470"/>
        </w:trPr>
        <w:tc>
          <w:tcPr>
            <w:tcW w:w="4644" w:type="dxa"/>
            <w:vMerge w:val="restart"/>
          </w:tcPr>
          <w:p w:rsidR="00DB3B14" w:rsidRPr="00682DD7" w:rsidRDefault="00DB3B14"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DB3B14" w:rsidRPr="00682DD7" w:rsidRDefault="00DB3B14"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DB3B14" w:rsidRPr="00682DD7" w:rsidRDefault="00DB3B14"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DB3B14" w:rsidRPr="00682DD7" w:rsidRDefault="00DB3B14"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DB3B14" w:rsidRPr="00682DD7" w:rsidRDefault="00DB3B14"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DB3B14" w:rsidRPr="003B6F34" w:rsidRDefault="00DB3B14"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DB3B14" w:rsidRPr="00682DD7" w:rsidRDefault="00DB3B14"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DB3B14" w:rsidRPr="00682DD7" w:rsidRDefault="00DB3B14" w:rsidP="00D64E39">
            <w:pPr>
              <w:rPr>
                <w:rFonts w:ascii="Arial" w:hAnsi="Arial" w:cs="Arial"/>
                <w:b/>
                <w:bCs/>
                <w:sz w:val="20"/>
                <w:szCs w:val="20"/>
              </w:rPr>
            </w:pPr>
            <w:r w:rsidRPr="00682DD7">
              <w:rPr>
                <w:rFonts w:ascii="Arial" w:hAnsi="Arial" w:cs="Arial"/>
                <w:b/>
                <w:bCs/>
                <w:sz w:val="20"/>
                <w:szCs w:val="20"/>
              </w:rPr>
              <w:t>Składki na ubezpieczenia społeczne</w:t>
            </w:r>
          </w:p>
        </w:tc>
      </w:tr>
      <w:tr w:rsidR="00DB3B14" w:rsidRPr="00682DD7">
        <w:trPr>
          <w:trHeight w:val="1977"/>
        </w:trPr>
        <w:tc>
          <w:tcPr>
            <w:tcW w:w="4644" w:type="dxa"/>
            <w:vMerge/>
          </w:tcPr>
          <w:p w:rsidR="00DB3B14" w:rsidRPr="00682DD7" w:rsidRDefault="00DB3B14" w:rsidP="00D64E39">
            <w:pPr>
              <w:rPr>
                <w:rFonts w:ascii="Arial" w:hAnsi="Arial" w:cs="Arial"/>
                <w:b/>
                <w:bCs/>
                <w:sz w:val="20"/>
                <w:szCs w:val="20"/>
              </w:rPr>
            </w:pPr>
          </w:p>
        </w:tc>
        <w:tc>
          <w:tcPr>
            <w:tcW w:w="2322" w:type="dxa"/>
          </w:tcPr>
          <w:p w:rsidR="00DB3B14" w:rsidRPr="00682DD7" w:rsidRDefault="00DB3B14"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DB3B14" w:rsidRPr="00682DD7" w:rsidRDefault="00DB3B14"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DB3B14" w:rsidRPr="00682DD7" w:rsidRDefault="00DB3B14"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DB3B14" w:rsidRDefault="00DB3B14"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DB3B14" w:rsidRDefault="00DB3B14" w:rsidP="00D64E39">
            <w:pPr>
              <w:pStyle w:val="Tiret0"/>
              <w:numPr>
                <w:ilvl w:val="0"/>
                <w:numId w:val="0"/>
              </w:numPr>
              <w:rPr>
                <w:rFonts w:ascii="Arial" w:hAnsi="Arial" w:cs="Arial"/>
                <w:sz w:val="20"/>
                <w:szCs w:val="20"/>
              </w:rPr>
            </w:pPr>
          </w:p>
          <w:p w:rsidR="00DB3B14" w:rsidRPr="00682DD7" w:rsidRDefault="00DB3B14"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DB3B14" w:rsidRPr="00682DD7" w:rsidRDefault="00DB3B14"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DB3B14" w:rsidRPr="00682DD7" w:rsidRDefault="00DB3B14"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DB3B14" w:rsidRPr="00682DD7" w:rsidRDefault="00DB3B14"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DB3B14" w:rsidRPr="00682DD7" w:rsidRDefault="00DB3B14"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DB3B14" w:rsidRDefault="00DB3B14" w:rsidP="00D64E39">
            <w:pPr>
              <w:rPr>
                <w:rFonts w:ascii="Arial" w:hAnsi="Arial" w:cs="Arial"/>
                <w:w w:val="0"/>
                <w:sz w:val="20"/>
                <w:szCs w:val="20"/>
              </w:rPr>
            </w:pPr>
          </w:p>
          <w:p w:rsidR="00DB3B14" w:rsidRPr="00682DD7" w:rsidRDefault="00DB3B14"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DB3B14" w:rsidRPr="00682DD7">
        <w:tc>
          <w:tcPr>
            <w:tcW w:w="4644" w:type="dxa"/>
          </w:tcPr>
          <w:p w:rsidR="00DB3B14" w:rsidRPr="00112466" w:rsidRDefault="00DB3B14"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DB3B14" w:rsidRPr="00112466" w:rsidRDefault="00DB3B14"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DB3B14" w:rsidRPr="00D1354E"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DB3B14" w:rsidRPr="00682DD7">
        <w:tc>
          <w:tcPr>
            <w:tcW w:w="4523" w:type="dxa"/>
            <w:gridSpan w:val="2"/>
          </w:tcPr>
          <w:p w:rsidR="00DB3B14" w:rsidRPr="00D1354E" w:rsidRDefault="00DB3B14"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DB3B14" w:rsidRPr="00D1354E" w:rsidRDefault="00DB3B14" w:rsidP="00D64E39">
            <w:pPr>
              <w:rPr>
                <w:rFonts w:ascii="Arial" w:hAnsi="Arial" w:cs="Arial"/>
                <w:b/>
                <w:bCs/>
                <w:sz w:val="20"/>
                <w:szCs w:val="20"/>
              </w:rPr>
            </w:pPr>
            <w:r w:rsidRPr="00D1354E">
              <w:rPr>
                <w:rFonts w:ascii="Arial" w:hAnsi="Arial" w:cs="Arial"/>
                <w:b/>
                <w:bCs/>
                <w:sz w:val="20"/>
                <w:szCs w:val="20"/>
              </w:rPr>
              <w:t>Odpowiedź:</w:t>
            </w:r>
          </w:p>
        </w:tc>
      </w:tr>
      <w:tr w:rsidR="00DB3B14" w:rsidRPr="00682DD7">
        <w:trPr>
          <w:trHeight w:val="406"/>
        </w:trPr>
        <w:tc>
          <w:tcPr>
            <w:tcW w:w="4523" w:type="dxa"/>
            <w:gridSpan w:val="2"/>
            <w:vMerge w:val="restart"/>
          </w:tcPr>
          <w:p w:rsidR="00DB3B14" w:rsidRPr="00682DD7" w:rsidRDefault="00DB3B14"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DB3B14" w:rsidRPr="00682DD7">
        <w:trPr>
          <w:trHeight w:val="405"/>
        </w:trPr>
        <w:tc>
          <w:tcPr>
            <w:tcW w:w="4523" w:type="dxa"/>
            <w:gridSpan w:val="2"/>
            <w:vMerge/>
          </w:tcPr>
          <w:p w:rsidR="00DB3B14" w:rsidRPr="00682DD7" w:rsidRDefault="00DB3B14" w:rsidP="00D64E39">
            <w:pPr>
              <w:rPr>
                <w:rFonts w:ascii="Arial" w:hAnsi="Arial" w:cs="Arial"/>
                <w:sz w:val="20"/>
                <w:szCs w:val="20"/>
              </w:rPr>
            </w:pPr>
          </w:p>
        </w:tc>
        <w:tc>
          <w:tcPr>
            <w:tcW w:w="4539" w:type="dxa"/>
          </w:tcPr>
          <w:p w:rsidR="00DB3B14" w:rsidRPr="00682DD7" w:rsidRDefault="00DB3B14"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DB3B14" w:rsidRPr="00682DD7">
        <w:tc>
          <w:tcPr>
            <w:tcW w:w="4523" w:type="dxa"/>
            <w:gridSpan w:val="2"/>
          </w:tcPr>
          <w:p w:rsidR="00DB3B14" w:rsidRPr="005F45A0" w:rsidRDefault="00DB3B14"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DB3B14" w:rsidRPr="005F45A0" w:rsidRDefault="00DB3B14"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DB3B14" w:rsidRPr="005F45A0" w:rsidRDefault="00DB3B14"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DB3B14" w:rsidRPr="005F45A0" w:rsidRDefault="00DB3B14" w:rsidP="00D64E39">
            <w:pPr>
              <w:pStyle w:val="NormalLeft"/>
              <w:rPr>
                <w:rFonts w:ascii="Arial" w:hAnsi="Arial" w:cs="Arial"/>
                <w:b/>
                <w:bCs/>
                <w:color w:val="000000"/>
                <w:sz w:val="20"/>
                <w:szCs w:val="20"/>
              </w:rPr>
            </w:pPr>
          </w:p>
          <w:p w:rsidR="00DB3B14" w:rsidRPr="005F45A0" w:rsidRDefault="00DB3B14"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DB3B14" w:rsidRPr="005F45A0" w:rsidRDefault="00DB3B14"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DB3B14" w:rsidRPr="005F45A0" w:rsidRDefault="00DB3B14"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DB3B14" w:rsidRPr="005F45A0" w:rsidRDefault="00DB3B14" w:rsidP="00D64E39">
            <w:pPr>
              <w:pStyle w:val="Tiret0"/>
              <w:numPr>
                <w:ilvl w:val="0"/>
                <w:numId w:val="0"/>
              </w:numPr>
              <w:ind w:left="850"/>
              <w:rPr>
                <w:rFonts w:ascii="Arial" w:hAnsi="Arial" w:cs="Arial"/>
                <w:color w:val="000000"/>
                <w:sz w:val="20"/>
                <w:szCs w:val="20"/>
              </w:rPr>
            </w:pPr>
          </w:p>
          <w:p w:rsidR="00DB3B14" w:rsidRPr="005F45A0" w:rsidRDefault="00DB3B14"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DB3B14" w:rsidRPr="005F45A0" w:rsidRDefault="00DB3B14"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DB3B14" w:rsidRPr="005F45A0" w:rsidRDefault="00DB3B14" w:rsidP="00D64E39">
            <w:pPr>
              <w:rPr>
                <w:rFonts w:ascii="Arial" w:hAnsi="Arial" w:cs="Arial"/>
                <w:color w:val="000000"/>
                <w:sz w:val="20"/>
                <w:szCs w:val="20"/>
              </w:rPr>
            </w:pPr>
            <w:r w:rsidRPr="005F45A0">
              <w:rPr>
                <w:rFonts w:ascii="Arial" w:hAnsi="Arial" w:cs="Arial"/>
                <w:color w:val="000000"/>
                <w:sz w:val="20"/>
                <w:szCs w:val="20"/>
              </w:rPr>
              <w:t xml:space="preserve"> </w:t>
            </w:r>
          </w:p>
          <w:p w:rsidR="00DB3B14" w:rsidRDefault="00DB3B14"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DB3B14" w:rsidRDefault="00DB3B14"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DB3B14" w:rsidRPr="005F45A0" w:rsidRDefault="00DB3B14"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DB3B14" w:rsidRPr="005F45A0" w:rsidRDefault="00DB3B14"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DB3B14" w:rsidRPr="005F45A0" w:rsidRDefault="00DB3B14" w:rsidP="00D64E39">
            <w:pPr>
              <w:rPr>
                <w:rFonts w:ascii="Arial" w:hAnsi="Arial" w:cs="Arial"/>
                <w:color w:val="000000"/>
                <w:sz w:val="20"/>
                <w:szCs w:val="20"/>
              </w:rPr>
            </w:pPr>
          </w:p>
          <w:p w:rsidR="00DB3B14" w:rsidRPr="005F45A0" w:rsidRDefault="00DB3B14"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DB3B14" w:rsidRPr="005F45A0" w:rsidRDefault="00DB3B14"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DB3B14" w:rsidRPr="005F45A0" w:rsidRDefault="00DB3B14" w:rsidP="00D64E39">
            <w:pPr>
              <w:pStyle w:val="Tiret0"/>
              <w:numPr>
                <w:ilvl w:val="0"/>
                <w:numId w:val="0"/>
              </w:numPr>
              <w:ind w:left="850"/>
              <w:rPr>
                <w:rFonts w:ascii="Arial" w:hAnsi="Arial" w:cs="Arial"/>
                <w:color w:val="000000"/>
                <w:sz w:val="20"/>
                <w:szCs w:val="20"/>
                <w:u w:val="single"/>
              </w:rPr>
            </w:pPr>
          </w:p>
          <w:p w:rsidR="00DB3B14" w:rsidRPr="005F45A0" w:rsidRDefault="00DB3B14" w:rsidP="00D64E39">
            <w:pPr>
              <w:rPr>
                <w:rFonts w:ascii="Arial" w:hAnsi="Arial" w:cs="Arial"/>
                <w:color w:val="000000"/>
                <w:sz w:val="20"/>
                <w:szCs w:val="20"/>
                <w:u w:val="single"/>
              </w:rPr>
            </w:pPr>
          </w:p>
          <w:p w:rsidR="00DB3B14" w:rsidRPr="005F45A0" w:rsidRDefault="00DB3B14" w:rsidP="00D64E39">
            <w:pPr>
              <w:rPr>
                <w:rFonts w:ascii="Arial" w:hAnsi="Arial" w:cs="Arial"/>
                <w:color w:val="000000"/>
                <w:sz w:val="20"/>
                <w:szCs w:val="20"/>
                <w:u w:val="single"/>
              </w:rPr>
            </w:pPr>
          </w:p>
          <w:p w:rsidR="00DB3B14" w:rsidRPr="005F45A0" w:rsidRDefault="00DB3B14"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DB3B14" w:rsidRPr="00682DD7">
        <w:trPr>
          <w:trHeight w:val="303"/>
        </w:trPr>
        <w:tc>
          <w:tcPr>
            <w:tcW w:w="4523" w:type="dxa"/>
            <w:gridSpan w:val="2"/>
            <w:vMerge w:val="restart"/>
          </w:tcPr>
          <w:p w:rsidR="00DB3B14" w:rsidRPr="007F3023" w:rsidRDefault="00DB3B14"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DB3B14" w:rsidRPr="007F3023" w:rsidRDefault="00DB3B14"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DB3B14" w:rsidRPr="00682DD7">
        <w:trPr>
          <w:trHeight w:val="303"/>
        </w:trPr>
        <w:tc>
          <w:tcPr>
            <w:tcW w:w="4523" w:type="dxa"/>
            <w:gridSpan w:val="2"/>
            <w:vMerge/>
          </w:tcPr>
          <w:p w:rsidR="00DB3B14" w:rsidRPr="007F3023" w:rsidRDefault="00DB3B14" w:rsidP="00D64E39">
            <w:pPr>
              <w:pStyle w:val="NormalLeft"/>
              <w:rPr>
                <w:rFonts w:ascii="Arial" w:hAnsi="Arial" w:cs="Arial"/>
                <w:strike/>
                <w:color w:val="A6A6A6"/>
                <w:sz w:val="20"/>
                <w:szCs w:val="20"/>
              </w:rPr>
            </w:pPr>
          </w:p>
        </w:tc>
        <w:tc>
          <w:tcPr>
            <w:tcW w:w="4539" w:type="dxa"/>
          </w:tcPr>
          <w:p w:rsidR="00DB3B14" w:rsidRPr="007F3023" w:rsidRDefault="00DB3B14"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DB3B14" w:rsidRPr="00682DD7">
        <w:trPr>
          <w:trHeight w:val="515"/>
        </w:trPr>
        <w:tc>
          <w:tcPr>
            <w:tcW w:w="4523" w:type="dxa"/>
            <w:gridSpan w:val="2"/>
            <w:vMerge w:val="restart"/>
          </w:tcPr>
          <w:p w:rsidR="00DB3B14" w:rsidRPr="00682DD7" w:rsidRDefault="00DB3B14"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DB3B14" w:rsidRPr="00682DD7">
        <w:trPr>
          <w:trHeight w:val="514"/>
        </w:trPr>
        <w:tc>
          <w:tcPr>
            <w:tcW w:w="4523" w:type="dxa"/>
            <w:gridSpan w:val="2"/>
            <w:vMerge/>
          </w:tcPr>
          <w:p w:rsidR="00DB3B14" w:rsidRPr="00682DD7" w:rsidRDefault="00DB3B14" w:rsidP="00D64E39">
            <w:pPr>
              <w:pStyle w:val="NormalLeft"/>
              <w:rPr>
                <w:rStyle w:val="NormalBoldChar"/>
                <w:rFonts w:ascii="Arial" w:hAnsi="Arial" w:cs="Arial"/>
                <w:b w:val="0"/>
                <w:bCs w:val="0"/>
                <w:w w:val="0"/>
                <w:sz w:val="20"/>
                <w:szCs w:val="20"/>
                <w:lang w:val="pl-PL"/>
              </w:rPr>
            </w:pPr>
          </w:p>
        </w:tc>
        <w:tc>
          <w:tcPr>
            <w:tcW w:w="4539" w:type="dxa"/>
          </w:tcPr>
          <w:p w:rsidR="00DB3B14" w:rsidRPr="00682DD7" w:rsidRDefault="00DB3B14"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DB3B14" w:rsidRPr="00682DD7">
        <w:trPr>
          <w:trHeight w:val="1316"/>
        </w:trPr>
        <w:tc>
          <w:tcPr>
            <w:tcW w:w="4523" w:type="dxa"/>
            <w:gridSpan w:val="2"/>
          </w:tcPr>
          <w:p w:rsidR="00DB3B14" w:rsidRPr="00C646D5" w:rsidRDefault="00DB3B14"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DB3B14" w:rsidRPr="00682DD7">
        <w:trPr>
          <w:trHeight w:val="1964"/>
        </w:trPr>
        <w:tc>
          <w:tcPr>
            <w:tcW w:w="4523" w:type="dxa"/>
            <w:gridSpan w:val="2"/>
          </w:tcPr>
          <w:p w:rsidR="00DB3B14" w:rsidRPr="00682DD7" w:rsidRDefault="00DB3B14"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DB3B14" w:rsidRPr="00682DD7">
        <w:trPr>
          <w:gridBefore w:val="1"/>
          <w:trHeight w:val="932"/>
        </w:trPr>
        <w:tc>
          <w:tcPr>
            <w:tcW w:w="4523" w:type="dxa"/>
            <w:vMerge w:val="restart"/>
          </w:tcPr>
          <w:p w:rsidR="00DB3B14" w:rsidRPr="00C646D5" w:rsidRDefault="00DB3B14"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DB3B14" w:rsidRPr="00682DD7">
        <w:trPr>
          <w:gridBefore w:val="1"/>
          <w:trHeight w:val="931"/>
        </w:trPr>
        <w:tc>
          <w:tcPr>
            <w:tcW w:w="4523" w:type="dxa"/>
            <w:vMerge/>
          </w:tcPr>
          <w:p w:rsidR="00DB3B14" w:rsidRPr="00C646D5" w:rsidRDefault="00DB3B14" w:rsidP="00D64E39">
            <w:pPr>
              <w:pStyle w:val="NormalLeft"/>
              <w:rPr>
                <w:rFonts w:ascii="Arial" w:hAnsi="Arial" w:cs="Arial"/>
                <w:strike/>
                <w:color w:val="BFBFBF"/>
                <w:sz w:val="20"/>
                <w:szCs w:val="20"/>
              </w:rPr>
            </w:pPr>
          </w:p>
        </w:tc>
        <w:tc>
          <w:tcPr>
            <w:tcW w:w="4539" w:type="dxa"/>
          </w:tcPr>
          <w:p w:rsidR="00DB3B14" w:rsidRPr="00C646D5" w:rsidRDefault="00DB3B14"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DB3B14" w:rsidRPr="00682DD7">
        <w:trPr>
          <w:gridBefore w:val="1"/>
        </w:trPr>
        <w:tc>
          <w:tcPr>
            <w:tcW w:w="4523" w:type="dxa"/>
          </w:tcPr>
          <w:p w:rsidR="00DB3B14" w:rsidRPr="007F3023" w:rsidRDefault="00DB3B14"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DB3B14" w:rsidRPr="007F3023" w:rsidRDefault="00DB3B14"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DB3B14" w:rsidRPr="00682DD7">
        <w:trPr>
          <w:trHeight w:val="464"/>
        </w:trPr>
        <w:tc>
          <w:tcPr>
            <w:tcW w:w="4644" w:type="dxa"/>
          </w:tcPr>
          <w:p w:rsidR="00DB3B14" w:rsidRPr="006177D1" w:rsidRDefault="00DB3B14"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DB3B14" w:rsidRPr="006177D1" w:rsidRDefault="00DB3B14" w:rsidP="00D64E39">
            <w:pPr>
              <w:rPr>
                <w:rFonts w:ascii="Arial" w:hAnsi="Arial" w:cs="Arial"/>
                <w:b/>
                <w:bCs/>
                <w:sz w:val="20"/>
                <w:szCs w:val="20"/>
              </w:rPr>
            </w:pPr>
            <w:r w:rsidRPr="006177D1">
              <w:rPr>
                <w:rFonts w:ascii="Arial" w:hAnsi="Arial" w:cs="Arial"/>
                <w:b/>
                <w:bCs/>
                <w:sz w:val="20"/>
                <w:szCs w:val="20"/>
              </w:rPr>
              <w:t>Odpowiedź:</w:t>
            </w:r>
          </w:p>
        </w:tc>
      </w:tr>
      <w:tr w:rsidR="00DB3B14" w:rsidRPr="00682DD7">
        <w:tc>
          <w:tcPr>
            <w:tcW w:w="4644" w:type="dxa"/>
          </w:tcPr>
          <w:p w:rsidR="00DB3B14" w:rsidRPr="00682DD7" w:rsidRDefault="00DB3B14"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DB3B14" w:rsidRPr="00682DD7" w:rsidRDefault="00DB3B14"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DB3B14" w:rsidRPr="00682DD7">
        <w:tc>
          <w:tcPr>
            <w:tcW w:w="4644" w:type="dxa"/>
          </w:tcPr>
          <w:p w:rsidR="00DB3B14" w:rsidRPr="00682DD7" w:rsidRDefault="00DB3B14"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DB3B14" w:rsidRPr="00682DD7" w:rsidRDefault="00DB3B14"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DB3B14" w:rsidRDefault="00DB3B14" w:rsidP="00916520"/>
    <w:p w:rsidR="00DB3B14" w:rsidRPr="00916520" w:rsidRDefault="00DB3B14" w:rsidP="00916520">
      <w:pPr>
        <w:jc w:val="center"/>
        <w:rPr>
          <w:b/>
          <w:bCs/>
        </w:rPr>
      </w:pPr>
      <w:r w:rsidRPr="00916520">
        <w:rPr>
          <w:rFonts w:ascii="Arial" w:hAnsi="Arial" w:cs="Arial"/>
          <w:b/>
          <w:bCs/>
          <w:color w:val="1F4E79"/>
          <w:sz w:val="20"/>
          <w:szCs w:val="20"/>
        </w:rPr>
        <w:t>Część IV: Kryteria kwalifikacji</w:t>
      </w:r>
    </w:p>
    <w:p w:rsidR="00DB3B14" w:rsidRPr="00526FFD" w:rsidRDefault="00DB3B14"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DB3B14" w:rsidRPr="00526FFD" w:rsidRDefault="00DB3B14"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DB3B14" w:rsidRPr="00563D87"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DB3B14" w:rsidRPr="00C3242D">
        <w:tc>
          <w:tcPr>
            <w:tcW w:w="4606" w:type="dxa"/>
          </w:tcPr>
          <w:p w:rsidR="00DB3B14" w:rsidRPr="00C646D5" w:rsidRDefault="00DB3B14"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DB3B14" w:rsidRPr="00C646D5" w:rsidRDefault="00DB3B14"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DB3B14" w:rsidRPr="00C3242D">
        <w:tc>
          <w:tcPr>
            <w:tcW w:w="4606" w:type="dxa"/>
          </w:tcPr>
          <w:p w:rsidR="00DB3B14" w:rsidRPr="00C646D5" w:rsidRDefault="00DB3B14"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DB3B14" w:rsidRPr="00C646D5" w:rsidRDefault="00DB3B14"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DB3B14" w:rsidRPr="005A54FC" w:rsidRDefault="00DB3B14"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DB3B14" w:rsidRPr="00C3242D"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DB3B14" w:rsidRPr="00C3242D">
        <w:tc>
          <w:tcPr>
            <w:tcW w:w="4644" w:type="dxa"/>
          </w:tcPr>
          <w:p w:rsidR="00DB3B14" w:rsidRPr="00C3242D" w:rsidRDefault="00DB3B14"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DB3B14" w:rsidRPr="00C3242D" w:rsidRDefault="00DB3B14"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DB3B14" w:rsidRPr="00682DD7">
        <w:tc>
          <w:tcPr>
            <w:tcW w:w="4644" w:type="dxa"/>
          </w:tcPr>
          <w:p w:rsidR="00DB3B14" w:rsidRPr="005A54FC" w:rsidRDefault="00DB3B14"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DB3B14" w:rsidRPr="005A54FC" w:rsidRDefault="00DB3B14"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DB3B14" w:rsidRPr="005A54FC">
              <w:trPr>
                <w:trHeight w:val="512"/>
              </w:trPr>
              <w:tc>
                <w:tcPr>
                  <w:tcW w:w="0" w:type="auto"/>
                </w:tcPr>
                <w:p w:rsidR="00DB3B14" w:rsidRPr="005A54FC" w:rsidRDefault="00DB3B14" w:rsidP="00D64E39">
                  <w:pPr>
                    <w:autoSpaceDE w:val="0"/>
                    <w:adjustRightInd w:val="0"/>
                    <w:spacing w:after="0"/>
                    <w:rPr>
                      <w:rFonts w:ascii="Arial" w:hAnsi="Arial" w:cs="Arial"/>
                      <w:lang w:eastAsia="pl-PL"/>
                    </w:rPr>
                  </w:pPr>
                </w:p>
                <w:p w:rsidR="00DB3B14" w:rsidRPr="005A54FC" w:rsidRDefault="00DB3B14" w:rsidP="00D64E39">
                  <w:pPr>
                    <w:autoSpaceDE w:val="0"/>
                    <w:adjustRightInd w:val="0"/>
                    <w:spacing w:after="0"/>
                    <w:rPr>
                      <w:rFonts w:ascii="Arial" w:hAnsi="Arial" w:cs="Arial"/>
                      <w:lang w:eastAsia="pl-PL"/>
                    </w:rPr>
                  </w:pPr>
                </w:p>
              </w:tc>
            </w:tr>
          </w:tbl>
          <w:p w:rsidR="00DB3B14" w:rsidRPr="005A54FC" w:rsidRDefault="00DB3B14" w:rsidP="00D64E39">
            <w:pPr>
              <w:rPr>
                <w:rFonts w:ascii="Arial" w:hAnsi="Arial" w:cs="Arial"/>
                <w:w w:val="0"/>
                <w:sz w:val="20"/>
                <w:szCs w:val="20"/>
              </w:rPr>
            </w:pPr>
          </w:p>
        </w:tc>
      </w:tr>
      <w:tr w:rsidR="00DB3B14" w:rsidRPr="00682DD7">
        <w:tc>
          <w:tcPr>
            <w:tcW w:w="4644" w:type="dxa"/>
          </w:tcPr>
          <w:p w:rsidR="00DB3B14" w:rsidRPr="005A54FC" w:rsidRDefault="00DB3B14"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DB3B14" w:rsidRPr="00E5643E" w:rsidRDefault="00DB3B14"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DB3B14" w:rsidRPr="0019732B"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DB3B14" w:rsidRPr="00682DD7">
        <w:tc>
          <w:tcPr>
            <w:tcW w:w="4644" w:type="dxa"/>
          </w:tcPr>
          <w:p w:rsidR="00DB3B14" w:rsidRPr="0019732B" w:rsidRDefault="00DB3B14"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DB3B14" w:rsidRPr="0019732B" w:rsidRDefault="00DB3B14" w:rsidP="00D64E39">
            <w:pPr>
              <w:rPr>
                <w:rFonts w:ascii="Arial" w:hAnsi="Arial" w:cs="Arial"/>
                <w:b/>
                <w:bCs/>
                <w:sz w:val="20"/>
                <w:szCs w:val="20"/>
              </w:rPr>
            </w:pPr>
            <w:r w:rsidRPr="0019732B">
              <w:rPr>
                <w:rFonts w:ascii="Arial" w:hAnsi="Arial" w:cs="Arial"/>
                <w:b/>
                <w:bCs/>
                <w:sz w:val="20"/>
                <w:szCs w:val="20"/>
              </w:rPr>
              <w:t>Odpowiedź:</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DB3B14" w:rsidRPr="00682DD7">
        <w:tc>
          <w:tcPr>
            <w:tcW w:w="4644" w:type="dxa"/>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DB3B14" w:rsidRPr="005A54FC" w:rsidRDefault="00DB3B14"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DB3B14" w:rsidRPr="00EC3B3D" w:rsidRDefault="00DB3B14"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DB3B14" w:rsidRPr="00C52B99"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DB3B14" w:rsidRPr="00682DD7">
        <w:tc>
          <w:tcPr>
            <w:tcW w:w="4644" w:type="dxa"/>
          </w:tcPr>
          <w:p w:rsidR="00DB3B14" w:rsidRPr="00C52B99" w:rsidRDefault="00DB3B14"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DB3B14" w:rsidRPr="00C52B99" w:rsidRDefault="00DB3B14" w:rsidP="00D64E39">
            <w:pPr>
              <w:rPr>
                <w:rFonts w:ascii="Arial" w:hAnsi="Arial" w:cs="Arial"/>
                <w:b/>
                <w:bCs/>
                <w:sz w:val="20"/>
                <w:szCs w:val="20"/>
              </w:rPr>
            </w:pPr>
            <w:r w:rsidRPr="00C52B99">
              <w:rPr>
                <w:rFonts w:ascii="Arial" w:hAnsi="Arial" w:cs="Arial"/>
                <w:b/>
                <w:bCs/>
                <w:sz w:val="20"/>
                <w:szCs w:val="20"/>
              </w:rPr>
              <w:t>Odpowiedź:</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DB3B14" w:rsidRPr="00682DD7">
        <w:tc>
          <w:tcPr>
            <w:tcW w:w="4644" w:type="dxa"/>
          </w:tcPr>
          <w:p w:rsidR="00DB3B14" w:rsidRPr="005A54FC" w:rsidRDefault="00DB3B14"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DB3B14" w:rsidRPr="005A54FC">
              <w:tc>
                <w:tcPr>
                  <w:tcW w:w="1336"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DB3B14" w:rsidRPr="005A54FC">
              <w:tc>
                <w:tcPr>
                  <w:tcW w:w="1336"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DB3B14" w:rsidRPr="005A54FC" w:rsidRDefault="00DB3B14" w:rsidP="00D64E39">
                  <w:pPr>
                    <w:rPr>
                      <w:rFonts w:ascii="Arial" w:hAnsi="Arial" w:cs="Arial"/>
                      <w:strike/>
                      <w:color w:val="C0C0C0"/>
                      <w:sz w:val="20"/>
                      <w:szCs w:val="20"/>
                    </w:rPr>
                  </w:pPr>
                </w:p>
              </w:tc>
            </w:tr>
          </w:tbl>
          <w:p w:rsidR="00DB3B14" w:rsidRPr="005A54FC" w:rsidRDefault="00DB3B14" w:rsidP="00D64E39">
            <w:pPr>
              <w:rPr>
                <w:rFonts w:ascii="Arial" w:hAnsi="Arial" w:cs="Arial"/>
                <w:strike/>
                <w:color w:val="C0C0C0"/>
                <w:sz w:val="20"/>
                <w:szCs w:val="20"/>
              </w:rPr>
            </w:pPr>
          </w:p>
        </w:tc>
      </w:tr>
      <w:tr w:rsidR="00DB3B14" w:rsidRPr="00682DD7">
        <w:tc>
          <w:tcPr>
            <w:tcW w:w="4644" w:type="dxa"/>
          </w:tcPr>
          <w:p w:rsidR="00DB3B14" w:rsidRPr="001E1BA7" w:rsidRDefault="00DB3B14"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DB3B14" w:rsidRPr="001E1BA7" w:rsidRDefault="00DB3B14"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DB3B14" w:rsidRPr="00682DD7">
        <w:tc>
          <w:tcPr>
            <w:tcW w:w="4644" w:type="dxa"/>
          </w:tcPr>
          <w:p w:rsidR="00DB3B14" w:rsidRPr="005A54FC" w:rsidRDefault="00DB3B14"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DB3B14" w:rsidRPr="005A54FC" w:rsidRDefault="00DB3B14"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Rok, średnie roczne zatr</w:t>
            </w:r>
            <w:r>
              <w:rPr>
                <w:rFonts w:ascii="Arial" w:hAnsi="Arial" w:cs="Arial"/>
                <w:strike/>
                <w:color w:val="BFBFBF"/>
                <w:sz w:val="20"/>
                <w:szCs w:val="20"/>
              </w:rPr>
              <w:t>udnienie:</w:t>
            </w:r>
            <w:r>
              <w:rPr>
                <w:rFonts w:ascii="Arial" w:hAnsi="Arial" w:cs="Arial"/>
                <w:strike/>
                <w:color w:val="BFBFBF"/>
                <w:sz w:val="20"/>
                <w:szCs w:val="20"/>
              </w:rPr>
              <w:br/>
              <w:t>[……], [……]</w:t>
            </w:r>
            <w:r>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w:t>
            </w:r>
          </w:p>
        </w:tc>
      </w:tr>
      <w:tr w:rsidR="00DB3B14" w:rsidRPr="00682DD7">
        <w:tc>
          <w:tcPr>
            <w:tcW w:w="4644" w:type="dxa"/>
          </w:tcPr>
          <w:p w:rsidR="00DB3B14" w:rsidRPr="00373DC4" w:rsidRDefault="00DB3B14"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DB3B14" w:rsidRPr="00373DC4" w:rsidRDefault="00DB3B14" w:rsidP="00D64E39">
            <w:pPr>
              <w:rPr>
                <w:rFonts w:ascii="Arial" w:hAnsi="Arial" w:cs="Arial"/>
                <w:sz w:val="20"/>
                <w:szCs w:val="20"/>
              </w:rPr>
            </w:pPr>
            <w:r w:rsidRPr="00B84CAC">
              <w:rPr>
                <w:rFonts w:ascii="Arial" w:hAnsi="Arial" w:cs="Arial"/>
                <w:b/>
                <w:bCs/>
                <w:color w:val="2E74B5"/>
                <w:w w:val="0"/>
              </w:rPr>
              <w:t>[</w:t>
            </w:r>
            <w:r>
              <w:rPr>
                <w:rFonts w:ascii="Arial" w:hAnsi="Arial" w:cs="Arial"/>
                <w:b/>
                <w:bCs/>
                <w:color w:val="2E74B5"/>
                <w:w w:val="0"/>
              </w:rPr>
              <w:t xml:space="preserve">  </w:t>
            </w:r>
            <w:r w:rsidRPr="00B84CAC">
              <w:rPr>
                <w:rFonts w:ascii="Arial" w:hAnsi="Arial" w:cs="Arial"/>
                <w:b/>
                <w:bCs/>
                <w:color w:val="2E74B5"/>
                <w:w w:val="0"/>
              </w:rPr>
              <w:t>]</w:t>
            </w:r>
          </w:p>
        </w:tc>
      </w:tr>
      <w:tr w:rsidR="00DB3B14" w:rsidRPr="00682DD7">
        <w:tc>
          <w:tcPr>
            <w:tcW w:w="4644"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DB3B14" w:rsidRPr="00C646D5" w:rsidRDefault="00DB3B14"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DB3B14" w:rsidRPr="00682DD7">
        <w:tc>
          <w:tcPr>
            <w:tcW w:w="4644" w:type="dxa"/>
          </w:tcPr>
          <w:p w:rsidR="00DB3B14" w:rsidRPr="003757A5" w:rsidRDefault="00DB3B14"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DB3B14" w:rsidRPr="003757A5" w:rsidRDefault="00DB3B14" w:rsidP="00D64E39">
            <w:pPr>
              <w:rPr>
                <w:rFonts w:ascii="Arial" w:hAnsi="Arial" w:cs="Arial"/>
                <w:sz w:val="20"/>
                <w:szCs w:val="20"/>
              </w:rPr>
            </w:pPr>
            <w:r w:rsidRPr="003757A5">
              <w:rPr>
                <w:rFonts w:ascii="Arial" w:hAnsi="Arial" w:cs="Arial"/>
                <w:sz w:val="20"/>
                <w:szCs w:val="20"/>
              </w:rPr>
              <w:br/>
            </w:r>
            <w:r w:rsidRPr="00F444E7">
              <w:rPr>
                <w:rFonts w:ascii="Arial" w:hAnsi="Arial" w:cs="Arial"/>
                <w:color w:val="000080"/>
                <w:sz w:val="20"/>
                <w:szCs w:val="20"/>
              </w:rPr>
              <w:t>[  ] Tak [  ]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DB3B14" w:rsidRPr="00EC3B3D" w:rsidRDefault="00DB3B14"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DB3B14" w:rsidRPr="00E650C1"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DB3B14" w:rsidRPr="00682DD7">
        <w:tc>
          <w:tcPr>
            <w:tcW w:w="4644" w:type="dxa"/>
          </w:tcPr>
          <w:p w:rsidR="00DB3B14" w:rsidRPr="00B42F8D" w:rsidRDefault="00DB3B14"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DB3B14" w:rsidRPr="00B42F8D" w:rsidRDefault="00DB3B14" w:rsidP="00D64E39">
            <w:pPr>
              <w:rPr>
                <w:rFonts w:ascii="Arial" w:hAnsi="Arial" w:cs="Arial"/>
                <w:b/>
                <w:bCs/>
                <w:w w:val="0"/>
                <w:sz w:val="20"/>
                <w:szCs w:val="20"/>
              </w:rPr>
            </w:pPr>
            <w:r w:rsidRPr="00B42F8D">
              <w:rPr>
                <w:rFonts w:ascii="Arial" w:hAnsi="Arial" w:cs="Arial"/>
                <w:b/>
                <w:bCs/>
                <w:w w:val="0"/>
                <w:sz w:val="20"/>
                <w:szCs w:val="20"/>
              </w:rPr>
              <w:t>Odpowiedź:</w:t>
            </w:r>
          </w:p>
        </w:tc>
      </w:tr>
      <w:tr w:rsidR="00DB3B14" w:rsidRPr="00682DD7">
        <w:tc>
          <w:tcPr>
            <w:tcW w:w="4644" w:type="dxa"/>
          </w:tcPr>
          <w:p w:rsidR="00DB3B14" w:rsidRPr="001E1BA7" w:rsidRDefault="00DB3B14"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DB3B14" w:rsidRPr="001E1BA7" w:rsidRDefault="00DB3B14"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DB3B14" w:rsidRPr="00682DD7">
        <w:tc>
          <w:tcPr>
            <w:tcW w:w="4644" w:type="dxa"/>
          </w:tcPr>
          <w:p w:rsidR="00DB3B14" w:rsidRPr="00C646D5" w:rsidRDefault="00DB3B14"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DB3B14" w:rsidRPr="00C646D5" w:rsidRDefault="00DB3B14"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DB3B14" w:rsidRPr="00916520" w:rsidRDefault="00DB3B14" w:rsidP="00916520">
      <w:pPr>
        <w:jc w:val="center"/>
        <w:rPr>
          <w:b/>
          <w:bCs/>
        </w:rPr>
      </w:pPr>
      <w:r w:rsidRPr="00916520">
        <w:rPr>
          <w:rFonts w:ascii="Arial" w:hAnsi="Arial" w:cs="Arial"/>
          <w:b/>
          <w:bCs/>
          <w:sz w:val="20"/>
          <w:szCs w:val="20"/>
        </w:rPr>
        <w:t>Część V: Ograniczanie liczby kwalifikujących się kandydatów</w:t>
      </w:r>
    </w:p>
    <w:p w:rsidR="00DB3B14" w:rsidRPr="000342FD" w:rsidRDefault="00DB3B14"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DB3B14" w:rsidRPr="00682DD7" w:rsidRDefault="00DB3B14"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DB3B14" w:rsidRPr="00682DD7">
        <w:tc>
          <w:tcPr>
            <w:tcW w:w="4644" w:type="dxa"/>
          </w:tcPr>
          <w:p w:rsidR="00DB3B14" w:rsidRPr="009A41A4" w:rsidRDefault="00DB3B14"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DB3B14" w:rsidRPr="009A41A4" w:rsidRDefault="00DB3B14" w:rsidP="00D64E39">
            <w:pPr>
              <w:rPr>
                <w:rFonts w:ascii="Arial" w:hAnsi="Arial" w:cs="Arial"/>
                <w:b/>
                <w:bCs/>
                <w:w w:val="0"/>
                <w:sz w:val="20"/>
                <w:szCs w:val="20"/>
              </w:rPr>
            </w:pPr>
            <w:r w:rsidRPr="009A41A4">
              <w:rPr>
                <w:rFonts w:ascii="Arial" w:hAnsi="Arial" w:cs="Arial"/>
                <w:b/>
                <w:bCs/>
                <w:w w:val="0"/>
                <w:sz w:val="20"/>
                <w:szCs w:val="20"/>
              </w:rPr>
              <w:t>Odpowiedź:</w:t>
            </w:r>
          </w:p>
        </w:tc>
      </w:tr>
      <w:tr w:rsidR="00DB3B14" w:rsidRPr="00682DD7">
        <w:tc>
          <w:tcPr>
            <w:tcW w:w="4644" w:type="dxa"/>
          </w:tcPr>
          <w:p w:rsidR="00DB3B14" w:rsidRPr="00C646D5" w:rsidRDefault="00DB3B14"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DB3B14" w:rsidRPr="00C646D5" w:rsidRDefault="00DB3B14"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DB3B14" w:rsidRPr="00682DD7" w:rsidRDefault="00DB3B14" w:rsidP="00F444E7">
      <w:pPr>
        <w:pStyle w:val="ChapterTitle"/>
        <w:spacing w:before="0" w:after="0"/>
        <w:rPr>
          <w:rFonts w:ascii="Arial" w:hAnsi="Arial" w:cs="Arial"/>
          <w:sz w:val="20"/>
          <w:szCs w:val="20"/>
        </w:rPr>
      </w:pPr>
      <w:r w:rsidRPr="00682DD7">
        <w:rPr>
          <w:rFonts w:ascii="Arial" w:hAnsi="Arial" w:cs="Arial"/>
          <w:sz w:val="20"/>
          <w:szCs w:val="20"/>
        </w:rPr>
        <w:t>Część VI: Oświadczenia końcowe</w:t>
      </w:r>
    </w:p>
    <w:p w:rsidR="00DB3B14" w:rsidRPr="00682DD7" w:rsidRDefault="00DB3B14" w:rsidP="00F444E7">
      <w:pPr>
        <w:spacing w:after="0" w:line="240" w:lineRule="auto"/>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DB3B14" w:rsidRPr="00682DD7" w:rsidRDefault="00DB3B14"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DB3B14" w:rsidRPr="00682DD7" w:rsidRDefault="00DB3B14"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DB3B14" w:rsidRPr="00682DD7" w:rsidRDefault="00DB3B14"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DB3B14" w:rsidRPr="008D1566" w:rsidRDefault="00DB3B14"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DB3B14" w:rsidRPr="008D1566"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DB3B14" w:rsidRPr="008D1566"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DB3B14" w:rsidRPr="008D1566"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DB3B14" w:rsidRPr="008D1566"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DB3B14" w:rsidRPr="008D1566"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DB3B14" w:rsidRDefault="00DB3B14"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DB3B14" w:rsidRDefault="00DB3B14" w:rsidP="00E64F56">
      <w:pPr>
        <w:spacing w:after="0"/>
        <w:ind w:right="-142"/>
        <w:jc w:val="both"/>
        <w:rPr>
          <w:rFonts w:ascii="Arial" w:hAnsi="Arial" w:cs="Arial"/>
          <w:b/>
          <w:bCs/>
          <w:i/>
          <w:iCs/>
          <w:color w:val="597089"/>
          <w:sz w:val="20"/>
          <w:szCs w:val="20"/>
        </w:rPr>
      </w:pPr>
      <w:r>
        <w:rPr>
          <w:rFonts w:ascii="Arial" w:hAnsi="Arial" w:cs="Arial"/>
          <w:b/>
          <w:bCs/>
          <w:i/>
          <w:iCs/>
          <w:color w:val="597089"/>
          <w:sz w:val="20"/>
          <w:szCs w:val="20"/>
        </w:rPr>
        <w:t xml:space="preserve"> </w:t>
      </w:r>
    </w:p>
    <w:p w:rsidR="00DB3B14" w:rsidRPr="00F444E7" w:rsidRDefault="00DB3B14" w:rsidP="00E64F56">
      <w:pPr>
        <w:spacing w:after="0"/>
        <w:ind w:right="-142"/>
        <w:jc w:val="both"/>
        <w:rPr>
          <w:rFonts w:ascii="Arial" w:hAnsi="Arial" w:cs="Arial"/>
          <w:sz w:val="20"/>
          <w:szCs w:val="20"/>
        </w:rPr>
      </w:pPr>
      <w:r w:rsidRPr="00115FD5">
        <w:rPr>
          <w:rFonts w:ascii="Arial" w:hAnsi="Arial" w:cs="Arial"/>
          <w:b/>
          <w:bCs/>
          <w:i/>
          <w:iCs/>
          <w:color w:val="597089"/>
          <w:sz w:val="20"/>
          <w:szCs w:val="20"/>
        </w:rPr>
        <w:t>___________________ ]</w:t>
      </w:r>
      <w:r w:rsidRPr="00115FD5">
        <w:rPr>
          <w:rFonts w:ascii="Arial" w:hAnsi="Arial" w:cs="Arial"/>
          <w:i/>
          <w:iCs/>
          <w:sz w:val="20"/>
          <w:szCs w:val="20"/>
        </w:rPr>
        <w:t xml:space="preserve"> </w:t>
      </w:r>
      <w:r w:rsidRPr="00F444E7">
        <w:rPr>
          <w:rFonts w:ascii="Arial" w:hAnsi="Arial" w:cs="Arial"/>
          <w:i/>
          <w:iCs/>
          <w:sz w:val="20"/>
          <w:szCs w:val="20"/>
        </w:rPr>
        <w:t xml:space="preserve">niniejszego jednolitego europejskiego dokumentu zamówienia, na potrzeby </w:t>
      </w:r>
    </w:p>
    <w:p w:rsidR="00DB3B14" w:rsidRPr="009078E0" w:rsidRDefault="00DB3B14" w:rsidP="00E64F56">
      <w:pPr>
        <w:pStyle w:val="NormalWeb"/>
        <w:spacing w:before="0" w:after="0"/>
        <w:ind w:firstLine="3"/>
        <w:rPr>
          <w:rFonts w:ascii="Arial" w:hAnsi="Arial" w:cs="Arial"/>
        </w:rPr>
      </w:pPr>
      <w:r w:rsidRPr="00F444E7">
        <w:rPr>
          <w:rFonts w:ascii="Arial" w:hAnsi="Arial" w:cs="Arial"/>
        </w:rPr>
        <w:t xml:space="preserve">[określić postępowanie o udzielenie zamówienia: </w:t>
      </w:r>
      <w:r w:rsidRPr="00F444E7">
        <w:rPr>
          <w:rFonts w:ascii="Arial" w:hAnsi="Arial" w:cs="Arial"/>
          <w:b/>
          <w:bCs/>
        </w:rPr>
        <w:t>Dostawy odczynników i wyrobów medycznych wraz z dzierżawą analizatora parametrów krytycznych na okres 2 lat</w:t>
      </w:r>
      <w:r w:rsidRPr="00F444E7">
        <w:rPr>
          <w:rFonts w:ascii="Arial" w:hAnsi="Arial" w:cs="Arial"/>
        </w:rPr>
        <w:t xml:space="preserve"> </w:t>
      </w:r>
      <w:r>
        <w:rPr>
          <w:rFonts w:ascii="Arial" w:hAnsi="Arial" w:cs="Arial"/>
          <w:i/>
          <w:iCs/>
        </w:rPr>
        <w:t xml:space="preserve">LAS-163/23-PN/1-2024.BS, </w:t>
      </w:r>
      <w:r w:rsidRPr="009078E0">
        <w:rPr>
          <w:rFonts w:ascii="Arial" w:hAnsi="Arial" w:cs="Arial"/>
          <w:i/>
          <w:iCs/>
        </w:rPr>
        <w:t xml:space="preserve">[Dz.U. </w:t>
      </w:r>
      <w:r w:rsidRPr="009078E0">
        <w:rPr>
          <w:rFonts w:ascii="Arial" w:hAnsi="Arial" w:cs="Arial"/>
        </w:rPr>
        <w:t>2024/S 26-77404 z dnia 06.02.2024 r.</w:t>
      </w:r>
    </w:p>
    <w:p w:rsidR="00DB3B14" w:rsidRDefault="00DB3B14" w:rsidP="00E64F56">
      <w:pPr>
        <w:jc w:val="both"/>
        <w:rPr>
          <w:rFonts w:ascii="Arial" w:hAnsi="Arial" w:cs="Arial"/>
          <w:b/>
          <w:bCs/>
          <w:sz w:val="18"/>
          <w:szCs w:val="18"/>
        </w:rPr>
      </w:pPr>
      <w:r w:rsidRPr="004C186F">
        <w:rPr>
          <w:rFonts w:ascii="Arial" w:hAnsi="Arial" w:cs="Arial"/>
          <w:b/>
          <w:bCs/>
          <w:sz w:val="18"/>
          <w:szCs w:val="18"/>
        </w:rPr>
        <w:t>Uwaga:</w:t>
      </w:r>
    </w:p>
    <w:p w:rsidR="00DB3B14" w:rsidRPr="00DF4744" w:rsidRDefault="00DB3B14"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DB3B14" w:rsidRDefault="00DB3B14"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DB3B14" w:rsidRDefault="00DB3B14" w:rsidP="004760CE">
      <w:pPr>
        <w:pStyle w:val="ListParagraph"/>
        <w:numPr>
          <w:ilvl w:val="0"/>
          <w:numId w:val="7"/>
        </w:numPr>
        <w:spacing w:before="240" w:after="0"/>
        <w:jc w:val="both"/>
        <w:rPr>
          <w:color w:val="000000"/>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i nie jest zobowiązany do  wypełniania  żadnej z pozostałych sekcji w części IV. Warunki  udziału w post</w:t>
      </w:r>
      <w:r>
        <w:rPr>
          <w:color w:val="000000"/>
          <w:sz w:val="20"/>
          <w:szCs w:val="20"/>
        </w:rPr>
        <w:t>ę</w:t>
      </w:r>
      <w:r w:rsidRPr="00055ACA">
        <w:rPr>
          <w:color w:val="000000"/>
          <w:sz w:val="20"/>
          <w:szCs w:val="20"/>
        </w:rPr>
        <w:t>powaniu zostały określone w pkt 3.4 rozdziału</w:t>
      </w:r>
      <w:r>
        <w:rPr>
          <w:color w:val="000000"/>
          <w:sz w:val="20"/>
          <w:szCs w:val="20"/>
        </w:rPr>
        <w:t xml:space="preserve"> </w:t>
      </w:r>
      <w:r w:rsidRPr="00055ACA">
        <w:rPr>
          <w:color w:val="000000"/>
          <w:sz w:val="20"/>
          <w:szCs w:val="20"/>
        </w:rPr>
        <w:t xml:space="preserve">VI SWZ – w stosunku do tych warunków w części IV JEDZ w sekcji α  składa </w:t>
      </w:r>
      <w:r>
        <w:rPr>
          <w:color w:val="000000"/>
          <w:sz w:val="20"/>
          <w:szCs w:val="20"/>
        </w:rPr>
        <w:t>się oświadczenie</w:t>
      </w:r>
      <w:r w:rsidRPr="00055ACA">
        <w:rPr>
          <w:color w:val="000000"/>
          <w:sz w:val="20"/>
          <w:szCs w:val="20"/>
        </w:rPr>
        <w:t>)</w:t>
      </w:r>
    </w:p>
    <w:p w:rsidR="00DB3B14" w:rsidRPr="00A17E53" w:rsidRDefault="00DB3B14"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DB3B14" w:rsidRPr="00C3242D" w:rsidRDefault="00DB3B14"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formularza JEDZ dostępna jest </w:t>
      </w:r>
      <w:r w:rsidRPr="00C3242D">
        <w:rPr>
          <w:rFonts w:ascii="Calibri" w:hAnsi="Calibri" w:cs="Calibri"/>
        </w:rPr>
        <w:t xml:space="preserve"> pod adresem:</w:t>
      </w:r>
    </w:p>
    <w:p w:rsidR="00DB3B14" w:rsidRPr="005B6BFC" w:rsidRDefault="00DB3B14"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p w:rsidR="00DB3B14" w:rsidRDefault="00DB3B14" w:rsidP="00D64E39">
      <w:pPr>
        <w:pStyle w:val="Akapitzlist1"/>
        <w:tabs>
          <w:tab w:val="left" w:pos="0"/>
        </w:tabs>
        <w:ind w:left="0"/>
        <w:jc w:val="both"/>
        <w:rPr>
          <w:rFonts w:ascii="Calibri" w:hAnsi="Calibri" w:cs="Calibri"/>
          <w:color w:val="2F5496"/>
          <w:lang w:eastAsia="en-GB"/>
        </w:rPr>
      </w:pPr>
    </w:p>
    <w:sectPr w:rsidR="00DB3B14"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B14" w:rsidRDefault="00DB3B14">
      <w:pPr>
        <w:spacing w:after="0" w:line="240" w:lineRule="auto"/>
      </w:pPr>
      <w:r>
        <w:separator/>
      </w:r>
    </w:p>
  </w:endnote>
  <w:endnote w:type="continuationSeparator" w:id="0">
    <w:p w:rsidR="00DB3B14" w:rsidRDefault="00DB3B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14" w:rsidRDefault="00DB3B14">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17</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DB3B14" w:rsidRDefault="00DB3B1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B14" w:rsidRDefault="00DB3B14">
      <w:pPr>
        <w:spacing w:after="0" w:line="240" w:lineRule="auto"/>
      </w:pPr>
      <w:r>
        <w:rPr>
          <w:color w:val="000000"/>
        </w:rPr>
        <w:separator/>
      </w:r>
    </w:p>
  </w:footnote>
  <w:footnote w:type="continuationSeparator" w:id="0">
    <w:p w:rsidR="00DB3B14" w:rsidRDefault="00DB3B14">
      <w:pPr>
        <w:spacing w:after="0" w:line="240" w:lineRule="auto"/>
      </w:pPr>
      <w:r>
        <w:continuationSeparator/>
      </w:r>
    </w:p>
  </w:footnote>
  <w:footnote w:id="1">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DB3B14" w:rsidRDefault="00DB3B14"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DB3B14" w:rsidRPr="003B6373" w:rsidRDefault="00DB3B14"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DB3B14" w:rsidRPr="003B6373" w:rsidRDefault="00DB3B14"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DB3B14" w:rsidRPr="003B6373" w:rsidRDefault="00DB3B14"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DB3B14" w:rsidRDefault="00DB3B14"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DB3B14" w:rsidRDefault="00DB3B14"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14" w:rsidRDefault="00DB3B14"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496B"/>
    <w:rsid w:val="000229C2"/>
    <w:rsid w:val="000342FD"/>
    <w:rsid w:val="00034F7C"/>
    <w:rsid w:val="00054509"/>
    <w:rsid w:val="00055ACA"/>
    <w:rsid w:val="00067D6A"/>
    <w:rsid w:val="00097364"/>
    <w:rsid w:val="000A6A99"/>
    <w:rsid w:val="000A7067"/>
    <w:rsid w:val="000B0DF1"/>
    <w:rsid w:val="000B7B4F"/>
    <w:rsid w:val="000C1076"/>
    <w:rsid w:val="000C2265"/>
    <w:rsid w:val="000D05EF"/>
    <w:rsid w:val="000D35EB"/>
    <w:rsid w:val="000D6A1D"/>
    <w:rsid w:val="000E00F2"/>
    <w:rsid w:val="000E5237"/>
    <w:rsid w:val="000E5E92"/>
    <w:rsid w:val="000F3A58"/>
    <w:rsid w:val="00100916"/>
    <w:rsid w:val="00112259"/>
    <w:rsid w:val="00112466"/>
    <w:rsid w:val="00115FD5"/>
    <w:rsid w:val="00122B78"/>
    <w:rsid w:val="001272AB"/>
    <w:rsid w:val="00130C9D"/>
    <w:rsid w:val="001439B8"/>
    <w:rsid w:val="00143FCC"/>
    <w:rsid w:val="00157841"/>
    <w:rsid w:val="001667E1"/>
    <w:rsid w:val="001732CA"/>
    <w:rsid w:val="001773FE"/>
    <w:rsid w:val="00185068"/>
    <w:rsid w:val="0019732B"/>
    <w:rsid w:val="001A4717"/>
    <w:rsid w:val="001E1BA7"/>
    <w:rsid w:val="001E6930"/>
    <w:rsid w:val="002020D4"/>
    <w:rsid w:val="00225176"/>
    <w:rsid w:val="00226F41"/>
    <w:rsid w:val="00237676"/>
    <w:rsid w:val="00241D7B"/>
    <w:rsid w:val="0024230A"/>
    <w:rsid w:val="00243519"/>
    <w:rsid w:val="00254245"/>
    <w:rsid w:val="002616AC"/>
    <w:rsid w:val="0027161B"/>
    <w:rsid w:val="00272EC9"/>
    <w:rsid w:val="00282C3E"/>
    <w:rsid w:val="00286D6D"/>
    <w:rsid w:val="00292F12"/>
    <w:rsid w:val="002A009A"/>
    <w:rsid w:val="002A2648"/>
    <w:rsid w:val="002B49F8"/>
    <w:rsid w:val="002B53B1"/>
    <w:rsid w:val="002C6FD4"/>
    <w:rsid w:val="002E7355"/>
    <w:rsid w:val="002F1651"/>
    <w:rsid w:val="0032211C"/>
    <w:rsid w:val="003254E1"/>
    <w:rsid w:val="00327EAF"/>
    <w:rsid w:val="00330C13"/>
    <w:rsid w:val="00333CD5"/>
    <w:rsid w:val="00334892"/>
    <w:rsid w:val="00341A82"/>
    <w:rsid w:val="00344658"/>
    <w:rsid w:val="00356950"/>
    <w:rsid w:val="00373DC4"/>
    <w:rsid w:val="003752F4"/>
    <w:rsid w:val="003757A5"/>
    <w:rsid w:val="00381805"/>
    <w:rsid w:val="003A21DE"/>
    <w:rsid w:val="003A6E38"/>
    <w:rsid w:val="003B4BE0"/>
    <w:rsid w:val="003B6373"/>
    <w:rsid w:val="003B6F34"/>
    <w:rsid w:val="003C6C1A"/>
    <w:rsid w:val="00425214"/>
    <w:rsid w:val="00430A51"/>
    <w:rsid w:val="00433BF7"/>
    <w:rsid w:val="004547E7"/>
    <w:rsid w:val="00455154"/>
    <w:rsid w:val="004760CE"/>
    <w:rsid w:val="00476C70"/>
    <w:rsid w:val="004A4522"/>
    <w:rsid w:val="004A7650"/>
    <w:rsid w:val="004A7AE1"/>
    <w:rsid w:val="004B5BF2"/>
    <w:rsid w:val="004C11B8"/>
    <w:rsid w:val="004C186F"/>
    <w:rsid w:val="004C2EF7"/>
    <w:rsid w:val="004C3064"/>
    <w:rsid w:val="004C314C"/>
    <w:rsid w:val="004D69B6"/>
    <w:rsid w:val="004E53B2"/>
    <w:rsid w:val="005014FC"/>
    <w:rsid w:val="00501D2D"/>
    <w:rsid w:val="0051752E"/>
    <w:rsid w:val="00526952"/>
    <w:rsid w:val="00526FFD"/>
    <w:rsid w:val="005329D3"/>
    <w:rsid w:val="00536ECE"/>
    <w:rsid w:val="00541B39"/>
    <w:rsid w:val="00544A0C"/>
    <w:rsid w:val="00561762"/>
    <w:rsid w:val="00563D87"/>
    <w:rsid w:val="005678A6"/>
    <w:rsid w:val="00581679"/>
    <w:rsid w:val="005A54FC"/>
    <w:rsid w:val="005B3B93"/>
    <w:rsid w:val="005B6BFC"/>
    <w:rsid w:val="005C4E12"/>
    <w:rsid w:val="005D594B"/>
    <w:rsid w:val="005D6CCB"/>
    <w:rsid w:val="005F45A0"/>
    <w:rsid w:val="00602FC5"/>
    <w:rsid w:val="006177D1"/>
    <w:rsid w:val="00624EAB"/>
    <w:rsid w:val="006765D1"/>
    <w:rsid w:val="00682DD7"/>
    <w:rsid w:val="00690436"/>
    <w:rsid w:val="00697519"/>
    <w:rsid w:val="006A114B"/>
    <w:rsid w:val="006D3917"/>
    <w:rsid w:val="006E374F"/>
    <w:rsid w:val="006F055A"/>
    <w:rsid w:val="0071395B"/>
    <w:rsid w:val="00713989"/>
    <w:rsid w:val="007359DF"/>
    <w:rsid w:val="0074342B"/>
    <w:rsid w:val="0075170F"/>
    <w:rsid w:val="00756EB5"/>
    <w:rsid w:val="0075718E"/>
    <w:rsid w:val="00783187"/>
    <w:rsid w:val="007A37BD"/>
    <w:rsid w:val="007A514F"/>
    <w:rsid w:val="007A5156"/>
    <w:rsid w:val="007C12EA"/>
    <w:rsid w:val="007C763C"/>
    <w:rsid w:val="007D4374"/>
    <w:rsid w:val="007D4A4A"/>
    <w:rsid w:val="007E041E"/>
    <w:rsid w:val="007F3023"/>
    <w:rsid w:val="007F4262"/>
    <w:rsid w:val="007F6117"/>
    <w:rsid w:val="008033DF"/>
    <w:rsid w:val="008046EC"/>
    <w:rsid w:val="00805625"/>
    <w:rsid w:val="00810976"/>
    <w:rsid w:val="008260B2"/>
    <w:rsid w:val="00836572"/>
    <w:rsid w:val="0087093A"/>
    <w:rsid w:val="00871A12"/>
    <w:rsid w:val="008739C8"/>
    <w:rsid w:val="008754AA"/>
    <w:rsid w:val="00896BB4"/>
    <w:rsid w:val="008B6D24"/>
    <w:rsid w:val="008C6FE4"/>
    <w:rsid w:val="008D08D4"/>
    <w:rsid w:val="008D1566"/>
    <w:rsid w:val="008E778A"/>
    <w:rsid w:val="00904482"/>
    <w:rsid w:val="009070B8"/>
    <w:rsid w:val="009078E0"/>
    <w:rsid w:val="00912AD6"/>
    <w:rsid w:val="00916520"/>
    <w:rsid w:val="00927735"/>
    <w:rsid w:val="00933B0C"/>
    <w:rsid w:val="00934D1A"/>
    <w:rsid w:val="00936D71"/>
    <w:rsid w:val="009466CB"/>
    <w:rsid w:val="009A41A4"/>
    <w:rsid w:val="009A41EF"/>
    <w:rsid w:val="009C68FE"/>
    <w:rsid w:val="009D2066"/>
    <w:rsid w:val="009E1BA5"/>
    <w:rsid w:val="009E7F7F"/>
    <w:rsid w:val="00A17E53"/>
    <w:rsid w:val="00A24EA8"/>
    <w:rsid w:val="00A33903"/>
    <w:rsid w:val="00A4699E"/>
    <w:rsid w:val="00A46EC6"/>
    <w:rsid w:val="00A530FB"/>
    <w:rsid w:val="00A7006B"/>
    <w:rsid w:val="00AC2981"/>
    <w:rsid w:val="00AD03E8"/>
    <w:rsid w:val="00AD54AE"/>
    <w:rsid w:val="00AE3D25"/>
    <w:rsid w:val="00AE7AD5"/>
    <w:rsid w:val="00B02A4E"/>
    <w:rsid w:val="00B150BB"/>
    <w:rsid w:val="00B151F2"/>
    <w:rsid w:val="00B20AB1"/>
    <w:rsid w:val="00B31A4A"/>
    <w:rsid w:val="00B34AA2"/>
    <w:rsid w:val="00B42F8D"/>
    <w:rsid w:val="00B463C1"/>
    <w:rsid w:val="00B53352"/>
    <w:rsid w:val="00B7785E"/>
    <w:rsid w:val="00B84CAC"/>
    <w:rsid w:val="00B904BE"/>
    <w:rsid w:val="00B933D2"/>
    <w:rsid w:val="00B943A4"/>
    <w:rsid w:val="00B94FDD"/>
    <w:rsid w:val="00BC37EA"/>
    <w:rsid w:val="00BD1507"/>
    <w:rsid w:val="00BE328C"/>
    <w:rsid w:val="00BE6A5A"/>
    <w:rsid w:val="00C000BD"/>
    <w:rsid w:val="00C00300"/>
    <w:rsid w:val="00C26646"/>
    <w:rsid w:val="00C3242D"/>
    <w:rsid w:val="00C32A45"/>
    <w:rsid w:val="00C32CB4"/>
    <w:rsid w:val="00C40943"/>
    <w:rsid w:val="00C514DE"/>
    <w:rsid w:val="00C52B99"/>
    <w:rsid w:val="00C646D5"/>
    <w:rsid w:val="00C87A0D"/>
    <w:rsid w:val="00C92E8E"/>
    <w:rsid w:val="00CA3241"/>
    <w:rsid w:val="00CB3AF0"/>
    <w:rsid w:val="00CD7277"/>
    <w:rsid w:val="00CE0858"/>
    <w:rsid w:val="00CF6FDD"/>
    <w:rsid w:val="00D034D0"/>
    <w:rsid w:val="00D03BEB"/>
    <w:rsid w:val="00D05B3F"/>
    <w:rsid w:val="00D05F2E"/>
    <w:rsid w:val="00D10EE7"/>
    <w:rsid w:val="00D12BCE"/>
    <w:rsid w:val="00D1354E"/>
    <w:rsid w:val="00D269E6"/>
    <w:rsid w:val="00D32C70"/>
    <w:rsid w:val="00D3653C"/>
    <w:rsid w:val="00D41F66"/>
    <w:rsid w:val="00D64E39"/>
    <w:rsid w:val="00D67A24"/>
    <w:rsid w:val="00D757D2"/>
    <w:rsid w:val="00D90059"/>
    <w:rsid w:val="00D90253"/>
    <w:rsid w:val="00DA14B1"/>
    <w:rsid w:val="00DB1020"/>
    <w:rsid w:val="00DB3B14"/>
    <w:rsid w:val="00DB413B"/>
    <w:rsid w:val="00DD328D"/>
    <w:rsid w:val="00DE11B1"/>
    <w:rsid w:val="00DE38B5"/>
    <w:rsid w:val="00DF217D"/>
    <w:rsid w:val="00DF4744"/>
    <w:rsid w:val="00E05BCF"/>
    <w:rsid w:val="00E1320D"/>
    <w:rsid w:val="00E265DD"/>
    <w:rsid w:val="00E26D85"/>
    <w:rsid w:val="00E3131B"/>
    <w:rsid w:val="00E45BC2"/>
    <w:rsid w:val="00E5643E"/>
    <w:rsid w:val="00E630D4"/>
    <w:rsid w:val="00E64F56"/>
    <w:rsid w:val="00E650C1"/>
    <w:rsid w:val="00E71C4C"/>
    <w:rsid w:val="00EB0C7B"/>
    <w:rsid w:val="00EB3DE4"/>
    <w:rsid w:val="00EC3B3D"/>
    <w:rsid w:val="00EC43C8"/>
    <w:rsid w:val="00EE1B70"/>
    <w:rsid w:val="00F26330"/>
    <w:rsid w:val="00F27E38"/>
    <w:rsid w:val="00F30549"/>
    <w:rsid w:val="00F34090"/>
    <w:rsid w:val="00F34C9B"/>
    <w:rsid w:val="00F41969"/>
    <w:rsid w:val="00F444E7"/>
    <w:rsid w:val="00F46C5E"/>
    <w:rsid w:val="00F47B97"/>
    <w:rsid w:val="00F51707"/>
    <w:rsid w:val="00F602D2"/>
    <w:rsid w:val="00F617E4"/>
    <w:rsid w:val="00F62408"/>
    <w:rsid w:val="00F6296E"/>
    <w:rsid w:val="00F71DF7"/>
    <w:rsid w:val="00F81762"/>
    <w:rsid w:val="00F937F0"/>
    <w:rsid w:val="00F9677C"/>
    <w:rsid w:val="00FA1DF7"/>
    <w:rsid w:val="00FB5E52"/>
    <w:rsid w:val="00FC2BF8"/>
    <w:rsid w:val="00FC39AB"/>
    <w:rsid w:val="00FC6199"/>
    <w:rsid w:val="00FD3793"/>
    <w:rsid w:val="00FD5E1E"/>
    <w:rsid w:val="00FE045A"/>
    <w:rsid w:val="00FE3B65"/>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ZnakZnak">
    <w:name w:val="Znak Znak Znak Znak Znak"/>
    <w:basedOn w:val="Normal"/>
    <w:uiPriority w:val="99"/>
    <w:rsid w:val="007C763C"/>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006660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17</Pages>
  <Words>4947</Words>
  <Characters>29683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Bszczepanek</cp:lastModifiedBy>
  <cp:revision>12</cp:revision>
  <cp:lastPrinted>2024-02-06T11:47:00Z</cp:lastPrinted>
  <dcterms:created xsi:type="dcterms:W3CDTF">2023-07-18T10:00:00Z</dcterms:created>
  <dcterms:modified xsi:type="dcterms:W3CDTF">2024-02-06T11:47:00Z</dcterms:modified>
</cp:coreProperties>
</file>