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68EDF" w14:textId="131E73A1" w:rsidR="00AE0F40" w:rsidRDefault="001166A4" w:rsidP="00AE0F40">
      <w:pPr>
        <w:jc w:val="right"/>
      </w:pPr>
      <w:r>
        <w:t>Załącznik nr 4 do wzoru umowy</w:t>
      </w:r>
    </w:p>
    <w:p w14:paraId="2453ABB9" w14:textId="77777777" w:rsidR="00AE0F40" w:rsidRDefault="00AE0F40" w:rsidP="00AE0F40">
      <w:pPr>
        <w:jc w:val="right"/>
      </w:pPr>
    </w:p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28"/>
        <w:gridCol w:w="993"/>
        <w:gridCol w:w="850"/>
        <w:gridCol w:w="709"/>
        <w:gridCol w:w="425"/>
        <w:gridCol w:w="851"/>
        <w:gridCol w:w="141"/>
        <w:gridCol w:w="426"/>
        <w:gridCol w:w="283"/>
        <w:gridCol w:w="142"/>
        <w:gridCol w:w="992"/>
        <w:gridCol w:w="142"/>
        <w:gridCol w:w="425"/>
        <w:gridCol w:w="657"/>
        <w:gridCol w:w="2042"/>
      </w:tblGrid>
      <w:tr w:rsidR="00CE2BD9" w14:paraId="0DF7C252" w14:textId="77777777" w:rsidTr="00CF4D98">
        <w:trPr>
          <w:trHeight w:hRule="exact" w:val="1091"/>
        </w:trPr>
        <w:tc>
          <w:tcPr>
            <w:tcW w:w="4105" w:type="dxa"/>
            <w:gridSpan w:val="5"/>
            <w:tcBorders>
              <w:bottom w:val="single" w:sz="4" w:space="0" w:color="auto"/>
            </w:tcBorders>
            <w:vAlign w:val="bottom"/>
          </w:tcPr>
          <w:p w14:paraId="38EFA037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101" w:type="dxa"/>
            <w:gridSpan w:val="10"/>
            <w:vAlign w:val="bottom"/>
          </w:tcPr>
          <w:p w14:paraId="5BE226C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5B1A6674" w14:textId="77777777" w:rsidTr="00AE0F40">
        <w:trPr>
          <w:trHeight w:hRule="exact" w:val="342"/>
        </w:trPr>
        <w:tc>
          <w:tcPr>
            <w:tcW w:w="4105" w:type="dxa"/>
            <w:gridSpan w:val="5"/>
          </w:tcPr>
          <w:p w14:paraId="74E68593" w14:textId="77777777" w:rsidR="00CE2BD9" w:rsidRDefault="00AE0F40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pi</w:t>
            </w:r>
            <w:r w:rsidR="00CE2BD9">
              <w:rPr>
                <w:rFonts w:ascii="Arial" w:hAnsi="Arial"/>
                <w:sz w:val="16"/>
              </w:rPr>
              <w:t xml:space="preserve">eczęć </w:t>
            </w:r>
            <w:r>
              <w:rPr>
                <w:rFonts w:ascii="Arial" w:hAnsi="Arial"/>
                <w:sz w:val="16"/>
              </w:rPr>
              <w:t>jednostki organizacyjnej LP</w:t>
            </w:r>
          </w:p>
        </w:tc>
        <w:tc>
          <w:tcPr>
            <w:tcW w:w="6101" w:type="dxa"/>
            <w:gridSpan w:val="10"/>
          </w:tcPr>
          <w:p w14:paraId="4A9F44AC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153F2296" w14:textId="77777777" w:rsidTr="00AE0F40">
        <w:trPr>
          <w:trHeight w:hRule="exact" w:val="1600"/>
        </w:trPr>
        <w:tc>
          <w:tcPr>
            <w:tcW w:w="10206" w:type="dxa"/>
            <w:gridSpan w:val="15"/>
            <w:vAlign w:val="bottom"/>
          </w:tcPr>
          <w:p w14:paraId="1ED96688" w14:textId="77777777" w:rsidR="00CE2BD9" w:rsidRPr="00314211" w:rsidRDefault="00C96BA6" w:rsidP="00314211">
            <w:pPr>
              <w:spacing w:line="560" w:lineRule="exact"/>
              <w:ind w:left="-57" w:right="-57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B71FDA">
              <w:rPr>
                <w:rFonts w:ascii="Arial" w:hAnsi="Arial"/>
                <w:b/>
                <w:sz w:val="40"/>
                <w:szCs w:val="40"/>
              </w:rPr>
              <w:t xml:space="preserve">WEWNĘTRZNY </w:t>
            </w:r>
            <w:r w:rsidR="00CE2BD9" w:rsidRPr="00B71FDA">
              <w:rPr>
                <w:rFonts w:ascii="Arial" w:hAnsi="Arial"/>
                <w:b/>
                <w:sz w:val="40"/>
                <w:szCs w:val="40"/>
              </w:rPr>
              <w:t>DZIENNIK BUDOWY</w:t>
            </w:r>
            <w:r w:rsidR="00AE0F40" w:rsidRPr="00B71FDA">
              <w:rPr>
                <w:rFonts w:ascii="Arial" w:hAnsi="Arial"/>
                <w:b/>
                <w:sz w:val="40"/>
                <w:szCs w:val="40"/>
              </w:rPr>
              <w:t xml:space="preserve"> </w:t>
            </w:r>
            <w:r w:rsidR="00BF3B96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1</w:t>
            </w:r>
            <w:r w:rsidR="00254B6A" w:rsidRPr="00B71FDA">
              <w:rPr>
                <w:rFonts w:ascii="Arial" w:hAnsi="Arial"/>
                <w:b/>
                <w:sz w:val="40"/>
                <w:szCs w:val="40"/>
                <w:vertAlign w:val="superscript"/>
              </w:rPr>
              <w:t>)</w:t>
            </w:r>
          </w:p>
        </w:tc>
      </w:tr>
      <w:tr w:rsidR="00CE2BD9" w14:paraId="566C0FB2" w14:textId="77777777" w:rsidTr="00AE0F40">
        <w:trPr>
          <w:trHeight w:hRule="exact" w:val="760"/>
        </w:trPr>
        <w:tc>
          <w:tcPr>
            <w:tcW w:w="3680" w:type="dxa"/>
            <w:gridSpan w:val="4"/>
            <w:vAlign w:val="bottom"/>
          </w:tcPr>
          <w:p w14:paraId="321E8A4B" w14:textId="77777777" w:rsidR="00CE2BD9" w:rsidRPr="00B71FDA" w:rsidRDefault="00AE0F40" w:rsidP="00AE0F40">
            <w:pPr>
              <w:pStyle w:val="Nagwek1"/>
              <w:spacing w:line="460" w:lineRule="exact"/>
              <w:rPr>
                <w:sz w:val="32"/>
                <w:szCs w:val="32"/>
              </w:rPr>
            </w:pPr>
            <w:r w:rsidRPr="00B71FDA">
              <w:rPr>
                <w:sz w:val="32"/>
                <w:szCs w:val="32"/>
              </w:rPr>
              <w:t>N</w:t>
            </w:r>
            <w:r w:rsidR="00CE2BD9" w:rsidRPr="00B71FDA">
              <w:rPr>
                <w:sz w:val="32"/>
                <w:szCs w:val="32"/>
              </w:rPr>
              <w:t>R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14:paraId="58AC22C1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EBE3934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/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14:paraId="42A559BB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Courier New" w:hAnsi="Courier New"/>
                <w:b/>
                <w:sz w:val="32"/>
                <w:szCs w:val="32"/>
              </w:rPr>
            </w:pPr>
          </w:p>
        </w:tc>
        <w:tc>
          <w:tcPr>
            <w:tcW w:w="3266" w:type="dxa"/>
            <w:gridSpan w:val="4"/>
            <w:vAlign w:val="bottom"/>
          </w:tcPr>
          <w:p w14:paraId="5C702C9B" w14:textId="77777777" w:rsidR="00CE2BD9" w:rsidRPr="00B71FDA" w:rsidRDefault="00CE2BD9" w:rsidP="00AE0F40">
            <w:pPr>
              <w:spacing w:line="440" w:lineRule="exact"/>
              <w:ind w:left="-57" w:right="-57"/>
              <w:rPr>
                <w:rFonts w:ascii="Arial" w:hAnsi="Arial"/>
                <w:b/>
                <w:sz w:val="32"/>
                <w:szCs w:val="32"/>
              </w:rPr>
            </w:pPr>
            <w:r w:rsidRPr="00B71FDA">
              <w:rPr>
                <w:rFonts w:ascii="Arial" w:hAnsi="Arial"/>
                <w:b/>
                <w:sz w:val="32"/>
                <w:szCs w:val="32"/>
              </w:rPr>
              <w:t>r.</w:t>
            </w:r>
          </w:p>
        </w:tc>
      </w:tr>
      <w:tr w:rsidR="00CE2BD9" w14:paraId="2907BB82" w14:textId="77777777" w:rsidTr="00AE0F40">
        <w:trPr>
          <w:trHeight w:hRule="exact" w:val="760"/>
        </w:trPr>
        <w:tc>
          <w:tcPr>
            <w:tcW w:w="4956" w:type="dxa"/>
            <w:gridSpan w:val="6"/>
            <w:vAlign w:val="bottom"/>
          </w:tcPr>
          <w:p w14:paraId="0AA31442" w14:textId="77777777" w:rsidR="00CE2BD9" w:rsidRPr="00B71FDA" w:rsidRDefault="00CE2BD9" w:rsidP="00AE0F40">
            <w:pPr>
              <w:pStyle w:val="Nagwek2"/>
              <w:jc w:val="right"/>
              <w:rPr>
                <w:sz w:val="28"/>
                <w:szCs w:val="28"/>
              </w:rPr>
            </w:pPr>
            <w:r w:rsidRPr="00B71FDA">
              <w:rPr>
                <w:sz w:val="28"/>
                <w:szCs w:val="28"/>
              </w:rPr>
              <w:t>wydany dnia</w:t>
            </w:r>
          </w:p>
        </w:tc>
        <w:tc>
          <w:tcPr>
            <w:tcW w:w="2126" w:type="dxa"/>
            <w:gridSpan w:val="6"/>
            <w:tcBorders>
              <w:bottom w:val="single" w:sz="4" w:space="0" w:color="auto"/>
            </w:tcBorders>
            <w:vAlign w:val="bottom"/>
          </w:tcPr>
          <w:p w14:paraId="2D4CCD5E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Courier New" w:hAnsi="Courier New"/>
                <w:sz w:val="28"/>
                <w:szCs w:val="28"/>
              </w:rPr>
            </w:pPr>
            <w:r w:rsidRPr="00B71FDA">
              <w:rPr>
                <w:rFonts w:ascii="Courier New" w:hAnsi="Courier New"/>
                <w:sz w:val="28"/>
                <w:szCs w:val="28"/>
              </w:rPr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0" w:name="Tekst1"/>
            <w:r w:rsidRPr="00B71FDA">
              <w:rPr>
                <w:rFonts w:ascii="Courier New" w:hAnsi="Courier New"/>
                <w:sz w:val="28"/>
                <w:szCs w:val="28"/>
              </w:rPr>
              <w:instrText xml:space="preserve"> FORMTEXT </w:instrText>
            </w:r>
            <w:r w:rsidRPr="00B71FDA">
              <w:rPr>
                <w:rFonts w:ascii="Courier New" w:hAnsi="Courier New"/>
                <w:sz w:val="28"/>
                <w:szCs w:val="28"/>
              </w:rPr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separate"/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noProof/>
                <w:sz w:val="28"/>
                <w:szCs w:val="28"/>
              </w:rPr>
              <w:t> </w:t>
            </w:r>
            <w:r w:rsidRPr="00B71FDA">
              <w:rPr>
                <w:rFonts w:ascii="Courier New" w:hAnsi="Courier New"/>
                <w:sz w:val="28"/>
                <w:szCs w:val="28"/>
              </w:rPr>
              <w:fldChar w:fldCharType="end"/>
            </w:r>
            <w:bookmarkEnd w:id="0"/>
          </w:p>
        </w:tc>
        <w:tc>
          <w:tcPr>
            <w:tcW w:w="3124" w:type="dxa"/>
            <w:gridSpan w:val="3"/>
            <w:vAlign w:val="bottom"/>
          </w:tcPr>
          <w:p w14:paraId="766F5B1F" w14:textId="77777777" w:rsidR="00CE2BD9" w:rsidRPr="00B71FDA" w:rsidRDefault="00CE2BD9" w:rsidP="00AE0F40">
            <w:pPr>
              <w:spacing w:line="360" w:lineRule="exact"/>
              <w:ind w:left="-57" w:right="-57"/>
              <w:rPr>
                <w:rFonts w:ascii="Arial" w:hAnsi="Arial"/>
                <w:sz w:val="28"/>
                <w:szCs w:val="28"/>
              </w:rPr>
            </w:pPr>
            <w:r w:rsidRPr="00B71FDA">
              <w:rPr>
                <w:rFonts w:ascii="Arial" w:hAnsi="Arial"/>
                <w:sz w:val="28"/>
                <w:szCs w:val="28"/>
              </w:rPr>
              <w:t>r.</w:t>
            </w:r>
          </w:p>
        </w:tc>
      </w:tr>
      <w:tr w:rsidR="00CE2BD9" w14:paraId="32C3DAE7" w14:textId="77777777" w:rsidTr="00AE0F40">
        <w:trPr>
          <w:trHeight w:hRule="exact" w:val="136"/>
        </w:trPr>
        <w:tc>
          <w:tcPr>
            <w:tcW w:w="10206" w:type="dxa"/>
            <w:gridSpan w:val="15"/>
          </w:tcPr>
          <w:p w14:paraId="28B13ED3" w14:textId="77777777" w:rsidR="00CE2BD9" w:rsidRDefault="00CE2BD9" w:rsidP="00AE0F40">
            <w:pPr>
              <w:pStyle w:val="Nagwek3"/>
              <w:rPr>
                <w:sz w:val="24"/>
              </w:rPr>
            </w:pPr>
          </w:p>
        </w:tc>
      </w:tr>
      <w:tr w:rsidR="00CE2BD9" w14:paraId="7E14D3BE" w14:textId="77777777" w:rsidTr="00AE0F40">
        <w:trPr>
          <w:trHeight w:hRule="exact" w:val="1000"/>
        </w:trPr>
        <w:tc>
          <w:tcPr>
            <w:tcW w:w="1128" w:type="dxa"/>
            <w:vAlign w:val="bottom"/>
          </w:tcPr>
          <w:p w14:paraId="1EB196E1" w14:textId="77777777" w:rsidR="00CE2BD9" w:rsidRDefault="002B6283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Inwestor/</w:t>
            </w:r>
            <w:bookmarkStart w:id="1" w:name="Tekst3"/>
          </w:p>
        </w:tc>
        <w:bookmarkEnd w:id="1"/>
        <w:tc>
          <w:tcPr>
            <w:tcW w:w="9078" w:type="dxa"/>
            <w:gridSpan w:val="14"/>
            <w:tcBorders>
              <w:bottom w:val="single" w:sz="4" w:space="0" w:color="auto"/>
            </w:tcBorders>
            <w:vAlign w:val="bottom"/>
          </w:tcPr>
          <w:p w14:paraId="1DF5E9BE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6D98F317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000C294C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2" w:name="Tekst4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2"/>
          </w:p>
        </w:tc>
      </w:tr>
      <w:tr w:rsidR="00CE2BD9" w14:paraId="4388A7E7" w14:textId="77777777" w:rsidTr="00AE0F40">
        <w:trPr>
          <w:trHeight w:hRule="exact" w:val="1000"/>
        </w:trPr>
        <w:tc>
          <w:tcPr>
            <w:tcW w:w="2121" w:type="dxa"/>
            <w:gridSpan w:val="2"/>
            <w:vAlign w:val="bottom"/>
          </w:tcPr>
          <w:p w14:paraId="1FB2B930" w14:textId="77777777" w:rsidR="00CE2BD9" w:rsidRDefault="00B003FC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bookmarkStart w:id="3" w:name="Tekst5"/>
            <w:r>
              <w:rPr>
                <w:rFonts w:ascii="Arial" w:hAnsi="Arial"/>
                <w:sz w:val="24"/>
              </w:rPr>
              <w:t>Zadanie</w:t>
            </w:r>
            <w:r w:rsidR="00CE2BD9">
              <w:rPr>
                <w:rFonts w:ascii="Arial" w:hAnsi="Arial"/>
                <w:sz w:val="24"/>
              </w:rPr>
              <w:t>/rodzaj</w:t>
            </w:r>
          </w:p>
        </w:tc>
        <w:bookmarkEnd w:id="3"/>
        <w:tc>
          <w:tcPr>
            <w:tcW w:w="8085" w:type="dxa"/>
            <w:gridSpan w:val="13"/>
            <w:tcBorders>
              <w:bottom w:val="single" w:sz="4" w:space="0" w:color="auto"/>
            </w:tcBorders>
            <w:vAlign w:val="bottom"/>
          </w:tcPr>
          <w:p w14:paraId="2677230E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08FBC5E9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6C9E1E4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4" w:name="Tekst6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4"/>
          </w:p>
        </w:tc>
      </w:tr>
      <w:tr w:rsidR="00CE2BD9" w14:paraId="258516B9" w14:textId="77777777" w:rsidTr="00AE0F40">
        <w:trPr>
          <w:trHeight w:hRule="exact" w:val="1000"/>
        </w:trPr>
        <w:tc>
          <w:tcPr>
            <w:tcW w:w="2971" w:type="dxa"/>
            <w:gridSpan w:val="3"/>
            <w:vAlign w:val="bottom"/>
          </w:tcPr>
          <w:p w14:paraId="3DE43FE8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</w:t>
            </w:r>
            <w:bookmarkStart w:id="5" w:name="Tekst7"/>
            <w:r>
              <w:rPr>
                <w:rFonts w:ascii="Arial" w:hAnsi="Arial"/>
                <w:sz w:val="24"/>
              </w:rPr>
              <w:t xml:space="preserve">dres budowy </w:t>
            </w:r>
          </w:p>
        </w:tc>
        <w:bookmarkEnd w:id="5"/>
        <w:tc>
          <w:tcPr>
            <w:tcW w:w="7235" w:type="dxa"/>
            <w:gridSpan w:val="12"/>
            <w:tcBorders>
              <w:bottom w:val="single" w:sz="4" w:space="0" w:color="auto"/>
            </w:tcBorders>
            <w:vAlign w:val="bottom"/>
          </w:tcPr>
          <w:p w14:paraId="78746CF6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  <w:b/>
                <w:sz w:val="28"/>
                <w:szCs w:val="28"/>
              </w:rPr>
            </w:pPr>
          </w:p>
        </w:tc>
      </w:tr>
      <w:tr w:rsidR="00CE2BD9" w14:paraId="1EB39289" w14:textId="77777777" w:rsidTr="00AE0F40">
        <w:trPr>
          <w:trHeight w:hRule="exact" w:val="4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7DC58CB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" w:name="Tekst8"/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  <w:bookmarkEnd w:id="6"/>
          </w:p>
        </w:tc>
      </w:tr>
      <w:tr w:rsidR="00CE2BD9" w14:paraId="16CD1226" w14:textId="77777777" w:rsidTr="00AE0F40">
        <w:trPr>
          <w:trHeight w:hRule="exact" w:val="1240"/>
        </w:trPr>
        <w:tc>
          <w:tcPr>
            <w:tcW w:w="5097" w:type="dxa"/>
            <w:gridSpan w:val="7"/>
            <w:vAlign w:val="bottom"/>
          </w:tcPr>
          <w:p w14:paraId="6A094DA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Zgłoszenie</w:t>
            </w:r>
            <w:r w:rsidR="00AE0F40">
              <w:rPr>
                <w:rFonts w:ascii="Arial" w:hAnsi="Arial"/>
                <w:sz w:val="24"/>
              </w:rPr>
              <w:t xml:space="preserve"> robót niewymagających pozwolenia na budowę</w:t>
            </w:r>
            <w:r w:rsidR="00552856">
              <w:rPr>
                <w:rFonts w:ascii="Arial" w:hAnsi="Arial"/>
                <w:sz w:val="24"/>
              </w:rPr>
              <w:t>*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851" w:type="dxa"/>
            <w:gridSpan w:val="3"/>
            <w:vAlign w:val="bottom"/>
          </w:tcPr>
          <w:p w14:paraId="01F4451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 dnia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14:paraId="130AC219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657" w:type="dxa"/>
            <w:vAlign w:val="bottom"/>
          </w:tcPr>
          <w:p w14:paraId="1EC4E48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r. Nr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vAlign w:val="bottom"/>
          </w:tcPr>
          <w:p w14:paraId="0280807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4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rPr>
                <w:rFonts w:ascii="Courier New" w:hAnsi="Courier New"/>
                <w:sz w:val="24"/>
              </w:rPr>
              <w:instrText xml:space="preserve"> FORMTEXT </w:instrText>
            </w:r>
            <w:r>
              <w:rPr>
                <w:rFonts w:ascii="Courier New" w:hAnsi="Courier New"/>
                <w:sz w:val="24"/>
              </w:rPr>
            </w:r>
            <w:r>
              <w:rPr>
                <w:rFonts w:ascii="Courier New" w:hAnsi="Courier New"/>
                <w:sz w:val="24"/>
              </w:rPr>
              <w:fldChar w:fldCharType="separate"/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noProof/>
                <w:sz w:val="24"/>
              </w:rPr>
              <w:t> </w:t>
            </w:r>
            <w:r>
              <w:rPr>
                <w:rFonts w:ascii="Courier New" w:hAnsi="Courier New"/>
                <w:sz w:val="24"/>
              </w:rPr>
              <w:fldChar w:fldCharType="end"/>
            </w:r>
          </w:p>
        </w:tc>
      </w:tr>
      <w:tr w:rsidR="00CE2BD9" w14:paraId="6AF13936" w14:textId="77777777" w:rsidTr="00C96BA6">
        <w:trPr>
          <w:trHeight w:hRule="exact" w:val="1079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543E092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0273ECE8" w14:textId="77777777" w:rsidTr="00AE0F40">
        <w:trPr>
          <w:trHeight w:hRule="exact" w:val="1495"/>
        </w:trPr>
        <w:tc>
          <w:tcPr>
            <w:tcW w:w="10206" w:type="dxa"/>
            <w:gridSpan w:val="15"/>
            <w:vAlign w:val="center"/>
          </w:tcPr>
          <w:p w14:paraId="432CC0FB" w14:textId="77777777" w:rsidR="00CE2BD9" w:rsidRPr="00BF3B96" w:rsidRDefault="00254B6A" w:rsidP="00AE0F40">
            <w:pPr>
              <w:spacing w:line="20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  <w:r w:rsidR="00CE2BD9" w:rsidRPr="00BF3B96">
              <w:rPr>
                <w:rFonts w:ascii="Arial" w:hAnsi="Arial"/>
              </w:rPr>
              <w:t xml:space="preserve"> </w:t>
            </w:r>
            <w:r w:rsidR="00BF3B96" w:rsidRPr="00BF3B96">
              <w:rPr>
                <w:rFonts w:ascii="Arial" w:hAnsi="Arial"/>
              </w:rPr>
              <w:t>Wewnętrzny d</w:t>
            </w:r>
            <w:r w:rsidR="00CE2BD9" w:rsidRPr="00BF3B96">
              <w:rPr>
                <w:rFonts w:ascii="Arial" w:hAnsi="Arial"/>
              </w:rPr>
              <w:t xml:space="preserve">ziennik </w:t>
            </w:r>
            <w:r w:rsidR="00BF3B96" w:rsidRPr="00BF3B96">
              <w:rPr>
                <w:rFonts w:ascii="Arial" w:hAnsi="Arial"/>
              </w:rPr>
              <w:t>b</w:t>
            </w:r>
            <w:r w:rsidR="00CE2BD9" w:rsidRPr="00BF3B96">
              <w:rPr>
                <w:rFonts w:ascii="Arial" w:hAnsi="Arial"/>
              </w:rPr>
              <w:t>udowy ma zastosowanie również do robót rozbiórkowych, montażowych i specjalnych</w:t>
            </w:r>
          </w:p>
          <w:p w14:paraId="26F43A79" w14:textId="77777777" w:rsidR="00CE2BD9" w:rsidRPr="00BF3B96" w:rsidRDefault="00CE2BD9" w:rsidP="005B289D">
            <w:pPr>
              <w:spacing w:line="276" w:lineRule="auto"/>
              <w:ind w:left="-57" w:right="-57"/>
              <w:rPr>
                <w:rFonts w:ascii="Arial" w:hAnsi="Arial"/>
              </w:rPr>
            </w:pPr>
          </w:p>
        </w:tc>
      </w:tr>
    </w:tbl>
    <w:p w14:paraId="3454358E" w14:textId="77777777" w:rsidR="00CF4D98" w:rsidRDefault="00CF4D98">
      <w:r>
        <w:br w:type="page"/>
      </w:r>
    </w:p>
    <w:p w14:paraId="1D97680D" w14:textId="77777777" w:rsidR="00BF3B96" w:rsidRDefault="00BF3B96"/>
    <w:p w14:paraId="547F6E92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0"/>
        <w:gridCol w:w="460"/>
        <w:gridCol w:w="1382"/>
        <w:gridCol w:w="142"/>
        <w:gridCol w:w="1134"/>
        <w:gridCol w:w="177"/>
        <w:gridCol w:w="248"/>
        <w:gridCol w:w="142"/>
        <w:gridCol w:w="284"/>
        <w:gridCol w:w="601"/>
        <w:gridCol w:w="284"/>
        <w:gridCol w:w="249"/>
        <w:gridCol w:w="141"/>
        <w:gridCol w:w="284"/>
        <w:gridCol w:w="35"/>
        <w:gridCol w:w="248"/>
        <w:gridCol w:w="466"/>
        <w:gridCol w:w="952"/>
        <w:gridCol w:w="749"/>
        <w:gridCol w:w="101"/>
        <w:gridCol w:w="284"/>
        <w:gridCol w:w="1316"/>
        <w:gridCol w:w="107"/>
      </w:tblGrid>
      <w:tr w:rsidR="00BF3B96" w14:paraId="670E3DBC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37C1CB8E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4"/>
            <w:vAlign w:val="bottom"/>
          </w:tcPr>
          <w:p w14:paraId="20AACB5F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bottom"/>
          </w:tcPr>
          <w:p w14:paraId="5348CB9C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2AB8002E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vAlign w:val="bottom"/>
          </w:tcPr>
          <w:p w14:paraId="6FEBBCC0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41B4FC00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5734555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gridSpan w:val="3"/>
            <w:vAlign w:val="bottom"/>
          </w:tcPr>
          <w:p w14:paraId="0DBB573B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033BDF0D" w14:textId="77777777" w:rsidTr="00AE0F40">
        <w:trPr>
          <w:trHeight w:hRule="exact" w:val="160"/>
        </w:trPr>
        <w:tc>
          <w:tcPr>
            <w:tcW w:w="10206" w:type="dxa"/>
            <w:gridSpan w:val="23"/>
            <w:tcBorders>
              <w:bottom w:val="single" w:sz="4" w:space="0" w:color="auto"/>
            </w:tcBorders>
            <w:vAlign w:val="bottom"/>
          </w:tcPr>
          <w:p w14:paraId="28634431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398D8844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2AE8A1A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A. Wykonawca</w:t>
            </w:r>
          </w:p>
        </w:tc>
      </w:tr>
      <w:tr w:rsidR="00CE2BD9" w14:paraId="5536834B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05B15CF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004835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6D35FA7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4AD7D5E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0E6AEFAB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2757B5C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6AE66657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23F114E3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2BB16E9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5F6E591F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377932E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3FA1F80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43B5A61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2AB0E5D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8530359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275DE94F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58CC368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2D545659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1781597E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3B775FEA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03B45F9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3)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39C44A7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3A6AC2C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2CBF2190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B780209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6DA75C3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488A6DE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01A6CD07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7714290E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1DB0EE6" w14:textId="77777777" w:rsidTr="00AE0F40">
        <w:trPr>
          <w:trHeight w:hRule="exact" w:val="320"/>
        </w:trPr>
        <w:tc>
          <w:tcPr>
            <w:tcW w:w="420" w:type="dxa"/>
            <w:vAlign w:val="bottom"/>
          </w:tcPr>
          <w:p w14:paraId="25F2F3B4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4)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vAlign w:val="bottom"/>
          </w:tcPr>
          <w:p w14:paraId="747C117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25" w:type="dxa"/>
            <w:gridSpan w:val="2"/>
            <w:vAlign w:val="bottom"/>
          </w:tcPr>
          <w:p w14:paraId="56B6CA3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6243" w:type="dxa"/>
            <w:gridSpan w:val="16"/>
            <w:tcBorders>
              <w:bottom w:val="single" w:sz="4" w:space="0" w:color="auto"/>
            </w:tcBorders>
            <w:vAlign w:val="bottom"/>
          </w:tcPr>
          <w:p w14:paraId="3D794F1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1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3EE7F6E" w14:textId="77777777" w:rsidTr="00AE0F40">
        <w:trPr>
          <w:trHeight w:hRule="exact" w:val="220"/>
        </w:trPr>
        <w:tc>
          <w:tcPr>
            <w:tcW w:w="420" w:type="dxa"/>
            <w:vAlign w:val="bottom"/>
          </w:tcPr>
          <w:p w14:paraId="7BD77195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3118" w:type="dxa"/>
            <w:gridSpan w:val="4"/>
            <w:vAlign w:val="bottom"/>
          </w:tcPr>
          <w:p w14:paraId="132D4DDA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4C106D4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6243" w:type="dxa"/>
            <w:gridSpan w:val="16"/>
            <w:vAlign w:val="bottom"/>
          </w:tcPr>
          <w:p w14:paraId="2D3C0DE9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(adres)</w:t>
            </w:r>
          </w:p>
        </w:tc>
      </w:tr>
      <w:tr w:rsidR="00CE2BD9" w14:paraId="7ED2B44A" w14:textId="77777777" w:rsidTr="00AE0F40">
        <w:trPr>
          <w:trHeight w:hRule="exact" w:val="320"/>
        </w:trPr>
        <w:tc>
          <w:tcPr>
            <w:tcW w:w="2262" w:type="dxa"/>
            <w:gridSpan w:val="3"/>
            <w:vAlign w:val="bottom"/>
          </w:tcPr>
          <w:p w14:paraId="1F9B8C5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B. Kierownik budowy</w:t>
            </w:r>
          </w:p>
        </w:tc>
        <w:tc>
          <w:tcPr>
            <w:tcW w:w="7944" w:type="dxa"/>
            <w:gridSpan w:val="20"/>
            <w:tcBorders>
              <w:bottom w:val="single" w:sz="4" w:space="0" w:color="auto"/>
            </w:tcBorders>
            <w:vAlign w:val="bottom"/>
          </w:tcPr>
          <w:p w14:paraId="2D64606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</w:tr>
      <w:tr w:rsidR="00CE2BD9" w14:paraId="2009401E" w14:textId="77777777" w:rsidTr="00AE0F40">
        <w:trPr>
          <w:trHeight w:hRule="exact" w:val="320"/>
        </w:trPr>
        <w:tc>
          <w:tcPr>
            <w:tcW w:w="3963" w:type="dxa"/>
            <w:gridSpan w:val="7"/>
            <w:vAlign w:val="bottom"/>
          </w:tcPr>
          <w:p w14:paraId="745B848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posiadający uprawnienia budowlane numer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bottom"/>
          </w:tcPr>
          <w:p w14:paraId="75F7FC7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418" w:type="dxa"/>
            <w:gridSpan w:val="2"/>
            <w:vAlign w:val="bottom"/>
          </w:tcPr>
          <w:p w14:paraId="459C6D5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 specjalności</w:t>
            </w:r>
          </w:p>
        </w:tc>
        <w:tc>
          <w:tcPr>
            <w:tcW w:w="2557" w:type="dxa"/>
            <w:gridSpan w:val="5"/>
            <w:tcBorders>
              <w:bottom w:val="single" w:sz="4" w:space="0" w:color="auto"/>
            </w:tcBorders>
            <w:vAlign w:val="bottom"/>
          </w:tcPr>
          <w:p w14:paraId="1D1A966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D4006F3" w14:textId="77777777" w:rsidTr="00AE0F40">
        <w:trPr>
          <w:trHeight w:hRule="exact" w:val="320"/>
        </w:trPr>
        <w:tc>
          <w:tcPr>
            <w:tcW w:w="3963" w:type="dxa"/>
            <w:gridSpan w:val="7"/>
            <w:tcBorders>
              <w:bottom w:val="single" w:sz="4" w:space="0" w:color="auto"/>
            </w:tcBorders>
            <w:vAlign w:val="bottom"/>
          </w:tcPr>
          <w:p w14:paraId="1DED900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0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7" w:name="Tekst1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"/>
          </w:p>
        </w:tc>
        <w:tc>
          <w:tcPr>
            <w:tcW w:w="6243" w:type="dxa"/>
            <w:gridSpan w:val="16"/>
            <w:vAlign w:val="bottom"/>
          </w:tcPr>
          <w:p w14:paraId="3DBBEB5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podejmuje się pełnić obowiązki kierownika budowy ze świadomością</w:t>
            </w:r>
          </w:p>
        </w:tc>
      </w:tr>
      <w:tr w:rsidR="00CE2BD9" w14:paraId="54EA70C9" w14:textId="77777777" w:rsidTr="00AE0F40">
        <w:trPr>
          <w:trHeight w:hRule="exact" w:val="320"/>
        </w:trPr>
        <w:tc>
          <w:tcPr>
            <w:tcW w:w="4105" w:type="dxa"/>
            <w:gridSpan w:val="8"/>
            <w:vAlign w:val="bottom"/>
          </w:tcPr>
          <w:p w14:paraId="4C5787C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odpowiedzialności karnej i zawodowej w dniu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vAlign w:val="bottom"/>
          </w:tcPr>
          <w:p w14:paraId="55007532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8" w:name="Tekst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4683" w:type="dxa"/>
            <w:gridSpan w:val="11"/>
            <w:vAlign w:val="bottom"/>
          </w:tcPr>
          <w:p w14:paraId="0D9CD6D5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</w:tr>
      <w:tr w:rsidR="00CE2BD9" w14:paraId="330602A5" w14:textId="77777777" w:rsidTr="00AE0F40">
        <w:trPr>
          <w:trHeight w:hRule="exact" w:val="760"/>
        </w:trPr>
        <w:tc>
          <w:tcPr>
            <w:tcW w:w="5948" w:type="dxa"/>
            <w:gridSpan w:val="14"/>
            <w:vAlign w:val="bottom"/>
          </w:tcPr>
          <w:p w14:paraId="40F5ACD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tcBorders>
              <w:bottom w:val="dotted" w:sz="4" w:space="0" w:color="auto"/>
            </w:tcBorders>
            <w:vAlign w:val="bottom"/>
          </w:tcPr>
          <w:p w14:paraId="2BF42ABE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1423" w:type="dxa"/>
            <w:gridSpan w:val="2"/>
            <w:vAlign w:val="bottom"/>
          </w:tcPr>
          <w:p w14:paraId="511879D0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3171B861" w14:textId="77777777" w:rsidTr="00AE0F40">
        <w:trPr>
          <w:trHeight w:hRule="exact" w:val="220"/>
        </w:trPr>
        <w:tc>
          <w:tcPr>
            <w:tcW w:w="5948" w:type="dxa"/>
            <w:gridSpan w:val="14"/>
            <w:vAlign w:val="bottom"/>
          </w:tcPr>
          <w:p w14:paraId="08A044DE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35" w:type="dxa"/>
            <w:gridSpan w:val="7"/>
            <w:vAlign w:val="bottom"/>
          </w:tcPr>
          <w:p w14:paraId="077EB2B9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  <w:tc>
          <w:tcPr>
            <w:tcW w:w="1423" w:type="dxa"/>
            <w:gridSpan w:val="2"/>
            <w:vAlign w:val="bottom"/>
          </w:tcPr>
          <w:p w14:paraId="229B0DEB" w14:textId="77777777" w:rsidR="00CE2BD9" w:rsidRDefault="00CE2BD9" w:rsidP="00AE0F40">
            <w:pPr>
              <w:spacing w:line="28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</w:p>
        </w:tc>
      </w:tr>
      <w:tr w:rsidR="00CE2BD9" w14:paraId="1149BD4C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72BB2A1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C. Kierownicy robót</w:t>
            </w:r>
          </w:p>
        </w:tc>
      </w:tr>
      <w:tr w:rsidR="00CE2BD9" w14:paraId="02071F6A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CE7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C4D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Rodzaj robót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072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52F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8183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035F03B3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C80C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6A7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927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02F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B379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9" w:name="Tekst1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</w:tr>
      <w:tr w:rsidR="00CE2BD9" w14:paraId="7EA16038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9C3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51B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6C1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A38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E8A2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0" w:name="Tekst1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</w:tr>
      <w:tr w:rsidR="00CE2BD9" w14:paraId="51131798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4E9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AF4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080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576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A4A5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1" w:name="Tekst1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1"/>
          </w:p>
        </w:tc>
      </w:tr>
      <w:tr w:rsidR="00CE2BD9" w14:paraId="2D0C1886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647D114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D. Inspektorzy nadzoru inwestorskiego</w:t>
            </w:r>
          </w:p>
        </w:tc>
      </w:tr>
      <w:tr w:rsidR="00CE2BD9" w14:paraId="008F416D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96B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8948" w14:textId="77777777" w:rsidR="00CE2BD9" w:rsidRDefault="00CE2BD9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355F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496A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0119E155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A4E1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FAA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660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8AFC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6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2" w:name="Tekst1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2"/>
          </w:p>
        </w:tc>
      </w:tr>
      <w:tr w:rsidR="00CE2BD9" w14:paraId="0812858D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300D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491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7D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49E5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2E09C75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1DE8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232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48C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3B02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41316A9" w14:textId="77777777" w:rsidTr="00AE0F40">
        <w:trPr>
          <w:trHeight w:hRule="exact" w:val="480"/>
        </w:trPr>
        <w:tc>
          <w:tcPr>
            <w:tcW w:w="10206" w:type="dxa"/>
            <w:gridSpan w:val="23"/>
            <w:vAlign w:val="bottom"/>
          </w:tcPr>
          <w:p w14:paraId="5DDF2173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>E. Inspektorzy nadzoru autorskiego</w:t>
            </w:r>
          </w:p>
        </w:tc>
      </w:tr>
      <w:tr w:rsidR="00CE2BD9" w14:paraId="2DECC01E" w14:textId="77777777" w:rsidTr="00AE0F40">
        <w:trPr>
          <w:trHeight w:hRule="exact"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215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270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Tytuł zawodowy, imię, nazwisko 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F3B6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Numer, specjalność i zakres rzeczowy uprawnień budowlanych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617C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Data i podpis</w:t>
            </w:r>
          </w:p>
        </w:tc>
      </w:tr>
      <w:tr w:rsidR="00CE2BD9" w14:paraId="711CC4EF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1237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C79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85D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FD86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6896C18" w14:textId="77777777" w:rsidTr="00AE0F40">
        <w:trPr>
          <w:trHeight w:hRule="exact" w:val="5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FB0F" w14:textId="77777777" w:rsidR="00CE2BD9" w:rsidRDefault="00CE2BD9" w:rsidP="00AE0F40">
            <w:pPr>
              <w:spacing w:line="22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609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66B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66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D56C" w14:textId="77777777" w:rsidR="00CE2BD9" w:rsidRDefault="00CE2BD9" w:rsidP="00AE0F40">
            <w:pPr>
              <w:spacing w:line="260" w:lineRule="exact"/>
              <w:ind w:left="-57" w:right="-57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14:paraId="7104C914" w14:textId="77777777" w:rsidR="00CF4D98" w:rsidRDefault="00CF4D98" w:rsidP="00CE2BD9">
      <w:pPr>
        <w:rPr>
          <w:sz w:val="12"/>
        </w:rPr>
      </w:pPr>
    </w:p>
    <w:p w14:paraId="5FA307D7" w14:textId="77777777" w:rsidR="00BF3B96" w:rsidRPr="00CF4D98" w:rsidRDefault="00BF3B96" w:rsidP="00CE2BD9">
      <w:pPr>
        <w:rPr>
          <w:sz w:val="12"/>
        </w:rPr>
      </w:pPr>
    </w:p>
    <w:p w14:paraId="0C709B73" w14:textId="77777777" w:rsidR="00CF4D98" w:rsidRDefault="00CF4D98">
      <w:pPr>
        <w:spacing w:after="160" w:line="259" w:lineRule="auto"/>
      </w:pPr>
      <w:r>
        <w:br w:type="page"/>
      </w:r>
    </w:p>
    <w:p w14:paraId="5708442C" w14:textId="77777777" w:rsidR="00CE2BD9" w:rsidRDefault="00CE2BD9" w:rsidP="00CE2BD9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0"/>
        <w:gridCol w:w="532"/>
        <w:gridCol w:w="2303"/>
        <w:gridCol w:w="957"/>
        <w:gridCol w:w="318"/>
        <w:gridCol w:w="284"/>
        <w:gridCol w:w="709"/>
        <w:gridCol w:w="107"/>
        <w:gridCol w:w="607"/>
        <w:gridCol w:w="1701"/>
        <w:gridCol w:w="1701"/>
        <w:gridCol w:w="107"/>
      </w:tblGrid>
      <w:tr w:rsidR="00CE2BD9" w14:paraId="5A18FAE3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732C2B11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007D1847" w14:textId="77777777" w:rsidR="00CE2BD9" w:rsidRDefault="00CE2BD9" w:rsidP="00AE0F40">
            <w:pPr>
              <w:spacing w:line="20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BF3B96" w14:paraId="48FAB929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vAlign w:val="bottom"/>
          </w:tcPr>
          <w:p w14:paraId="0B5DBEE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26720441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14:paraId="7F1A0501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243EFDF0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FA09C5B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6F9B236D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2DAAFAAB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135F4585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3280F5F8" w14:textId="77777777" w:rsidTr="00AE0F40">
        <w:trPr>
          <w:trHeight w:hRule="exact" w:val="320"/>
        </w:trPr>
        <w:tc>
          <w:tcPr>
            <w:tcW w:w="10206" w:type="dxa"/>
            <w:gridSpan w:val="12"/>
            <w:vAlign w:val="bottom"/>
          </w:tcPr>
          <w:p w14:paraId="559E3C6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02EE3B34" w14:textId="77777777" w:rsidTr="00AE0F40">
        <w:trPr>
          <w:trHeight w:hRule="exact" w:val="68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8F2CE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 wpisu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775CC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Imię i nazwisko oraz stanowisko dokonującego wpisu</w:t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EC5FD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Uwagi, stwierdzenia, polecenia upoważnionych organów, jednostek i osób</w:t>
            </w:r>
          </w:p>
        </w:tc>
      </w:tr>
      <w:tr w:rsidR="00CE2BD9" w14:paraId="1033FAF2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E78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7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13" w:name="Tekst1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3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BCAE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253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ADB86F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D6D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4CBC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ABFC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1BAB9F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80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0F53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CD6D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4ABF22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0E7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E49E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68FE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ACAB8DC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9C7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0099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FFC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318A51D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868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06C4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7655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2E3CD8B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F47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7C8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A43B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F47DA6C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2B1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E997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19BE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DCBB7B1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165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D98F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475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E5EBE02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D34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FF35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6C19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27B2A3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5D5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5D44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E9E4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74C949D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55B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7861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73C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574D92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D84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022E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74B6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71990F8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91F9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8FC9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FCFF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C8DDE7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3EF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EDB5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E1524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076186F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6E8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4FF8A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C1F3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2159136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2E8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A6AA2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97E0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49CA17E" w14:textId="77777777" w:rsidTr="00AE0F40">
        <w:trPr>
          <w:trHeight w:hRule="exact" w:val="52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B24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57DE8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55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BF4D6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020325C2" w14:textId="77777777" w:rsidTr="00DC7E9C">
        <w:trPr>
          <w:trHeight w:hRule="exact" w:val="1258"/>
        </w:trPr>
        <w:tc>
          <w:tcPr>
            <w:tcW w:w="6090" w:type="dxa"/>
            <w:gridSpan w:val="8"/>
            <w:vAlign w:val="bottom"/>
          </w:tcPr>
          <w:p w14:paraId="07EC1A0C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  <w:tcBorders>
              <w:bottom w:val="dotted" w:sz="8" w:space="0" w:color="auto"/>
            </w:tcBorders>
            <w:vAlign w:val="bottom"/>
          </w:tcPr>
          <w:p w14:paraId="07AFE57A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</w:tr>
      <w:tr w:rsidR="00CE2BD9" w14:paraId="215B1F88" w14:textId="77777777" w:rsidTr="00AE0F40">
        <w:trPr>
          <w:trHeight w:hRule="exact" w:val="480"/>
        </w:trPr>
        <w:tc>
          <w:tcPr>
            <w:tcW w:w="6090" w:type="dxa"/>
            <w:gridSpan w:val="8"/>
            <w:vAlign w:val="bottom"/>
          </w:tcPr>
          <w:p w14:paraId="4DCC2BF0" w14:textId="77777777" w:rsidR="00CE2BD9" w:rsidRDefault="00CE2BD9" w:rsidP="00BF3B96">
            <w:pPr>
              <w:spacing w:line="280" w:lineRule="exact"/>
              <w:ind w:left="-57" w:right="-57"/>
              <w:rPr>
                <w:rFonts w:ascii="Arial" w:hAnsi="Arial"/>
                <w:sz w:val="24"/>
              </w:rPr>
            </w:pPr>
          </w:p>
        </w:tc>
        <w:tc>
          <w:tcPr>
            <w:tcW w:w="4116" w:type="dxa"/>
            <w:gridSpan w:val="4"/>
          </w:tcPr>
          <w:p w14:paraId="2CBE7354" w14:textId="77777777" w:rsidR="00CE2BD9" w:rsidRDefault="00254B6A" w:rsidP="00DC7E9C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podpis</w:t>
            </w:r>
          </w:p>
        </w:tc>
      </w:tr>
    </w:tbl>
    <w:p w14:paraId="3FD558DB" w14:textId="77777777" w:rsidR="00BF3B96" w:rsidRDefault="00BF3B96">
      <w:r>
        <w:br w:type="page"/>
      </w:r>
    </w:p>
    <w:p w14:paraId="76BEA917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8"/>
        <w:gridCol w:w="283"/>
        <w:gridCol w:w="319"/>
        <w:gridCol w:w="2233"/>
        <w:gridCol w:w="567"/>
        <w:gridCol w:w="35"/>
        <w:gridCol w:w="1275"/>
        <w:gridCol w:w="284"/>
        <w:gridCol w:w="709"/>
        <w:gridCol w:w="674"/>
        <w:gridCol w:w="40"/>
        <w:gridCol w:w="527"/>
        <w:gridCol w:w="1174"/>
        <w:gridCol w:w="1701"/>
        <w:gridCol w:w="107"/>
      </w:tblGrid>
      <w:tr w:rsidR="00BF3B96" w14:paraId="6E474145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3"/>
            <w:vAlign w:val="bottom"/>
          </w:tcPr>
          <w:p w14:paraId="0B69C7E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742695CC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dziennik budowy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74DABBF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49C282F2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46265F78" w14:textId="77777777" w:rsidR="00BF3B96" w:rsidRDefault="00BF3B96" w:rsidP="00BF3B96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gridSpan w:val="2"/>
            <w:vAlign w:val="bottom"/>
          </w:tcPr>
          <w:p w14:paraId="49296B77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gridSpan w:val="2"/>
            <w:vAlign w:val="bottom"/>
          </w:tcPr>
          <w:p w14:paraId="550C8B25" w14:textId="77777777" w:rsidR="00BF3B96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oryginał/kopia*</w:t>
            </w:r>
          </w:p>
        </w:tc>
        <w:tc>
          <w:tcPr>
            <w:tcW w:w="1701" w:type="dxa"/>
            <w:vAlign w:val="bottom"/>
          </w:tcPr>
          <w:p w14:paraId="5D42FF41" w14:textId="77777777" w:rsidR="00BF3B96" w:rsidRDefault="00BF3B96" w:rsidP="00BF3B96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157CBA15" w14:textId="77777777" w:rsidTr="00AE0F40">
        <w:trPr>
          <w:trHeight w:hRule="exact" w:val="80"/>
        </w:trPr>
        <w:tc>
          <w:tcPr>
            <w:tcW w:w="10206" w:type="dxa"/>
            <w:gridSpan w:val="15"/>
            <w:tcBorders>
              <w:bottom w:val="single" w:sz="4" w:space="0" w:color="auto"/>
            </w:tcBorders>
            <w:vAlign w:val="bottom"/>
          </w:tcPr>
          <w:p w14:paraId="3E9FDA0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02F2ABE0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6CFB6230" w14:textId="77777777" w:rsidR="00CE2BD9" w:rsidRDefault="00CE2BD9" w:rsidP="00AE0F40">
            <w:pPr>
              <w:spacing w:line="36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32"/>
              </w:rPr>
              <w:t>OŚWIADCZENIE</w:t>
            </w:r>
          </w:p>
        </w:tc>
      </w:tr>
      <w:tr w:rsidR="00CE2BD9" w14:paraId="658E02DF" w14:textId="77777777" w:rsidTr="00AE0F40">
        <w:trPr>
          <w:trHeight w:hRule="exact" w:val="480"/>
        </w:trPr>
        <w:tc>
          <w:tcPr>
            <w:tcW w:w="10206" w:type="dxa"/>
            <w:gridSpan w:val="15"/>
          </w:tcPr>
          <w:p w14:paraId="32B85B29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kierownika budowy</w:t>
            </w:r>
          </w:p>
        </w:tc>
      </w:tr>
      <w:tr w:rsidR="00CE2BD9" w14:paraId="6B559FA2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141100B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Stwierdzam, że wykonano obiekt budowlany:</w:t>
            </w:r>
          </w:p>
        </w:tc>
      </w:tr>
      <w:tr w:rsidR="00CE2BD9" w14:paraId="6CF55944" w14:textId="77777777" w:rsidTr="00AE0F40">
        <w:trPr>
          <w:trHeight w:hRule="exact" w:val="480"/>
        </w:trPr>
        <w:tc>
          <w:tcPr>
            <w:tcW w:w="278" w:type="dxa"/>
          </w:tcPr>
          <w:p w14:paraId="4ED9EF4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283" w:type="dxa"/>
          </w:tcPr>
          <w:p w14:paraId="19BE5B14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36B8DCA4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zgodnie ze sztuką budowlaną, projektem budowlanym, warunkami poz</w:t>
            </w:r>
            <w:r w:rsidR="00BF3B96">
              <w:rPr>
                <w:rFonts w:ascii="Arial" w:hAnsi="Arial"/>
              </w:rPr>
              <w:t>wolenia na budowę, przepisami i obowiązującymi Polskimi Normami*</w:t>
            </w:r>
          </w:p>
        </w:tc>
      </w:tr>
      <w:tr w:rsidR="00CE2BD9" w14:paraId="293AAD78" w14:textId="77777777" w:rsidTr="00AE0F40">
        <w:trPr>
          <w:trHeight w:hRule="exact" w:val="480"/>
        </w:trPr>
        <w:tc>
          <w:tcPr>
            <w:tcW w:w="278" w:type="dxa"/>
          </w:tcPr>
          <w:p w14:paraId="1B6E6FC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" w:type="dxa"/>
          </w:tcPr>
          <w:p w14:paraId="76C3ED1A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556BF249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niezgodnie z projektem budowlanym, wprowadzając zmiany w toku wykonania robót, które zostały uzgodnione z projektantem i inspektorem nadzoru inwestorskiego*</w:t>
            </w:r>
          </w:p>
        </w:tc>
      </w:tr>
      <w:tr w:rsidR="00CE2BD9" w14:paraId="5F852BDC" w14:textId="77777777" w:rsidTr="00AE0F40">
        <w:trPr>
          <w:trHeight w:hRule="exact" w:val="480"/>
        </w:trPr>
        <w:tc>
          <w:tcPr>
            <w:tcW w:w="278" w:type="dxa"/>
          </w:tcPr>
          <w:p w14:paraId="4B1D8AFE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283" w:type="dxa"/>
          </w:tcPr>
          <w:p w14:paraId="476A072B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  <w:vAlign w:val="bottom"/>
          </w:tcPr>
          <w:p w14:paraId="49A1CEBE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po czym teren budowy, jego otoczenie, a także, w przypadku korzystania: ulicę sąsiednią nieruchomość budynek, lokal* doprowadzając do należytego stanu i porządku</w:t>
            </w:r>
          </w:p>
        </w:tc>
      </w:tr>
      <w:tr w:rsidR="00CE2BD9" w14:paraId="7ABD3CE1" w14:textId="77777777" w:rsidTr="00AE0F40">
        <w:trPr>
          <w:cantSplit/>
          <w:trHeight w:hRule="exact" w:val="320"/>
        </w:trPr>
        <w:tc>
          <w:tcPr>
            <w:tcW w:w="278" w:type="dxa"/>
          </w:tcPr>
          <w:p w14:paraId="12F072C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283" w:type="dxa"/>
          </w:tcPr>
          <w:p w14:paraId="2D705705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</w:p>
        </w:tc>
        <w:tc>
          <w:tcPr>
            <w:tcW w:w="9645" w:type="dxa"/>
            <w:gridSpan w:val="13"/>
          </w:tcPr>
          <w:p w14:paraId="49C73807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Arial" w:hAnsi="Arial"/>
              </w:rPr>
              <w:t>uwagi</w:t>
            </w:r>
          </w:p>
        </w:tc>
      </w:tr>
      <w:tr w:rsidR="00CE2BD9" w14:paraId="43169C28" w14:textId="77777777" w:rsidTr="00AE0F40">
        <w:trPr>
          <w:cantSplit/>
          <w:trHeight w:hRule="exact" w:val="600"/>
        </w:trPr>
        <w:tc>
          <w:tcPr>
            <w:tcW w:w="10206" w:type="dxa"/>
            <w:gridSpan w:val="15"/>
            <w:vAlign w:val="bottom"/>
          </w:tcPr>
          <w:p w14:paraId="48D589DC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8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4" w:name="Tekst1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4"/>
          </w:p>
        </w:tc>
      </w:tr>
      <w:tr w:rsidR="00CE2BD9" w14:paraId="7E29AB1B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55717F3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1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5" w:name="Tekst1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5"/>
          </w:p>
        </w:tc>
      </w:tr>
      <w:tr w:rsidR="00CE2BD9" w14:paraId="5B8A6B77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1F961403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0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6" w:name="Tekst20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6"/>
          </w:p>
        </w:tc>
      </w:tr>
      <w:tr w:rsidR="00CE2BD9" w14:paraId="68AB3C68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68498CCB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2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7" w:name="Tekst22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7"/>
          </w:p>
        </w:tc>
      </w:tr>
      <w:tr w:rsidR="00CE2BD9" w14:paraId="0F5FBE82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0C395AD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3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8" w:name="Tekst23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8"/>
          </w:p>
        </w:tc>
      </w:tr>
      <w:tr w:rsidR="00CE2BD9" w14:paraId="413B4242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671C3C1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4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19" w:name="Tekst24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9"/>
          </w:p>
        </w:tc>
      </w:tr>
      <w:tr w:rsidR="00CE2BD9" w14:paraId="09C5E731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</w:tcBorders>
            <w:vAlign w:val="bottom"/>
          </w:tcPr>
          <w:p w14:paraId="1969C56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5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0" w:name="Tekst25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0"/>
          </w:p>
        </w:tc>
      </w:tr>
      <w:tr w:rsidR="00CE2BD9" w14:paraId="0F10CF63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430B2F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6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1" w:name="Tekst26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1"/>
          </w:p>
        </w:tc>
      </w:tr>
      <w:tr w:rsidR="00CE2BD9" w14:paraId="3893EB8F" w14:textId="77777777" w:rsidTr="00AE0F40">
        <w:trPr>
          <w:trHeight w:hRule="exact" w:val="600"/>
        </w:trPr>
        <w:tc>
          <w:tcPr>
            <w:tcW w:w="102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0BD1E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7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2" w:name="Tekst27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2"/>
          </w:p>
        </w:tc>
      </w:tr>
      <w:tr w:rsidR="00CE2BD9" w14:paraId="2A55B24D" w14:textId="77777777" w:rsidTr="00AE0F40">
        <w:trPr>
          <w:trHeight w:hRule="exact" w:val="1000"/>
        </w:trPr>
        <w:tc>
          <w:tcPr>
            <w:tcW w:w="3113" w:type="dxa"/>
            <w:gridSpan w:val="4"/>
            <w:tcBorders>
              <w:bottom w:val="single" w:sz="4" w:space="0" w:color="auto"/>
            </w:tcBorders>
          </w:tcPr>
          <w:p w14:paraId="1DC0A79D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</w:tcPr>
          <w:p w14:paraId="02EB03A3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0CF73047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gridSpan w:val="2"/>
          </w:tcPr>
          <w:p w14:paraId="0203BFC8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  <w:tc>
          <w:tcPr>
            <w:tcW w:w="2982" w:type="dxa"/>
            <w:gridSpan w:val="3"/>
            <w:tcBorders>
              <w:bottom w:val="single" w:sz="4" w:space="0" w:color="auto"/>
            </w:tcBorders>
          </w:tcPr>
          <w:p w14:paraId="64E117AA" w14:textId="77777777" w:rsidR="00CE2BD9" w:rsidRDefault="00CE2BD9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</w:rPr>
            </w:pPr>
          </w:p>
        </w:tc>
      </w:tr>
      <w:tr w:rsidR="00CE2BD9" w14:paraId="0659F975" w14:textId="77777777" w:rsidTr="00DC7E9C">
        <w:trPr>
          <w:trHeight w:hRule="exact" w:val="353"/>
        </w:trPr>
        <w:tc>
          <w:tcPr>
            <w:tcW w:w="3113" w:type="dxa"/>
            <w:gridSpan w:val="4"/>
          </w:tcPr>
          <w:p w14:paraId="34A5F9E2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inspektora nadzoru inwestorskiego</w:t>
            </w:r>
          </w:p>
        </w:tc>
        <w:tc>
          <w:tcPr>
            <w:tcW w:w="567" w:type="dxa"/>
          </w:tcPr>
          <w:p w14:paraId="5E7018A2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gridSpan w:val="5"/>
          </w:tcPr>
          <w:p w14:paraId="0D6DEE46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projektanta</w:t>
            </w:r>
            <w:r w:rsidR="00552856">
              <w:rPr>
                <w:rFonts w:ascii="Arial" w:hAnsi="Arial"/>
                <w:sz w:val="16"/>
              </w:rPr>
              <w:t>*</w:t>
            </w:r>
          </w:p>
        </w:tc>
        <w:tc>
          <w:tcPr>
            <w:tcW w:w="567" w:type="dxa"/>
            <w:gridSpan w:val="2"/>
          </w:tcPr>
          <w:p w14:paraId="4D5AAABA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2" w:type="dxa"/>
            <w:gridSpan w:val="3"/>
          </w:tcPr>
          <w:p w14:paraId="2A547D5C" w14:textId="77777777" w:rsidR="00CE2BD9" w:rsidRDefault="00CE2BD9" w:rsidP="00AE0F40">
            <w:pPr>
              <w:spacing w:line="200" w:lineRule="exact"/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kierownika budowy</w:t>
            </w:r>
            <w:r w:rsidR="0021141E">
              <w:rPr>
                <w:rFonts w:ascii="Arial" w:hAnsi="Arial"/>
                <w:sz w:val="16"/>
              </w:rPr>
              <w:t>/robót*</w:t>
            </w:r>
          </w:p>
        </w:tc>
      </w:tr>
      <w:tr w:rsidR="00CE2BD9" w14:paraId="2388D1ED" w14:textId="77777777" w:rsidTr="00AE0F40">
        <w:trPr>
          <w:trHeight w:hRule="exact" w:val="480"/>
        </w:trPr>
        <w:tc>
          <w:tcPr>
            <w:tcW w:w="10206" w:type="dxa"/>
            <w:gridSpan w:val="15"/>
            <w:vAlign w:val="bottom"/>
          </w:tcPr>
          <w:p w14:paraId="44C3B879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52EA2E03" w14:textId="77777777" w:rsidR="00CF4D98" w:rsidRDefault="00CF4D98">
      <w:r>
        <w:br w:type="page"/>
      </w:r>
    </w:p>
    <w:p w14:paraId="7CF41CC7" w14:textId="77777777" w:rsidR="00BF3B96" w:rsidRDefault="00BF3B96"/>
    <w:tbl>
      <w:tblPr>
        <w:tblW w:w="10206" w:type="dxa"/>
        <w:tblInd w:w="11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3"/>
        <w:gridCol w:w="177"/>
        <w:gridCol w:w="532"/>
        <w:gridCol w:w="1417"/>
        <w:gridCol w:w="886"/>
        <w:gridCol w:w="1275"/>
        <w:gridCol w:w="284"/>
        <w:gridCol w:w="249"/>
        <w:gridCol w:w="460"/>
        <w:gridCol w:w="714"/>
        <w:gridCol w:w="1701"/>
        <w:gridCol w:w="1701"/>
        <w:gridCol w:w="107"/>
      </w:tblGrid>
      <w:tr w:rsidR="00CE2BD9" w14:paraId="08A22733" w14:textId="77777777" w:rsidTr="00BF3B96">
        <w:trPr>
          <w:gridAfter w:val="1"/>
          <w:wAfter w:w="107" w:type="dxa"/>
          <w:trHeight w:hRule="exact" w:val="320"/>
        </w:trPr>
        <w:tc>
          <w:tcPr>
            <w:tcW w:w="880" w:type="dxa"/>
            <w:gridSpan w:val="2"/>
            <w:vAlign w:val="bottom"/>
          </w:tcPr>
          <w:p w14:paraId="3C00E98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0A0B4419" w14:textId="77777777" w:rsidR="00CE2BD9" w:rsidRDefault="00BF3B96" w:rsidP="00BF3B96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Wewnętrzny d</w:t>
            </w:r>
            <w:r w:rsidR="00CE2BD9">
              <w:rPr>
                <w:rFonts w:ascii="Arial" w:hAnsi="Arial"/>
              </w:rPr>
              <w:t xml:space="preserve">ziennik </w:t>
            </w:r>
            <w:r>
              <w:rPr>
                <w:rFonts w:ascii="Arial" w:hAnsi="Arial"/>
              </w:rPr>
              <w:t>b</w:t>
            </w:r>
            <w:r w:rsidR="00CE2BD9">
              <w:rPr>
                <w:rFonts w:ascii="Arial" w:hAnsi="Arial"/>
              </w:rPr>
              <w:t>udowy Nr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D403012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284" w:type="dxa"/>
            <w:vAlign w:val="bottom"/>
          </w:tcPr>
          <w:p w14:paraId="52811D32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/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14:paraId="3E49EE57" w14:textId="77777777" w:rsidR="00CE2BD9" w:rsidRDefault="00CE2BD9" w:rsidP="00AE0F40">
            <w:pPr>
              <w:spacing w:line="28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  <w:tc>
          <w:tcPr>
            <w:tcW w:w="714" w:type="dxa"/>
            <w:vAlign w:val="bottom"/>
          </w:tcPr>
          <w:p w14:paraId="35495E04" w14:textId="77777777" w:rsidR="00CE2BD9" w:rsidRDefault="00CE2BD9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</w:t>
            </w:r>
          </w:p>
        </w:tc>
        <w:tc>
          <w:tcPr>
            <w:tcW w:w="1701" w:type="dxa"/>
            <w:vAlign w:val="bottom"/>
          </w:tcPr>
          <w:p w14:paraId="5AA89432" w14:textId="77777777" w:rsidR="00CE2BD9" w:rsidRDefault="00BF3B96" w:rsidP="00AE0F40">
            <w:pPr>
              <w:spacing w:line="28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E2BD9">
              <w:rPr>
                <w:rFonts w:ascii="Arial" w:hAnsi="Arial"/>
              </w:rPr>
              <w:t>ryginał</w:t>
            </w:r>
            <w:r>
              <w:rPr>
                <w:rFonts w:ascii="Arial" w:hAnsi="Arial"/>
              </w:rPr>
              <w:t>/kopia*</w:t>
            </w:r>
          </w:p>
        </w:tc>
        <w:tc>
          <w:tcPr>
            <w:tcW w:w="1701" w:type="dxa"/>
            <w:vAlign w:val="bottom"/>
          </w:tcPr>
          <w:p w14:paraId="104A2CB7" w14:textId="77777777" w:rsidR="00CE2BD9" w:rsidRDefault="00CE2BD9" w:rsidP="00AE0F40">
            <w:pPr>
              <w:spacing w:line="280" w:lineRule="exact"/>
              <w:ind w:left="-57" w:right="-57"/>
              <w:jc w:val="right"/>
              <w:rPr>
                <w:rFonts w:ascii="Arial" w:hAnsi="Arial"/>
              </w:rPr>
            </w:pPr>
          </w:p>
        </w:tc>
      </w:tr>
      <w:tr w:rsidR="00CE2BD9" w14:paraId="0DCD6CD7" w14:textId="77777777" w:rsidTr="00BF3B96">
        <w:trPr>
          <w:trHeight w:hRule="exact" w:val="249"/>
        </w:trPr>
        <w:tc>
          <w:tcPr>
            <w:tcW w:w="10206" w:type="dxa"/>
            <w:gridSpan w:val="13"/>
            <w:tcBorders>
              <w:bottom w:val="single" w:sz="4" w:space="0" w:color="auto"/>
            </w:tcBorders>
            <w:vAlign w:val="bottom"/>
          </w:tcPr>
          <w:p w14:paraId="4FC6844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1AD06A58" w14:textId="77777777" w:rsidTr="00AE0F40">
        <w:trPr>
          <w:trHeight w:hRule="exact" w:val="480"/>
        </w:trPr>
        <w:tc>
          <w:tcPr>
            <w:tcW w:w="1412" w:type="dxa"/>
            <w:gridSpan w:val="3"/>
            <w:vAlign w:val="bottom"/>
          </w:tcPr>
          <w:p w14:paraId="1CD52DCD" w14:textId="77777777" w:rsidR="00CE2BD9" w:rsidRDefault="00CE2BD9" w:rsidP="00AE0F40">
            <w:pPr>
              <w:spacing w:line="240" w:lineRule="exact"/>
              <w:ind w:left="-57" w:right="-5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W dniu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94AE611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8"/>
                  <w:enabled/>
                  <w:calcOnExit w:val="0"/>
                  <w:textInput>
                    <w:type w:val="number"/>
                    <w:maxLength w:val="10"/>
                    <w:format w:val="##-##-####"/>
                  </w:textInput>
                </w:ffData>
              </w:fldChar>
            </w:r>
            <w:bookmarkStart w:id="23" w:name="Tekst28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3"/>
          </w:p>
        </w:tc>
        <w:tc>
          <w:tcPr>
            <w:tcW w:w="7377" w:type="dxa"/>
            <w:gridSpan w:val="9"/>
            <w:vAlign w:val="bottom"/>
          </w:tcPr>
          <w:p w14:paraId="0968F6C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r. nastąpił zgodnie z art. 59a ust. 1 ustawy z dnia 7 lipca 1994 r. odbiór obiektu</w:t>
            </w:r>
          </w:p>
        </w:tc>
      </w:tr>
      <w:tr w:rsidR="00CE2BD9" w14:paraId="4D30B72E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488C65F8" w14:textId="77777777" w:rsidR="00CE2BD9" w:rsidRDefault="00CE2BD9" w:rsidP="00254B6A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zrealizowanego w sposób zgodny z warunkami zabudowy i zagospodarowania terenu </w:t>
            </w:r>
            <w:r w:rsidR="00254B6A">
              <w:rPr>
                <w:rFonts w:ascii="Arial" w:hAnsi="Arial"/>
              </w:rPr>
              <w:t>oraz</w:t>
            </w:r>
            <w:r>
              <w:rPr>
                <w:rFonts w:ascii="Arial" w:hAnsi="Arial"/>
              </w:rPr>
              <w:t xml:space="preserve"> zapisami niniejszego dziennika budowy i stwierdzono:</w:t>
            </w:r>
          </w:p>
        </w:tc>
      </w:tr>
      <w:tr w:rsidR="00CE2BD9" w14:paraId="1D69E25B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60F0429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7C38783E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1) jego zdatność do użytkowania bez zastrzeżeń</w:t>
            </w:r>
            <w:r w:rsidR="00BF3B96">
              <w:rPr>
                <w:rFonts w:ascii="Arial" w:hAnsi="Arial"/>
              </w:rPr>
              <w:t>*</w:t>
            </w:r>
          </w:p>
        </w:tc>
      </w:tr>
      <w:tr w:rsidR="00CE2BD9" w14:paraId="05BD3C02" w14:textId="77777777" w:rsidTr="00AE0F40">
        <w:trPr>
          <w:trHeight w:hRule="exact" w:val="280"/>
        </w:trPr>
        <w:tc>
          <w:tcPr>
            <w:tcW w:w="703" w:type="dxa"/>
            <w:vAlign w:val="bottom"/>
          </w:tcPr>
          <w:p w14:paraId="021D6C0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3DC69134" w14:textId="77777777" w:rsidR="00CE2BD9" w:rsidRDefault="00CE2BD9" w:rsidP="00BF3B96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Arial" w:hAnsi="Arial"/>
              </w:rPr>
              <w:t>2) jego zdatność do użytkowania pod warunkiem*:</w:t>
            </w:r>
          </w:p>
        </w:tc>
      </w:tr>
      <w:tr w:rsidR="00CE2BD9" w14:paraId="56044BB4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47B3C11D" w14:textId="77777777" w:rsidR="00CE2BD9" w:rsidRDefault="00CE2BD9" w:rsidP="00AE0F40">
            <w:pPr>
              <w:spacing w:line="240" w:lineRule="exact"/>
              <w:ind w:left="-57" w:right="-57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4" w:name="Tekst29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4"/>
          </w:p>
        </w:tc>
      </w:tr>
      <w:tr w:rsidR="00CE2BD9" w14:paraId="0AF67A9C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7DD90DE1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6CFF82FD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2CCA6E8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0A40121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21512277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26981D99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C16EB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C0C487A" w14:textId="77777777" w:rsidTr="00AE0F40">
        <w:trPr>
          <w:trHeight w:hRule="exact" w:val="680"/>
        </w:trPr>
        <w:tc>
          <w:tcPr>
            <w:tcW w:w="703" w:type="dxa"/>
            <w:vAlign w:val="bottom"/>
          </w:tcPr>
          <w:p w14:paraId="34B44389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9503" w:type="dxa"/>
            <w:gridSpan w:val="12"/>
            <w:vAlign w:val="bottom"/>
          </w:tcPr>
          <w:p w14:paraId="028FA728" w14:textId="77777777" w:rsidR="00CE2BD9" w:rsidRDefault="00CE2BD9" w:rsidP="00BF3B96">
            <w:pPr>
              <w:spacing w:line="240" w:lineRule="exact"/>
              <w:ind w:left="170" w:right="-57" w:hanging="227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3) niewykonanie części robót wykończeniowych lub innych robót budowlanych związanych z obiektem, a</w:t>
            </w:r>
            <w:r w:rsidR="00BF3B96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wymienionych niżej*:</w:t>
            </w:r>
          </w:p>
        </w:tc>
      </w:tr>
      <w:tr w:rsidR="00CE2BD9" w14:paraId="2354CE68" w14:textId="77777777" w:rsidTr="00AE0F40">
        <w:trPr>
          <w:trHeight w:hRule="exact" w:val="600"/>
        </w:trPr>
        <w:tc>
          <w:tcPr>
            <w:tcW w:w="10206" w:type="dxa"/>
            <w:gridSpan w:val="13"/>
            <w:vAlign w:val="bottom"/>
          </w:tcPr>
          <w:p w14:paraId="5E454AD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376284A9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077F3D62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5505966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598819BD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5A716D7E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068293EC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43A0A6E8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</w:tcBorders>
            <w:vAlign w:val="bottom"/>
          </w:tcPr>
          <w:p w14:paraId="4C8273C8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  <w:tr w:rsidR="00CE2BD9" w14:paraId="1C3CDF05" w14:textId="77777777" w:rsidTr="00AE0F40">
        <w:trPr>
          <w:trHeight w:hRule="exact" w:val="600"/>
        </w:trPr>
        <w:tc>
          <w:tcPr>
            <w:tcW w:w="1020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2FF7AA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BookMark_1"/>
                  <w:enabled/>
                  <w:calcOnExit w:val="0"/>
                  <w:textInput>
                    <w:maxLength w:val="84"/>
                  </w:textInput>
                </w:ffData>
              </w:fldChar>
            </w:r>
            <w:bookmarkStart w:id="25" w:name="BookMark_1"/>
            <w:r>
              <w:rPr>
                <w:rFonts w:ascii="Courier New" w:hAnsi="Courier New"/>
              </w:rPr>
              <w:instrText xml:space="preserve"> FORMTEXT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25"/>
          </w:p>
        </w:tc>
      </w:tr>
      <w:tr w:rsidR="00CE2BD9" w14:paraId="45B6915F" w14:textId="77777777" w:rsidTr="00AE0F40">
        <w:trPr>
          <w:trHeight w:hRule="exact" w:val="1000"/>
        </w:trPr>
        <w:tc>
          <w:tcPr>
            <w:tcW w:w="5523" w:type="dxa"/>
            <w:gridSpan w:val="8"/>
            <w:vAlign w:val="bottom"/>
          </w:tcPr>
          <w:p w14:paraId="66448760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  <w:p w14:paraId="6E0A4F6E" w14:textId="77777777" w:rsidR="0021141E" w:rsidRDefault="0021141E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tcBorders>
              <w:bottom w:val="single" w:sz="4" w:space="0" w:color="auto"/>
            </w:tcBorders>
            <w:vAlign w:val="bottom"/>
          </w:tcPr>
          <w:p w14:paraId="1C961BD6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</w:tr>
      <w:tr w:rsidR="00CE2BD9" w14:paraId="235DF8FE" w14:textId="77777777" w:rsidTr="00AE0F40">
        <w:trPr>
          <w:trHeight w:hRule="exact" w:val="568"/>
        </w:trPr>
        <w:tc>
          <w:tcPr>
            <w:tcW w:w="5523" w:type="dxa"/>
            <w:gridSpan w:val="8"/>
            <w:vAlign w:val="bottom"/>
          </w:tcPr>
          <w:p w14:paraId="07F3BEEF" w14:textId="77777777" w:rsidR="00CE2BD9" w:rsidRDefault="00CE2BD9" w:rsidP="00AE0F40">
            <w:pPr>
              <w:spacing w:line="240" w:lineRule="exact"/>
              <w:ind w:left="-57" w:right="-57"/>
              <w:rPr>
                <w:rFonts w:ascii="Arial" w:hAnsi="Arial"/>
              </w:rPr>
            </w:pPr>
          </w:p>
        </w:tc>
        <w:tc>
          <w:tcPr>
            <w:tcW w:w="4683" w:type="dxa"/>
            <w:gridSpan w:val="5"/>
            <w:vAlign w:val="bottom"/>
          </w:tcPr>
          <w:p w14:paraId="2CF08D00" w14:textId="77777777" w:rsidR="00CE2BD9" w:rsidRDefault="0021141E" w:rsidP="00AE0F40">
            <w:pPr>
              <w:spacing w:line="240" w:lineRule="exact"/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</w:rPr>
              <w:t>Podpisy uczestników procesu budowlanego</w:t>
            </w:r>
          </w:p>
        </w:tc>
      </w:tr>
      <w:tr w:rsidR="00CE2BD9" w14:paraId="331E5E68" w14:textId="77777777" w:rsidTr="00AE0F40">
        <w:trPr>
          <w:trHeight w:hRule="exact" w:val="480"/>
        </w:trPr>
        <w:tc>
          <w:tcPr>
            <w:tcW w:w="10206" w:type="dxa"/>
            <w:gridSpan w:val="13"/>
            <w:vAlign w:val="bottom"/>
          </w:tcPr>
          <w:p w14:paraId="6725E065" w14:textId="77777777" w:rsidR="00CE2BD9" w:rsidRDefault="00CE2BD9" w:rsidP="00BF3B96">
            <w:pPr>
              <w:spacing w:line="200" w:lineRule="exact"/>
              <w:ind w:left="-57" w:right="-57"/>
              <w:rPr>
                <w:rFonts w:ascii="Arial" w:hAnsi="Arial"/>
              </w:rPr>
            </w:pPr>
          </w:p>
        </w:tc>
      </w:tr>
    </w:tbl>
    <w:p w14:paraId="2F187BD9" w14:textId="77777777" w:rsidR="00CE2BD9" w:rsidRDefault="00CE2BD9" w:rsidP="00CE2BD9"/>
    <w:p w14:paraId="5953F2EC" w14:textId="77777777" w:rsidR="00061A66" w:rsidRDefault="00061A66"/>
    <w:sectPr w:rsidR="00061A66">
      <w:footerReference w:type="default" r:id="rId7"/>
      <w:pgSz w:w="11906" w:h="16838"/>
      <w:pgMar w:top="964" w:right="624" w:bottom="1134" w:left="1077" w:header="708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5C279" w14:textId="77777777" w:rsidR="003220E6" w:rsidRDefault="003220E6">
      <w:r>
        <w:separator/>
      </w:r>
    </w:p>
  </w:endnote>
  <w:endnote w:type="continuationSeparator" w:id="0">
    <w:p w14:paraId="75E34D80" w14:textId="77777777" w:rsidR="003220E6" w:rsidRDefault="0032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89101" w14:textId="77777777" w:rsidR="0021141E" w:rsidRDefault="0021141E" w:rsidP="00B71FDA">
    <w:pPr>
      <w:pStyle w:val="Stopka"/>
      <w:tabs>
        <w:tab w:val="clear" w:pos="9072"/>
        <w:tab w:val="right" w:pos="10065"/>
      </w:tabs>
      <w:rPr>
        <w:rFonts w:ascii="Arial" w:hAnsi="Arial" w:cs="Arial"/>
        <w:lang w:val="en-US"/>
      </w:rPr>
    </w:pPr>
    <w:r>
      <w:rPr>
        <w:rFonts w:ascii="Arial" w:hAnsi="Arial"/>
        <w:sz w:val="16"/>
      </w:rPr>
      <w:t>* niepotrzebne skreślić</w:t>
    </w:r>
  </w:p>
  <w:p w14:paraId="638FAB41" w14:textId="77777777" w:rsidR="0021141E" w:rsidRPr="00CF4D98" w:rsidRDefault="0021141E" w:rsidP="004F3B99">
    <w:pPr>
      <w:pStyle w:val="Stopka"/>
      <w:tabs>
        <w:tab w:val="clear" w:pos="9072"/>
        <w:tab w:val="right" w:pos="10065"/>
      </w:tabs>
      <w:jc w:val="center"/>
      <w:rPr>
        <w:rFonts w:ascii="Arial" w:hAnsi="Arial" w:cs="Arial"/>
        <w:lang w:val="en-US"/>
      </w:rPr>
    </w:pPr>
    <w:r w:rsidRPr="00CF4D98">
      <w:rPr>
        <w:rFonts w:ascii="Arial" w:hAnsi="Arial" w:cs="Arial"/>
        <w:lang w:val="en-US"/>
      </w:rPr>
      <w:t xml:space="preserve">Strona 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PAGE </w:instrText>
    </w:r>
    <w:r w:rsidRPr="00CF4D98">
      <w:rPr>
        <w:rStyle w:val="Numerstrony"/>
        <w:rFonts w:ascii="Arial" w:hAnsi="Arial" w:cs="Arial"/>
      </w:rPr>
      <w:fldChar w:fldCharType="separate"/>
    </w:r>
    <w:r w:rsidR="00314211">
      <w:rPr>
        <w:rStyle w:val="Numerstrony"/>
        <w:rFonts w:ascii="Arial" w:hAnsi="Arial" w:cs="Arial"/>
        <w:noProof/>
      </w:rPr>
      <w:t>1</w:t>
    </w:r>
    <w:r w:rsidRPr="00CF4D98">
      <w:rPr>
        <w:rStyle w:val="Numerstrony"/>
        <w:rFonts w:ascii="Arial" w:hAnsi="Arial" w:cs="Arial"/>
      </w:rPr>
      <w:fldChar w:fldCharType="end"/>
    </w:r>
    <w:r w:rsidRPr="00CF4D98">
      <w:rPr>
        <w:rStyle w:val="Numerstrony"/>
        <w:rFonts w:ascii="Arial" w:hAnsi="Arial" w:cs="Arial"/>
      </w:rPr>
      <w:t>/</w:t>
    </w:r>
    <w:r w:rsidRPr="00CF4D98">
      <w:rPr>
        <w:rStyle w:val="Numerstrony"/>
        <w:rFonts w:ascii="Arial" w:hAnsi="Arial" w:cs="Arial"/>
      </w:rPr>
      <w:fldChar w:fldCharType="begin"/>
    </w:r>
    <w:r w:rsidRPr="00CF4D98">
      <w:rPr>
        <w:rStyle w:val="Numerstrony"/>
        <w:rFonts w:ascii="Arial" w:hAnsi="Arial" w:cs="Arial"/>
      </w:rPr>
      <w:instrText xml:space="preserve"> NUMPAGES </w:instrText>
    </w:r>
    <w:r w:rsidRPr="00CF4D98">
      <w:rPr>
        <w:rStyle w:val="Numerstrony"/>
        <w:rFonts w:ascii="Arial" w:hAnsi="Arial" w:cs="Arial"/>
      </w:rPr>
      <w:fldChar w:fldCharType="separate"/>
    </w:r>
    <w:r w:rsidR="00314211">
      <w:rPr>
        <w:rStyle w:val="Numerstrony"/>
        <w:rFonts w:ascii="Arial" w:hAnsi="Arial" w:cs="Arial"/>
        <w:noProof/>
      </w:rPr>
      <w:t>5</w:t>
    </w:r>
    <w:r w:rsidRPr="00CF4D98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B8E0A" w14:textId="77777777" w:rsidR="003220E6" w:rsidRDefault="003220E6">
      <w:r>
        <w:separator/>
      </w:r>
    </w:p>
  </w:footnote>
  <w:footnote w:type="continuationSeparator" w:id="0">
    <w:p w14:paraId="3024641E" w14:textId="77777777" w:rsidR="003220E6" w:rsidRDefault="00322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504EC"/>
    <w:multiLevelType w:val="singleLevel"/>
    <w:tmpl w:val="EFBC7FBC"/>
    <w:lvl w:ilvl="0">
      <w:start w:val="3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hAnsi="Times New Roman" w:hint="default"/>
      </w:rPr>
    </w:lvl>
  </w:abstractNum>
  <w:num w:numId="1" w16cid:durableId="101411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D9"/>
    <w:rsid w:val="00042999"/>
    <w:rsid w:val="00061A66"/>
    <w:rsid w:val="0009063E"/>
    <w:rsid w:val="000F1BCC"/>
    <w:rsid w:val="001166A4"/>
    <w:rsid w:val="0021141E"/>
    <w:rsid w:val="00254B6A"/>
    <w:rsid w:val="002813BF"/>
    <w:rsid w:val="002B6283"/>
    <w:rsid w:val="00314211"/>
    <w:rsid w:val="003220E6"/>
    <w:rsid w:val="004A130A"/>
    <w:rsid w:val="004F38BF"/>
    <w:rsid w:val="004F3B99"/>
    <w:rsid w:val="00552856"/>
    <w:rsid w:val="005B289D"/>
    <w:rsid w:val="005C5F2E"/>
    <w:rsid w:val="0064262D"/>
    <w:rsid w:val="00672538"/>
    <w:rsid w:val="006B24CE"/>
    <w:rsid w:val="00717EDE"/>
    <w:rsid w:val="008D6162"/>
    <w:rsid w:val="008E343F"/>
    <w:rsid w:val="00A22D2B"/>
    <w:rsid w:val="00AE0F40"/>
    <w:rsid w:val="00B003FC"/>
    <w:rsid w:val="00B71FDA"/>
    <w:rsid w:val="00BB02A7"/>
    <w:rsid w:val="00BF3B96"/>
    <w:rsid w:val="00C02469"/>
    <w:rsid w:val="00C461B6"/>
    <w:rsid w:val="00C96BA6"/>
    <w:rsid w:val="00CE2BD9"/>
    <w:rsid w:val="00CF4D98"/>
    <w:rsid w:val="00D824C3"/>
    <w:rsid w:val="00DC7E9C"/>
    <w:rsid w:val="00DD26B4"/>
    <w:rsid w:val="00EB782C"/>
    <w:rsid w:val="00EC535C"/>
    <w:rsid w:val="00E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AC28F"/>
  <w15:chartTrackingRefBased/>
  <w15:docId w15:val="{0030B241-57D8-4247-B24C-22B0888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BD9"/>
    <w:pPr>
      <w:keepNext/>
      <w:spacing w:line="440" w:lineRule="exact"/>
      <w:ind w:left="-57" w:right="-57"/>
      <w:jc w:val="right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CE2BD9"/>
    <w:pPr>
      <w:keepNext/>
      <w:spacing w:line="360" w:lineRule="exact"/>
      <w:ind w:left="-57" w:right="-57"/>
      <w:outlineLvl w:val="1"/>
    </w:pPr>
    <w:rPr>
      <w:rFonts w:ascii="Arial" w:hAnsi="Arial"/>
      <w:sz w:val="32"/>
    </w:rPr>
  </w:style>
  <w:style w:type="paragraph" w:styleId="Nagwek3">
    <w:name w:val="heading 3"/>
    <w:basedOn w:val="Normalny"/>
    <w:next w:val="Normalny"/>
    <w:link w:val="Nagwek3Znak"/>
    <w:qFormat/>
    <w:rsid w:val="00CE2BD9"/>
    <w:pPr>
      <w:keepNext/>
      <w:spacing w:line="320" w:lineRule="exact"/>
      <w:ind w:left="-57" w:right="-57"/>
      <w:jc w:val="center"/>
      <w:outlineLvl w:val="2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qFormat/>
    <w:rsid w:val="00CE2BD9"/>
    <w:pPr>
      <w:keepNext/>
      <w:spacing w:line="280" w:lineRule="exact"/>
      <w:ind w:left="-57" w:right="-57"/>
      <w:outlineLvl w:val="3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BD9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2BD9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E2BD9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E2BD9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CE2BD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CE2BD9"/>
  </w:style>
  <w:style w:type="character" w:customStyle="1" w:styleId="TekstkomentarzaZnak">
    <w:name w:val="Tekst komentarza Znak"/>
    <w:basedOn w:val="Domylnaczcionkaakapitu"/>
    <w:link w:val="Tekstkomentarz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E2B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E2BD9"/>
  </w:style>
  <w:style w:type="paragraph" w:styleId="Tekstdymka">
    <w:name w:val="Balloon Text"/>
    <w:basedOn w:val="Normalny"/>
    <w:link w:val="TekstdymkaZnak"/>
    <w:uiPriority w:val="99"/>
    <w:semiHidden/>
    <w:unhideWhenUsed/>
    <w:rsid w:val="00C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F3B96"/>
    <w:pPr>
      <w:ind w:left="720"/>
      <w:contextualSpacing/>
    </w:pPr>
  </w:style>
  <w:style w:type="paragraph" w:styleId="Poprawka">
    <w:name w:val="Revision"/>
    <w:hidden/>
    <w:uiPriority w:val="99"/>
    <w:semiHidden/>
    <w:rsid w:val="00552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Rzymska</dc:creator>
  <cp:keywords/>
  <dc:description/>
  <cp:lastModifiedBy>Tomasz Gawron - Nadleśnictwo Kościerzyna</cp:lastModifiedBy>
  <cp:revision>8</cp:revision>
  <dcterms:created xsi:type="dcterms:W3CDTF">2020-06-28T22:17:00Z</dcterms:created>
  <dcterms:modified xsi:type="dcterms:W3CDTF">2024-10-05T15:00:00Z</dcterms:modified>
</cp:coreProperties>
</file>