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16CE172D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927B48">
        <w:rPr>
          <w:rFonts w:cs="Arial"/>
          <w:sz w:val="20"/>
          <w:szCs w:val="20"/>
        </w:rPr>
        <w:t>4</w:t>
      </w:r>
      <w:r w:rsidR="00313244" w:rsidRPr="008E30F8">
        <w:rPr>
          <w:rFonts w:cs="Arial"/>
          <w:sz w:val="20"/>
          <w:szCs w:val="20"/>
        </w:rPr>
        <w:t>.202</w:t>
      </w:r>
      <w:r w:rsidR="00B51B0B">
        <w:rPr>
          <w:rFonts w:cs="Arial"/>
          <w:sz w:val="20"/>
          <w:szCs w:val="20"/>
        </w:rPr>
        <w:t>2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4526C1E2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76AEBFEB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>roboty budowlane pn.:</w:t>
      </w:r>
    </w:p>
    <w:p w14:paraId="2905957B" w14:textId="77777777" w:rsidR="00927B48" w:rsidRPr="00927B48" w:rsidRDefault="00927B48" w:rsidP="00927B48">
      <w:pPr>
        <w:rPr>
          <w:lang w:eastAsia="en-US"/>
        </w:rPr>
      </w:pPr>
    </w:p>
    <w:p w14:paraId="7B5BD583" w14:textId="6223DF73" w:rsidR="00927B48" w:rsidRDefault="00927B48" w:rsidP="00DF2996">
      <w:pPr>
        <w:spacing w:line="360" w:lineRule="auto"/>
        <w:jc w:val="center"/>
        <w:outlineLvl w:val="0"/>
        <w:rPr>
          <w:rFonts w:cs="Arial"/>
          <w:b/>
          <w:sz w:val="20"/>
          <w:szCs w:val="20"/>
        </w:rPr>
      </w:pPr>
      <w:bookmarkStart w:id="0" w:name="_Hlk66370529"/>
      <w:r w:rsidRPr="00927B48">
        <w:rPr>
          <w:rFonts w:cs="Arial"/>
          <w:b/>
          <w:sz w:val="20"/>
          <w:szCs w:val="20"/>
        </w:rPr>
        <w:t>Rozbudowa drogi powiatowej nr 2656G</w:t>
      </w:r>
      <w:r w:rsidR="00DF2996">
        <w:rPr>
          <w:rFonts w:cs="Arial"/>
          <w:b/>
          <w:sz w:val="20"/>
          <w:szCs w:val="20"/>
        </w:rPr>
        <w:t xml:space="preserve"> </w:t>
      </w:r>
      <w:r w:rsidRPr="00927B48">
        <w:rPr>
          <w:rFonts w:cs="Arial"/>
          <w:b/>
          <w:sz w:val="20"/>
          <w:szCs w:val="20"/>
        </w:rPr>
        <w:t>- ul. Wicka Rogali w Chojnicach z podziałem na części.</w:t>
      </w:r>
    </w:p>
    <w:p w14:paraId="41F153AD" w14:textId="77777777" w:rsidR="00DF2996" w:rsidRPr="00927B48" w:rsidRDefault="00DF2996" w:rsidP="00DF2996">
      <w:pPr>
        <w:spacing w:line="360" w:lineRule="auto"/>
        <w:jc w:val="center"/>
        <w:outlineLvl w:val="0"/>
        <w:rPr>
          <w:rFonts w:cs="Arial"/>
          <w:b/>
          <w:sz w:val="20"/>
          <w:szCs w:val="20"/>
        </w:rPr>
      </w:pPr>
    </w:p>
    <w:p w14:paraId="0D1AFD53" w14:textId="77777777" w:rsidR="00927B48" w:rsidRPr="00927B48" w:rsidRDefault="00927B48" w:rsidP="00DF2996">
      <w:pPr>
        <w:spacing w:line="360" w:lineRule="auto"/>
        <w:jc w:val="both"/>
        <w:outlineLvl w:val="0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>CZ 1: Rozbudowa drogi powiatowej nr 2656G- ul. Wicka Rogali w Chojnicach</w:t>
      </w:r>
      <w:r w:rsidRPr="00927B48">
        <w:rPr>
          <w:rFonts w:cs="Arial"/>
          <w:b/>
          <w:sz w:val="20"/>
          <w:szCs w:val="20"/>
        </w:rPr>
        <w:br/>
        <w:t xml:space="preserve"> – branża drogowa</w:t>
      </w:r>
    </w:p>
    <w:p w14:paraId="2D9DDA08" w14:textId="77777777" w:rsidR="00640066" w:rsidRPr="00B51B0B" w:rsidRDefault="00640066" w:rsidP="00B51B0B">
      <w:pPr>
        <w:spacing w:line="360" w:lineRule="auto"/>
        <w:jc w:val="both"/>
        <w:outlineLvl w:val="0"/>
        <w:rPr>
          <w:rFonts w:cs="Arial"/>
          <w:b/>
          <w:color w:val="FF0000"/>
          <w:sz w:val="20"/>
          <w:szCs w:val="20"/>
        </w:rPr>
      </w:pPr>
    </w:p>
    <w:p w14:paraId="3A320618" w14:textId="1E5073C6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603D7">
        <w:rPr>
          <w:rFonts w:cs="Arial"/>
          <w:b/>
          <w:sz w:val="20"/>
          <w:szCs w:val="20"/>
        </w:rPr>
        <w:t>ryczałtową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44C41EB0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194641E9" w14:textId="77777777" w:rsidR="00927B48" w:rsidRPr="00927B48" w:rsidRDefault="00927B48" w:rsidP="00927B48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375B3640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sz w:val="20"/>
          <w:szCs w:val="20"/>
        </w:rPr>
      </w:pPr>
    </w:p>
    <w:p w14:paraId="413D0E57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5E5BF852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09523E08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33225D06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74FCD60A" w14:textId="77777777" w:rsidR="00B77D4C" w:rsidRPr="00B77D4C" w:rsidRDefault="00B77D4C" w:rsidP="00B77D4C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bookmarkEnd w:id="0"/>
    <w:p w14:paraId="44725C00" w14:textId="286A70BE" w:rsidR="00927B48" w:rsidRPr="00927B48" w:rsidRDefault="00927B48" w:rsidP="00927B48">
      <w:pPr>
        <w:spacing w:line="360" w:lineRule="auto"/>
        <w:jc w:val="both"/>
        <w:outlineLvl w:val="0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>CZ 2: Rozbudowa drogi powiatowej nr 2656G</w:t>
      </w:r>
      <w:r w:rsidRPr="00DF2996">
        <w:rPr>
          <w:rFonts w:cs="Arial"/>
          <w:b/>
          <w:sz w:val="20"/>
          <w:szCs w:val="20"/>
        </w:rPr>
        <w:t xml:space="preserve"> </w:t>
      </w:r>
      <w:r w:rsidRPr="00927B48">
        <w:rPr>
          <w:rFonts w:cs="Arial"/>
          <w:b/>
          <w:sz w:val="20"/>
          <w:szCs w:val="20"/>
        </w:rPr>
        <w:t>- ul. Wicka Rogali w Chojnicach</w:t>
      </w:r>
      <w:r w:rsidRPr="00927B48">
        <w:rPr>
          <w:rFonts w:cs="Arial"/>
          <w:b/>
          <w:sz w:val="20"/>
          <w:szCs w:val="20"/>
        </w:rPr>
        <w:br/>
        <w:t xml:space="preserve"> – branża elektryczna</w:t>
      </w:r>
    </w:p>
    <w:p w14:paraId="08900594" w14:textId="72404BAE" w:rsidR="00640066" w:rsidRPr="00640066" w:rsidRDefault="00640066" w:rsidP="00640066">
      <w:pPr>
        <w:spacing w:line="360" w:lineRule="auto"/>
        <w:jc w:val="both"/>
        <w:outlineLvl w:val="0"/>
        <w:rPr>
          <w:rFonts w:cs="Arial"/>
          <w:b/>
          <w:color w:val="FF0000"/>
          <w:sz w:val="20"/>
          <w:szCs w:val="20"/>
        </w:rPr>
      </w:pPr>
    </w:p>
    <w:p w14:paraId="1832A55B" w14:textId="22D432A4" w:rsidR="00640066" w:rsidRPr="00B603D7" w:rsidRDefault="00640066" w:rsidP="00B603D7">
      <w:pPr>
        <w:numPr>
          <w:ilvl w:val="0"/>
          <w:numId w:val="10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603D7">
        <w:rPr>
          <w:rFonts w:cs="Arial"/>
          <w:b/>
          <w:sz w:val="20"/>
          <w:szCs w:val="20"/>
        </w:rPr>
        <w:t>ryczałtową</w:t>
      </w:r>
      <w:r w:rsidRPr="00B603D7">
        <w:rPr>
          <w:rFonts w:cs="Arial"/>
          <w:b/>
          <w:sz w:val="20"/>
          <w:szCs w:val="20"/>
        </w:rPr>
        <w:t xml:space="preserve"> brutto: </w:t>
      </w:r>
    </w:p>
    <w:p w14:paraId="69FE5C70" w14:textId="77777777" w:rsidR="00640066" w:rsidRPr="00DC05CF" w:rsidRDefault="00640066" w:rsidP="00640066">
      <w:pPr>
        <w:rPr>
          <w:rFonts w:cs="Arial"/>
          <w:b/>
          <w:sz w:val="20"/>
          <w:szCs w:val="20"/>
        </w:rPr>
      </w:pPr>
    </w:p>
    <w:p w14:paraId="5E2D205C" w14:textId="32DE7426" w:rsidR="00640066" w:rsidRDefault="00640066" w:rsidP="00640066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43F43F0" w14:textId="77777777" w:rsidR="00640066" w:rsidRPr="00DC05CF" w:rsidRDefault="00640066" w:rsidP="00640066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1C42BBED" w14:textId="2B0DAB54" w:rsidR="00DF2996" w:rsidRDefault="00640066" w:rsidP="0064006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DF2996">
        <w:rPr>
          <w:rStyle w:val="FontStyle97"/>
          <w:rFonts w:ascii="Arial" w:hAnsi="Arial" w:cs="Arial"/>
          <w:b/>
          <w:sz w:val="20"/>
          <w:szCs w:val="20"/>
        </w:rPr>
        <w:t xml:space="preserve">               </w:t>
      </w:r>
    </w:p>
    <w:p w14:paraId="3E9F8C7F" w14:textId="3C2C0BD7" w:rsidR="00640066" w:rsidRPr="009C70C7" w:rsidRDefault="00DF2996" w:rsidP="00640066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640066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55F2905B" w14:textId="4EDC844B" w:rsidR="00927B48" w:rsidRPr="00927B48" w:rsidRDefault="00927B48" w:rsidP="00927B48">
      <w:pPr>
        <w:numPr>
          <w:ilvl w:val="0"/>
          <w:numId w:val="11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598D98F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sz w:val="20"/>
          <w:szCs w:val="20"/>
        </w:rPr>
      </w:pPr>
    </w:p>
    <w:p w14:paraId="63DF2F5E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042922FC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392FDE5C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7C724DD4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6F5F980E" w14:textId="36A566C8" w:rsidR="001C76F2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>(słownie : ……………………………..……………………………………………………………….. miesięcy</w:t>
      </w:r>
    </w:p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515CD72C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71B784BA" w14:textId="77777777" w:rsidR="00640066" w:rsidRDefault="00640066" w:rsidP="00640066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07FED984" w14:textId="77777777" w:rsidR="00DF2996" w:rsidRPr="00DF2996" w:rsidRDefault="00DF2996" w:rsidP="00DF2996">
      <w:pPr>
        <w:contextualSpacing/>
        <w:jc w:val="both"/>
        <w:rPr>
          <w:rFonts w:eastAsia="Calibri" w:cs="Arial"/>
          <w:b/>
          <w:sz w:val="20"/>
          <w:szCs w:val="20"/>
          <w:lang w:eastAsia="en-US"/>
        </w:rPr>
      </w:pPr>
      <w:r w:rsidRPr="00DF2996">
        <w:rPr>
          <w:rFonts w:eastAsia="Calibri" w:cs="Arial"/>
          <w:b/>
          <w:sz w:val="20"/>
          <w:szCs w:val="20"/>
          <w:lang w:eastAsia="en-US"/>
        </w:rPr>
        <w:t>CZ 1: Rozbudowa drogi powiatowej nr 2656G- ul. Wicka Rogali w Chojnicach</w:t>
      </w:r>
      <w:r w:rsidRPr="00DF2996">
        <w:rPr>
          <w:rFonts w:eastAsia="Calibri" w:cs="Arial"/>
          <w:b/>
          <w:sz w:val="20"/>
          <w:szCs w:val="20"/>
          <w:lang w:eastAsia="en-US"/>
        </w:rPr>
        <w:br/>
        <w:t xml:space="preserve"> – branża drogowa</w:t>
      </w:r>
    </w:p>
    <w:p w14:paraId="52105B1A" w14:textId="77777777" w:rsidR="00640066" w:rsidRP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5883DC85" w:rsidR="00007DE3" w:rsidRPr="00640066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55AFBF9E" w14:textId="7C9D5CBE" w:rsidR="00640066" w:rsidRDefault="00640066" w:rsidP="00640066">
      <w:pPr>
        <w:suppressAutoHyphens/>
        <w:jc w:val="both"/>
        <w:rPr>
          <w:rFonts w:cs="Arial"/>
          <w:b/>
          <w:sz w:val="20"/>
          <w:szCs w:val="20"/>
        </w:rPr>
      </w:pPr>
    </w:p>
    <w:p w14:paraId="48C0640C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14F03CD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CC79D7D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1341ED1E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1BA7D1DE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AB7A2A9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21EC448" w14:textId="77777777" w:rsidR="00640066" w:rsidRDefault="00640066" w:rsidP="00640066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6612DF11" w14:textId="77777777" w:rsidR="00DF2996" w:rsidRPr="00DF2996" w:rsidRDefault="00DF2996" w:rsidP="00DF2996">
      <w:pPr>
        <w:contextualSpacing/>
        <w:jc w:val="both"/>
        <w:rPr>
          <w:rFonts w:eastAsia="Calibri" w:cs="Arial"/>
          <w:b/>
          <w:sz w:val="20"/>
          <w:szCs w:val="20"/>
          <w:lang w:eastAsia="en-US"/>
        </w:rPr>
      </w:pPr>
      <w:r w:rsidRPr="00DF2996">
        <w:rPr>
          <w:rFonts w:eastAsia="Calibri" w:cs="Arial"/>
          <w:b/>
          <w:sz w:val="20"/>
          <w:szCs w:val="20"/>
          <w:lang w:eastAsia="en-US"/>
        </w:rPr>
        <w:t>CZ 2: Rozbudowa drogi powiatowej nr 2656G- ul. Wicka Rogali w Chojnicach</w:t>
      </w:r>
      <w:r w:rsidRPr="00DF2996">
        <w:rPr>
          <w:rFonts w:eastAsia="Calibri" w:cs="Arial"/>
          <w:b/>
          <w:sz w:val="20"/>
          <w:szCs w:val="20"/>
          <w:lang w:eastAsia="en-US"/>
        </w:rPr>
        <w:br/>
        <w:t xml:space="preserve"> – branża elektryczna</w:t>
      </w:r>
    </w:p>
    <w:p w14:paraId="3BFBD292" w14:textId="77777777" w:rsidR="00640066" w:rsidRPr="003E0E15" w:rsidRDefault="00640066" w:rsidP="00640066">
      <w:pPr>
        <w:suppressAutoHyphens/>
        <w:jc w:val="both"/>
        <w:rPr>
          <w:rFonts w:cs="Arial"/>
          <w:sz w:val="20"/>
          <w:szCs w:val="20"/>
        </w:rPr>
      </w:pPr>
    </w:p>
    <w:p w14:paraId="737C872C" w14:textId="77777777" w:rsidR="00640066" w:rsidRPr="002E60E0" w:rsidRDefault="00640066" w:rsidP="00640066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640066" w:rsidRPr="007B1C9D" w14:paraId="6D66E384" w14:textId="77777777" w:rsidTr="00A81775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B5A91BB" w14:textId="77777777" w:rsidR="00640066" w:rsidRPr="007B1C9D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C957865" w14:textId="77777777" w:rsidR="00640066" w:rsidRPr="007B1C9D" w:rsidRDefault="00640066" w:rsidP="00A81775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7D387CC6" w14:textId="77777777" w:rsidR="00640066" w:rsidRPr="007B1C9D" w:rsidRDefault="00640066" w:rsidP="00A81775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7C012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9307463" w14:textId="77777777" w:rsidR="00640066" w:rsidRPr="007B1C9D" w:rsidRDefault="00640066" w:rsidP="00A81775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EDF1ED" w14:textId="77777777" w:rsidR="00640066" w:rsidRPr="007B1C9D" w:rsidRDefault="00640066" w:rsidP="00A81775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640066" w:rsidRPr="007B1C9D" w14:paraId="5D0C25BB" w14:textId="77777777" w:rsidTr="00A81775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F3337AA" w14:textId="77777777" w:rsidR="00640066" w:rsidRPr="000C2176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AEB4037" w14:textId="77777777" w:rsidR="00640066" w:rsidRPr="000C2176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0B2E15" w14:textId="77777777" w:rsidR="00640066" w:rsidRPr="000C2176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DF3CD00" w14:textId="77777777" w:rsidR="00640066" w:rsidRPr="000C2176" w:rsidRDefault="00640066" w:rsidP="00A81775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640066" w:rsidRPr="007B1C9D" w14:paraId="3343345F" w14:textId="77777777" w:rsidTr="00A81775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1061A2" w14:textId="77777777" w:rsidR="00640066" w:rsidRPr="007B1C9D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E5081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E337BB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DFD16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640066" w:rsidRPr="007B1C9D" w14:paraId="6B3C0C52" w14:textId="77777777" w:rsidTr="00A81775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CF242" w14:textId="77777777" w:rsidR="00640066" w:rsidRPr="007B1C9D" w:rsidRDefault="00640066" w:rsidP="00A81775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6AE56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AE358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09976" w14:textId="77777777" w:rsidR="00640066" w:rsidRPr="007B1C9D" w:rsidRDefault="00640066" w:rsidP="00A81775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9B1986D" w14:textId="77777777" w:rsidR="00640066" w:rsidRPr="0022624E" w:rsidRDefault="00640066" w:rsidP="00640066">
      <w:pPr>
        <w:suppressAutoHyphens/>
        <w:jc w:val="both"/>
        <w:rPr>
          <w:rFonts w:cs="Arial"/>
          <w:sz w:val="20"/>
          <w:szCs w:val="20"/>
        </w:rPr>
      </w:pPr>
    </w:p>
    <w:p w14:paraId="2D318A81" w14:textId="77777777" w:rsidR="00640066" w:rsidRPr="003E0E15" w:rsidRDefault="00640066" w:rsidP="00640066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5CC52C63" w14:textId="0FC53EB7" w:rsidR="00640066" w:rsidRDefault="000C2176" w:rsidP="0064006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D03B4CB" w14:textId="77777777" w:rsidR="00B603D7" w:rsidRPr="00DF2996" w:rsidRDefault="00B603D7" w:rsidP="00B603D7">
      <w:pPr>
        <w:spacing w:after="240" w:line="276" w:lineRule="auto"/>
        <w:ind w:left="360"/>
        <w:jc w:val="both"/>
        <w:rPr>
          <w:rFonts w:cs="Arial"/>
          <w:sz w:val="20"/>
          <w:szCs w:val="20"/>
        </w:rPr>
      </w:pPr>
    </w:p>
    <w:p w14:paraId="5A3CAD29" w14:textId="225CCA2F" w:rsidR="000C2176" w:rsidRPr="00061553" w:rsidRDefault="000C2176" w:rsidP="0064006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 </w:t>
      </w: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68145C7F" w:rsidR="00640066" w:rsidRPr="003E0E15" w:rsidRDefault="00DF2996" w:rsidP="00DF2996">
      <w:pPr>
        <w:spacing w:line="360" w:lineRule="auto"/>
        <w:ind w:left="360"/>
        <w:jc w:val="both"/>
        <w:rPr>
          <w:rFonts w:cs="Arial"/>
          <w:b/>
          <w:sz w:val="20"/>
          <w:szCs w:val="20"/>
        </w:rPr>
      </w:pPr>
      <w:r w:rsidRPr="00DF2996">
        <w:rPr>
          <w:rFonts w:cs="Arial"/>
          <w:b/>
          <w:sz w:val="20"/>
          <w:szCs w:val="20"/>
        </w:rPr>
        <w:t>CZ 1: Rozbudowa drogi powiatowej nr 2656G- ul. Wicka Rogali w Chojnicach</w:t>
      </w:r>
      <w:r>
        <w:rPr>
          <w:rFonts w:cs="Arial"/>
          <w:b/>
          <w:sz w:val="20"/>
          <w:szCs w:val="20"/>
        </w:rPr>
        <w:t xml:space="preserve"> </w:t>
      </w:r>
      <w:r w:rsidRPr="00DF2996">
        <w:rPr>
          <w:rFonts w:cs="Arial"/>
          <w:b/>
          <w:sz w:val="20"/>
          <w:szCs w:val="20"/>
        </w:rPr>
        <w:t>– branża drogowa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DF2996">
        <w:trPr>
          <w:trHeight w:val="769"/>
        </w:trPr>
        <w:tc>
          <w:tcPr>
            <w:tcW w:w="2663" w:type="dxa"/>
          </w:tcPr>
          <w:p w14:paraId="288935BF" w14:textId="0B50B692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 w:rsidR="00DF2996">
              <w:rPr>
                <w:rFonts w:cs="Arial"/>
                <w:b/>
                <w:sz w:val="20"/>
                <w:szCs w:val="20"/>
              </w:rPr>
              <w:t>10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E446390" w14:textId="267C2263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033FFF2B" w14:textId="492CC7DF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7C50" w14:textId="77777777" w:rsidR="00FA1631" w:rsidRDefault="00FA1631">
      <w:r>
        <w:separator/>
      </w:r>
    </w:p>
  </w:endnote>
  <w:endnote w:type="continuationSeparator" w:id="0">
    <w:p w14:paraId="04B9971A" w14:textId="77777777" w:rsidR="00FA1631" w:rsidRDefault="00FA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88811" w14:textId="77777777" w:rsidR="00FA1631" w:rsidRDefault="00FA1631">
      <w:r>
        <w:separator/>
      </w:r>
    </w:p>
  </w:footnote>
  <w:footnote w:type="continuationSeparator" w:id="0">
    <w:p w14:paraId="777A1791" w14:textId="77777777" w:rsidR="00FA1631" w:rsidRDefault="00FA1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10"/>
  </w:num>
  <w:num w:numId="10">
    <w:abstractNumId w:val="7"/>
  </w:num>
  <w:num w:numId="1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6F2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066"/>
    <w:rsid w:val="00640BFF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927B4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545A3"/>
    <w:rsid w:val="00F65BC1"/>
    <w:rsid w:val="00F74332"/>
    <w:rsid w:val="00F75DF3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</TotalTime>
  <Pages>4</Pages>
  <Words>1011</Words>
  <Characters>6072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Rozbudowa drogi powiatowej nr 2656G - ul. Wicka Rogali w Chojnicach z podziałem </vt:lpstr>
      <vt:lpstr/>
      <vt:lpstr>CZ 1: Rozbudowa drogi powiatowej nr 2656G- ul. Wicka Rogali w Chojnicach  – bran</vt:lpstr>
      <vt:lpstr/>
      <vt:lpstr>CZ 2: Rozbudowa drogi powiatowej nr 2656G - ul. Wicka Rogali w Chojnicach  – bra</vt:lpstr>
      <vt:lpstr/>
    </vt:vector>
  </TitlesOfParts>
  <Company>UMWP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2</cp:revision>
  <cp:lastPrinted>2012-08-24T11:01:00Z</cp:lastPrinted>
  <dcterms:created xsi:type="dcterms:W3CDTF">2022-03-18T07:43:00Z</dcterms:created>
  <dcterms:modified xsi:type="dcterms:W3CDTF">2022-03-18T07:43:00Z</dcterms:modified>
</cp:coreProperties>
</file>