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7B848E3E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B500FB">
        <w:rPr>
          <w:rFonts w:cs="Arial"/>
          <w:sz w:val="20"/>
          <w:szCs w:val="20"/>
        </w:rPr>
        <w:t>11</w:t>
      </w:r>
      <w:r w:rsidR="00313244" w:rsidRPr="008E30F8">
        <w:rPr>
          <w:rFonts w:cs="Arial"/>
          <w:sz w:val="20"/>
          <w:szCs w:val="20"/>
        </w:rPr>
        <w:t>.2021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77777777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3D299E72" w14:textId="7796E99A" w:rsidR="006B185F" w:rsidRPr="006B185F" w:rsidRDefault="007425EB" w:rsidP="006B185F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bookmarkStart w:id="0" w:name="_Hlk72263115"/>
      <w:bookmarkStart w:id="1" w:name="_Hlk66370529"/>
      <w:r w:rsidR="006B185F" w:rsidRPr="006776E9">
        <w:rPr>
          <w:rFonts w:ascii="Arial" w:hAnsi="Arial" w:cs="Arial"/>
          <w:b w:val="0"/>
          <w:bCs w:val="0"/>
          <w:sz w:val="20"/>
          <w:szCs w:val="20"/>
        </w:rPr>
        <w:t>roboty budowlane pn.:</w:t>
      </w:r>
      <w:r w:rsidR="006B185F" w:rsidRPr="006B185F">
        <w:rPr>
          <w:rFonts w:ascii="Arial" w:hAnsi="Arial" w:cs="Arial"/>
          <w:sz w:val="20"/>
          <w:szCs w:val="20"/>
        </w:rPr>
        <w:t xml:space="preserve"> </w:t>
      </w:r>
    </w:p>
    <w:p w14:paraId="00B04F43" w14:textId="77777777" w:rsidR="006B185F" w:rsidRPr="006B185F" w:rsidRDefault="006B185F" w:rsidP="006B185F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6B185F">
        <w:rPr>
          <w:rFonts w:ascii="Arial" w:eastAsia="Calibri" w:hAnsi="Arial" w:cs="Arial"/>
          <w:b/>
          <w:bCs/>
          <w:sz w:val="20"/>
          <w:szCs w:val="20"/>
          <w:lang w:eastAsia="en-US"/>
        </w:rPr>
        <w:t>Przebudowa sanitariatów i szatni w Liceum Ogólnokształcącym w Czersku.</w:t>
      </w:r>
    </w:p>
    <w:bookmarkEnd w:id="0"/>
    <w:p w14:paraId="65F7FD2F" w14:textId="77777777" w:rsidR="00160872" w:rsidRPr="006B185F" w:rsidRDefault="00160872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02C4F669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………….………………..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br/>
        <w:t>………...…………………………………………………………………………………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AB7051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1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lastRenderedPageBreak/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2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76B3B5AA" w:rsidR="000C2176" w:rsidRDefault="000C2176" w:rsidP="000C2176">
      <w:pPr>
        <w:rPr>
          <w:rFonts w:cs="Arial"/>
          <w:i/>
          <w:sz w:val="16"/>
          <w:szCs w:val="16"/>
        </w:rPr>
      </w:pPr>
    </w:p>
    <w:p w14:paraId="674D3603" w14:textId="181E09A7" w:rsidR="006B185F" w:rsidRDefault="006B185F" w:rsidP="000C2176">
      <w:pPr>
        <w:rPr>
          <w:rFonts w:cs="Arial"/>
          <w:i/>
          <w:sz w:val="16"/>
          <w:szCs w:val="16"/>
        </w:rPr>
      </w:pPr>
    </w:p>
    <w:p w14:paraId="1C9FCA4B" w14:textId="77777777" w:rsidR="006B185F" w:rsidRPr="003E0E15" w:rsidRDefault="006B185F" w:rsidP="006B185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6B185F" w:rsidRPr="003E0E15" w14:paraId="5A9A5D36" w14:textId="77777777" w:rsidTr="00EA433C">
        <w:tc>
          <w:tcPr>
            <w:tcW w:w="2694" w:type="dxa"/>
          </w:tcPr>
          <w:p w14:paraId="392062FB" w14:textId="77777777" w:rsidR="006B185F" w:rsidRPr="003E0E15" w:rsidRDefault="006B185F" w:rsidP="00EA433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2A8218D1" w14:textId="77777777" w:rsidR="006B185F" w:rsidRPr="003E0E15" w:rsidRDefault="006B185F" w:rsidP="00EA433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5BFED766" w14:textId="77777777" w:rsidR="006B185F" w:rsidRPr="003E0E15" w:rsidRDefault="006B185F" w:rsidP="00EA433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6B185F" w:rsidRPr="003E0E15" w14:paraId="5F8116CA" w14:textId="77777777" w:rsidTr="00EA433C">
        <w:tc>
          <w:tcPr>
            <w:tcW w:w="2694" w:type="dxa"/>
          </w:tcPr>
          <w:p w14:paraId="6EF6D5CD" w14:textId="1F57FDB0" w:rsidR="006B185F" w:rsidRPr="003E0E15" w:rsidRDefault="006B185F" w:rsidP="00EA433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 2 0</w:t>
            </w:r>
            <w:r w:rsidRPr="003E0E15">
              <w:rPr>
                <w:rFonts w:cs="Arial"/>
                <w:b/>
                <w:sz w:val="20"/>
                <w:szCs w:val="20"/>
              </w:rPr>
              <w:t>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0E751CFA" w14:textId="77777777" w:rsidR="006B185F" w:rsidRDefault="006B185F" w:rsidP="00EA433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DE54DE8" w14:textId="77777777" w:rsidR="006B185F" w:rsidRDefault="006B185F" w:rsidP="00EA433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0EA81C5" w14:textId="77777777" w:rsidR="006B185F" w:rsidRPr="003E0E15" w:rsidRDefault="006B185F" w:rsidP="00EA433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7654345F" w14:textId="77777777" w:rsidR="006B185F" w:rsidRDefault="006B185F" w:rsidP="006B185F">
      <w:pPr>
        <w:spacing w:after="240" w:line="23" w:lineRule="atLeast"/>
        <w:ind w:left="360"/>
        <w:rPr>
          <w:rFonts w:cs="Arial"/>
          <w:sz w:val="20"/>
          <w:szCs w:val="20"/>
        </w:rPr>
      </w:pPr>
    </w:p>
    <w:p w14:paraId="176A1D6C" w14:textId="77777777" w:rsidR="006B185F" w:rsidRPr="003E0E15" w:rsidRDefault="006B185F" w:rsidP="006B185F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5CF763EB" w14:textId="77777777" w:rsidR="006B185F" w:rsidRDefault="006B185F" w:rsidP="006B185F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365091C" w14:textId="661B4EE9" w:rsidR="006B185F" w:rsidRDefault="006B185F" w:rsidP="000C2176">
      <w:pPr>
        <w:rPr>
          <w:rFonts w:cs="Arial"/>
          <w:i/>
          <w:sz w:val="16"/>
          <w:szCs w:val="16"/>
        </w:rPr>
      </w:pPr>
    </w:p>
    <w:p w14:paraId="40AF3562" w14:textId="77777777" w:rsidR="006B185F" w:rsidRDefault="006B185F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 xml:space="preserve">od których dane </w:t>
      </w:r>
      <w:r w:rsidRPr="002A6B66">
        <w:rPr>
          <w:rFonts w:ascii="Arial" w:hAnsi="Arial" w:cs="Arial"/>
        </w:rPr>
        <w:lastRenderedPageBreak/>
        <w:t>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57B3A5C" w14:textId="77777777" w:rsidR="006B185F" w:rsidRPr="00FB5006" w:rsidRDefault="006B185F" w:rsidP="006B185F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637AA167" w14:textId="77777777" w:rsidR="006B185F" w:rsidRPr="004B1992" w:rsidRDefault="006B185F" w:rsidP="006B185F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728EDF48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6E18B873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4569182D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6BD14EB0" w14:textId="77777777" w:rsidR="006B185F" w:rsidRPr="00930251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57C495B2" w14:textId="77777777" w:rsidR="006B185F" w:rsidRPr="004B1992" w:rsidRDefault="006B185F" w:rsidP="006B185F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2BAFACE6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D88C83A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53761649" w14:textId="77777777" w:rsidR="006B185F" w:rsidRPr="004B1992" w:rsidRDefault="006B185F" w:rsidP="006B185F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441D7B7" w14:textId="77777777" w:rsidR="006B185F" w:rsidRPr="004B1992" w:rsidRDefault="006B185F" w:rsidP="006B185F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1CFD8896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56D94C5" w14:textId="77777777" w:rsidR="006B185F" w:rsidRPr="00912B61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17F11ED6" w14:textId="77777777" w:rsidR="006B185F" w:rsidRDefault="006B185F" w:rsidP="006B185F">
      <w:pPr>
        <w:rPr>
          <w:rFonts w:cs="Arial"/>
          <w:b/>
          <w:color w:val="FF0000"/>
          <w:sz w:val="16"/>
          <w:szCs w:val="16"/>
        </w:rPr>
      </w:pPr>
    </w:p>
    <w:p w14:paraId="1838C658" w14:textId="77777777" w:rsidR="006B185F" w:rsidRPr="003B72CA" w:rsidRDefault="006B185F" w:rsidP="006B185F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551DE633" w14:textId="77777777" w:rsidR="006B185F" w:rsidRPr="004B1992" w:rsidRDefault="006B185F" w:rsidP="006B185F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77151042" w14:textId="77777777" w:rsidR="006B185F" w:rsidRPr="004B1992" w:rsidRDefault="006B185F" w:rsidP="006B185F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7E1DBD18" w14:textId="77777777" w:rsidR="006B185F" w:rsidRPr="00FB5006" w:rsidRDefault="006B185F" w:rsidP="006B185F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5EC2B24" w14:textId="77777777" w:rsidR="006B185F" w:rsidRDefault="006B185F" w:rsidP="006B185F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03FF3CB" w14:textId="77777777" w:rsidR="006B185F" w:rsidRDefault="006B185F" w:rsidP="006B185F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1E9F73F" w14:textId="77BF0892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76B8BD53" w14:textId="28441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9523F9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B61D7" w14:textId="77777777" w:rsidR="00BA3134" w:rsidRDefault="00BA3134">
      <w:r>
        <w:separator/>
      </w:r>
    </w:p>
  </w:endnote>
  <w:endnote w:type="continuationSeparator" w:id="0">
    <w:p w14:paraId="148B8DBB" w14:textId="77777777" w:rsidR="00BA3134" w:rsidRDefault="00BA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97D66" w14:textId="77777777" w:rsidR="00BA3134" w:rsidRDefault="00BA3134">
      <w:r>
        <w:separator/>
      </w:r>
    </w:p>
  </w:footnote>
  <w:footnote w:type="continuationSeparator" w:id="0">
    <w:p w14:paraId="57D12167" w14:textId="77777777" w:rsidR="00BA3134" w:rsidRDefault="00BA3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241C1F"/>
    <w:rsid w:val="002425AE"/>
    <w:rsid w:val="002953C5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776E9"/>
    <w:rsid w:val="0069621B"/>
    <w:rsid w:val="006B185F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59F0"/>
    <w:rsid w:val="00AB7051"/>
    <w:rsid w:val="00AE1CA3"/>
    <w:rsid w:val="00B01F08"/>
    <w:rsid w:val="00B16E8F"/>
    <w:rsid w:val="00B30401"/>
    <w:rsid w:val="00B500FB"/>
    <w:rsid w:val="00B6637D"/>
    <w:rsid w:val="00B77D4C"/>
    <w:rsid w:val="00B81819"/>
    <w:rsid w:val="00BA3134"/>
    <w:rsid w:val="00BB76D0"/>
    <w:rsid w:val="00BC363C"/>
    <w:rsid w:val="00BF1314"/>
    <w:rsid w:val="00C62C24"/>
    <w:rsid w:val="00C635B6"/>
    <w:rsid w:val="00C67DA9"/>
    <w:rsid w:val="00C74595"/>
    <w:rsid w:val="00C909B9"/>
    <w:rsid w:val="00CA20F9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545A3"/>
    <w:rsid w:val="00F65BC1"/>
    <w:rsid w:val="00F74332"/>
    <w:rsid w:val="00F75DF3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3</TotalTime>
  <Pages>3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5</cp:revision>
  <cp:lastPrinted>2012-08-24T11:01:00Z</cp:lastPrinted>
  <dcterms:created xsi:type="dcterms:W3CDTF">2021-05-18T18:51:00Z</dcterms:created>
  <dcterms:modified xsi:type="dcterms:W3CDTF">2021-06-30T06:21:00Z</dcterms:modified>
</cp:coreProperties>
</file>