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ED24F1" w14:textId="77777777" w:rsidR="000860DB" w:rsidRPr="000860DB" w:rsidRDefault="000860DB" w:rsidP="00F21949">
      <w:pPr>
        <w:spacing w:after="0" w:line="240" w:lineRule="auto"/>
        <w:ind w:firstLine="708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8AEE973" w14:textId="422FD70D" w:rsidR="000860DB" w:rsidRPr="000860DB" w:rsidRDefault="00F21949" w:rsidP="00F21949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F3778B">
        <w:rPr>
          <w:noProof/>
        </w:rPr>
        <w:drawing>
          <wp:inline distT="0" distB="0" distL="0" distR="0" wp14:anchorId="188E1A2F" wp14:editId="1E8F4528">
            <wp:extent cx="2000250" cy="64770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                                                      </w:t>
      </w:r>
      <w:r w:rsidRPr="00F3778B">
        <w:rPr>
          <w:noProof/>
        </w:rPr>
        <w:drawing>
          <wp:inline distT="0" distB="0" distL="0" distR="0" wp14:anchorId="67E18893" wp14:editId="5241584D">
            <wp:extent cx="1968500" cy="647700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3461" b="255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85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5DAC24" w14:textId="77777777" w:rsidR="00F21949" w:rsidRDefault="00F21949" w:rsidP="000860DB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7808B802" w14:textId="77777777" w:rsidR="00F21949" w:rsidRDefault="00F21949" w:rsidP="000860DB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29231267" w14:textId="4059F50D" w:rsidR="000D6E9F" w:rsidRPr="00F21949" w:rsidRDefault="00F94009" w:rsidP="00F21949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Załącznik nr </w:t>
      </w:r>
      <w:r w:rsidR="00F21949">
        <w:rPr>
          <w:rFonts w:ascii="Arial" w:eastAsia="Times New Roman" w:hAnsi="Arial" w:cs="Arial"/>
          <w:bCs/>
          <w:sz w:val="20"/>
          <w:szCs w:val="20"/>
          <w:lang w:eastAsia="pl-PL"/>
        </w:rPr>
        <w:t>4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do S</w:t>
      </w:r>
      <w:r w:rsidR="000860DB" w:rsidRPr="000860DB">
        <w:rPr>
          <w:rFonts w:ascii="Arial" w:eastAsia="Times New Roman" w:hAnsi="Arial" w:cs="Arial"/>
          <w:bCs/>
          <w:sz w:val="20"/>
          <w:szCs w:val="20"/>
          <w:lang w:eastAsia="pl-PL"/>
        </w:rPr>
        <w:t>WZ</w:t>
      </w:r>
    </w:p>
    <w:p w14:paraId="63AFF1EB" w14:textId="3F653806" w:rsidR="000860DB" w:rsidRPr="000860DB" w:rsidRDefault="000860DB" w:rsidP="000860DB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</w:pPr>
      <w:r w:rsidRPr="000860DB"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  <w:t>(</w:t>
      </w:r>
      <w:r w:rsidR="00F94009"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  <w:t xml:space="preserve">Nazwa i adres </w:t>
      </w:r>
      <w:r w:rsidRPr="000860DB"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  <w:t>Wykonawcy)</w:t>
      </w:r>
    </w:p>
    <w:p w14:paraId="6FE0A8B3" w14:textId="5EF06B43" w:rsidR="000860DB" w:rsidRPr="000860DB" w:rsidRDefault="000D6E9F" w:rsidP="000860DB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ZP.272.</w:t>
      </w:r>
      <w:r w:rsidR="00F21949">
        <w:rPr>
          <w:rFonts w:ascii="Arial" w:eastAsia="Times New Roman" w:hAnsi="Arial" w:cs="Arial"/>
          <w:bCs/>
          <w:sz w:val="20"/>
          <w:szCs w:val="20"/>
          <w:lang w:eastAsia="pl-PL"/>
        </w:rPr>
        <w:t>4</w:t>
      </w:r>
      <w:r w:rsidR="00F94009" w:rsidRPr="004702A6">
        <w:rPr>
          <w:rFonts w:ascii="Arial" w:eastAsia="Times New Roman" w:hAnsi="Arial" w:cs="Arial"/>
          <w:bCs/>
          <w:sz w:val="20"/>
          <w:szCs w:val="20"/>
          <w:lang w:eastAsia="pl-PL"/>
        </w:rPr>
        <w:t>.202</w:t>
      </w:r>
      <w:r w:rsidR="00C95867">
        <w:rPr>
          <w:rFonts w:ascii="Arial" w:eastAsia="Times New Roman" w:hAnsi="Arial" w:cs="Arial"/>
          <w:bCs/>
          <w:sz w:val="20"/>
          <w:szCs w:val="20"/>
          <w:lang w:eastAsia="pl-PL"/>
        </w:rPr>
        <w:t>3</w:t>
      </w:r>
    </w:p>
    <w:p w14:paraId="68CA8C1D" w14:textId="77777777" w:rsidR="000860DB" w:rsidRPr="000860DB" w:rsidRDefault="000860DB" w:rsidP="00F21949">
      <w:pPr>
        <w:keepNext/>
        <w:spacing w:after="0"/>
        <w:outlineLvl w:val="1"/>
        <w:rPr>
          <w:rFonts w:ascii="Arial" w:eastAsia="Times New Roman" w:hAnsi="Arial" w:cs="Arial"/>
          <w:b/>
          <w:sz w:val="24"/>
          <w:szCs w:val="20"/>
        </w:rPr>
      </w:pPr>
    </w:p>
    <w:p w14:paraId="3D6E1EC9" w14:textId="77777777" w:rsidR="000860DB" w:rsidRPr="000860DB" w:rsidRDefault="000860DB" w:rsidP="000860DB">
      <w:pPr>
        <w:keepNext/>
        <w:spacing w:after="0"/>
        <w:jc w:val="center"/>
        <w:outlineLvl w:val="1"/>
        <w:rPr>
          <w:rFonts w:ascii="Arial" w:eastAsia="Times New Roman" w:hAnsi="Arial" w:cs="Arial"/>
          <w:b/>
          <w:sz w:val="24"/>
          <w:szCs w:val="20"/>
        </w:rPr>
      </w:pPr>
    </w:p>
    <w:p w14:paraId="449FCE39" w14:textId="77777777" w:rsidR="000860DB" w:rsidRPr="000860DB" w:rsidRDefault="000860DB" w:rsidP="000860DB">
      <w:pPr>
        <w:keepNext/>
        <w:spacing w:after="0"/>
        <w:jc w:val="center"/>
        <w:outlineLvl w:val="1"/>
        <w:rPr>
          <w:rFonts w:ascii="Arial" w:eastAsia="Times New Roman" w:hAnsi="Arial" w:cs="Arial"/>
          <w:b/>
          <w:sz w:val="24"/>
          <w:szCs w:val="24"/>
        </w:rPr>
      </w:pPr>
      <w:r w:rsidRPr="000860DB">
        <w:rPr>
          <w:rFonts w:ascii="Arial" w:eastAsia="Times New Roman" w:hAnsi="Arial" w:cs="Arial"/>
          <w:b/>
          <w:sz w:val="24"/>
          <w:szCs w:val="20"/>
        </w:rPr>
        <w:t>PEŁNOMOCNICTWO</w:t>
      </w:r>
    </w:p>
    <w:p w14:paraId="41B74C4E" w14:textId="77777777" w:rsidR="000860DB" w:rsidRPr="000860DB" w:rsidRDefault="000860DB" w:rsidP="000860DB">
      <w:pPr>
        <w:autoSpaceDE w:val="0"/>
        <w:autoSpaceDN w:val="0"/>
        <w:adjustRightInd w:val="0"/>
        <w:spacing w:before="139" w:after="0" w:line="293" w:lineRule="exact"/>
        <w:ind w:right="-6"/>
        <w:jc w:val="both"/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 xml:space="preserve">Uwaga: załącznik dotyczy tylko Wykonawcy reprezentowanego przez pełnomocnika lub sytuacji określonej w </w:t>
      </w:r>
      <w:r w:rsidR="00F94009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>art. 58</w:t>
      </w:r>
      <w:r w:rsidRPr="000860DB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 xml:space="preserve"> ust. 2 ustawy Prawo zamówień publicznych. W razie potrzeby załącznik należy powielić.</w:t>
      </w:r>
    </w:p>
    <w:p w14:paraId="2FF71FE2" w14:textId="77777777" w:rsidR="000860DB" w:rsidRPr="000860DB" w:rsidRDefault="000860DB" w:rsidP="000860DB">
      <w:pPr>
        <w:autoSpaceDE w:val="0"/>
        <w:autoSpaceDN w:val="0"/>
        <w:adjustRightInd w:val="0"/>
        <w:spacing w:after="0" w:line="240" w:lineRule="exact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68EE8E2" w14:textId="77777777" w:rsidR="000860DB" w:rsidRP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color w:val="000000"/>
          <w:lang w:eastAsia="pl-PL"/>
        </w:rPr>
        <w:t xml:space="preserve"> </w:t>
      </w:r>
      <w:r w:rsidRPr="000860DB">
        <w:rPr>
          <w:rFonts w:ascii="Arial" w:eastAsia="Times New Roman" w:hAnsi="Arial" w:cs="Arial"/>
          <w:sz w:val="20"/>
          <w:szCs w:val="20"/>
          <w:lang w:eastAsia="pl-PL"/>
        </w:rPr>
        <w:t>Zarejestrowana nazwa firmy:</w:t>
      </w:r>
    </w:p>
    <w:p w14:paraId="23890064" w14:textId="77777777" w:rsidR="000860DB" w:rsidRP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</w:t>
      </w:r>
    </w:p>
    <w:p w14:paraId="59E0D172" w14:textId="77777777" w:rsidR="000860DB" w:rsidRP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siedziba firmy: ........................................................................................................................................................................</w:t>
      </w:r>
    </w:p>
    <w:p w14:paraId="20CFE971" w14:textId="77777777" w:rsidR="000860DB" w:rsidRP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w imieniu której działa/-ją/</w:t>
      </w:r>
    </w:p>
    <w:p w14:paraId="633B6486" w14:textId="77777777" w:rsidR="000860DB" w:rsidRP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</w:t>
      </w:r>
    </w:p>
    <w:p w14:paraId="479AFAFB" w14:textId="25606D01" w:rsidR="00F21949" w:rsidRPr="00F21949" w:rsidRDefault="00F21949" w:rsidP="00F21949">
      <w:pPr>
        <w:spacing w:after="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                         </w:t>
      </w:r>
      <w:r w:rsidRPr="00F21949">
        <w:rPr>
          <w:rFonts w:ascii="Arial" w:hAnsi="Arial" w:cs="Arial"/>
          <w:b/>
          <w:bCs/>
          <w:sz w:val="20"/>
          <w:szCs w:val="20"/>
        </w:rPr>
        <w:t>Budowa „Bramy Kaszubskiej Marszruty” w miejscowości Stary Młyn, gm. Chojnice.</w:t>
      </w:r>
    </w:p>
    <w:p w14:paraId="017C22C0" w14:textId="77777777" w:rsidR="000B2D08" w:rsidRPr="000D6E9F" w:rsidRDefault="000B2D08" w:rsidP="000860DB">
      <w:pPr>
        <w:spacing w:after="0"/>
        <w:jc w:val="both"/>
        <w:rPr>
          <w:rFonts w:ascii="Arial" w:eastAsia="Times New Roman" w:hAnsi="Arial" w:cs="Arial"/>
          <w:bCs/>
          <w:i/>
          <w:sz w:val="21"/>
          <w:szCs w:val="21"/>
          <w:lang w:eastAsia="pl-PL"/>
        </w:rPr>
      </w:pPr>
    </w:p>
    <w:p w14:paraId="5AD957B5" w14:textId="77777777" w:rsidR="000860DB" w:rsidRPr="000860DB" w:rsidRDefault="000860DB" w:rsidP="000F220A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0860DB">
        <w:rPr>
          <w:rFonts w:ascii="Arial" w:eastAsia="Times New Roman" w:hAnsi="Arial" w:cs="Arial"/>
          <w:sz w:val="20"/>
          <w:szCs w:val="20"/>
        </w:rPr>
        <w:t>w tym:</w:t>
      </w:r>
    </w:p>
    <w:p w14:paraId="5F0698B6" w14:textId="77777777" w:rsidR="000860DB" w:rsidRPr="000860DB" w:rsidRDefault="000860DB" w:rsidP="000F220A">
      <w:pPr>
        <w:numPr>
          <w:ilvl w:val="0"/>
          <w:numId w:val="2"/>
        </w:numPr>
        <w:spacing w:after="0" w:line="360" w:lineRule="auto"/>
        <w:ind w:left="357" w:hanging="357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do podpisywania oferty oraz innych dokumentów związanych z </w:t>
      </w:r>
      <w:r w:rsidR="00F94009">
        <w:rPr>
          <w:rFonts w:ascii="Arial" w:eastAsia="Times New Roman" w:hAnsi="Arial" w:cs="Arial"/>
          <w:sz w:val="20"/>
          <w:szCs w:val="20"/>
          <w:lang w:eastAsia="pl-PL"/>
        </w:rPr>
        <w:t>postępowaniem</w:t>
      </w: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0860DB">
        <w:rPr>
          <w:rFonts w:ascii="Arial" w:eastAsia="Times New Roman" w:hAnsi="Arial" w:cs="Arial"/>
          <w:b/>
          <w:sz w:val="20"/>
          <w:szCs w:val="20"/>
          <w:lang w:eastAsia="pl-PL"/>
        </w:rPr>
        <w:sym w:font="Symbol" w:char="F02A"/>
      </w: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0860DB">
        <w:rPr>
          <w:rFonts w:ascii="Arial" w:eastAsia="Times New Roman" w:hAnsi="Arial" w:cs="Arial"/>
          <w:b/>
          <w:sz w:val="20"/>
          <w:szCs w:val="20"/>
          <w:lang w:eastAsia="pl-PL"/>
        </w:rPr>
        <w:t>)</w:t>
      </w:r>
    </w:p>
    <w:p w14:paraId="1B1D75C8" w14:textId="77777777" w:rsidR="000860DB" w:rsidRPr="000860DB" w:rsidRDefault="000860DB" w:rsidP="000F220A">
      <w:pPr>
        <w:numPr>
          <w:ilvl w:val="0"/>
          <w:numId w:val="2"/>
        </w:numPr>
        <w:spacing w:after="0" w:line="360" w:lineRule="auto"/>
        <w:ind w:left="357" w:hanging="357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zawarcia umowy w sprawie zamówienia publicznego </w:t>
      </w:r>
      <w:r w:rsidRPr="000860DB">
        <w:rPr>
          <w:rFonts w:ascii="Arial" w:eastAsia="Times New Roman" w:hAnsi="Arial" w:cs="Arial"/>
          <w:b/>
          <w:sz w:val="20"/>
          <w:szCs w:val="20"/>
          <w:lang w:eastAsia="pl-PL"/>
        </w:rPr>
        <w:sym w:font="Symbol" w:char="F02A"/>
      </w:r>
      <w:r w:rsidRPr="000860DB">
        <w:rPr>
          <w:rFonts w:ascii="Arial" w:eastAsia="Times New Roman" w:hAnsi="Arial" w:cs="Arial"/>
          <w:b/>
          <w:sz w:val="20"/>
          <w:szCs w:val="20"/>
          <w:lang w:eastAsia="pl-PL"/>
        </w:rPr>
        <w:t>)</w:t>
      </w:r>
    </w:p>
    <w:p w14:paraId="543C3034" w14:textId="77777777" w:rsidR="000860DB" w:rsidRPr="000860DB" w:rsidRDefault="000860DB" w:rsidP="000F220A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0860DB">
        <w:rPr>
          <w:rFonts w:ascii="Arial" w:eastAsia="Times New Roman" w:hAnsi="Arial" w:cs="Arial"/>
          <w:sz w:val="20"/>
          <w:szCs w:val="20"/>
        </w:rPr>
        <w:t>upoważnia się:</w:t>
      </w:r>
    </w:p>
    <w:p w14:paraId="24121DB9" w14:textId="77777777" w:rsidR="000860DB" w:rsidRPr="000860DB" w:rsidRDefault="000860DB" w:rsidP="000F220A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........................................................................................................................................................................ </w:t>
      </w:r>
    </w:p>
    <w:p w14:paraId="660B0C16" w14:textId="77777777" w:rsidR="000860DB" w:rsidRPr="000860DB" w:rsidRDefault="000860DB" w:rsidP="000F220A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</w:t>
      </w:r>
      <w:r w:rsidRPr="000860DB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</w:p>
    <w:p w14:paraId="10A05396" w14:textId="77777777" w:rsidR="000860DB" w:rsidRPr="000860DB" w:rsidRDefault="000860DB" w:rsidP="000860DB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lang w:eastAsia="pl-PL"/>
        </w:rPr>
      </w:pPr>
    </w:p>
    <w:p w14:paraId="2BC0A640" w14:textId="77777777" w:rsidR="000D6E9F" w:rsidRDefault="000D6E9F" w:rsidP="00F9400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</w:pPr>
    </w:p>
    <w:p w14:paraId="32414FE5" w14:textId="77777777" w:rsidR="000D6E9F" w:rsidRDefault="000D6E9F" w:rsidP="00F9400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</w:pPr>
    </w:p>
    <w:p w14:paraId="18CAEEFA" w14:textId="77777777" w:rsidR="000D6E9F" w:rsidRDefault="000D6E9F" w:rsidP="00F9400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</w:pPr>
    </w:p>
    <w:p w14:paraId="590C7F97" w14:textId="77777777" w:rsidR="000D6E9F" w:rsidRDefault="000D6E9F" w:rsidP="00F9400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</w:pPr>
    </w:p>
    <w:p w14:paraId="71B36CA4" w14:textId="3E4430AF" w:rsidR="00F94009" w:rsidRPr="00F94009" w:rsidRDefault="00F94009" w:rsidP="00F9400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F94009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UWAGA. </w:t>
      </w:r>
      <w:r w:rsidRPr="00F94009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Plik należy podpisać kwalifikowanym podpisem elektronicznym lub podpisem zaufanym lub </w:t>
      </w:r>
      <w:r w:rsidR="0014624B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elektronicznym </w:t>
      </w:r>
      <w:r w:rsidRPr="00F94009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podpisem osobistym przez osobę/osoby uprawnioną/-</w:t>
      </w:r>
      <w:proofErr w:type="spellStart"/>
      <w:r w:rsidRPr="00F94009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ne</w:t>
      </w:r>
      <w:proofErr w:type="spellEnd"/>
      <w:r w:rsidRPr="00F94009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 do składania oświadczeń woli w imieniu Wykonawcy</w:t>
      </w:r>
    </w:p>
    <w:p w14:paraId="0B5BD6E7" w14:textId="77777777" w:rsidR="000860DB" w:rsidRPr="000860DB" w:rsidRDefault="000860DB" w:rsidP="000860DB">
      <w:pPr>
        <w:autoSpaceDE w:val="0"/>
        <w:autoSpaceDN w:val="0"/>
        <w:adjustRightInd w:val="0"/>
        <w:spacing w:before="29" w:after="0" w:line="178" w:lineRule="exact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</w:p>
    <w:p w14:paraId="0103218E" w14:textId="77777777" w:rsidR="000860DB" w:rsidRPr="000860DB" w:rsidRDefault="000860DB" w:rsidP="000860DB">
      <w:pPr>
        <w:autoSpaceDE w:val="0"/>
        <w:autoSpaceDN w:val="0"/>
        <w:adjustRightInd w:val="0"/>
        <w:spacing w:before="29" w:after="0" w:line="178" w:lineRule="exact"/>
        <w:ind w:left="711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</w:p>
    <w:p w14:paraId="702AF570" w14:textId="77777777" w:rsidR="000860DB" w:rsidRPr="000860DB" w:rsidRDefault="000860DB" w:rsidP="000860DB">
      <w:pPr>
        <w:spacing w:after="0" w:line="240" w:lineRule="auto"/>
        <w:rPr>
          <w:rFonts w:ascii="Arial" w:eastAsia="Times New Roman" w:hAnsi="Arial" w:cs="Arial"/>
          <w:b/>
          <w:color w:val="000000"/>
          <w:sz w:val="16"/>
          <w:szCs w:val="16"/>
          <w:lang w:eastAsia="pl-PL"/>
        </w:rPr>
      </w:pPr>
      <w:r w:rsidRPr="000860DB">
        <w:rPr>
          <w:rFonts w:ascii="Arial" w:eastAsia="Times New Roman" w:hAnsi="Arial" w:cs="Arial"/>
          <w:b/>
          <w:color w:val="000000"/>
          <w:sz w:val="16"/>
          <w:szCs w:val="16"/>
          <w:lang w:eastAsia="pl-PL"/>
        </w:rPr>
        <w:t>*) niepotrzebne skreślić</w:t>
      </w:r>
    </w:p>
    <w:p w14:paraId="3B16B403" w14:textId="77777777" w:rsidR="000860DB" w:rsidRPr="000860DB" w:rsidRDefault="000860DB" w:rsidP="000860DB">
      <w:pPr>
        <w:spacing w:after="0" w:line="240" w:lineRule="auto"/>
        <w:rPr>
          <w:rFonts w:ascii="Arial" w:eastAsia="Times New Roman" w:hAnsi="Arial"/>
          <w:sz w:val="24"/>
          <w:szCs w:val="24"/>
          <w:lang w:eastAsia="pl-PL"/>
        </w:rPr>
      </w:pPr>
    </w:p>
    <w:p w14:paraId="7104B2E0" w14:textId="77777777" w:rsidR="0074095F" w:rsidRPr="000860DB" w:rsidRDefault="0074095F" w:rsidP="000860DB"/>
    <w:sectPr w:rsidR="0074095F" w:rsidRPr="000860DB" w:rsidSect="000D6E9F">
      <w:headerReference w:type="default" r:id="rId9"/>
      <w:footerReference w:type="default" r:id="rId10"/>
      <w:pgSz w:w="11906" w:h="16838"/>
      <w:pgMar w:top="709" w:right="1134" w:bottom="1418" w:left="1418" w:header="567" w:footer="50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E8EC24" w14:textId="77777777" w:rsidR="003C15EE" w:rsidRDefault="003C15EE">
      <w:r>
        <w:separator/>
      </w:r>
    </w:p>
  </w:endnote>
  <w:endnote w:type="continuationSeparator" w:id="0">
    <w:p w14:paraId="62AF0BB9" w14:textId="77777777" w:rsidR="003C15EE" w:rsidRDefault="003C15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B1F403" w14:textId="3552EBC3" w:rsidR="0025292B" w:rsidRDefault="0025292B">
    <w:pPr>
      <w:pStyle w:val="Stopka"/>
    </w:pPr>
  </w:p>
  <w:p w14:paraId="19EB0144" w14:textId="77777777" w:rsidR="0025292B" w:rsidRDefault="0025292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609229" w14:textId="77777777" w:rsidR="003C15EE" w:rsidRDefault="003C15EE">
      <w:r>
        <w:separator/>
      </w:r>
    </w:p>
  </w:footnote>
  <w:footnote w:type="continuationSeparator" w:id="0">
    <w:p w14:paraId="714E2436" w14:textId="77777777" w:rsidR="003C15EE" w:rsidRDefault="003C15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C93724" w14:textId="294E20F4" w:rsidR="0025292B" w:rsidRDefault="0025292B">
    <w:pPr>
      <w:pStyle w:val="Nagwek"/>
    </w:pPr>
  </w:p>
  <w:p w14:paraId="595520D1" w14:textId="77777777" w:rsidR="0025292B" w:rsidRDefault="0025292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num w:numId="1" w16cid:durableId="659776288">
    <w:abstractNumId w:val="1"/>
  </w:num>
  <w:num w:numId="2" w16cid:durableId="9012562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3C75"/>
    <w:rsid w:val="00014877"/>
    <w:rsid w:val="00014DA3"/>
    <w:rsid w:val="000160DC"/>
    <w:rsid w:val="00021FB2"/>
    <w:rsid w:val="000222B1"/>
    <w:rsid w:val="000322B9"/>
    <w:rsid w:val="00046C14"/>
    <w:rsid w:val="00064C8B"/>
    <w:rsid w:val="00072358"/>
    <w:rsid w:val="0008253E"/>
    <w:rsid w:val="000860DB"/>
    <w:rsid w:val="0009250B"/>
    <w:rsid w:val="00093022"/>
    <w:rsid w:val="000932D4"/>
    <w:rsid w:val="000B2D08"/>
    <w:rsid w:val="000B7881"/>
    <w:rsid w:val="000B790F"/>
    <w:rsid w:val="000D6213"/>
    <w:rsid w:val="000D6E9F"/>
    <w:rsid w:val="000F220A"/>
    <w:rsid w:val="001016EE"/>
    <w:rsid w:val="00102979"/>
    <w:rsid w:val="00103FCF"/>
    <w:rsid w:val="0011177C"/>
    <w:rsid w:val="00130FE2"/>
    <w:rsid w:val="001345EA"/>
    <w:rsid w:val="00143723"/>
    <w:rsid w:val="0014624B"/>
    <w:rsid w:val="00160F6F"/>
    <w:rsid w:val="00175AA9"/>
    <w:rsid w:val="0017763E"/>
    <w:rsid w:val="0018052C"/>
    <w:rsid w:val="001827B2"/>
    <w:rsid w:val="00186DF8"/>
    <w:rsid w:val="00193C04"/>
    <w:rsid w:val="001A35BF"/>
    <w:rsid w:val="001C0BF8"/>
    <w:rsid w:val="001D0901"/>
    <w:rsid w:val="001E2936"/>
    <w:rsid w:val="0022382F"/>
    <w:rsid w:val="00232924"/>
    <w:rsid w:val="00246AA1"/>
    <w:rsid w:val="0025292B"/>
    <w:rsid w:val="0026192B"/>
    <w:rsid w:val="0028741C"/>
    <w:rsid w:val="002906B7"/>
    <w:rsid w:val="002A0A62"/>
    <w:rsid w:val="002D1A99"/>
    <w:rsid w:val="002D2ADE"/>
    <w:rsid w:val="002F07E6"/>
    <w:rsid w:val="002F3939"/>
    <w:rsid w:val="00321A51"/>
    <w:rsid w:val="0032397C"/>
    <w:rsid w:val="003537F4"/>
    <w:rsid w:val="00353F0E"/>
    <w:rsid w:val="00360CF9"/>
    <w:rsid w:val="003622B9"/>
    <w:rsid w:val="00382DB7"/>
    <w:rsid w:val="003859D5"/>
    <w:rsid w:val="00387DB3"/>
    <w:rsid w:val="003A6031"/>
    <w:rsid w:val="003B7CC8"/>
    <w:rsid w:val="003C15EE"/>
    <w:rsid w:val="003C7F73"/>
    <w:rsid w:val="003D7D30"/>
    <w:rsid w:val="00415401"/>
    <w:rsid w:val="00426AF7"/>
    <w:rsid w:val="00446C1E"/>
    <w:rsid w:val="00447A9D"/>
    <w:rsid w:val="00454B8A"/>
    <w:rsid w:val="00464852"/>
    <w:rsid w:val="00467421"/>
    <w:rsid w:val="004702A6"/>
    <w:rsid w:val="00470625"/>
    <w:rsid w:val="00482460"/>
    <w:rsid w:val="004839D1"/>
    <w:rsid w:val="00493252"/>
    <w:rsid w:val="004B7AD6"/>
    <w:rsid w:val="004E1EAA"/>
    <w:rsid w:val="004E41FA"/>
    <w:rsid w:val="004F080B"/>
    <w:rsid w:val="004F1B11"/>
    <w:rsid w:val="00505F69"/>
    <w:rsid w:val="00511CFB"/>
    <w:rsid w:val="0053696F"/>
    <w:rsid w:val="00556B24"/>
    <w:rsid w:val="00581E12"/>
    <w:rsid w:val="00584E5E"/>
    <w:rsid w:val="005917C6"/>
    <w:rsid w:val="005A1702"/>
    <w:rsid w:val="005B52F4"/>
    <w:rsid w:val="005C3365"/>
    <w:rsid w:val="005D4CBC"/>
    <w:rsid w:val="005E1550"/>
    <w:rsid w:val="005E4E46"/>
    <w:rsid w:val="005E7E75"/>
    <w:rsid w:val="005F1328"/>
    <w:rsid w:val="005F30C3"/>
    <w:rsid w:val="00606EBA"/>
    <w:rsid w:val="00613504"/>
    <w:rsid w:val="006152B8"/>
    <w:rsid w:val="006214C4"/>
    <w:rsid w:val="00632F70"/>
    <w:rsid w:val="006374C2"/>
    <w:rsid w:val="00640429"/>
    <w:rsid w:val="0064692F"/>
    <w:rsid w:val="00656361"/>
    <w:rsid w:val="00661EDD"/>
    <w:rsid w:val="00681CD2"/>
    <w:rsid w:val="006932A8"/>
    <w:rsid w:val="006B24F8"/>
    <w:rsid w:val="006B43FC"/>
    <w:rsid w:val="006C4AA8"/>
    <w:rsid w:val="006C61DF"/>
    <w:rsid w:val="006F2F42"/>
    <w:rsid w:val="00700379"/>
    <w:rsid w:val="00713C75"/>
    <w:rsid w:val="007200FB"/>
    <w:rsid w:val="007359DF"/>
    <w:rsid w:val="0074095F"/>
    <w:rsid w:val="00745C11"/>
    <w:rsid w:val="00757915"/>
    <w:rsid w:val="00770888"/>
    <w:rsid w:val="00780956"/>
    <w:rsid w:val="00791D75"/>
    <w:rsid w:val="007A65A5"/>
    <w:rsid w:val="007E144A"/>
    <w:rsid w:val="007E17E6"/>
    <w:rsid w:val="007E31E6"/>
    <w:rsid w:val="007F6381"/>
    <w:rsid w:val="008120D9"/>
    <w:rsid w:val="00812A60"/>
    <w:rsid w:val="0081585D"/>
    <w:rsid w:val="00820057"/>
    <w:rsid w:val="00860B1E"/>
    <w:rsid w:val="00866464"/>
    <w:rsid w:val="00881832"/>
    <w:rsid w:val="00883896"/>
    <w:rsid w:val="008A1B06"/>
    <w:rsid w:val="008C0B23"/>
    <w:rsid w:val="008C26BE"/>
    <w:rsid w:val="008D2B13"/>
    <w:rsid w:val="008D3E58"/>
    <w:rsid w:val="008D53FE"/>
    <w:rsid w:val="008E4AE6"/>
    <w:rsid w:val="008E6C1E"/>
    <w:rsid w:val="008F48E7"/>
    <w:rsid w:val="009208D6"/>
    <w:rsid w:val="009220C9"/>
    <w:rsid w:val="00923CF1"/>
    <w:rsid w:val="0095736A"/>
    <w:rsid w:val="0096550B"/>
    <w:rsid w:val="00980377"/>
    <w:rsid w:val="009A7FD7"/>
    <w:rsid w:val="009B674C"/>
    <w:rsid w:val="009D083B"/>
    <w:rsid w:val="009D27ED"/>
    <w:rsid w:val="009E1FF8"/>
    <w:rsid w:val="009E2627"/>
    <w:rsid w:val="009F1073"/>
    <w:rsid w:val="00A10153"/>
    <w:rsid w:val="00A11B2A"/>
    <w:rsid w:val="00A1352D"/>
    <w:rsid w:val="00A14169"/>
    <w:rsid w:val="00A14D7F"/>
    <w:rsid w:val="00A16431"/>
    <w:rsid w:val="00A65010"/>
    <w:rsid w:val="00A86095"/>
    <w:rsid w:val="00A91C06"/>
    <w:rsid w:val="00A95378"/>
    <w:rsid w:val="00AA6D61"/>
    <w:rsid w:val="00AD0B85"/>
    <w:rsid w:val="00AD23A9"/>
    <w:rsid w:val="00AD6A1A"/>
    <w:rsid w:val="00AF0C1B"/>
    <w:rsid w:val="00B03DE9"/>
    <w:rsid w:val="00B1151C"/>
    <w:rsid w:val="00B21E72"/>
    <w:rsid w:val="00B35E92"/>
    <w:rsid w:val="00B366BD"/>
    <w:rsid w:val="00B37F5B"/>
    <w:rsid w:val="00B4231D"/>
    <w:rsid w:val="00B54085"/>
    <w:rsid w:val="00B7708F"/>
    <w:rsid w:val="00B80432"/>
    <w:rsid w:val="00B83FC7"/>
    <w:rsid w:val="00B95250"/>
    <w:rsid w:val="00B96CF3"/>
    <w:rsid w:val="00BA269D"/>
    <w:rsid w:val="00BB3BCE"/>
    <w:rsid w:val="00BB41BC"/>
    <w:rsid w:val="00BC6868"/>
    <w:rsid w:val="00BD2802"/>
    <w:rsid w:val="00BD4F7C"/>
    <w:rsid w:val="00BD7659"/>
    <w:rsid w:val="00BE26DD"/>
    <w:rsid w:val="00BE4E12"/>
    <w:rsid w:val="00BF1755"/>
    <w:rsid w:val="00BF501C"/>
    <w:rsid w:val="00C10C55"/>
    <w:rsid w:val="00C4359E"/>
    <w:rsid w:val="00C46EE5"/>
    <w:rsid w:val="00C655FB"/>
    <w:rsid w:val="00C75451"/>
    <w:rsid w:val="00C95867"/>
    <w:rsid w:val="00CA700B"/>
    <w:rsid w:val="00CE0AC1"/>
    <w:rsid w:val="00CF084A"/>
    <w:rsid w:val="00CF62A2"/>
    <w:rsid w:val="00CF69E5"/>
    <w:rsid w:val="00D12275"/>
    <w:rsid w:val="00D47BCD"/>
    <w:rsid w:val="00D54ABA"/>
    <w:rsid w:val="00D608E6"/>
    <w:rsid w:val="00D762D9"/>
    <w:rsid w:val="00D803CD"/>
    <w:rsid w:val="00D81C92"/>
    <w:rsid w:val="00D92858"/>
    <w:rsid w:val="00DC2281"/>
    <w:rsid w:val="00DC7958"/>
    <w:rsid w:val="00DE4B77"/>
    <w:rsid w:val="00E11A8A"/>
    <w:rsid w:val="00E478E2"/>
    <w:rsid w:val="00E51074"/>
    <w:rsid w:val="00EB0AF1"/>
    <w:rsid w:val="00EB465E"/>
    <w:rsid w:val="00EC3A0F"/>
    <w:rsid w:val="00ED1B48"/>
    <w:rsid w:val="00EE28D7"/>
    <w:rsid w:val="00EF003F"/>
    <w:rsid w:val="00EF067B"/>
    <w:rsid w:val="00F14518"/>
    <w:rsid w:val="00F209BF"/>
    <w:rsid w:val="00F21949"/>
    <w:rsid w:val="00F550FE"/>
    <w:rsid w:val="00F826C0"/>
    <w:rsid w:val="00F94009"/>
    <w:rsid w:val="00FA3BAD"/>
    <w:rsid w:val="00FA71D0"/>
    <w:rsid w:val="00FB2823"/>
    <w:rsid w:val="00FB6348"/>
    <w:rsid w:val="00FC128C"/>
    <w:rsid w:val="00FE6936"/>
    <w:rsid w:val="00FF5E35"/>
    <w:rsid w:val="00FF6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ACED68"/>
  <w15:docId w15:val="{5D2F5F4E-9DF2-4EA3-B4F4-72DFFCB32C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C26B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11C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11CFB"/>
    <w:rPr>
      <w:rFonts w:ascii="Tahoma" w:hAnsi="Tahoma" w:cs="Tahoma"/>
      <w:sz w:val="16"/>
      <w:szCs w:val="16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C26BE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046C14"/>
    <w:rPr>
      <w:rFonts w:ascii="Times New Roman" w:eastAsia="Times New Roman" w:hAnsi="Times New Roman"/>
      <w:sz w:val="24"/>
      <w:lang w:eastAsia="en-US"/>
    </w:rPr>
  </w:style>
  <w:style w:type="character" w:styleId="Pogrubienie">
    <w:name w:val="Strong"/>
    <w:basedOn w:val="Domylnaczcionkaakapitu"/>
    <w:uiPriority w:val="22"/>
    <w:qFormat/>
    <w:rsid w:val="000F220A"/>
    <w:rPr>
      <w:b/>
      <w:bCs/>
    </w:rPr>
  </w:style>
  <w:style w:type="paragraph" w:styleId="Akapitzlist">
    <w:name w:val="List Paragraph"/>
    <w:aliases w:val="L1,Numerowanie,List Paragraph,2 heading,A_wyliczenie,K-P_odwolanie,Akapit z listą5,maz_wyliczenie,opis dzialania,T_SZ_List Paragraph,normalny tekst,Akapit z listą BS,Kolorowa lista — akcent 11,Wypunktowanie,CW_Lista"/>
    <w:basedOn w:val="Normalny"/>
    <w:link w:val="AkapitzlistZnak"/>
    <w:uiPriority w:val="99"/>
    <w:qFormat/>
    <w:rsid w:val="00656361"/>
    <w:pPr>
      <w:ind w:left="720"/>
      <w:contextualSpacing/>
    </w:p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T_SZ_List Paragraph Znak,normalny tekst Znak,Akapit z listą BS Znak"/>
    <w:link w:val="Akapitzlist"/>
    <w:uiPriority w:val="99"/>
    <w:locked/>
    <w:rsid w:val="00656361"/>
    <w:rPr>
      <w:sz w:val="22"/>
      <w:szCs w:val="22"/>
      <w:lang w:eastAsia="en-US"/>
    </w:rPr>
  </w:style>
  <w:style w:type="paragraph" w:customStyle="1" w:styleId="Style7">
    <w:name w:val="Style7"/>
    <w:basedOn w:val="Normalny"/>
    <w:uiPriority w:val="99"/>
    <w:rsid w:val="00656361"/>
    <w:pPr>
      <w:widowControl w:val="0"/>
      <w:autoSpaceDE w:val="0"/>
      <w:autoSpaceDN w:val="0"/>
      <w:adjustRightInd w:val="0"/>
      <w:spacing w:after="0" w:line="259" w:lineRule="exact"/>
      <w:ind w:hanging="35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14">
    <w:name w:val="Font Style14"/>
    <w:uiPriority w:val="99"/>
    <w:rsid w:val="00656361"/>
    <w:rPr>
      <w:rFonts w:ascii="Times New Roman" w:hAnsi="Times New Roman" w:cs="Times New Roman" w:hint="default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2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04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57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tif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250</Words>
  <Characters>1506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Szymon</cp:lastModifiedBy>
  <cp:revision>6</cp:revision>
  <cp:lastPrinted>2021-02-24T10:24:00Z</cp:lastPrinted>
  <dcterms:created xsi:type="dcterms:W3CDTF">2022-04-22T07:58:00Z</dcterms:created>
  <dcterms:modified xsi:type="dcterms:W3CDTF">2023-02-06T19:18:00Z</dcterms:modified>
</cp:coreProperties>
</file>