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8FEA9" w14:textId="77777777" w:rsidR="00900F13" w:rsidRPr="0077050C" w:rsidRDefault="00900F13" w:rsidP="00ED068C">
      <w:pPr>
        <w:pStyle w:val="Default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346E6646" w14:textId="77777777" w:rsidR="000D6151" w:rsidRPr="0077050C" w:rsidRDefault="000D6151" w:rsidP="00ED068C">
      <w:pPr>
        <w:pStyle w:val="Default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0A564CD8" w14:textId="77777777" w:rsidR="008A180F" w:rsidRPr="0077050C" w:rsidRDefault="008A180F" w:rsidP="008A180F">
      <w:pPr>
        <w:widowControl w:val="0"/>
        <w:autoSpaceDE w:val="0"/>
        <w:autoSpaceDN w:val="0"/>
        <w:adjustRightInd w:val="0"/>
        <w:spacing w:after="0" w:line="240" w:lineRule="auto"/>
        <w:ind w:right="3255"/>
        <w:jc w:val="right"/>
        <w:rPr>
          <w:rFonts w:asciiTheme="minorHAnsi" w:eastAsia="Times New Roman" w:hAnsiTheme="minorHAnsi" w:cstheme="minorHAnsi"/>
          <w:szCs w:val="24"/>
          <w:lang w:eastAsia="pl-PL"/>
        </w:rPr>
      </w:pPr>
      <w:bookmarkStart w:id="0" w:name="_Hlk528132427"/>
    </w:p>
    <w:p w14:paraId="2BCEC3E6" w14:textId="77777777" w:rsidR="008A180F" w:rsidRPr="0077050C" w:rsidRDefault="008A180F" w:rsidP="00CF5D5E">
      <w:pPr>
        <w:autoSpaceDE w:val="0"/>
        <w:autoSpaceDN w:val="0"/>
        <w:adjustRightInd w:val="0"/>
        <w:spacing w:after="0" w:line="240" w:lineRule="auto"/>
        <w:ind w:left="4962" w:right="55"/>
        <w:jc w:val="right"/>
        <w:outlineLvl w:val="0"/>
        <w:rPr>
          <w:rFonts w:asciiTheme="minorHAnsi" w:eastAsia="Times New Roman" w:hAnsiTheme="minorHAnsi" w:cstheme="minorHAnsi"/>
          <w:b/>
          <w:bCs/>
          <w:color w:val="000000"/>
          <w:sz w:val="22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bCs/>
          <w:color w:val="000000"/>
          <w:sz w:val="22"/>
          <w:lang w:eastAsia="pl-PL"/>
        </w:rPr>
        <w:t>POWIAT CHOJNICKI</w:t>
      </w:r>
    </w:p>
    <w:p w14:paraId="363E28B2" w14:textId="77777777" w:rsidR="008A180F" w:rsidRPr="0077050C" w:rsidRDefault="008A180F" w:rsidP="00CF5D5E">
      <w:pPr>
        <w:autoSpaceDE w:val="0"/>
        <w:autoSpaceDN w:val="0"/>
        <w:adjustRightInd w:val="0"/>
        <w:spacing w:after="0" w:line="240" w:lineRule="auto"/>
        <w:ind w:left="4320" w:right="55" w:firstLine="720"/>
        <w:jc w:val="right"/>
        <w:rPr>
          <w:rFonts w:asciiTheme="minorHAnsi" w:eastAsia="Times New Roman" w:hAnsiTheme="minorHAnsi" w:cstheme="minorHAnsi"/>
          <w:b/>
          <w:bCs/>
          <w:color w:val="000000"/>
          <w:sz w:val="22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bCs/>
          <w:color w:val="000000"/>
          <w:sz w:val="22"/>
          <w:lang w:eastAsia="pl-PL"/>
        </w:rPr>
        <w:t xml:space="preserve">    ul. 31 Stycznia 56</w:t>
      </w:r>
    </w:p>
    <w:p w14:paraId="09ABFBD9" w14:textId="77777777" w:rsidR="009A3615" w:rsidRPr="009A3615" w:rsidRDefault="008A180F" w:rsidP="009A3615">
      <w:pPr>
        <w:autoSpaceDE w:val="0"/>
        <w:autoSpaceDN w:val="0"/>
        <w:adjustRightInd w:val="0"/>
        <w:spacing w:after="0" w:line="240" w:lineRule="auto"/>
        <w:ind w:left="4962" w:right="55"/>
        <w:jc w:val="right"/>
        <w:rPr>
          <w:rFonts w:asciiTheme="minorHAnsi" w:eastAsia="Times New Roman" w:hAnsiTheme="minorHAnsi" w:cstheme="minorHAnsi"/>
          <w:b/>
          <w:bCs/>
          <w:color w:val="000000"/>
          <w:sz w:val="22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bCs/>
          <w:color w:val="000000"/>
          <w:sz w:val="22"/>
          <w:lang w:eastAsia="pl-PL"/>
        </w:rPr>
        <w:t xml:space="preserve">    89-600 CHOJNICE</w:t>
      </w:r>
    </w:p>
    <w:p w14:paraId="25E97CBD" w14:textId="77777777" w:rsidR="008A180F" w:rsidRPr="0077050C" w:rsidRDefault="0052768D" w:rsidP="008A180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inorHAnsi" w:eastAsia="Times New Roman" w:hAnsiTheme="minorHAnsi" w:cstheme="minorHAnsi"/>
          <w:b/>
          <w:sz w:val="32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sz w:val="32"/>
          <w:szCs w:val="24"/>
          <w:lang w:eastAsia="pl-PL"/>
        </w:rPr>
        <w:t>FORMULARZ OFERTOWY</w:t>
      </w:r>
    </w:p>
    <w:p w14:paraId="09632E63" w14:textId="77777777" w:rsidR="008A180F" w:rsidRPr="0077050C" w:rsidRDefault="008A180F" w:rsidP="008A180F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14:paraId="3CF749A2" w14:textId="77777777" w:rsidR="008A180F" w:rsidRPr="0077050C" w:rsidRDefault="00CF5D5E" w:rsidP="00CF5D5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 xml:space="preserve">Nazwa Wykonawcy: </w:t>
      </w:r>
    </w:p>
    <w:p w14:paraId="75D09222" w14:textId="77777777" w:rsidR="00CF5D5E" w:rsidRPr="0077050C" w:rsidRDefault="00CF5D5E" w:rsidP="00CF5D5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14:paraId="5D830ABA" w14:textId="77777777" w:rsidR="00CF5D5E" w:rsidRPr="0077050C" w:rsidRDefault="00CF5D5E" w:rsidP="00CF5D5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14:paraId="073F5C76" w14:textId="77777777" w:rsidR="00CF5D5E" w:rsidRPr="0077050C" w:rsidRDefault="00CF5D5E" w:rsidP="00CF5D5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 xml:space="preserve">Adres: </w:t>
      </w:r>
    </w:p>
    <w:p w14:paraId="24CADB02" w14:textId="77777777" w:rsidR="00CF5D5E" w:rsidRPr="0077050C" w:rsidRDefault="00CF5D5E" w:rsidP="00CF5D5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14:paraId="1540A1CA" w14:textId="77777777" w:rsidR="00CF5D5E" w:rsidRPr="0077050C" w:rsidRDefault="00CF5D5E" w:rsidP="00CF5D5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14:paraId="6B8B6F7D" w14:textId="77777777" w:rsidR="00CF5D5E" w:rsidRPr="0077050C" w:rsidRDefault="00CF5D5E" w:rsidP="00CF5D5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Województwo:</w:t>
      </w:r>
    </w:p>
    <w:p w14:paraId="5F40F596" w14:textId="77777777" w:rsidR="00CF5D5E" w:rsidRPr="0077050C" w:rsidRDefault="00CF5D5E" w:rsidP="00CF5D5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14:paraId="5A1A59FA" w14:textId="77777777" w:rsidR="00CF5D5E" w:rsidRPr="0077050C" w:rsidRDefault="00CF5D5E" w:rsidP="00CF5D5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14:paraId="3FFAA788" w14:textId="77777777" w:rsidR="00CF5D5E" w:rsidRPr="0077050C" w:rsidRDefault="00CF5D5E" w:rsidP="00CF5D5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Tel/FAX:</w:t>
      </w:r>
    </w:p>
    <w:p w14:paraId="0DF9F2D6" w14:textId="77777777" w:rsidR="00CF5D5E" w:rsidRPr="0077050C" w:rsidRDefault="00CF5D5E" w:rsidP="00CF5D5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14:paraId="48E5BAD5" w14:textId="77777777" w:rsidR="00CF5D5E" w:rsidRPr="0077050C" w:rsidRDefault="00CF5D5E" w:rsidP="00CF5D5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14:paraId="303D54F9" w14:textId="77777777" w:rsidR="00CF5D5E" w:rsidRPr="0077050C" w:rsidRDefault="00CF5D5E" w:rsidP="00CF5D5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NIP:</w:t>
      </w:r>
    </w:p>
    <w:p w14:paraId="3BF194E5" w14:textId="77777777" w:rsidR="00CF5D5E" w:rsidRPr="0077050C" w:rsidRDefault="00CF5D5E" w:rsidP="00CF5D5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14:paraId="3DE9F720" w14:textId="77777777" w:rsidR="00CF5D5E" w:rsidRPr="0077050C" w:rsidRDefault="00CF5D5E" w:rsidP="00CF5D5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14:paraId="53BA499C" w14:textId="77777777" w:rsidR="00CF5D5E" w:rsidRPr="0077050C" w:rsidRDefault="00CF5D5E" w:rsidP="00CF5D5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E-mail:</w:t>
      </w:r>
    </w:p>
    <w:p w14:paraId="2CA6CE59" w14:textId="77777777" w:rsidR="00CF5D5E" w:rsidRPr="0077050C" w:rsidRDefault="00CF5D5E" w:rsidP="008A18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i/>
          <w:iCs/>
          <w:color w:val="000000"/>
          <w:sz w:val="16"/>
          <w:szCs w:val="24"/>
          <w:lang w:eastAsia="pl-PL"/>
        </w:rPr>
      </w:pPr>
    </w:p>
    <w:p w14:paraId="1646FCA8" w14:textId="77777777" w:rsidR="00CF5D5E" w:rsidRPr="0077050C" w:rsidRDefault="00CF5D5E" w:rsidP="008A18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color w:val="000000"/>
          <w:szCs w:val="24"/>
          <w:lang w:eastAsia="pl-PL"/>
        </w:rPr>
      </w:pPr>
    </w:p>
    <w:p w14:paraId="3C578815" w14:textId="77777777" w:rsidR="003E4C57" w:rsidRPr="0077050C" w:rsidRDefault="003E4C57" w:rsidP="003E4C57">
      <w:pPr>
        <w:ind w:right="105"/>
        <w:jc w:val="center"/>
        <w:rPr>
          <w:rFonts w:asciiTheme="minorHAnsi" w:hAnsiTheme="minorHAnsi" w:cstheme="minorHAnsi"/>
          <w:i/>
          <w:szCs w:val="24"/>
        </w:rPr>
      </w:pPr>
      <w:r w:rsidRPr="0077050C">
        <w:rPr>
          <w:rFonts w:asciiTheme="minorHAnsi" w:hAnsiTheme="minorHAnsi" w:cstheme="minorHAnsi"/>
          <w:i/>
          <w:szCs w:val="24"/>
        </w:rPr>
        <w:t>(nazwa (firma), dokładny adres Wykonawcy / Wykonawców)</w:t>
      </w:r>
    </w:p>
    <w:p w14:paraId="45CAF0B5" w14:textId="502B6CD6" w:rsidR="003E4C57" w:rsidRDefault="003E4C57" w:rsidP="003D1866">
      <w:pPr>
        <w:spacing w:after="120"/>
        <w:jc w:val="center"/>
        <w:rPr>
          <w:rFonts w:asciiTheme="minorHAnsi" w:hAnsiTheme="minorHAnsi" w:cstheme="minorHAnsi"/>
          <w:i/>
          <w:szCs w:val="24"/>
          <w:u w:val="single"/>
        </w:rPr>
      </w:pPr>
      <w:r w:rsidRPr="0077050C">
        <w:rPr>
          <w:rFonts w:asciiTheme="minorHAnsi" w:hAnsiTheme="minorHAnsi" w:cstheme="minorHAnsi"/>
          <w:i/>
          <w:szCs w:val="24"/>
        </w:rPr>
        <w:t xml:space="preserve">(w przypadku składania oferty przez Wykonawców występujących wspólnie podać nazwy (firmy) i dokładne adresy </w:t>
      </w:r>
      <w:r w:rsidRPr="0077050C">
        <w:rPr>
          <w:rFonts w:asciiTheme="minorHAnsi" w:hAnsiTheme="minorHAnsi" w:cstheme="minorHAnsi"/>
          <w:i/>
          <w:szCs w:val="24"/>
          <w:u w:val="single"/>
        </w:rPr>
        <w:t>wszystkich wspólników spółki cywilnej lub członków konsorcjum)</w:t>
      </w:r>
    </w:p>
    <w:p w14:paraId="2CFB355F" w14:textId="77777777" w:rsidR="003D1866" w:rsidRPr="0077050C" w:rsidRDefault="003D1866" w:rsidP="003D1866">
      <w:pPr>
        <w:spacing w:after="120"/>
        <w:jc w:val="center"/>
        <w:rPr>
          <w:rFonts w:asciiTheme="minorHAnsi" w:hAnsiTheme="minorHAnsi" w:cstheme="minorHAnsi"/>
          <w:i/>
          <w:szCs w:val="24"/>
          <w:u w:val="single"/>
        </w:rPr>
      </w:pPr>
    </w:p>
    <w:p w14:paraId="22CA4724" w14:textId="141E7D02" w:rsidR="003D1866" w:rsidRDefault="003E4C57" w:rsidP="003D18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Cs/>
          <w:szCs w:val="24"/>
        </w:rPr>
      </w:pPr>
      <w:r w:rsidRPr="003D1866">
        <w:rPr>
          <w:rFonts w:asciiTheme="minorHAnsi" w:hAnsiTheme="minorHAnsi" w:cstheme="minorHAnsi"/>
          <w:szCs w:val="24"/>
        </w:rPr>
        <w:t>Po zapoznaniu się z warunkami prowadzonego postępowania</w:t>
      </w:r>
      <w:r w:rsidR="003D1866" w:rsidRPr="003D1866">
        <w:rPr>
          <w:rFonts w:asciiTheme="minorHAnsi" w:hAnsiTheme="minorHAnsi" w:cstheme="minorHAnsi"/>
          <w:szCs w:val="24"/>
        </w:rPr>
        <w:t xml:space="preserve"> w </w:t>
      </w:r>
      <w:r w:rsidRPr="003D1866">
        <w:rPr>
          <w:rFonts w:asciiTheme="minorHAnsi" w:hAnsiTheme="minorHAnsi" w:cstheme="minorHAnsi"/>
          <w:szCs w:val="24"/>
        </w:rPr>
        <w:t xml:space="preserve"> </w:t>
      </w:r>
      <w:r w:rsidR="003D1866" w:rsidRPr="003D1866">
        <w:rPr>
          <w:rFonts w:asciiTheme="minorHAnsi" w:hAnsiTheme="minorHAnsi" w:cstheme="minorHAnsi"/>
          <w:bCs/>
          <w:szCs w:val="24"/>
        </w:rPr>
        <w:t xml:space="preserve">trybie podstawowym bez negocjacji zgodnie z art. 275 pkt 1 w związku z art. 359 pkt 2 ustawy z dnia 11 września 2019 r. Prawo zamówień publicznych </w:t>
      </w:r>
      <w:r w:rsidRPr="003D1866">
        <w:rPr>
          <w:rFonts w:asciiTheme="minorHAnsi" w:hAnsiTheme="minorHAnsi" w:cstheme="minorHAnsi"/>
          <w:szCs w:val="24"/>
        </w:rPr>
        <w:t xml:space="preserve">składamy ofertę na usługi </w:t>
      </w:r>
      <w:r w:rsidR="003D1866" w:rsidRPr="003D1866">
        <w:rPr>
          <w:rFonts w:asciiTheme="minorHAnsi" w:hAnsiTheme="minorHAnsi" w:cstheme="minorHAnsi"/>
          <w:bCs/>
          <w:szCs w:val="24"/>
        </w:rPr>
        <w:t>społeczne i inne szczególne usługi pn.:</w:t>
      </w:r>
    </w:p>
    <w:p w14:paraId="70AE6FA5" w14:textId="77777777" w:rsidR="003D1866" w:rsidRPr="003D1866" w:rsidRDefault="003D1866" w:rsidP="003D18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Cs w:val="24"/>
        </w:rPr>
      </w:pPr>
    </w:p>
    <w:p w14:paraId="18D1CAA0" w14:textId="6EFDF670" w:rsidR="00B72B18" w:rsidRDefault="00B72B18" w:rsidP="003E4C57">
      <w:pPr>
        <w:pStyle w:val="Akapitzlist"/>
        <w:ind w:left="0"/>
        <w:jc w:val="both"/>
        <w:rPr>
          <w:rFonts w:asciiTheme="minorHAnsi" w:eastAsia="Times New Roman" w:hAnsiTheme="minorHAnsi" w:cstheme="minorHAnsi"/>
          <w:b/>
          <w:color w:val="000000"/>
          <w:szCs w:val="24"/>
          <w:lang w:eastAsia="pl-PL"/>
        </w:rPr>
      </w:pPr>
      <w:r w:rsidRPr="003D1866">
        <w:rPr>
          <w:rFonts w:asciiTheme="minorHAnsi" w:eastAsia="Times New Roman" w:hAnsiTheme="minorHAnsi" w:cstheme="minorHAnsi"/>
          <w:b/>
          <w:color w:val="000000"/>
          <w:szCs w:val="24"/>
          <w:lang w:eastAsia="pl-PL"/>
        </w:rPr>
        <w:t>Opracowanie autorskiego programu nauczania i przeprowadzenie cyklu zajęć pozalekcyjnych dla uczniów szczególnie uzdolnionych w ramach projektu</w:t>
      </w:r>
      <w:r w:rsidRPr="003D1866">
        <w:rPr>
          <w:rFonts w:asciiTheme="minorHAnsi" w:eastAsia="Times New Roman" w:hAnsiTheme="minorHAnsi" w:cstheme="minorHAnsi"/>
          <w:b/>
          <w:color w:val="000000"/>
          <w:szCs w:val="24"/>
          <w:lang w:eastAsia="pl-PL"/>
        </w:rPr>
        <w:br/>
        <w:t>„Zdolni z Pomorza – powiat chojnicki”  z podziałem na części</w:t>
      </w:r>
    </w:p>
    <w:p w14:paraId="1FE41D4D" w14:textId="77777777" w:rsidR="003D1866" w:rsidRPr="003D1866" w:rsidRDefault="003D1866" w:rsidP="003E4C57">
      <w:pPr>
        <w:pStyle w:val="Akapitzlist"/>
        <w:ind w:left="0"/>
        <w:jc w:val="both"/>
        <w:rPr>
          <w:rFonts w:asciiTheme="minorHAnsi" w:eastAsia="Times New Roman" w:hAnsiTheme="minorHAnsi" w:cstheme="minorHAnsi"/>
          <w:b/>
          <w:color w:val="000000"/>
          <w:szCs w:val="24"/>
          <w:lang w:eastAsia="pl-PL"/>
        </w:rPr>
      </w:pPr>
    </w:p>
    <w:p w14:paraId="43570EED" w14:textId="77777777" w:rsidR="003E4C57" w:rsidRPr="0077050C" w:rsidRDefault="003E4C57" w:rsidP="003E4C57">
      <w:pPr>
        <w:pStyle w:val="Akapitzlist"/>
        <w:ind w:left="0"/>
        <w:jc w:val="both"/>
        <w:rPr>
          <w:rFonts w:asciiTheme="minorHAnsi" w:hAnsiTheme="minorHAnsi" w:cstheme="minorHAnsi"/>
          <w:szCs w:val="24"/>
        </w:rPr>
      </w:pPr>
      <w:r w:rsidRPr="003D1866">
        <w:rPr>
          <w:rFonts w:asciiTheme="minorHAnsi" w:hAnsiTheme="minorHAnsi" w:cstheme="minorHAnsi"/>
          <w:szCs w:val="24"/>
        </w:rPr>
        <w:t xml:space="preserve">Część nr 1. Zajęcia pozalekcyjne z matematyki – </w:t>
      </w:r>
      <w:r w:rsidR="00C05E6D" w:rsidRPr="003D1866">
        <w:rPr>
          <w:rFonts w:asciiTheme="minorHAnsi" w:hAnsiTheme="minorHAnsi" w:cstheme="minorHAnsi"/>
          <w:szCs w:val="24"/>
        </w:rPr>
        <w:t>szkoła</w:t>
      </w:r>
      <w:r w:rsidRPr="003D1866">
        <w:rPr>
          <w:rFonts w:asciiTheme="minorHAnsi" w:hAnsiTheme="minorHAnsi" w:cstheme="minorHAnsi"/>
          <w:szCs w:val="24"/>
        </w:rPr>
        <w:t xml:space="preserve"> podstawowa</w:t>
      </w:r>
      <w:r w:rsidRPr="0077050C">
        <w:rPr>
          <w:rFonts w:asciiTheme="minorHAnsi" w:hAnsiTheme="minorHAnsi" w:cstheme="minorHAnsi"/>
          <w:szCs w:val="24"/>
        </w:rPr>
        <w:t xml:space="preserve"> </w:t>
      </w:r>
    </w:p>
    <w:p w14:paraId="7DE479C7" w14:textId="77777777" w:rsidR="003E4C57" w:rsidRPr="0077050C" w:rsidRDefault="003E4C57" w:rsidP="003E4C57">
      <w:pPr>
        <w:pStyle w:val="Akapitzlist"/>
        <w:ind w:left="0"/>
        <w:jc w:val="both"/>
        <w:rPr>
          <w:rFonts w:asciiTheme="minorHAnsi" w:hAnsiTheme="minorHAnsi" w:cstheme="minorHAnsi"/>
          <w:szCs w:val="24"/>
        </w:rPr>
      </w:pPr>
      <w:r w:rsidRPr="0077050C">
        <w:rPr>
          <w:rFonts w:asciiTheme="minorHAnsi" w:hAnsiTheme="minorHAnsi" w:cstheme="minorHAnsi"/>
          <w:szCs w:val="24"/>
        </w:rPr>
        <w:t xml:space="preserve">Część nr 2. Zajęcia pozalekcyjne z matematyki – </w:t>
      </w:r>
      <w:r w:rsidR="00C05E6D" w:rsidRPr="0077050C">
        <w:rPr>
          <w:rFonts w:asciiTheme="minorHAnsi" w:hAnsiTheme="minorHAnsi" w:cstheme="minorHAnsi"/>
          <w:szCs w:val="24"/>
        </w:rPr>
        <w:t>szkoła</w:t>
      </w:r>
      <w:r w:rsidRPr="0077050C">
        <w:rPr>
          <w:rFonts w:asciiTheme="minorHAnsi" w:hAnsiTheme="minorHAnsi" w:cstheme="minorHAnsi"/>
          <w:szCs w:val="24"/>
        </w:rPr>
        <w:t xml:space="preserve"> ponadpodstawowa</w:t>
      </w:r>
      <w:r w:rsidR="00C05E6D" w:rsidRPr="0077050C">
        <w:rPr>
          <w:rFonts w:asciiTheme="minorHAnsi" w:hAnsiTheme="minorHAnsi" w:cstheme="minorHAnsi"/>
          <w:szCs w:val="24"/>
        </w:rPr>
        <w:t xml:space="preserve"> gr. 1</w:t>
      </w:r>
    </w:p>
    <w:p w14:paraId="4120C5C6" w14:textId="77777777" w:rsidR="003E4C57" w:rsidRPr="0077050C" w:rsidRDefault="003E4C57" w:rsidP="003E4C57">
      <w:pPr>
        <w:pStyle w:val="Akapitzlist"/>
        <w:ind w:left="0"/>
        <w:jc w:val="both"/>
        <w:rPr>
          <w:rFonts w:asciiTheme="minorHAnsi" w:hAnsiTheme="minorHAnsi" w:cstheme="minorHAnsi"/>
          <w:szCs w:val="24"/>
        </w:rPr>
      </w:pPr>
      <w:r w:rsidRPr="0077050C">
        <w:rPr>
          <w:rFonts w:asciiTheme="minorHAnsi" w:hAnsiTheme="minorHAnsi" w:cstheme="minorHAnsi"/>
          <w:szCs w:val="24"/>
        </w:rPr>
        <w:t xml:space="preserve">Część nr 3. Zajęcia pozalekcyjne z matematyki – </w:t>
      </w:r>
      <w:r w:rsidR="00C05E6D" w:rsidRPr="0077050C">
        <w:rPr>
          <w:rFonts w:asciiTheme="minorHAnsi" w:hAnsiTheme="minorHAnsi" w:cstheme="minorHAnsi"/>
          <w:szCs w:val="24"/>
        </w:rPr>
        <w:t xml:space="preserve">szkoła </w:t>
      </w:r>
      <w:r w:rsidRPr="0077050C">
        <w:rPr>
          <w:rFonts w:asciiTheme="minorHAnsi" w:hAnsiTheme="minorHAnsi" w:cstheme="minorHAnsi"/>
          <w:szCs w:val="24"/>
        </w:rPr>
        <w:t xml:space="preserve">ponadpodstawowa </w:t>
      </w:r>
      <w:r w:rsidR="00C05E6D" w:rsidRPr="0077050C">
        <w:rPr>
          <w:rFonts w:asciiTheme="minorHAnsi" w:hAnsiTheme="minorHAnsi" w:cstheme="minorHAnsi"/>
          <w:szCs w:val="24"/>
        </w:rPr>
        <w:t>gr. 2</w:t>
      </w:r>
    </w:p>
    <w:p w14:paraId="215007C9" w14:textId="77777777" w:rsidR="003E4C57" w:rsidRPr="0077050C" w:rsidRDefault="003E4C57" w:rsidP="003E4C57">
      <w:pPr>
        <w:pStyle w:val="Akapitzlist"/>
        <w:ind w:left="0"/>
        <w:jc w:val="both"/>
        <w:rPr>
          <w:rFonts w:asciiTheme="minorHAnsi" w:hAnsiTheme="minorHAnsi" w:cstheme="minorHAnsi"/>
          <w:szCs w:val="24"/>
        </w:rPr>
      </w:pPr>
      <w:r w:rsidRPr="0077050C">
        <w:rPr>
          <w:rFonts w:asciiTheme="minorHAnsi" w:hAnsiTheme="minorHAnsi" w:cstheme="minorHAnsi"/>
          <w:szCs w:val="24"/>
        </w:rPr>
        <w:lastRenderedPageBreak/>
        <w:t xml:space="preserve">Część nr 4. Zajęcia pozalekcyjnych z fizyki – </w:t>
      </w:r>
      <w:r w:rsidR="00C05E6D" w:rsidRPr="0077050C">
        <w:rPr>
          <w:rFonts w:asciiTheme="minorHAnsi" w:hAnsiTheme="minorHAnsi" w:cstheme="minorHAnsi"/>
          <w:szCs w:val="24"/>
        </w:rPr>
        <w:t>szkoła</w:t>
      </w:r>
      <w:r w:rsidRPr="0077050C">
        <w:rPr>
          <w:rFonts w:asciiTheme="minorHAnsi" w:hAnsiTheme="minorHAnsi" w:cstheme="minorHAnsi"/>
          <w:szCs w:val="24"/>
        </w:rPr>
        <w:t xml:space="preserve"> podstawowa</w:t>
      </w:r>
    </w:p>
    <w:p w14:paraId="16476F1B" w14:textId="77777777" w:rsidR="003E4C57" w:rsidRPr="0077050C" w:rsidRDefault="003E4C57" w:rsidP="003E4C57">
      <w:pPr>
        <w:pStyle w:val="Akapitzlist"/>
        <w:ind w:left="0"/>
        <w:jc w:val="both"/>
        <w:rPr>
          <w:rFonts w:asciiTheme="minorHAnsi" w:hAnsiTheme="minorHAnsi" w:cstheme="minorHAnsi"/>
          <w:szCs w:val="24"/>
        </w:rPr>
      </w:pPr>
      <w:r w:rsidRPr="0077050C">
        <w:rPr>
          <w:rFonts w:asciiTheme="minorHAnsi" w:hAnsiTheme="minorHAnsi" w:cstheme="minorHAnsi"/>
          <w:szCs w:val="24"/>
        </w:rPr>
        <w:t xml:space="preserve">Część nr 5. Zajęcia pozalekcyjne z fizyki – </w:t>
      </w:r>
      <w:r w:rsidR="00C05E6D" w:rsidRPr="0077050C">
        <w:rPr>
          <w:rFonts w:asciiTheme="minorHAnsi" w:hAnsiTheme="minorHAnsi" w:cstheme="minorHAnsi"/>
          <w:szCs w:val="24"/>
        </w:rPr>
        <w:t>szkoła</w:t>
      </w:r>
      <w:r w:rsidRPr="0077050C">
        <w:rPr>
          <w:rFonts w:asciiTheme="minorHAnsi" w:hAnsiTheme="minorHAnsi" w:cstheme="minorHAnsi"/>
          <w:szCs w:val="24"/>
        </w:rPr>
        <w:t xml:space="preserve"> ponadpodstawowa </w:t>
      </w:r>
    </w:p>
    <w:p w14:paraId="4D7E246B" w14:textId="77777777" w:rsidR="003E4C57" w:rsidRPr="0077050C" w:rsidRDefault="003E4C57" w:rsidP="003E4C57">
      <w:pPr>
        <w:pStyle w:val="Akapitzlist"/>
        <w:ind w:left="0"/>
        <w:jc w:val="both"/>
        <w:rPr>
          <w:rFonts w:asciiTheme="minorHAnsi" w:hAnsiTheme="minorHAnsi" w:cstheme="minorHAnsi"/>
          <w:szCs w:val="24"/>
        </w:rPr>
      </w:pPr>
      <w:r w:rsidRPr="0077050C">
        <w:rPr>
          <w:rFonts w:asciiTheme="minorHAnsi" w:hAnsiTheme="minorHAnsi" w:cstheme="minorHAnsi"/>
          <w:szCs w:val="24"/>
        </w:rPr>
        <w:t>Część nr 6. Zajęci</w:t>
      </w:r>
      <w:r w:rsidR="00162E6F" w:rsidRPr="0077050C">
        <w:rPr>
          <w:rFonts w:asciiTheme="minorHAnsi" w:hAnsiTheme="minorHAnsi" w:cstheme="minorHAnsi"/>
          <w:szCs w:val="24"/>
        </w:rPr>
        <w:t xml:space="preserve">a pozalekcyjne z informatyki – </w:t>
      </w:r>
      <w:r w:rsidR="00C05E6D" w:rsidRPr="0077050C">
        <w:rPr>
          <w:rFonts w:asciiTheme="minorHAnsi" w:hAnsiTheme="minorHAnsi" w:cstheme="minorHAnsi"/>
          <w:szCs w:val="24"/>
        </w:rPr>
        <w:t>szkoła</w:t>
      </w:r>
      <w:r w:rsidR="00162E6F" w:rsidRPr="0077050C">
        <w:rPr>
          <w:rFonts w:asciiTheme="minorHAnsi" w:hAnsiTheme="minorHAnsi" w:cstheme="minorHAnsi"/>
          <w:szCs w:val="24"/>
        </w:rPr>
        <w:t xml:space="preserve"> </w:t>
      </w:r>
      <w:r w:rsidRPr="0077050C">
        <w:rPr>
          <w:rFonts w:asciiTheme="minorHAnsi" w:hAnsiTheme="minorHAnsi" w:cstheme="minorHAnsi"/>
          <w:szCs w:val="24"/>
        </w:rPr>
        <w:t>podstawowa</w:t>
      </w:r>
    </w:p>
    <w:p w14:paraId="7B47ECE4" w14:textId="77777777" w:rsidR="003E4C57" w:rsidRPr="0077050C" w:rsidRDefault="003E4C57" w:rsidP="003E4C57">
      <w:pPr>
        <w:pStyle w:val="Akapitzlist"/>
        <w:ind w:left="0"/>
        <w:jc w:val="both"/>
        <w:rPr>
          <w:rFonts w:asciiTheme="minorHAnsi" w:hAnsiTheme="minorHAnsi" w:cstheme="minorHAnsi"/>
          <w:szCs w:val="24"/>
        </w:rPr>
      </w:pPr>
      <w:r w:rsidRPr="0077050C">
        <w:rPr>
          <w:rFonts w:asciiTheme="minorHAnsi" w:hAnsiTheme="minorHAnsi" w:cstheme="minorHAnsi"/>
          <w:szCs w:val="24"/>
        </w:rPr>
        <w:t>Część nr 7. Zaję</w:t>
      </w:r>
      <w:r w:rsidR="00162E6F" w:rsidRPr="0077050C">
        <w:rPr>
          <w:rFonts w:asciiTheme="minorHAnsi" w:hAnsiTheme="minorHAnsi" w:cstheme="minorHAnsi"/>
          <w:szCs w:val="24"/>
        </w:rPr>
        <w:t xml:space="preserve">cia pozalekcyjne z informatyki – </w:t>
      </w:r>
      <w:r w:rsidR="00C05E6D" w:rsidRPr="0077050C">
        <w:rPr>
          <w:rFonts w:asciiTheme="minorHAnsi" w:hAnsiTheme="minorHAnsi" w:cstheme="minorHAnsi"/>
          <w:szCs w:val="24"/>
        </w:rPr>
        <w:t>szkoła</w:t>
      </w:r>
      <w:r w:rsidR="00162E6F" w:rsidRPr="0077050C">
        <w:rPr>
          <w:rFonts w:asciiTheme="minorHAnsi" w:hAnsiTheme="minorHAnsi" w:cstheme="minorHAnsi"/>
          <w:szCs w:val="24"/>
        </w:rPr>
        <w:t xml:space="preserve"> </w:t>
      </w:r>
      <w:r w:rsidRPr="0077050C">
        <w:rPr>
          <w:rFonts w:asciiTheme="minorHAnsi" w:hAnsiTheme="minorHAnsi" w:cstheme="minorHAnsi"/>
          <w:szCs w:val="24"/>
        </w:rPr>
        <w:t>ponadpodstawowa</w:t>
      </w:r>
    </w:p>
    <w:p w14:paraId="1157E6BC" w14:textId="77777777" w:rsidR="003E4C57" w:rsidRPr="0077050C" w:rsidRDefault="003E4C57" w:rsidP="003E4C57">
      <w:pPr>
        <w:pStyle w:val="Akapitzlist"/>
        <w:ind w:left="0"/>
        <w:jc w:val="both"/>
        <w:rPr>
          <w:rFonts w:asciiTheme="minorHAnsi" w:hAnsiTheme="minorHAnsi" w:cstheme="minorHAnsi"/>
          <w:szCs w:val="24"/>
        </w:rPr>
      </w:pPr>
      <w:r w:rsidRPr="0077050C">
        <w:rPr>
          <w:rFonts w:asciiTheme="minorHAnsi" w:hAnsiTheme="minorHAnsi" w:cstheme="minorHAnsi"/>
          <w:szCs w:val="24"/>
        </w:rPr>
        <w:t>Część nr 8. Zaj</w:t>
      </w:r>
      <w:r w:rsidR="00162E6F" w:rsidRPr="0077050C">
        <w:rPr>
          <w:rFonts w:asciiTheme="minorHAnsi" w:hAnsiTheme="minorHAnsi" w:cstheme="minorHAnsi"/>
          <w:szCs w:val="24"/>
        </w:rPr>
        <w:t xml:space="preserve">ęcia pozalekcyjne z biologii – </w:t>
      </w:r>
      <w:r w:rsidR="00C05E6D" w:rsidRPr="0077050C">
        <w:rPr>
          <w:rFonts w:asciiTheme="minorHAnsi" w:hAnsiTheme="minorHAnsi" w:cstheme="minorHAnsi"/>
          <w:szCs w:val="24"/>
        </w:rPr>
        <w:t>szkoła</w:t>
      </w:r>
      <w:r w:rsidR="00162E6F" w:rsidRPr="0077050C">
        <w:rPr>
          <w:rFonts w:asciiTheme="minorHAnsi" w:hAnsiTheme="minorHAnsi" w:cstheme="minorHAnsi"/>
          <w:szCs w:val="24"/>
        </w:rPr>
        <w:t xml:space="preserve"> </w:t>
      </w:r>
      <w:r w:rsidRPr="0077050C">
        <w:rPr>
          <w:rFonts w:asciiTheme="minorHAnsi" w:hAnsiTheme="minorHAnsi" w:cstheme="minorHAnsi"/>
          <w:szCs w:val="24"/>
        </w:rPr>
        <w:t>podstawowa</w:t>
      </w:r>
    </w:p>
    <w:p w14:paraId="743B702B" w14:textId="77777777" w:rsidR="003E4C57" w:rsidRPr="0077050C" w:rsidRDefault="003E4C57" w:rsidP="003E4C57">
      <w:pPr>
        <w:pStyle w:val="Akapitzlist"/>
        <w:ind w:left="0"/>
        <w:jc w:val="both"/>
        <w:rPr>
          <w:rFonts w:asciiTheme="minorHAnsi" w:hAnsiTheme="minorHAnsi" w:cstheme="minorHAnsi"/>
          <w:szCs w:val="24"/>
        </w:rPr>
      </w:pPr>
      <w:r w:rsidRPr="0077050C">
        <w:rPr>
          <w:rFonts w:asciiTheme="minorHAnsi" w:hAnsiTheme="minorHAnsi" w:cstheme="minorHAnsi"/>
          <w:szCs w:val="24"/>
        </w:rPr>
        <w:t>Część nr 9. Za</w:t>
      </w:r>
      <w:r w:rsidR="00162E6F" w:rsidRPr="0077050C">
        <w:rPr>
          <w:rFonts w:asciiTheme="minorHAnsi" w:hAnsiTheme="minorHAnsi" w:cstheme="minorHAnsi"/>
          <w:szCs w:val="24"/>
        </w:rPr>
        <w:t xml:space="preserve">jęcia pozalekcyjne z biologii – </w:t>
      </w:r>
      <w:r w:rsidR="00C05E6D" w:rsidRPr="0077050C">
        <w:rPr>
          <w:rFonts w:asciiTheme="minorHAnsi" w:hAnsiTheme="minorHAnsi" w:cstheme="minorHAnsi"/>
          <w:szCs w:val="24"/>
        </w:rPr>
        <w:t>szkoła</w:t>
      </w:r>
      <w:r w:rsidR="00162E6F" w:rsidRPr="0077050C">
        <w:rPr>
          <w:rFonts w:asciiTheme="minorHAnsi" w:hAnsiTheme="minorHAnsi" w:cstheme="minorHAnsi"/>
          <w:szCs w:val="24"/>
        </w:rPr>
        <w:t xml:space="preserve"> </w:t>
      </w:r>
      <w:r w:rsidRPr="0077050C">
        <w:rPr>
          <w:rFonts w:asciiTheme="minorHAnsi" w:hAnsiTheme="minorHAnsi" w:cstheme="minorHAnsi"/>
          <w:szCs w:val="24"/>
        </w:rPr>
        <w:t>ponadpodstawowa</w:t>
      </w:r>
    </w:p>
    <w:p w14:paraId="274B1277" w14:textId="77777777" w:rsidR="003E4C57" w:rsidRPr="0077050C" w:rsidRDefault="003E4C57" w:rsidP="003E4C57">
      <w:pPr>
        <w:pStyle w:val="Akapitzlist"/>
        <w:ind w:left="0"/>
        <w:jc w:val="both"/>
        <w:rPr>
          <w:rFonts w:asciiTheme="minorHAnsi" w:hAnsiTheme="minorHAnsi" w:cstheme="minorHAnsi"/>
          <w:szCs w:val="24"/>
        </w:rPr>
      </w:pPr>
      <w:r w:rsidRPr="0077050C">
        <w:rPr>
          <w:rFonts w:asciiTheme="minorHAnsi" w:hAnsiTheme="minorHAnsi" w:cstheme="minorHAnsi"/>
          <w:szCs w:val="24"/>
        </w:rPr>
        <w:t xml:space="preserve">Część nr 10. Zajęcia pozalekcyjne z chemii – </w:t>
      </w:r>
      <w:r w:rsidR="00C05E6D" w:rsidRPr="0077050C">
        <w:rPr>
          <w:rFonts w:asciiTheme="minorHAnsi" w:hAnsiTheme="minorHAnsi" w:cstheme="minorHAnsi"/>
          <w:szCs w:val="24"/>
        </w:rPr>
        <w:t>szkoła</w:t>
      </w:r>
      <w:r w:rsidRPr="0077050C">
        <w:rPr>
          <w:rFonts w:asciiTheme="minorHAnsi" w:hAnsiTheme="minorHAnsi" w:cstheme="minorHAnsi"/>
          <w:szCs w:val="24"/>
        </w:rPr>
        <w:t xml:space="preserve"> podstawowa </w:t>
      </w:r>
    </w:p>
    <w:p w14:paraId="061027FD" w14:textId="77777777" w:rsidR="003E4C57" w:rsidRPr="0077050C" w:rsidRDefault="003E4C57" w:rsidP="003E4C57">
      <w:pPr>
        <w:pStyle w:val="Akapitzlist"/>
        <w:ind w:left="0"/>
        <w:jc w:val="both"/>
        <w:rPr>
          <w:rFonts w:asciiTheme="minorHAnsi" w:hAnsiTheme="minorHAnsi" w:cstheme="minorHAnsi"/>
          <w:szCs w:val="24"/>
        </w:rPr>
      </w:pPr>
      <w:r w:rsidRPr="0077050C">
        <w:rPr>
          <w:rFonts w:asciiTheme="minorHAnsi" w:hAnsiTheme="minorHAnsi" w:cstheme="minorHAnsi"/>
          <w:szCs w:val="24"/>
        </w:rPr>
        <w:t xml:space="preserve">Część nr 11. Zajęcia pozalekcyjne z chemii – </w:t>
      </w:r>
      <w:r w:rsidR="00C05E6D" w:rsidRPr="0077050C">
        <w:rPr>
          <w:rFonts w:asciiTheme="minorHAnsi" w:hAnsiTheme="minorHAnsi" w:cstheme="minorHAnsi"/>
          <w:szCs w:val="24"/>
        </w:rPr>
        <w:t>szkoła</w:t>
      </w:r>
      <w:r w:rsidRPr="0077050C">
        <w:rPr>
          <w:rFonts w:asciiTheme="minorHAnsi" w:hAnsiTheme="minorHAnsi" w:cstheme="minorHAnsi"/>
          <w:szCs w:val="24"/>
        </w:rPr>
        <w:t xml:space="preserve"> ponadpodstawowa</w:t>
      </w:r>
    </w:p>
    <w:p w14:paraId="34DAD6B3" w14:textId="77777777" w:rsidR="003E4C57" w:rsidRPr="0077050C" w:rsidRDefault="003E4C57" w:rsidP="003E4C57">
      <w:pPr>
        <w:pStyle w:val="Akapitzlist"/>
        <w:ind w:left="0"/>
        <w:jc w:val="both"/>
        <w:rPr>
          <w:rFonts w:asciiTheme="minorHAnsi" w:hAnsiTheme="minorHAnsi" w:cstheme="minorHAnsi"/>
          <w:szCs w:val="24"/>
        </w:rPr>
      </w:pPr>
      <w:r w:rsidRPr="0077050C">
        <w:rPr>
          <w:rFonts w:asciiTheme="minorHAnsi" w:hAnsiTheme="minorHAnsi" w:cstheme="minorHAnsi"/>
          <w:szCs w:val="24"/>
        </w:rPr>
        <w:t xml:space="preserve">Część nr 12. Zajęcia pozalekcyjne z kompetencji społecznych – </w:t>
      </w:r>
      <w:r w:rsidR="00C05E6D" w:rsidRPr="0077050C">
        <w:rPr>
          <w:rFonts w:asciiTheme="minorHAnsi" w:hAnsiTheme="minorHAnsi" w:cstheme="minorHAnsi"/>
          <w:szCs w:val="24"/>
        </w:rPr>
        <w:t>szkoła</w:t>
      </w:r>
      <w:r w:rsidRPr="0077050C">
        <w:rPr>
          <w:rFonts w:asciiTheme="minorHAnsi" w:hAnsiTheme="minorHAnsi" w:cstheme="minorHAnsi"/>
          <w:szCs w:val="24"/>
        </w:rPr>
        <w:t xml:space="preserve"> podstawowa</w:t>
      </w:r>
    </w:p>
    <w:p w14:paraId="4A6B56EF" w14:textId="77777777" w:rsidR="003E4C57" w:rsidRPr="0077050C" w:rsidRDefault="003E4C57" w:rsidP="003E4C57">
      <w:pPr>
        <w:pStyle w:val="Akapitzlist"/>
        <w:ind w:left="0"/>
        <w:jc w:val="both"/>
        <w:rPr>
          <w:rFonts w:asciiTheme="minorHAnsi" w:hAnsiTheme="minorHAnsi" w:cstheme="minorHAnsi"/>
          <w:szCs w:val="24"/>
        </w:rPr>
      </w:pPr>
      <w:r w:rsidRPr="0077050C">
        <w:rPr>
          <w:rFonts w:asciiTheme="minorHAnsi" w:hAnsiTheme="minorHAnsi" w:cstheme="minorHAnsi"/>
          <w:szCs w:val="24"/>
        </w:rPr>
        <w:t xml:space="preserve">Część nr 13. Zajęcia pozalekcyjne z kompetencji społecznych – </w:t>
      </w:r>
      <w:r w:rsidR="00C05E6D" w:rsidRPr="0077050C">
        <w:rPr>
          <w:rFonts w:asciiTheme="minorHAnsi" w:hAnsiTheme="minorHAnsi" w:cstheme="minorHAnsi"/>
          <w:szCs w:val="24"/>
        </w:rPr>
        <w:t>szkoła</w:t>
      </w:r>
      <w:r w:rsidRPr="0077050C">
        <w:rPr>
          <w:rFonts w:asciiTheme="minorHAnsi" w:hAnsiTheme="minorHAnsi" w:cstheme="minorHAnsi"/>
          <w:szCs w:val="24"/>
        </w:rPr>
        <w:t xml:space="preserve"> ponadpodstawowa</w:t>
      </w:r>
    </w:p>
    <w:p w14:paraId="12F2FAB9" w14:textId="77777777" w:rsidR="003E4C57" w:rsidRPr="0077050C" w:rsidRDefault="003E4C57" w:rsidP="003E4C57">
      <w:pPr>
        <w:pStyle w:val="Akapitzlist"/>
        <w:spacing w:after="0" w:line="240" w:lineRule="auto"/>
        <w:ind w:left="-720" w:firstLine="708"/>
        <w:jc w:val="both"/>
        <w:rPr>
          <w:rFonts w:asciiTheme="minorHAnsi" w:hAnsiTheme="minorHAnsi" w:cstheme="minorHAnsi"/>
          <w:szCs w:val="24"/>
        </w:rPr>
      </w:pPr>
      <w:r w:rsidRPr="0077050C">
        <w:rPr>
          <w:rFonts w:asciiTheme="minorHAnsi" w:hAnsiTheme="minorHAnsi" w:cstheme="minorHAnsi"/>
          <w:szCs w:val="24"/>
        </w:rPr>
        <w:t>Część nr 14. Warsztaty rozwijające kreatywność</w:t>
      </w:r>
    </w:p>
    <w:p w14:paraId="0E895444" w14:textId="77777777" w:rsidR="008A180F" w:rsidRPr="0077050C" w:rsidRDefault="008A180F" w:rsidP="00CF5D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i/>
          <w:iCs/>
          <w:color w:val="000000"/>
          <w:szCs w:val="24"/>
          <w:lang w:eastAsia="pl-PL"/>
        </w:rPr>
      </w:pPr>
    </w:p>
    <w:p w14:paraId="45726C00" w14:textId="77777777" w:rsidR="003E4C57" w:rsidRPr="0077050C" w:rsidRDefault="003E4C57" w:rsidP="00CF5D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i/>
          <w:iCs/>
          <w:color w:val="000000"/>
          <w:szCs w:val="24"/>
          <w:lang w:eastAsia="pl-PL"/>
        </w:rPr>
      </w:pPr>
    </w:p>
    <w:p w14:paraId="51A617C9" w14:textId="77777777" w:rsidR="003E4C57" w:rsidRPr="0077050C" w:rsidRDefault="003E4C57" w:rsidP="003E4C57">
      <w:pPr>
        <w:ind w:right="105"/>
        <w:rPr>
          <w:rFonts w:asciiTheme="minorHAnsi" w:hAnsiTheme="minorHAnsi" w:cstheme="minorHAnsi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My niżej podpisani:</w:t>
      </w:r>
      <w:r w:rsidRPr="0077050C">
        <w:rPr>
          <w:rFonts w:asciiTheme="minorHAnsi" w:hAnsiTheme="minorHAnsi" w:cstheme="minorHAnsi"/>
          <w:szCs w:val="24"/>
        </w:rPr>
        <w:t xml:space="preserve"> </w:t>
      </w:r>
    </w:p>
    <w:p w14:paraId="6BEB676A" w14:textId="77777777" w:rsidR="003E4C57" w:rsidRPr="0077050C" w:rsidRDefault="003E4C57" w:rsidP="003E4C57">
      <w:pPr>
        <w:ind w:right="105"/>
        <w:rPr>
          <w:rFonts w:asciiTheme="minorHAnsi" w:hAnsiTheme="minorHAnsi" w:cstheme="minorHAnsi"/>
          <w:szCs w:val="24"/>
        </w:rPr>
      </w:pPr>
    </w:p>
    <w:p w14:paraId="1970C626" w14:textId="77777777" w:rsidR="003E4C57" w:rsidRPr="0077050C" w:rsidRDefault="003E4C57" w:rsidP="003E4C57">
      <w:pPr>
        <w:ind w:right="105"/>
        <w:rPr>
          <w:rFonts w:asciiTheme="minorHAnsi" w:hAnsiTheme="minorHAnsi" w:cstheme="minorHAnsi"/>
          <w:szCs w:val="24"/>
        </w:rPr>
      </w:pPr>
    </w:p>
    <w:p w14:paraId="166E63B1" w14:textId="77777777" w:rsidR="003E4C57" w:rsidRPr="0077050C" w:rsidRDefault="003E4C57" w:rsidP="003E4C57">
      <w:pPr>
        <w:ind w:right="105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działając w imieniu i na rzecz:</w:t>
      </w:r>
    </w:p>
    <w:p w14:paraId="46E4AE76" w14:textId="77777777" w:rsidR="003E4C57" w:rsidRPr="0077050C" w:rsidRDefault="003E4C57" w:rsidP="003E4C57">
      <w:pPr>
        <w:ind w:right="105"/>
        <w:rPr>
          <w:rFonts w:asciiTheme="minorHAnsi" w:hAnsiTheme="minorHAnsi" w:cstheme="minorHAnsi"/>
          <w:szCs w:val="24"/>
        </w:rPr>
      </w:pPr>
    </w:p>
    <w:p w14:paraId="4E05B869" w14:textId="77777777" w:rsidR="003E4C57" w:rsidRPr="0077050C" w:rsidRDefault="003E4C57" w:rsidP="003E4C57">
      <w:pPr>
        <w:ind w:right="105"/>
        <w:jc w:val="center"/>
        <w:rPr>
          <w:rFonts w:asciiTheme="minorHAnsi" w:hAnsiTheme="minorHAnsi" w:cstheme="minorHAnsi"/>
          <w:i/>
          <w:szCs w:val="24"/>
        </w:rPr>
      </w:pPr>
      <w:r w:rsidRPr="0077050C">
        <w:rPr>
          <w:rFonts w:asciiTheme="minorHAnsi" w:hAnsiTheme="minorHAnsi" w:cstheme="minorHAnsi"/>
          <w:i/>
          <w:szCs w:val="24"/>
        </w:rPr>
        <w:t>(nazwa (firma), dokładny adres Wykonawcy / Wykonawców)</w:t>
      </w:r>
    </w:p>
    <w:p w14:paraId="4C80824A" w14:textId="77777777" w:rsidR="003E4C57" w:rsidRPr="0077050C" w:rsidRDefault="003E4C57" w:rsidP="003E4C57">
      <w:pPr>
        <w:pStyle w:val="Tekstpodstawowy3"/>
        <w:jc w:val="center"/>
        <w:rPr>
          <w:rFonts w:asciiTheme="minorHAnsi" w:hAnsiTheme="minorHAnsi" w:cstheme="minorHAnsi"/>
          <w:i/>
          <w:sz w:val="24"/>
          <w:szCs w:val="24"/>
          <w:u w:val="single"/>
        </w:rPr>
      </w:pPr>
      <w:r w:rsidRPr="0077050C">
        <w:rPr>
          <w:rFonts w:asciiTheme="minorHAnsi" w:hAnsiTheme="minorHAnsi" w:cstheme="minorHAnsi"/>
          <w:i/>
          <w:sz w:val="24"/>
          <w:szCs w:val="24"/>
        </w:rPr>
        <w:t xml:space="preserve">(w przypadku składania oferty przez Wykonawców występujących wspólnie podać nazwy (firmy) i dokładne adresy </w:t>
      </w:r>
      <w:r w:rsidRPr="0077050C">
        <w:rPr>
          <w:rFonts w:asciiTheme="minorHAnsi" w:hAnsiTheme="minorHAnsi" w:cstheme="minorHAnsi"/>
          <w:i/>
          <w:sz w:val="24"/>
          <w:szCs w:val="24"/>
          <w:u w:val="single"/>
        </w:rPr>
        <w:t>wszystkich wspólników spółki cywilnej lub członków konsorcjum</w:t>
      </w:r>
    </w:p>
    <w:p w14:paraId="79132B2B" w14:textId="0D44DB22" w:rsidR="003E4C57" w:rsidRDefault="003E4C57">
      <w:pPr>
        <w:spacing w:after="0" w:line="240" w:lineRule="auto"/>
        <w:rPr>
          <w:rFonts w:asciiTheme="minorHAnsi" w:eastAsia="Times New Roman" w:hAnsiTheme="minorHAnsi" w:cstheme="minorHAnsi"/>
          <w:b/>
          <w:bCs/>
          <w:color w:val="000000"/>
          <w:szCs w:val="24"/>
          <w:lang w:eastAsia="pl-PL"/>
        </w:rPr>
      </w:pPr>
    </w:p>
    <w:p w14:paraId="259757C2" w14:textId="3A0E6DFE" w:rsidR="003D1866" w:rsidRDefault="003D1866">
      <w:pPr>
        <w:spacing w:after="0" w:line="240" w:lineRule="auto"/>
        <w:rPr>
          <w:rFonts w:asciiTheme="minorHAnsi" w:eastAsia="Times New Roman" w:hAnsiTheme="minorHAnsi" w:cstheme="minorHAnsi"/>
          <w:b/>
          <w:bCs/>
          <w:color w:val="000000"/>
          <w:szCs w:val="24"/>
          <w:lang w:eastAsia="pl-PL"/>
        </w:rPr>
      </w:pPr>
    </w:p>
    <w:p w14:paraId="569E6BCF" w14:textId="169AC96E" w:rsidR="003D1866" w:rsidRDefault="003D1866">
      <w:pPr>
        <w:spacing w:after="0" w:line="240" w:lineRule="auto"/>
        <w:rPr>
          <w:rFonts w:asciiTheme="minorHAnsi" w:eastAsia="Times New Roman" w:hAnsiTheme="minorHAnsi" w:cstheme="minorHAnsi"/>
          <w:b/>
          <w:bCs/>
          <w:color w:val="000000"/>
          <w:szCs w:val="24"/>
          <w:lang w:eastAsia="pl-PL"/>
        </w:rPr>
      </w:pPr>
    </w:p>
    <w:p w14:paraId="4B2E43A6" w14:textId="48E6041B" w:rsidR="003D1866" w:rsidRDefault="003D1866">
      <w:pPr>
        <w:spacing w:after="0" w:line="240" w:lineRule="auto"/>
        <w:rPr>
          <w:rFonts w:asciiTheme="minorHAnsi" w:eastAsia="Times New Roman" w:hAnsiTheme="minorHAnsi" w:cstheme="minorHAnsi"/>
          <w:b/>
          <w:bCs/>
          <w:color w:val="000000"/>
          <w:szCs w:val="24"/>
          <w:lang w:eastAsia="pl-PL"/>
        </w:rPr>
      </w:pPr>
    </w:p>
    <w:p w14:paraId="3B38609E" w14:textId="7CDF5AF2" w:rsidR="003D1866" w:rsidRDefault="003D1866">
      <w:pPr>
        <w:spacing w:after="0" w:line="240" w:lineRule="auto"/>
        <w:rPr>
          <w:rFonts w:asciiTheme="minorHAnsi" w:eastAsia="Times New Roman" w:hAnsiTheme="minorHAnsi" w:cstheme="minorHAnsi"/>
          <w:b/>
          <w:bCs/>
          <w:color w:val="000000"/>
          <w:szCs w:val="24"/>
          <w:lang w:eastAsia="pl-PL"/>
        </w:rPr>
      </w:pPr>
    </w:p>
    <w:p w14:paraId="1FB0F60B" w14:textId="62DBCED9" w:rsidR="003D1866" w:rsidRDefault="003D1866">
      <w:pPr>
        <w:spacing w:after="0" w:line="240" w:lineRule="auto"/>
        <w:rPr>
          <w:rFonts w:asciiTheme="minorHAnsi" w:eastAsia="Times New Roman" w:hAnsiTheme="minorHAnsi" w:cstheme="minorHAnsi"/>
          <w:b/>
          <w:bCs/>
          <w:color w:val="000000"/>
          <w:szCs w:val="24"/>
          <w:lang w:eastAsia="pl-PL"/>
        </w:rPr>
      </w:pPr>
    </w:p>
    <w:p w14:paraId="259B4648" w14:textId="50E3FDC4" w:rsidR="003D1866" w:rsidRDefault="003D1866">
      <w:pPr>
        <w:spacing w:after="0" w:line="240" w:lineRule="auto"/>
        <w:rPr>
          <w:rFonts w:asciiTheme="minorHAnsi" w:eastAsia="Times New Roman" w:hAnsiTheme="minorHAnsi" w:cstheme="minorHAnsi"/>
          <w:b/>
          <w:bCs/>
          <w:color w:val="000000"/>
          <w:szCs w:val="24"/>
          <w:lang w:eastAsia="pl-PL"/>
        </w:rPr>
      </w:pPr>
    </w:p>
    <w:p w14:paraId="558B183A" w14:textId="542D429C" w:rsidR="003D1866" w:rsidRDefault="003D1866">
      <w:pPr>
        <w:spacing w:after="0" w:line="240" w:lineRule="auto"/>
        <w:rPr>
          <w:rFonts w:asciiTheme="minorHAnsi" w:eastAsia="Times New Roman" w:hAnsiTheme="minorHAnsi" w:cstheme="minorHAnsi"/>
          <w:b/>
          <w:bCs/>
          <w:color w:val="000000"/>
          <w:szCs w:val="24"/>
          <w:lang w:eastAsia="pl-PL"/>
        </w:rPr>
      </w:pPr>
    </w:p>
    <w:p w14:paraId="676136D5" w14:textId="17817341" w:rsidR="003D1866" w:rsidRDefault="003D1866">
      <w:pPr>
        <w:spacing w:after="0" w:line="240" w:lineRule="auto"/>
        <w:rPr>
          <w:rFonts w:asciiTheme="minorHAnsi" w:eastAsia="Times New Roman" w:hAnsiTheme="minorHAnsi" w:cstheme="minorHAnsi"/>
          <w:b/>
          <w:bCs/>
          <w:color w:val="000000"/>
          <w:szCs w:val="24"/>
          <w:lang w:eastAsia="pl-PL"/>
        </w:rPr>
      </w:pPr>
    </w:p>
    <w:p w14:paraId="5C2F5157" w14:textId="1E505072" w:rsidR="003D1866" w:rsidRDefault="003D1866">
      <w:pPr>
        <w:spacing w:after="0" w:line="240" w:lineRule="auto"/>
        <w:rPr>
          <w:rFonts w:asciiTheme="minorHAnsi" w:eastAsia="Times New Roman" w:hAnsiTheme="minorHAnsi" w:cstheme="minorHAnsi"/>
          <w:b/>
          <w:bCs/>
          <w:color w:val="000000"/>
          <w:szCs w:val="24"/>
          <w:lang w:eastAsia="pl-PL"/>
        </w:rPr>
      </w:pPr>
    </w:p>
    <w:p w14:paraId="0A2AF717" w14:textId="2D55E062" w:rsidR="003D1866" w:rsidRDefault="003D1866">
      <w:pPr>
        <w:spacing w:after="0" w:line="240" w:lineRule="auto"/>
        <w:rPr>
          <w:rFonts w:asciiTheme="minorHAnsi" w:eastAsia="Times New Roman" w:hAnsiTheme="minorHAnsi" w:cstheme="minorHAnsi"/>
          <w:b/>
          <w:bCs/>
          <w:color w:val="000000"/>
          <w:szCs w:val="24"/>
          <w:lang w:eastAsia="pl-PL"/>
        </w:rPr>
      </w:pPr>
    </w:p>
    <w:p w14:paraId="528DDDD3" w14:textId="2783D9C5" w:rsidR="003D1866" w:rsidRDefault="003D1866">
      <w:pPr>
        <w:spacing w:after="0" w:line="240" w:lineRule="auto"/>
        <w:rPr>
          <w:rFonts w:asciiTheme="minorHAnsi" w:eastAsia="Times New Roman" w:hAnsiTheme="minorHAnsi" w:cstheme="minorHAnsi"/>
          <w:b/>
          <w:bCs/>
          <w:color w:val="000000"/>
          <w:szCs w:val="24"/>
          <w:lang w:eastAsia="pl-PL"/>
        </w:rPr>
      </w:pPr>
    </w:p>
    <w:p w14:paraId="0846268C" w14:textId="06418362" w:rsidR="003D1866" w:rsidRDefault="003D1866">
      <w:pPr>
        <w:spacing w:after="0" w:line="240" w:lineRule="auto"/>
        <w:rPr>
          <w:rFonts w:asciiTheme="minorHAnsi" w:eastAsia="Times New Roman" w:hAnsiTheme="minorHAnsi" w:cstheme="minorHAnsi"/>
          <w:b/>
          <w:bCs/>
          <w:color w:val="000000"/>
          <w:szCs w:val="24"/>
          <w:lang w:eastAsia="pl-PL"/>
        </w:rPr>
      </w:pPr>
    </w:p>
    <w:p w14:paraId="1A59F4C3" w14:textId="080F8C20" w:rsidR="003D1866" w:rsidRDefault="003D1866">
      <w:pPr>
        <w:spacing w:after="0" w:line="240" w:lineRule="auto"/>
        <w:rPr>
          <w:rFonts w:asciiTheme="minorHAnsi" w:eastAsia="Times New Roman" w:hAnsiTheme="minorHAnsi" w:cstheme="minorHAnsi"/>
          <w:b/>
          <w:bCs/>
          <w:color w:val="000000"/>
          <w:szCs w:val="24"/>
          <w:lang w:eastAsia="pl-PL"/>
        </w:rPr>
      </w:pPr>
    </w:p>
    <w:p w14:paraId="577F4C57" w14:textId="49A07F98" w:rsidR="003D1866" w:rsidRDefault="003D1866">
      <w:pPr>
        <w:spacing w:after="0" w:line="240" w:lineRule="auto"/>
        <w:rPr>
          <w:rFonts w:asciiTheme="minorHAnsi" w:eastAsia="Times New Roman" w:hAnsiTheme="minorHAnsi" w:cstheme="minorHAnsi"/>
          <w:b/>
          <w:bCs/>
          <w:color w:val="000000"/>
          <w:szCs w:val="24"/>
          <w:lang w:eastAsia="pl-PL"/>
        </w:rPr>
      </w:pPr>
    </w:p>
    <w:p w14:paraId="2D4BC9D4" w14:textId="4F8A9B2A" w:rsidR="003D1866" w:rsidRDefault="003D1866">
      <w:pPr>
        <w:spacing w:after="0" w:line="240" w:lineRule="auto"/>
        <w:rPr>
          <w:rFonts w:asciiTheme="minorHAnsi" w:eastAsia="Times New Roman" w:hAnsiTheme="minorHAnsi" w:cstheme="minorHAnsi"/>
          <w:b/>
          <w:bCs/>
          <w:color w:val="000000"/>
          <w:szCs w:val="24"/>
          <w:lang w:eastAsia="pl-PL"/>
        </w:rPr>
      </w:pPr>
    </w:p>
    <w:p w14:paraId="136F693C" w14:textId="3424E782" w:rsidR="003D1866" w:rsidRDefault="003D1866">
      <w:pPr>
        <w:spacing w:after="0" w:line="240" w:lineRule="auto"/>
        <w:rPr>
          <w:rFonts w:asciiTheme="minorHAnsi" w:eastAsia="Times New Roman" w:hAnsiTheme="minorHAnsi" w:cstheme="minorHAnsi"/>
          <w:b/>
          <w:bCs/>
          <w:color w:val="000000"/>
          <w:szCs w:val="24"/>
          <w:lang w:eastAsia="pl-PL"/>
        </w:rPr>
      </w:pPr>
    </w:p>
    <w:p w14:paraId="06D22F5C" w14:textId="486F9AB0" w:rsidR="003D1866" w:rsidRDefault="003D1866">
      <w:pPr>
        <w:spacing w:after="0" w:line="240" w:lineRule="auto"/>
        <w:rPr>
          <w:rFonts w:asciiTheme="minorHAnsi" w:eastAsia="Times New Roman" w:hAnsiTheme="minorHAnsi" w:cstheme="minorHAnsi"/>
          <w:b/>
          <w:bCs/>
          <w:color w:val="000000"/>
          <w:szCs w:val="24"/>
          <w:lang w:eastAsia="pl-PL"/>
        </w:rPr>
      </w:pPr>
    </w:p>
    <w:p w14:paraId="7C8E299A" w14:textId="74DEE6B6" w:rsidR="003D1866" w:rsidRDefault="003D1866">
      <w:pPr>
        <w:spacing w:after="0" w:line="240" w:lineRule="auto"/>
        <w:rPr>
          <w:rFonts w:asciiTheme="minorHAnsi" w:eastAsia="Times New Roman" w:hAnsiTheme="minorHAnsi" w:cstheme="minorHAnsi"/>
          <w:b/>
          <w:bCs/>
          <w:color w:val="000000"/>
          <w:szCs w:val="24"/>
          <w:lang w:eastAsia="pl-PL"/>
        </w:rPr>
      </w:pPr>
    </w:p>
    <w:p w14:paraId="2645D85E" w14:textId="77777777" w:rsidR="003D1866" w:rsidRPr="0077050C" w:rsidRDefault="003D1866">
      <w:pPr>
        <w:spacing w:after="0" w:line="240" w:lineRule="auto"/>
        <w:rPr>
          <w:rFonts w:asciiTheme="minorHAnsi" w:eastAsia="Times New Roman" w:hAnsiTheme="minorHAnsi" w:cstheme="minorHAnsi"/>
          <w:b/>
          <w:bCs/>
          <w:color w:val="000000"/>
          <w:szCs w:val="24"/>
          <w:lang w:eastAsia="pl-PL"/>
        </w:rPr>
      </w:pPr>
    </w:p>
    <w:p w14:paraId="6F6C0C1A" w14:textId="77777777" w:rsidR="00162E6F" w:rsidRPr="0064771C" w:rsidRDefault="008A180F" w:rsidP="003E4C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</w:pPr>
      <w:r w:rsidRPr="0064771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Część </w:t>
      </w:r>
      <w:r w:rsidR="003E4C57" w:rsidRPr="0064771C"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  <w:t xml:space="preserve">nr 1. </w:t>
      </w:r>
      <w:r w:rsidR="00162E6F" w:rsidRPr="0064771C"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  <w:t>Zajęcia pozalekcyjne z matematyki – szkoła podstawowa</w:t>
      </w:r>
    </w:p>
    <w:p w14:paraId="1F192879" w14:textId="77777777" w:rsidR="00162E6F" w:rsidRPr="0077050C" w:rsidRDefault="00162E6F" w:rsidP="003E4C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</w:pPr>
    </w:p>
    <w:p w14:paraId="23327A82" w14:textId="77777777" w:rsidR="008A180F" w:rsidRPr="0077050C" w:rsidRDefault="008A180F" w:rsidP="003E4C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Opracowanie autorskiego programu nauczania i przeprowadzenie cyklu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40 godz.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zajęć pozalekcyjnych dla uczniów szczególnie</w:t>
      </w:r>
      <w:r w:rsidR="0060689F">
        <w:rPr>
          <w:rFonts w:asciiTheme="minorHAnsi" w:eastAsia="Times New Roman" w:hAnsiTheme="minorHAnsi" w:cstheme="minorHAnsi"/>
          <w:szCs w:val="24"/>
          <w:lang w:eastAsia="pl-PL"/>
        </w:rPr>
        <w:t xml:space="preserve"> uzdolnionych w ramach projektu</w:t>
      </w:r>
      <w:r w:rsidR="0060689F">
        <w:rPr>
          <w:rFonts w:asciiTheme="minorHAnsi" w:eastAsia="Times New Roman" w:hAnsiTheme="minorHAnsi" w:cstheme="minorHAnsi"/>
          <w:szCs w:val="24"/>
          <w:lang w:eastAsia="pl-PL"/>
        </w:rPr>
        <w:br/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„Zdolni z Pomorza – powiat chojnicki”, zajęcia pozalekcyjne z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matematyki</w:t>
      </w:r>
      <w:r w:rsidR="00140F7A" w:rsidRPr="0077050C">
        <w:rPr>
          <w:rFonts w:asciiTheme="minorHAnsi" w:eastAsia="Times New Roman" w:hAnsiTheme="minorHAnsi" w:cstheme="minorHAnsi"/>
          <w:szCs w:val="24"/>
          <w:lang w:eastAsia="pl-PL"/>
        </w:rPr>
        <w:t>, etap edukacyjny</w:t>
      </w:r>
      <w:r w:rsidR="00140F7A" w:rsidRPr="0077050C">
        <w:rPr>
          <w:rFonts w:asciiTheme="minorHAnsi" w:eastAsia="Times New Roman" w:hAnsiTheme="minorHAnsi" w:cstheme="minorHAnsi"/>
          <w:szCs w:val="24"/>
          <w:lang w:eastAsia="pl-PL"/>
        </w:rPr>
        <w:br/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–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szkoła podstawowa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</w:t>
      </w:r>
    </w:p>
    <w:p w14:paraId="62928AD1" w14:textId="77777777" w:rsidR="008A180F" w:rsidRPr="0077050C" w:rsidRDefault="008A180F" w:rsidP="008A180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2AE4599B" w14:textId="77777777" w:rsidR="003E4C57" w:rsidRPr="0077050C" w:rsidRDefault="003E4C57" w:rsidP="003E4C57">
      <w:pPr>
        <w:numPr>
          <w:ilvl w:val="3"/>
          <w:numId w:val="6"/>
        </w:numPr>
        <w:spacing w:after="0" w:line="240" w:lineRule="auto"/>
        <w:ind w:left="426" w:hanging="448"/>
        <w:jc w:val="both"/>
        <w:rPr>
          <w:rStyle w:val="FontStyle97"/>
          <w:rFonts w:asciiTheme="minorHAnsi" w:hAnsiTheme="minorHAnsi" w:cstheme="minorHAnsi"/>
          <w:b/>
          <w:sz w:val="24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154E5572" w14:textId="77777777" w:rsidR="003E4C57" w:rsidRPr="0077050C" w:rsidRDefault="003E4C57" w:rsidP="008A180F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7930AA7C" w14:textId="77777777" w:rsidR="008A180F" w:rsidRPr="0077050C" w:rsidRDefault="008A180F" w:rsidP="00162E6F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40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 x  .........</w:t>
      </w:r>
      <w:r w:rsidR="003E4C57" w:rsidRPr="0077050C">
        <w:rPr>
          <w:rFonts w:asciiTheme="minorHAnsi" w:eastAsia="Times New Roman" w:hAnsiTheme="minorHAnsi" w:cstheme="minorHAnsi"/>
          <w:szCs w:val="24"/>
          <w:lang w:eastAsia="pl-PL"/>
        </w:rPr>
        <w:t>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..........….. zł /godz. brutto = ……………………</w:t>
      </w:r>
      <w:r w:rsidR="003E4C57" w:rsidRPr="0077050C">
        <w:rPr>
          <w:rFonts w:asciiTheme="minorHAnsi" w:eastAsia="Times New Roman" w:hAnsiTheme="minorHAnsi" w:cstheme="minorHAnsi"/>
          <w:szCs w:val="24"/>
          <w:lang w:eastAsia="pl-PL"/>
        </w:rPr>
        <w:t>…..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 zł brutto</w:t>
      </w:r>
    </w:p>
    <w:p w14:paraId="5B096077" w14:textId="77777777" w:rsidR="008A180F" w:rsidRPr="0077050C" w:rsidRDefault="00162E6F" w:rsidP="008A180F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</w:t>
      </w:r>
      <w:r w:rsidR="008A180F"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(cena j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ednostkowa za godzinę)        </w:t>
      </w:r>
      <w:r w:rsidR="008A180F"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(wartość całego zamówienia)</w:t>
      </w:r>
    </w:p>
    <w:p w14:paraId="11C6942B" w14:textId="77777777" w:rsidR="008A180F" w:rsidRPr="0077050C" w:rsidRDefault="008A180F" w:rsidP="008A180F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0A2EEE6C" w14:textId="7ADA79E4" w:rsidR="008A180F" w:rsidRPr="00A3035E" w:rsidRDefault="003D1866" w:rsidP="003E4C5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A3035E">
        <w:rPr>
          <w:rFonts w:asciiTheme="minorHAnsi" w:eastAsia="Times New Roman" w:hAnsiTheme="minorHAnsi" w:cstheme="minorHAnsi"/>
          <w:szCs w:val="24"/>
          <w:lang w:eastAsia="pl-PL"/>
        </w:rPr>
        <w:t>S</w:t>
      </w:r>
      <w:r w:rsidR="008A180F" w:rsidRPr="00A3035E">
        <w:rPr>
          <w:rFonts w:asciiTheme="minorHAnsi" w:eastAsia="Times New Roman" w:hAnsiTheme="minorHAnsi" w:cstheme="minorHAnsi"/>
          <w:szCs w:val="24"/>
          <w:lang w:eastAsia="pl-PL"/>
        </w:rPr>
        <w:t>łownie</w:t>
      </w:r>
      <w:r w:rsidRPr="00A3035E">
        <w:rPr>
          <w:rFonts w:asciiTheme="minorHAnsi" w:eastAsia="Times New Roman" w:hAnsiTheme="minorHAnsi" w:cstheme="minorHAnsi"/>
          <w:szCs w:val="24"/>
          <w:lang w:eastAsia="pl-PL"/>
        </w:rPr>
        <w:t xml:space="preserve"> </w:t>
      </w:r>
      <w:r w:rsidR="008A180F" w:rsidRPr="00A3035E">
        <w:rPr>
          <w:rFonts w:asciiTheme="minorHAnsi" w:eastAsia="Times New Roman" w:hAnsiTheme="minorHAnsi" w:cstheme="minorHAnsi"/>
          <w:szCs w:val="24"/>
          <w:lang w:eastAsia="pl-PL"/>
        </w:rPr>
        <w:t>: ....................................................................................................</w:t>
      </w:r>
      <w:r w:rsidR="003E4C57" w:rsidRPr="00A3035E">
        <w:rPr>
          <w:rFonts w:asciiTheme="minorHAnsi" w:eastAsia="Times New Roman" w:hAnsiTheme="minorHAnsi" w:cstheme="minorHAnsi"/>
          <w:szCs w:val="24"/>
          <w:lang w:eastAsia="pl-PL"/>
        </w:rPr>
        <w:t>............</w:t>
      </w:r>
      <w:r w:rsidR="008A180F" w:rsidRPr="00A3035E">
        <w:rPr>
          <w:rFonts w:asciiTheme="minorHAnsi" w:eastAsia="Times New Roman" w:hAnsiTheme="minorHAnsi" w:cstheme="minorHAnsi"/>
          <w:szCs w:val="24"/>
          <w:lang w:eastAsia="pl-PL"/>
        </w:rPr>
        <w:t>................. zł</w:t>
      </w:r>
    </w:p>
    <w:p w14:paraId="457D4C92" w14:textId="77777777" w:rsidR="00D83B9A" w:rsidRPr="0077050C" w:rsidRDefault="00D83B9A" w:rsidP="003E4C57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72EF64BD" w14:textId="77777777" w:rsidR="008A180F" w:rsidRPr="0077050C" w:rsidRDefault="008A180F" w:rsidP="003E4C57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Do obliczenia powyższej ceny przyjęto następującą stawkę podatku VAT: ………</w:t>
      </w:r>
      <w:r w:rsidR="003E4C57" w:rsidRPr="0077050C">
        <w:rPr>
          <w:rFonts w:asciiTheme="minorHAnsi" w:eastAsia="Times New Roman" w:hAnsiTheme="minorHAnsi" w:cstheme="minorHAnsi"/>
          <w:szCs w:val="24"/>
          <w:lang w:eastAsia="pl-PL"/>
        </w:rPr>
        <w:t>….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……%.</w:t>
      </w:r>
    </w:p>
    <w:p w14:paraId="64F88F7C" w14:textId="77777777" w:rsidR="008A180F" w:rsidRPr="0077050C" w:rsidRDefault="008A180F" w:rsidP="008A180F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2EA56662" w14:textId="77777777" w:rsidR="003E4C57" w:rsidRPr="0077050C" w:rsidRDefault="003E4C57" w:rsidP="003E4C57">
      <w:pPr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100" w:line="240" w:lineRule="auto"/>
        <w:ind w:hanging="2880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Oświadczamy, że:</w:t>
      </w:r>
    </w:p>
    <w:p w14:paraId="1A558B61" w14:textId="77777777" w:rsidR="008A180F" w:rsidRPr="0077050C" w:rsidRDefault="00E84736" w:rsidP="00E84736">
      <w:pPr>
        <w:pStyle w:val="Tekstpodstawowy22"/>
        <w:widowControl w:val="0"/>
        <w:tabs>
          <w:tab w:val="left" w:pos="284"/>
        </w:tabs>
        <w:suppressAutoHyphens w:val="0"/>
        <w:spacing w:line="276" w:lineRule="auto"/>
        <w:rPr>
          <w:rFonts w:asciiTheme="minorHAnsi" w:hAnsiTheme="minorHAnsi" w:cstheme="minorHAnsi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O</w:t>
      </w:r>
      <w:r w:rsidR="003E4C57" w:rsidRPr="0077050C">
        <w:rPr>
          <w:rFonts w:asciiTheme="minorHAnsi" w:hAnsiTheme="minorHAnsi" w:cstheme="minorHAnsi"/>
          <w:b/>
          <w:szCs w:val="24"/>
        </w:rPr>
        <w:t>soba: ……….…………………</w:t>
      </w:r>
      <w:r w:rsidRPr="0077050C">
        <w:rPr>
          <w:rFonts w:asciiTheme="minorHAnsi" w:hAnsiTheme="minorHAnsi" w:cstheme="minorHAnsi"/>
          <w:b/>
          <w:szCs w:val="24"/>
        </w:rPr>
        <w:t>…</w:t>
      </w:r>
      <w:r w:rsidR="003E4C57" w:rsidRPr="0077050C">
        <w:rPr>
          <w:rFonts w:asciiTheme="minorHAnsi" w:hAnsiTheme="minorHAnsi" w:cstheme="minorHAnsi"/>
          <w:b/>
          <w:szCs w:val="24"/>
        </w:rPr>
        <w:t xml:space="preserve">…………………. </w:t>
      </w:r>
      <w:r w:rsidR="003E4C57" w:rsidRPr="0077050C">
        <w:rPr>
          <w:rFonts w:asciiTheme="minorHAnsi" w:hAnsiTheme="minorHAnsi" w:cstheme="minorHAnsi"/>
          <w:i/>
          <w:szCs w:val="24"/>
        </w:rPr>
        <w:t>(wpisać imię i nazwisko</w:t>
      </w:r>
      <w:r w:rsidR="003E4C57" w:rsidRPr="0077050C">
        <w:rPr>
          <w:rFonts w:asciiTheme="minorHAnsi" w:hAnsiTheme="minorHAnsi" w:cstheme="minorHAnsi"/>
          <w:szCs w:val="24"/>
        </w:rPr>
        <w:t>),</w:t>
      </w:r>
      <w:r w:rsidR="003E4C57" w:rsidRPr="0077050C">
        <w:rPr>
          <w:rFonts w:asciiTheme="minorHAnsi" w:hAnsiTheme="minorHAnsi" w:cstheme="minorHAnsi"/>
          <w:b/>
          <w:szCs w:val="24"/>
        </w:rPr>
        <w:t xml:space="preserve"> </w:t>
      </w:r>
      <w:r w:rsidR="005313DD" w:rsidRPr="0077050C">
        <w:rPr>
          <w:rFonts w:asciiTheme="minorHAnsi" w:hAnsiTheme="minorHAnsi" w:cstheme="minorHAnsi"/>
          <w:b/>
          <w:szCs w:val="24"/>
        </w:rPr>
        <w:t xml:space="preserve"> </w:t>
      </w:r>
      <w:r w:rsidR="003E4C57" w:rsidRPr="0077050C">
        <w:rPr>
          <w:rFonts w:asciiTheme="minorHAnsi" w:hAnsiTheme="minorHAnsi" w:cstheme="minorHAnsi"/>
          <w:b/>
          <w:szCs w:val="24"/>
        </w:rPr>
        <w:t>która będzie</w:t>
      </w:r>
      <w:r w:rsidR="005313DD" w:rsidRPr="0077050C">
        <w:rPr>
          <w:rFonts w:asciiTheme="minorHAnsi" w:hAnsiTheme="minorHAnsi" w:cstheme="minorHAnsi"/>
          <w:b/>
          <w:szCs w:val="24"/>
        </w:rPr>
        <w:t xml:space="preserve"> prowadziła zajęcia pozalekcyjne z matematyki dla grupy uczniów ze szkoły podstawowej posiada</w:t>
      </w:r>
      <w:r w:rsidR="00162E6F" w:rsidRPr="0077050C">
        <w:rPr>
          <w:rFonts w:asciiTheme="minorHAnsi" w:hAnsiTheme="minorHAnsi" w:cstheme="minorHAnsi"/>
          <w:b/>
          <w:szCs w:val="24"/>
        </w:rPr>
        <w:t>:</w:t>
      </w:r>
      <w:r w:rsidR="005313DD" w:rsidRPr="0077050C">
        <w:rPr>
          <w:rFonts w:asciiTheme="minorHAnsi" w:hAnsiTheme="minorHAnsi" w:cstheme="minorHAnsi"/>
          <w:b/>
          <w:szCs w:val="24"/>
        </w:rPr>
        <w:t xml:space="preserve"> </w:t>
      </w:r>
      <w:r w:rsidR="00140F7A" w:rsidRPr="0077050C">
        <w:rPr>
          <w:rFonts w:asciiTheme="minorHAnsi" w:hAnsiTheme="minorHAnsi" w:cstheme="minorHAnsi"/>
          <w:color w:val="333333"/>
          <w:shd w:val="clear" w:color="auto" w:fill="FFFFFF"/>
        </w:rPr>
        <w:t xml:space="preserve">studia </w:t>
      </w:r>
      <w:r w:rsidR="0060689F">
        <w:rPr>
          <w:rFonts w:asciiTheme="minorHAnsi" w:hAnsiTheme="minorHAnsi" w:cstheme="minorHAnsi"/>
          <w:color w:val="333333"/>
          <w:shd w:val="clear" w:color="auto" w:fill="FFFFFF"/>
        </w:rPr>
        <w:t xml:space="preserve">co najmniej </w:t>
      </w:r>
      <w:r w:rsidR="00140F7A" w:rsidRPr="0077050C">
        <w:rPr>
          <w:rFonts w:asciiTheme="minorHAnsi" w:hAnsiTheme="minorHAnsi" w:cstheme="minorHAnsi"/>
          <w:color w:val="333333"/>
          <w:shd w:val="clear" w:color="auto" w:fill="FFFFFF"/>
        </w:rPr>
        <w:t>pierwszego stopnia na kierunku</w:t>
      </w:r>
      <w:r w:rsidR="005313DD" w:rsidRPr="0077050C">
        <w:rPr>
          <w:rFonts w:asciiTheme="minorHAnsi" w:hAnsiTheme="minorHAnsi" w:cstheme="minorHAnsi"/>
          <w:szCs w:val="24"/>
        </w:rPr>
        <w:t xml:space="preserve"> lub specjalności odnoszącej się do matematyki, albo </w:t>
      </w:r>
      <w:r w:rsidR="00140F7A" w:rsidRPr="0077050C">
        <w:rPr>
          <w:rFonts w:asciiTheme="minorHAnsi" w:hAnsiTheme="minorHAnsi" w:cstheme="minorHAnsi"/>
          <w:color w:val="333333"/>
          <w:shd w:val="clear" w:color="auto" w:fill="FFFFFF"/>
        </w:rPr>
        <w:t xml:space="preserve">studia </w:t>
      </w:r>
      <w:r w:rsidR="0060689F">
        <w:rPr>
          <w:rFonts w:asciiTheme="minorHAnsi" w:hAnsiTheme="minorHAnsi" w:cstheme="minorHAnsi"/>
          <w:color w:val="333333"/>
          <w:shd w:val="clear" w:color="auto" w:fill="FFFFFF"/>
        </w:rPr>
        <w:t xml:space="preserve">co najmniej </w:t>
      </w:r>
      <w:r w:rsidR="00140F7A" w:rsidRPr="0077050C">
        <w:rPr>
          <w:rFonts w:asciiTheme="minorHAnsi" w:hAnsiTheme="minorHAnsi" w:cstheme="minorHAnsi"/>
          <w:color w:val="333333"/>
          <w:shd w:val="clear" w:color="auto" w:fill="FFFFFF"/>
        </w:rPr>
        <w:t>pierwszego stopnia</w:t>
      </w:r>
      <w:r w:rsidR="005313DD" w:rsidRPr="0077050C">
        <w:rPr>
          <w:rFonts w:asciiTheme="minorHAnsi" w:hAnsiTheme="minorHAnsi" w:cstheme="minorHAnsi"/>
          <w:szCs w:val="24"/>
        </w:rPr>
        <w:t xml:space="preserve"> oraz ukończone studia podyplomowe </w:t>
      </w:r>
      <w:r w:rsidR="00140F7A" w:rsidRPr="0077050C">
        <w:rPr>
          <w:rFonts w:asciiTheme="minorHAnsi" w:hAnsiTheme="minorHAnsi" w:cstheme="minorHAnsi"/>
          <w:szCs w:val="24"/>
        </w:rPr>
        <w:t xml:space="preserve">w zakresie </w:t>
      </w:r>
      <w:r w:rsidR="005313DD" w:rsidRPr="0077050C">
        <w:rPr>
          <w:rFonts w:asciiTheme="minorHAnsi" w:hAnsiTheme="minorHAnsi" w:cstheme="minorHAnsi"/>
          <w:szCs w:val="24"/>
        </w:rPr>
        <w:t>matematyki</w:t>
      </w:r>
      <w:r w:rsidR="00162E6F" w:rsidRPr="0077050C">
        <w:rPr>
          <w:rFonts w:asciiTheme="minorHAnsi" w:hAnsiTheme="minorHAnsi" w:cstheme="minorHAnsi"/>
          <w:szCs w:val="24"/>
        </w:rPr>
        <w:t xml:space="preserve">; </w:t>
      </w:r>
      <w:r w:rsidR="005313DD" w:rsidRPr="0077050C">
        <w:rPr>
          <w:rFonts w:asciiTheme="minorHAnsi" w:hAnsiTheme="minorHAnsi" w:cstheme="minorHAnsi"/>
          <w:szCs w:val="24"/>
        </w:rPr>
        <w:t>przygotowanie pedagogiczne</w:t>
      </w:r>
      <w:r w:rsidR="00162E6F" w:rsidRPr="0077050C">
        <w:rPr>
          <w:rFonts w:asciiTheme="minorHAnsi" w:hAnsiTheme="minorHAnsi" w:cstheme="minorHAnsi"/>
          <w:szCs w:val="24"/>
        </w:rPr>
        <w:t xml:space="preserve">; </w:t>
      </w:r>
      <w:r w:rsidR="005313DD" w:rsidRPr="0077050C">
        <w:rPr>
          <w:rFonts w:asciiTheme="minorHAnsi" w:hAnsiTheme="minorHAnsi" w:cstheme="minorHAnsi"/>
          <w:szCs w:val="24"/>
        </w:rPr>
        <w:t xml:space="preserve">co najmniej 3-letni staż pracy, w tym co najmniej </w:t>
      </w:r>
      <w:r w:rsidR="00140F7A" w:rsidRPr="0077050C">
        <w:rPr>
          <w:rFonts w:asciiTheme="minorHAnsi" w:hAnsiTheme="minorHAnsi" w:cstheme="minorHAnsi"/>
          <w:szCs w:val="24"/>
        </w:rPr>
        <w:t xml:space="preserve">dwa lata </w:t>
      </w:r>
      <w:r w:rsidR="00162E6F" w:rsidRPr="0077050C">
        <w:rPr>
          <w:rFonts w:asciiTheme="minorHAnsi" w:hAnsiTheme="minorHAnsi" w:cstheme="minorHAnsi"/>
          <w:szCs w:val="24"/>
        </w:rPr>
        <w:t xml:space="preserve">w nauczaniu </w:t>
      </w:r>
      <w:r w:rsidR="005313DD" w:rsidRPr="0077050C">
        <w:rPr>
          <w:rFonts w:asciiTheme="minorHAnsi" w:hAnsiTheme="minorHAnsi" w:cstheme="minorHAnsi"/>
          <w:szCs w:val="24"/>
        </w:rPr>
        <w:t>w szkole podstawowej lub ponadpodstawowej</w:t>
      </w:r>
      <w:r w:rsidR="00162E6F" w:rsidRPr="0077050C">
        <w:rPr>
          <w:rFonts w:asciiTheme="minorHAnsi" w:hAnsiTheme="minorHAnsi" w:cstheme="minorHAnsi"/>
          <w:szCs w:val="24"/>
        </w:rPr>
        <w:t xml:space="preserve">; min. 2–letnie </w:t>
      </w:r>
      <w:r w:rsidR="005313DD" w:rsidRPr="0077050C">
        <w:rPr>
          <w:rFonts w:asciiTheme="minorHAnsi" w:hAnsiTheme="minorHAnsi" w:cstheme="minorHAnsi"/>
          <w:szCs w:val="24"/>
        </w:rPr>
        <w:t>doświadczenie w zakresie prowadzenia działań na rzecz uczniów szczególnie uzdolnionych (obejmujące jedną bądź ki</w:t>
      </w:r>
      <w:r w:rsidR="00140F7A" w:rsidRPr="0077050C">
        <w:rPr>
          <w:rFonts w:asciiTheme="minorHAnsi" w:hAnsiTheme="minorHAnsi" w:cstheme="minorHAnsi"/>
          <w:szCs w:val="24"/>
        </w:rPr>
        <w:t xml:space="preserve">lka z następujących aktywności, </w:t>
      </w:r>
      <w:r w:rsidR="005313DD" w:rsidRPr="0077050C">
        <w:rPr>
          <w:rFonts w:asciiTheme="minorHAnsi" w:hAnsiTheme="minorHAnsi" w:cstheme="minorHAnsi"/>
          <w:szCs w:val="24"/>
        </w:rPr>
        <w:t>np. prowadzenie pozalekcyjnych zajęć wybitnie uzdolnionych, prowadzenie cyklicznych kółek naukowych, przygotowywanie uczniów do olimpiad i konkursów na poziomie co najmniej wojewódzkim</w:t>
      </w:r>
      <w:r w:rsidR="00140F7A" w:rsidRPr="0077050C">
        <w:rPr>
          <w:rFonts w:asciiTheme="minorHAnsi" w:hAnsiTheme="minorHAnsi" w:cstheme="minorHAnsi"/>
          <w:szCs w:val="24"/>
        </w:rPr>
        <w:t xml:space="preserve"> </w:t>
      </w:r>
      <w:r w:rsidR="00140F7A" w:rsidRPr="0077050C">
        <w:rPr>
          <w:rFonts w:asciiTheme="minorHAnsi" w:hAnsiTheme="minorHAnsi" w:cstheme="minorHAnsi"/>
          <w:i/>
          <w:color w:val="000000"/>
          <w:sz w:val="20"/>
        </w:rPr>
        <w:t>(zaznaczyć  oraz wpisać słownie)</w:t>
      </w:r>
    </w:p>
    <w:p w14:paraId="5ED0D08B" w14:textId="77777777" w:rsidR="008A180F" w:rsidRPr="0077050C" w:rsidRDefault="008A180F" w:rsidP="008A180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5 i więcej lat pracy z uczniem uzdolnionym,</w:t>
      </w:r>
    </w:p>
    <w:p w14:paraId="0BDD4934" w14:textId="77777777" w:rsidR="008A180F" w:rsidRPr="0077050C" w:rsidRDefault="008A180F" w:rsidP="008A180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4 lata pracy z uczniem uzdolnionym,</w:t>
      </w:r>
    </w:p>
    <w:p w14:paraId="434E0829" w14:textId="77777777" w:rsidR="008A180F" w:rsidRPr="0077050C" w:rsidRDefault="008A180F" w:rsidP="008A180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3 lata pracy z uczniem uzdolnionym,</w:t>
      </w:r>
    </w:p>
    <w:p w14:paraId="314E10AF" w14:textId="20C0B88D" w:rsidR="00CF5D5E" w:rsidRPr="003D1866" w:rsidRDefault="00D83B9A" w:rsidP="003D186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2 lata pracy z uczniem uzdolnionym.</w:t>
      </w:r>
    </w:p>
    <w:p w14:paraId="1AE2C96A" w14:textId="77777777" w:rsidR="008A180F" w:rsidRPr="0077050C" w:rsidRDefault="008A180F" w:rsidP="00162E6F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(wpisać słownie ilość</w:t>
      </w:r>
      <w:r w:rsidR="00162E6F"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lat pracy z uczniem uzdolnionym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)</w:t>
      </w:r>
      <w:r w:rsidR="00162E6F"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……………………………………………………</w:t>
      </w:r>
      <w:r w:rsidR="00162E6F" w:rsidRPr="0077050C">
        <w:rPr>
          <w:rFonts w:asciiTheme="minorHAnsi" w:eastAsia="Times New Roman" w:hAnsiTheme="minorHAnsi" w:cstheme="minorHAnsi"/>
          <w:szCs w:val="24"/>
          <w:lang w:eastAsia="pl-PL"/>
        </w:rPr>
        <w:t>…</w:t>
      </w:r>
    </w:p>
    <w:p w14:paraId="7B8E40D2" w14:textId="77777777" w:rsidR="003D1866" w:rsidRDefault="00162E6F" w:rsidP="003D1866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…………………………………………………………………………………………………………………………………………</w:t>
      </w:r>
    </w:p>
    <w:p w14:paraId="5C832608" w14:textId="77777777" w:rsidR="003D1866" w:rsidRDefault="003D1866" w:rsidP="003D1866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</w:p>
    <w:p w14:paraId="5948928F" w14:textId="77777777" w:rsidR="003D1866" w:rsidRDefault="003D1866" w:rsidP="003D1866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</w:p>
    <w:p w14:paraId="734BB131" w14:textId="2E56F6D8" w:rsidR="00162E6F" w:rsidRPr="003D1866" w:rsidRDefault="00162E6F" w:rsidP="003D1866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br w:type="page"/>
      </w:r>
    </w:p>
    <w:p w14:paraId="39D9A59A" w14:textId="77777777" w:rsidR="00553A56" w:rsidRPr="0077050C" w:rsidRDefault="00553A56" w:rsidP="00553A56">
      <w:pPr>
        <w:spacing w:after="0" w:line="240" w:lineRule="auto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Część </w:t>
      </w:r>
      <w:r w:rsidRPr="0077050C"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  <w:t>2.</w:t>
      </w:r>
      <w:r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 Zajęcia pozalekcyjne z matematyki – szkoła ponadpodstawowa gr. 1</w:t>
      </w:r>
    </w:p>
    <w:p w14:paraId="6DB2E813" w14:textId="77777777" w:rsidR="00553A56" w:rsidRPr="0077050C" w:rsidRDefault="00553A56" w:rsidP="00553A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037E06A9" w14:textId="77777777" w:rsidR="00553A56" w:rsidRPr="0064771C" w:rsidRDefault="00553A56" w:rsidP="00647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Opracowanie autorskiego programu nauczania i przeprowadzenie cyklu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46 godz.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zajęć pozalekcyjnych dla uczniów szczególnie uzdolnionych w ramach projektu „Zdolni z Pomorza – powiat chojnicki”, zajęcia pozalekcyjne z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matematyki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etap edukacyjny – </w:t>
      </w:r>
      <w:r w:rsidR="00140F7A"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 xml:space="preserve">szkoła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 xml:space="preserve">ponadpodstawowa gr. </w:t>
      </w:r>
      <w:r w:rsidR="0064771C">
        <w:rPr>
          <w:rFonts w:asciiTheme="minorHAnsi" w:eastAsia="Times New Roman" w:hAnsiTheme="minorHAnsi" w:cstheme="minorHAnsi"/>
          <w:b/>
          <w:szCs w:val="24"/>
          <w:lang w:eastAsia="pl-PL"/>
        </w:rPr>
        <w:t>1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</w:t>
      </w:r>
    </w:p>
    <w:p w14:paraId="14D22849" w14:textId="77777777" w:rsidR="00553A56" w:rsidRPr="0077050C" w:rsidRDefault="00553A56" w:rsidP="00553A5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5D603669" w14:textId="77777777" w:rsidR="00553A56" w:rsidRPr="0077050C" w:rsidRDefault="00553A56" w:rsidP="00553A56">
      <w:pPr>
        <w:numPr>
          <w:ilvl w:val="0"/>
          <w:numId w:val="12"/>
        </w:numPr>
        <w:spacing w:after="0" w:line="240" w:lineRule="auto"/>
        <w:jc w:val="both"/>
        <w:rPr>
          <w:rStyle w:val="FontStyle97"/>
          <w:rFonts w:asciiTheme="minorHAnsi" w:hAnsiTheme="minorHAnsi" w:cstheme="minorHAnsi"/>
          <w:b/>
          <w:sz w:val="24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4F143555" w14:textId="77777777" w:rsidR="00553A56" w:rsidRPr="0077050C" w:rsidRDefault="00553A56" w:rsidP="00553A56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554ED9E4" w14:textId="77777777" w:rsidR="00553A56" w:rsidRPr="0077050C" w:rsidRDefault="00553A56" w:rsidP="00553A56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46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 x  .........................….. zł /godz. brutto = ………………………..… zł brutto</w:t>
      </w:r>
    </w:p>
    <w:p w14:paraId="4D09DBC4" w14:textId="77777777" w:rsidR="00553A56" w:rsidRPr="0077050C" w:rsidRDefault="00553A56" w:rsidP="00553A56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  (cena jednostkowa za godzinę)          (wartość całego zamówienia)</w:t>
      </w:r>
    </w:p>
    <w:p w14:paraId="0E40C32D" w14:textId="77777777" w:rsidR="00553A56" w:rsidRPr="0077050C" w:rsidRDefault="00553A56" w:rsidP="00553A56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658C4812" w14:textId="77777777" w:rsidR="00553A56" w:rsidRPr="0077050C" w:rsidRDefault="00553A56" w:rsidP="00553A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słownie: ................................................................................................................................... zł</w:t>
      </w:r>
    </w:p>
    <w:p w14:paraId="51B5D99E" w14:textId="77777777" w:rsidR="00553A56" w:rsidRPr="0077050C" w:rsidRDefault="00553A56" w:rsidP="00553A56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486A5EA3" w14:textId="77777777" w:rsidR="00553A56" w:rsidRPr="0077050C" w:rsidRDefault="00553A56" w:rsidP="00553A56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Do obliczenia powyższej ceny przyjęto następującą stawkę podatku VAT: ………….……%.</w:t>
      </w:r>
    </w:p>
    <w:p w14:paraId="33BD5DB2" w14:textId="77777777" w:rsidR="00553A56" w:rsidRPr="0077050C" w:rsidRDefault="00553A56" w:rsidP="00553A56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02C03E46" w14:textId="77777777" w:rsidR="00553A56" w:rsidRPr="0077050C" w:rsidRDefault="00553A56" w:rsidP="00553A56">
      <w:pPr>
        <w:widowControl w:val="0"/>
        <w:numPr>
          <w:ilvl w:val="0"/>
          <w:numId w:val="13"/>
        </w:numPr>
        <w:tabs>
          <w:tab w:val="left" w:pos="142"/>
        </w:tabs>
        <w:autoSpaceDE w:val="0"/>
        <w:autoSpaceDN w:val="0"/>
        <w:adjustRightInd w:val="0"/>
        <w:spacing w:after="100" w:line="240" w:lineRule="auto"/>
        <w:ind w:left="426" w:hanging="426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Oświadczamy, że:</w:t>
      </w:r>
    </w:p>
    <w:p w14:paraId="2421B748" w14:textId="77777777" w:rsidR="00553A56" w:rsidRPr="0077050C" w:rsidRDefault="00E84736" w:rsidP="00E84736">
      <w:pPr>
        <w:pStyle w:val="Tekstpodstawowy22"/>
        <w:widowControl w:val="0"/>
        <w:tabs>
          <w:tab w:val="left" w:pos="284"/>
        </w:tabs>
        <w:suppressAutoHyphens w:val="0"/>
        <w:spacing w:line="276" w:lineRule="auto"/>
        <w:rPr>
          <w:rFonts w:asciiTheme="minorHAnsi" w:hAnsiTheme="minorHAnsi" w:cstheme="minorHAnsi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O</w:t>
      </w:r>
      <w:r w:rsidR="00553A56" w:rsidRPr="0077050C">
        <w:rPr>
          <w:rFonts w:asciiTheme="minorHAnsi" w:hAnsiTheme="minorHAnsi" w:cstheme="minorHAnsi"/>
          <w:b/>
          <w:szCs w:val="24"/>
        </w:rPr>
        <w:t xml:space="preserve">soba: ……….……………………………………………..……. </w:t>
      </w:r>
      <w:r w:rsidR="00553A56" w:rsidRPr="0077050C">
        <w:rPr>
          <w:rFonts w:asciiTheme="minorHAnsi" w:hAnsiTheme="minorHAnsi" w:cstheme="minorHAnsi"/>
          <w:i/>
          <w:szCs w:val="24"/>
        </w:rPr>
        <w:t>(wpisać imię i nazwisko</w:t>
      </w:r>
      <w:r w:rsidR="00553A56" w:rsidRPr="0077050C">
        <w:rPr>
          <w:rFonts w:asciiTheme="minorHAnsi" w:hAnsiTheme="minorHAnsi" w:cstheme="minorHAnsi"/>
          <w:szCs w:val="24"/>
        </w:rPr>
        <w:t>),</w:t>
      </w:r>
      <w:r w:rsidR="00553A56" w:rsidRPr="0077050C">
        <w:rPr>
          <w:rFonts w:asciiTheme="minorHAnsi" w:hAnsiTheme="minorHAnsi" w:cstheme="minorHAnsi"/>
          <w:b/>
          <w:szCs w:val="24"/>
        </w:rPr>
        <w:t xml:space="preserve">  która będzie prowadziła zajęcia pozalekcyjne z matematyki dla grupy uczniów ze szkoły ponadpodstawowej posiada: </w:t>
      </w:r>
      <w:r w:rsidR="00553A56" w:rsidRPr="0077050C">
        <w:rPr>
          <w:rFonts w:asciiTheme="minorHAnsi" w:hAnsiTheme="minorHAnsi" w:cstheme="minorHAnsi"/>
          <w:color w:val="333333"/>
          <w:shd w:val="clear" w:color="auto" w:fill="FFFFFF"/>
        </w:rPr>
        <w:t xml:space="preserve">studia drugiego stopnia lub jednolite studia magisterskie, na kierunku </w:t>
      </w:r>
      <w:r w:rsidR="00553A56" w:rsidRPr="0077050C">
        <w:rPr>
          <w:rFonts w:asciiTheme="minorHAnsi" w:hAnsiTheme="minorHAnsi" w:cstheme="minorHAnsi"/>
          <w:szCs w:val="24"/>
        </w:rPr>
        <w:t xml:space="preserve">lub specjalności odnoszącej się do matematyki, albo </w:t>
      </w:r>
      <w:r w:rsidR="00553A56" w:rsidRPr="0077050C">
        <w:rPr>
          <w:rFonts w:asciiTheme="minorHAnsi" w:hAnsiTheme="minorHAnsi" w:cstheme="minorHAnsi"/>
          <w:color w:val="333333"/>
          <w:shd w:val="clear" w:color="auto" w:fill="FFFFFF"/>
        </w:rPr>
        <w:t>studia drugiego stopnia lub jednolite studia magisterskie oraz studia podyplomowe</w:t>
      </w:r>
      <w:r w:rsidRPr="0077050C">
        <w:rPr>
          <w:rFonts w:asciiTheme="minorHAnsi" w:hAnsiTheme="minorHAnsi" w:cstheme="minorHAnsi"/>
          <w:color w:val="333333"/>
          <w:shd w:val="clear" w:color="auto" w:fill="FFFFFF"/>
        </w:rPr>
        <w:t xml:space="preserve"> </w:t>
      </w:r>
      <w:r w:rsidR="00553A56" w:rsidRPr="0077050C">
        <w:rPr>
          <w:rFonts w:asciiTheme="minorHAnsi" w:hAnsiTheme="minorHAnsi" w:cstheme="minorHAnsi"/>
          <w:color w:val="333333"/>
          <w:shd w:val="clear" w:color="auto" w:fill="FFFFFF"/>
        </w:rPr>
        <w:t xml:space="preserve">w </w:t>
      </w:r>
      <w:r w:rsidR="00553A56" w:rsidRPr="0077050C">
        <w:rPr>
          <w:rFonts w:asciiTheme="minorHAnsi" w:hAnsiTheme="minorHAnsi" w:cstheme="minorHAnsi"/>
          <w:szCs w:val="24"/>
        </w:rPr>
        <w:t xml:space="preserve">zakresie matematyki; przygotowanie pedagogiczne; co najmniej 3-letni staż pracy, w tym co najmniej dwa lata w nauczaniu w szkole ponadpodstawowej; min. 2–letnie doświadczenie w zakresie prowadzenia działań na rzecz uczniów szczególnie uzdolnionych (obejmujące jedną bądź kilka z następujących aktywności, np. prowadzenie pozalekcyjnych zajęć wybitnie uzdolnionych, prowadzenie cyklicznych kółek naukowych, przygotowywanie uczniów do olimpiad i konkursów na poziomie co najmniej wojewódzkim </w:t>
      </w:r>
      <w:r w:rsidR="00553A56" w:rsidRPr="0077050C">
        <w:rPr>
          <w:rFonts w:asciiTheme="minorHAnsi" w:hAnsiTheme="minorHAnsi" w:cstheme="minorHAnsi"/>
          <w:i/>
          <w:color w:val="000000"/>
          <w:sz w:val="20"/>
        </w:rPr>
        <w:t>(zaznaczyć  oraz wpisać słownie)</w:t>
      </w:r>
    </w:p>
    <w:p w14:paraId="3C81134F" w14:textId="77777777" w:rsidR="00553A56" w:rsidRPr="0077050C" w:rsidRDefault="00553A56" w:rsidP="00553A5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5 i więcej lat pracy z uczniem uzdolnionym,</w:t>
      </w:r>
    </w:p>
    <w:p w14:paraId="3ECE997D" w14:textId="77777777" w:rsidR="00553A56" w:rsidRPr="0077050C" w:rsidRDefault="00553A56" w:rsidP="00553A5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4 lata pracy z uczniem uzdolnionym,</w:t>
      </w:r>
    </w:p>
    <w:p w14:paraId="16E31772" w14:textId="77777777" w:rsidR="00553A56" w:rsidRPr="0077050C" w:rsidRDefault="00553A56" w:rsidP="00553A5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3 lata pracy z uczniem uzdolnionym,</w:t>
      </w:r>
    </w:p>
    <w:p w14:paraId="21072B63" w14:textId="77777777" w:rsidR="00553A56" w:rsidRPr="0077050C" w:rsidRDefault="00553A56" w:rsidP="00553A5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2 lata pracy z uczniem uzdolnionym.</w:t>
      </w:r>
    </w:p>
    <w:p w14:paraId="2B182692" w14:textId="77777777" w:rsidR="00553A56" w:rsidRPr="0077050C" w:rsidRDefault="00553A56" w:rsidP="00553A56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</w:p>
    <w:p w14:paraId="588C6BF4" w14:textId="77777777" w:rsidR="00553A56" w:rsidRPr="0077050C" w:rsidRDefault="00553A56" w:rsidP="00553A56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(wpisać słownie ilość lat pracy z uczniem uzdolnionym) ………………………………………………………</w:t>
      </w:r>
    </w:p>
    <w:p w14:paraId="1E166355" w14:textId="77777777" w:rsidR="00553A56" w:rsidRPr="0077050C" w:rsidRDefault="00553A56" w:rsidP="00553A56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5BED78BD" w14:textId="77777777" w:rsidR="00553A56" w:rsidRPr="0077050C" w:rsidRDefault="00553A56">
      <w:pPr>
        <w:spacing w:after="0" w:line="240" w:lineRule="auto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br w:type="page"/>
      </w:r>
    </w:p>
    <w:p w14:paraId="403DC1BA" w14:textId="77777777" w:rsidR="00C05E6D" w:rsidRPr="0077050C" w:rsidRDefault="00C05E6D" w:rsidP="00C05E6D">
      <w:pPr>
        <w:spacing w:after="0" w:line="240" w:lineRule="auto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Część </w:t>
      </w:r>
      <w:r w:rsidR="00140F7A" w:rsidRPr="0077050C"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  <w:t>3</w:t>
      </w:r>
      <w:r w:rsidRPr="0077050C"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  <w:t>.</w:t>
      </w:r>
      <w:r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 Zajęcia pozalekcyjne z matematyki – szkoła ponadpodstawowa gr. 2</w:t>
      </w:r>
    </w:p>
    <w:p w14:paraId="1C3DD8F6" w14:textId="77777777" w:rsidR="00C05E6D" w:rsidRPr="0077050C" w:rsidRDefault="00C05E6D" w:rsidP="00C05E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0BB9076C" w14:textId="77777777" w:rsidR="00C05E6D" w:rsidRPr="0077050C" w:rsidRDefault="00C05E6D" w:rsidP="00C05E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Opracowanie autorskiego programu nauczania i przeprowadzenie cyklu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46 godz.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zajęć pozalekcyjnych dla uczniów szczególnie uzdolnionych w ramach projektu „Zdolni z Pomorza – powiat chojnicki”, zajęcia pozalekcyjne z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matematyki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etap edukacyjny –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szkoła ponadpodstawowa gr. 2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</w:t>
      </w:r>
    </w:p>
    <w:p w14:paraId="545E7A99" w14:textId="77777777" w:rsidR="00C05E6D" w:rsidRPr="0077050C" w:rsidRDefault="00C05E6D" w:rsidP="0064771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47921A8B" w14:textId="77777777" w:rsidR="00C05E6D" w:rsidRPr="0077050C" w:rsidRDefault="00C05E6D" w:rsidP="0064771C">
      <w:pPr>
        <w:numPr>
          <w:ilvl w:val="0"/>
          <w:numId w:val="39"/>
        </w:numPr>
        <w:spacing w:after="0" w:line="240" w:lineRule="auto"/>
        <w:jc w:val="both"/>
        <w:rPr>
          <w:rStyle w:val="FontStyle97"/>
          <w:rFonts w:asciiTheme="minorHAnsi" w:hAnsiTheme="minorHAnsi" w:cstheme="minorHAnsi"/>
          <w:b/>
          <w:sz w:val="24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4B1133F7" w14:textId="77777777" w:rsidR="00C05E6D" w:rsidRPr="0077050C" w:rsidRDefault="00C05E6D" w:rsidP="00C05E6D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6E037307" w14:textId="77777777" w:rsidR="00C05E6D" w:rsidRPr="0077050C" w:rsidRDefault="00C05E6D" w:rsidP="00C05E6D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46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 x  .........................….. zł /godz. brutto = ………………………..… zł brutto</w:t>
      </w:r>
    </w:p>
    <w:p w14:paraId="1560CDC1" w14:textId="77777777" w:rsidR="00C05E6D" w:rsidRPr="0077050C" w:rsidRDefault="00C05E6D" w:rsidP="00C05E6D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  (cena jednostkowa za godzinę)          (wartość całego zamówienia)</w:t>
      </w:r>
    </w:p>
    <w:p w14:paraId="3DC2227B" w14:textId="77777777" w:rsidR="00C05E6D" w:rsidRPr="0077050C" w:rsidRDefault="00C05E6D" w:rsidP="00C05E6D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5BB19974" w14:textId="77777777" w:rsidR="00C05E6D" w:rsidRPr="0077050C" w:rsidRDefault="00C05E6D" w:rsidP="00C05E6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słownie: ................................................................................................................................... zł</w:t>
      </w:r>
    </w:p>
    <w:p w14:paraId="4758F000" w14:textId="77777777" w:rsidR="00C05E6D" w:rsidRPr="0077050C" w:rsidRDefault="00C05E6D" w:rsidP="00C05E6D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39FC0951" w14:textId="77777777" w:rsidR="00C05E6D" w:rsidRPr="0077050C" w:rsidRDefault="00C05E6D" w:rsidP="00C05E6D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Do obliczenia powyższej ceny przyjęto następującą stawkę podatku VAT: ………….……%.</w:t>
      </w:r>
    </w:p>
    <w:p w14:paraId="14FE2FAF" w14:textId="77777777" w:rsidR="00C05E6D" w:rsidRPr="0077050C" w:rsidRDefault="00C05E6D" w:rsidP="00C05E6D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76781C72" w14:textId="77777777" w:rsidR="00C05E6D" w:rsidRPr="0077050C" w:rsidRDefault="00C05E6D" w:rsidP="0064771C">
      <w:pPr>
        <w:widowControl w:val="0"/>
        <w:numPr>
          <w:ilvl w:val="0"/>
          <w:numId w:val="40"/>
        </w:numPr>
        <w:tabs>
          <w:tab w:val="left" w:pos="142"/>
        </w:tabs>
        <w:autoSpaceDE w:val="0"/>
        <w:autoSpaceDN w:val="0"/>
        <w:adjustRightInd w:val="0"/>
        <w:spacing w:after="100" w:line="240" w:lineRule="auto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Oświadczamy, że:</w:t>
      </w:r>
    </w:p>
    <w:p w14:paraId="78E83360" w14:textId="77777777" w:rsidR="00C05E6D" w:rsidRPr="0077050C" w:rsidRDefault="00E84736" w:rsidP="00E84736">
      <w:pPr>
        <w:pStyle w:val="Tekstpodstawowy22"/>
        <w:widowControl w:val="0"/>
        <w:tabs>
          <w:tab w:val="left" w:pos="284"/>
        </w:tabs>
        <w:suppressAutoHyphens w:val="0"/>
        <w:spacing w:line="276" w:lineRule="auto"/>
        <w:rPr>
          <w:rFonts w:asciiTheme="minorHAnsi" w:hAnsiTheme="minorHAnsi" w:cstheme="minorHAnsi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O</w:t>
      </w:r>
      <w:r w:rsidR="00C05E6D" w:rsidRPr="0077050C">
        <w:rPr>
          <w:rFonts w:asciiTheme="minorHAnsi" w:hAnsiTheme="minorHAnsi" w:cstheme="minorHAnsi"/>
          <w:b/>
          <w:szCs w:val="24"/>
        </w:rPr>
        <w:t xml:space="preserve">soba: ……….……………………………………………..……. </w:t>
      </w:r>
      <w:r w:rsidR="00C05E6D" w:rsidRPr="0077050C">
        <w:rPr>
          <w:rFonts w:asciiTheme="minorHAnsi" w:hAnsiTheme="minorHAnsi" w:cstheme="minorHAnsi"/>
          <w:i/>
          <w:szCs w:val="24"/>
        </w:rPr>
        <w:t>(wpisać imię i nazwisko</w:t>
      </w:r>
      <w:r w:rsidR="00C05E6D" w:rsidRPr="0077050C">
        <w:rPr>
          <w:rFonts w:asciiTheme="minorHAnsi" w:hAnsiTheme="minorHAnsi" w:cstheme="minorHAnsi"/>
          <w:szCs w:val="24"/>
        </w:rPr>
        <w:t>),</w:t>
      </w:r>
      <w:r w:rsidR="00C05E6D" w:rsidRPr="0077050C">
        <w:rPr>
          <w:rFonts w:asciiTheme="minorHAnsi" w:hAnsiTheme="minorHAnsi" w:cstheme="minorHAnsi"/>
          <w:b/>
          <w:szCs w:val="24"/>
        </w:rPr>
        <w:t xml:space="preserve">  która będzie prowadziła zajęcia pozalekcyjne z matematyki dla grupy uczniów ze szkoły ponadpodstawowej posiada: </w:t>
      </w:r>
      <w:r w:rsidR="00C05E6D" w:rsidRPr="0077050C">
        <w:rPr>
          <w:rFonts w:asciiTheme="minorHAnsi" w:hAnsiTheme="minorHAnsi" w:cstheme="minorHAnsi"/>
          <w:color w:val="333333"/>
          <w:shd w:val="clear" w:color="auto" w:fill="FFFFFF"/>
        </w:rPr>
        <w:t xml:space="preserve">studia drugiego stopnia lub jednolite studia magisterskie, na kierunku </w:t>
      </w:r>
      <w:r w:rsidR="00C05E6D" w:rsidRPr="0077050C">
        <w:rPr>
          <w:rFonts w:asciiTheme="minorHAnsi" w:hAnsiTheme="minorHAnsi" w:cstheme="minorHAnsi"/>
          <w:szCs w:val="24"/>
        </w:rPr>
        <w:t xml:space="preserve">lub specjalności odnoszącej się do matematyki, albo </w:t>
      </w:r>
      <w:r w:rsidR="00553A56" w:rsidRPr="0077050C">
        <w:rPr>
          <w:rFonts w:asciiTheme="minorHAnsi" w:hAnsiTheme="minorHAnsi" w:cstheme="minorHAnsi"/>
          <w:color w:val="333333"/>
          <w:shd w:val="clear" w:color="auto" w:fill="FFFFFF"/>
        </w:rPr>
        <w:t>studia drugiego stopnia lub jednolite studia magisterskie oraz studia podyplomowe</w:t>
      </w:r>
      <w:r w:rsidRPr="0077050C">
        <w:rPr>
          <w:rFonts w:asciiTheme="minorHAnsi" w:hAnsiTheme="minorHAnsi" w:cstheme="minorHAnsi"/>
          <w:color w:val="333333"/>
          <w:shd w:val="clear" w:color="auto" w:fill="FFFFFF"/>
        </w:rPr>
        <w:t xml:space="preserve"> </w:t>
      </w:r>
      <w:r w:rsidR="00553A56" w:rsidRPr="0077050C">
        <w:rPr>
          <w:rFonts w:asciiTheme="minorHAnsi" w:hAnsiTheme="minorHAnsi" w:cstheme="minorHAnsi"/>
          <w:color w:val="333333"/>
          <w:shd w:val="clear" w:color="auto" w:fill="FFFFFF"/>
        </w:rPr>
        <w:t xml:space="preserve">w </w:t>
      </w:r>
      <w:r w:rsidR="00553A56" w:rsidRPr="0077050C">
        <w:rPr>
          <w:rFonts w:asciiTheme="minorHAnsi" w:hAnsiTheme="minorHAnsi" w:cstheme="minorHAnsi"/>
          <w:szCs w:val="24"/>
        </w:rPr>
        <w:t xml:space="preserve">zakresie </w:t>
      </w:r>
      <w:r w:rsidR="00C05E6D" w:rsidRPr="0077050C">
        <w:rPr>
          <w:rFonts w:asciiTheme="minorHAnsi" w:hAnsiTheme="minorHAnsi" w:cstheme="minorHAnsi"/>
          <w:szCs w:val="24"/>
        </w:rPr>
        <w:t>matematyki; przygotowanie pedagogiczne; co najmniej 3-letni staż pracy, w tym co najmniej dwa lata</w:t>
      </w:r>
      <w:r w:rsidR="00553A56" w:rsidRPr="0077050C">
        <w:rPr>
          <w:rFonts w:asciiTheme="minorHAnsi" w:hAnsiTheme="minorHAnsi" w:cstheme="minorHAnsi"/>
          <w:szCs w:val="24"/>
        </w:rPr>
        <w:t xml:space="preserve"> </w:t>
      </w:r>
      <w:r w:rsidR="00C05E6D" w:rsidRPr="0077050C">
        <w:rPr>
          <w:rFonts w:asciiTheme="minorHAnsi" w:hAnsiTheme="minorHAnsi" w:cstheme="minorHAnsi"/>
          <w:szCs w:val="24"/>
        </w:rPr>
        <w:t xml:space="preserve">w nauczaniu w szkole ponadpodstawowej; min. 2–letnie doświadczenie w zakresie prowadzenia działań na rzecz uczniów szczególnie uzdolnionych (obejmujące jedną bądź kilka z następujących aktywności, np. prowadzenie pozalekcyjnych zajęć wybitnie uzdolnionych, prowadzenie cyklicznych kółek naukowych, przygotowywanie </w:t>
      </w:r>
      <w:r w:rsidRPr="0077050C">
        <w:rPr>
          <w:rFonts w:asciiTheme="minorHAnsi" w:hAnsiTheme="minorHAnsi" w:cstheme="minorHAnsi"/>
          <w:szCs w:val="24"/>
        </w:rPr>
        <w:t xml:space="preserve">uczniów do olimpiad i konkursów </w:t>
      </w:r>
      <w:r w:rsidR="00C05E6D" w:rsidRPr="0077050C">
        <w:rPr>
          <w:rFonts w:asciiTheme="minorHAnsi" w:hAnsiTheme="minorHAnsi" w:cstheme="minorHAnsi"/>
          <w:szCs w:val="24"/>
        </w:rPr>
        <w:t>na poziomie co najmniej wojewódzkim</w:t>
      </w:r>
      <w:r w:rsidR="00553A56" w:rsidRPr="0077050C">
        <w:rPr>
          <w:rFonts w:asciiTheme="minorHAnsi" w:hAnsiTheme="minorHAnsi" w:cstheme="minorHAnsi"/>
          <w:szCs w:val="24"/>
        </w:rPr>
        <w:t xml:space="preserve"> </w:t>
      </w:r>
      <w:r w:rsidR="00553A56" w:rsidRPr="0077050C">
        <w:rPr>
          <w:rFonts w:asciiTheme="minorHAnsi" w:hAnsiTheme="minorHAnsi" w:cstheme="minorHAnsi"/>
          <w:i/>
          <w:color w:val="000000"/>
          <w:sz w:val="20"/>
        </w:rPr>
        <w:t>(zaznaczyć  oraz wpisać słownie)</w:t>
      </w:r>
    </w:p>
    <w:p w14:paraId="7F07F4B7" w14:textId="77777777" w:rsidR="00C05E6D" w:rsidRPr="0077050C" w:rsidRDefault="00C05E6D" w:rsidP="00C05E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5 i więcej lat pracy z uczniem uzdolnionym,</w:t>
      </w:r>
    </w:p>
    <w:p w14:paraId="6F4400A5" w14:textId="77777777" w:rsidR="00C05E6D" w:rsidRPr="0077050C" w:rsidRDefault="00C05E6D" w:rsidP="00C05E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4 lata pracy z uczniem uzdolnionym,</w:t>
      </w:r>
    </w:p>
    <w:p w14:paraId="1ED9B700" w14:textId="77777777" w:rsidR="00C05E6D" w:rsidRPr="0077050C" w:rsidRDefault="00C05E6D" w:rsidP="00C05E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3 lata pracy z uczniem uzdolnionym,</w:t>
      </w:r>
    </w:p>
    <w:p w14:paraId="214E349F" w14:textId="77777777" w:rsidR="00C05E6D" w:rsidRPr="0077050C" w:rsidRDefault="00C05E6D" w:rsidP="00C05E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2 lata pracy z uczniem uzdolnionym.</w:t>
      </w:r>
    </w:p>
    <w:p w14:paraId="50458563" w14:textId="77777777" w:rsidR="00C05E6D" w:rsidRPr="0077050C" w:rsidRDefault="00C05E6D" w:rsidP="00C05E6D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</w:p>
    <w:p w14:paraId="161B07B3" w14:textId="77777777" w:rsidR="00C05E6D" w:rsidRPr="0077050C" w:rsidRDefault="00C05E6D" w:rsidP="00C05E6D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(wpisać słownie ilość lat pracy z uczniem uzdolnionym) ………………………………………………………</w:t>
      </w:r>
    </w:p>
    <w:p w14:paraId="2603249D" w14:textId="77777777" w:rsidR="00C05E6D" w:rsidRPr="0077050C" w:rsidRDefault="00C05E6D" w:rsidP="00C05E6D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61A0528E" w14:textId="77777777" w:rsidR="008A180F" w:rsidRPr="0077050C" w:rsidRDefault="008A180F" w:rsidP="008A180F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  <w:i/>
          <w:color w:val="000000"/>
          <w:sz w:val="22"/>
          <w:lang w:eastAsia="pl-PL"/>
        </w:rPr>
      </w:pPr>
    </w:p>
    <w:p w14:paraId="5E8C0247" w14:textId="77777777" w:rsidR="00140F7A" w:rsidRPr="0077050C" w:rsidRDefault="00140F7A">
      <w:pPr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br w:type="page"/>
      </w:r>
    </w:p>
    <w:p w14:paraId="3C403ED3" w14:textId="77777777" w:rsidR="00140F7A" w:rsidRPr="0077050C" w:rsidRDefault="00140F7A" w:rsidP="00140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Część </w:t>
      </w:r>
      <w:r w:rsidRPr="0077050C"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  <w:t>nr 4</w:t>
      </w:r>
      <w:r w:rsidRPr="0064771C"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  <w:t>. Zajęcia pozalekcyjne z fizyki – szkoła podstawowa</w:t>
      </w:r>
    </w:p>
    <w:p w14:paraId="07B7071D" w14:textId="77777777" w:rsidR="00140F7A" w:rsidRPr="0077050C" w:rsidRDefault="00140F7A" w:rsidP="00140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</w:pPr>
    </w:p>
    <w:p w14:paraId="13988A93" w14:textId="77777777" w:rsidR="00140F7A" w:rsidRPr="0077050C" w:rsidRDefault="00140F7A" w:rsidP="00E84736">
      <w:pPr>
        <w:widowControl w:val="0"/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Opracowanie autorskiego programu nauczania i przeprowadzenie cyklu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40 godz.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zajęć pozalekcyjnych dla uczniów szczególnie uzdolnionych w ramach projektu „Zdolni z Pomorza – powiat chojnicki”, zajęcia pozalekcyjne z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fizyki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, etap edukacyjny –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szkoła podstawowa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</w:t>
      </w:r>
    </w:p>
    <w:p w14:paraId="5E08F53A" w14:textId="77777777" w:rsidR="00140F7A" w:rsidRPr="0077050C" w:rsidRDefault="00140F7A" w:rsidP="00140F7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18B4AB62" w14:textId="77777777" w:rsidR="00140F7A" w:rsidRPr="0077050C" w:rsidRDefault="00140F7A" w:rsidP="0064771C">
      <w:pPr>
        <w:numPr>
          <w:ilvl w:val="0"/>
          <w:numId w:val="37"/>
        </w:numPr>
        <w:spacing w:after="0" w:line="240" w:lineRule="auto"/>
        <w:jc w:val="both"/>
        <w:rPr>
          <w:rStyle w:val="FontStyle97"/>
          <w:rFonts w:asciiTheme="minorHAnsi" w:hAnsiTheme="minorHAnsi" w:cstheme="minorHAnsi"/>
          <w:b/>
          <w:sz w:val="24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661F84FF" w14:textId="77777777" w:rsidR="00140F7A" w:rsidRPr="0077050C" w:rsidRDefault="00140F7A" w:rsidP="00140F7A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623E25E4" w14:textId="77777777" w:rsidR="00140F7A" w:rsidRPr="0077050C" w:rsidRDefault="00140F7A" w:rsidP="00140F7A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40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 x  .........................….. zł /godz. brutto = ………………………..… zł brutto</w:t>
      </w:r>
    </w:p>
    <w:p w14:paraId="05409451" w14:textId="77777777" w:rsidR="00140F7A" w:rsidRPr="0077050C" w:rsidRDefault="00140F7A" w:rsidP="00140F7A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  (cena jednostkowa za godzinę)          (wartość całego zamówienia)</w:t>
      </w:r>
    </w:p>
    <w:p w14:paraId="19869DE7" w14:textId="77777777" w:rsidR="00140F7A" w:rsidRPr="0077050C" w:rsidRDefault="00140F7A" w:rsidP="00140F7A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5C645C6A" w14:textId="77777777" w:rsidR="00140F7A" w:rsidRPr="0077050C" w:rsidRDefault="00140F7A" w:rsidP="00140F7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słownie: ................................................................................................................................... zł</w:t>
      </w:r>
    </w:p>
    <w:p w14:paraId="113A42E0" w14:textId="77777777" w:rsidR="00140F7A" w:rsidRPr="0077050C" w:rsidRDefault="00140F7A" w:rsidP="00140F7A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0324423A" w14:textId="77777777" w:rsidR="00140F7A" w:rsidRPr="0077050C" w:rsidRDefault="00140F7A" w:rsidP="00140F7A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Do obliczenia powyższej ceny przyjęto następującą stawkę podatku VAT: ………….……%.</w:t>
      </w:r>
    </w:p>
    <w:p w14:paraId="210D5D0D" w14:textId="77777777" w:rsidR="00140F7A" w:rsidRPr="0077050C" w:rsidRDefault="00140F7A" w:rsidP="00140F7A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18B7751F" w14:textId="77777777" w:rsidR="00140F7A" w:rsidRPr="0077050C" w:rsidRDefault="00140F7A" w:rsidP="0064771C">
      <w:pPr>
        <w:widowControl w:val="0"/>
        <w:numPr>
          <w:ilvl w:val="0"/>
          <w:numId w:val="38"/>
        </w:numPr>
        <w:tabs>
          <w:tab w:val="left" w:pos="426"/>
        </w:tabs>
        <w:autoSpaceDE w:val="0"/>
        <w:autoSpaceDN w:val="0"/>
        <w:adjustRightInd w:val="0"/>
        <w:spacing w:after="100" w:line="240" w:lineRule="auto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Oświadczamy, że:</w:t>
      </w:r>
    </w:p>
    <w:p w14:paraId="5114F5FC" w14:textId="77777777" w:rsidR="00140F7A" w:rsidRPr="0077050C" w:rsidRDefault="00E84736" w:rsidP="00E84736">
      <w:pPr>
        <w:pStyle w:val="Tekstpodstawowy22"/>
        <w:widowControl w:val="0"/>
        <w:tabs>
          <w:tab w:val="left" w:pos="284"/>
        </w:tabs>
        <w:suppressAutoHyphens w:val="0"/>
        <w:spacing w:line="276" w:lineRule="auto"/>
        <w:rPr>
          <w:rFonts w:asciiTheme="minorHAnsi" w:hAnsiTheme="minorHAnsi" w:cstheme="minorHAnsi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O</w:t>
      </w:r>
      <w:r w:rsidR="00140F7A" w:rsidRPr="0077050C">
        <w:rPr>
          <w:rFonts w:asciiTheme="minorHAnsi" w:hAnsiTheme="minorHAnsi" w:cstheme="minorHAnsi"/>
          <w:b/>
          <w:szCs w:val="24"/>
        </w:rPr>
        <w:t>soba: ……….…………………………</w:t>
      </w:r>
      <w:r w:rsidRPr="0077050C">
        <w:rPr>
          <w:rFonts w:asciiTheme="minorHAnsi" w:hAnsiTheme="minorHAnsi" w:cstheme="minorHAnsi"/>
          <w:b/>
          <w:szCs w:val="24"/>
        </w:rPr>
        <w:t>………..</w:t>
      </w:r>
      <w:r w:rsidR="00140F7A" w:rsidRPr="0077050C">
        <w:rPr>
          <w:rFonts w:asciiTheme="minorHAnsi" w:hAnsiTheme="minorHAnsi" w:cstheme="minorHAnsi"/>
          <w:b/>
          <w:szCs w:val="24"/>
        </w:rPr>
        <w:t xml:space="preserve">…………. </w:t>
      </w:r>
      <w:r w:rsidR="00140F7A" w:rsidRPr="0077050C">
        <w:rPr>
          <w:rFonts w:asciiTheme="minorHAnsi" w:hAnsiTheme="minorHAnsi" w:cstheme="minorHAnsi"/>
          <w:i/>
          <w:sz w:val="20"/>
          <w:szCs w:val="24"/>
        </w:rPr>
        <w:t>(wpisać imię i nazwisko</w:t>
      </w:r>
      <w:r w:rsidR="00140F7A" w:rsidRPr="0077050C">
        <w:rPr>
          <w:rFonts w:asciiTheme="minorHAnsi" w:hAnsiTheme="minorHAnsi" w:cstheme="minorHAnsi"/>
          <w:sz w:val="20"/>
          <w:szCs w:val="24"/>
        </w:rPr>
        <w:t xml:space="preserve">), </w:t>
      </w:r>
      <w:r w:rsidR="00140F7A" w:rsidRPr="0077050C">
        <w:rPr>
          <w:rFonts w:asciiTheme="minorHAnsi" w:hAnsiTheme="minorHAnsi" w:cstheme="minorHAnsi"/>
          <w:b/>
          <w:szCs w:val="24"/>
        </w:rPr>
        <w:t xml:space="preserve">która będzie prowadziła zajęcia pozalekcyjne z fizyki dla grupy uczniów ze szkoły podstawowej posiada: </w:t>
      </w:r>
      <w:r w:rsidR="0060689F">
        <w:rPr>
          <w:rFonts w:asciiTheme="minorHAnsi" w:hAnsiTheme="minorHAnsi" w:cstheme="minorHAnsi"/>
          <w:color w:val="333333"/>
          <w:shd w:val="clear" w:color="auto" w:fill="FFFFFF"/>
        </w:rPr>
        <w:t>studia</w:t>
      </w:r>
      <w:r w:rsidR="0060689F">
        <w:rPr>
          <w:rFonts w:asciiTheme="minorHAnsi" w:hAnsiTheme="minorHAnsi" w:cstheme="minorHAnsi"/>
          <w:color w:val="333333"/>
          <w:shd w:val="clear" w:color="auto" w:fill="FFFFFF"/>
        </w:rPr>
        <w:br/>
        <w:t xml:space="preserve">co najmniej </w:t>
      </w:r>
      <w:r w:rsidR="00140F7A" w:rsidRPr="0077050C">
        <w:rPr>
          <w:rFonts w:asciiTheme="minorHAnsi" w:hAnsiTheme="minorHAnsi" w:cstheme="minorHAnsi"/>
          <w:color w:val="333333"/>
          <w:shd w:val="clear" w:color="auto" w:fill="FFFFFF"/>
        </w:rPr>
        <w:t>pierwszego stopnia na kierunku</w:t>
      </w:r>
      <w:r w:rsidR="00140F7A" w:rsidRPr="0077050C">
        <w:rPr>
          <w:rFonts w:asciiTheme="minorHAnsi" w:hAnsiTheme="minorHAnsi" w:cstheme="minorHAnsi"/>
          <w:szCs w:val="24"/>
        </w:rPr>
        <w:t xml:space="preserve"> lub specjalności odnoszącej się do </w:t>
      </w:r>
      <w:r w:rsidRPr="0077050C">
        <w:rPr>
          <w:rFonts w:asciiTheme="minorHAnsi" w:hAnsiTheme="minorHAnsi" w:cstheme="minorHAnsi"/>
          <w:szCs w:val="24"/>
        </w:rPr>
        <w:t>fizyki</w:t>
      </w:r>
      <w:r w:rsidR="00140F7A" w:rsidRPr="0077050C">
        <w:rPr>
          <w:rFonts w:asciiTheme="minorHAnsi" w:hAnsiTheme="minorHAnsi" w:cstheme="minorHAnsi"/>
          <w:szCs w:val="24"/>
        </w:rPr>
        <w:t xml:space="preserve">, albo </w:t>
      </w:r>
      <w:r w:rsidR="00140F7A" w:rsidRPr="0077050C">
        <w:rPr>
          <w:rFonts w:asciiTheme="minorHAnsi" w:hAnsiTheme="minorHAnsi" w:cstheme="minorHAnsi"/>
          <w:color w:val="333333"/>
          <w:shd w:val="clear" w:color="auto" w:fill="FFFFFF"/>
        </w:rPr>
        <w:t xml:space="preserve">studia </w:t>
      </w:r>
      <w:r w:rsidR="0060689F">
        <w:rPr>
          <w:rFonts w:asciiTheme="minorHAnsi" w:hAnsiTheme="minorHAnsi" w:cstheme="minorHAnsi"/>
          <w:color w:val="333333"/>
          <w:shd w:val="clear" w:color="auto" w:fill="FFFFFF"/>
        </w:rPr>
        <w:t xml:space="preserve">co najmniej </w:t>
      </w:r>
      <w:r w:rsidR="00140F7A" w:rsidRPr="0077050C">
        <w:rPr>
          <w:rFonts w:asciiTheme="minorHAnsi" w:hAnsiTheme="minorHAnsi" w:cstheme="minorHAnsi"/>
          <w:color w:val="333333"/>
          <w:shd w:val="clear" w:color="auto" w:fill="FFFFFF"/>
        </w:rPr>
        <w:t>pierwszego stopnia</w:t>
      </w:r>
      <w:r w:rsidR="00140F7A" w:rsidRPr="0077050C">
        <w:rPr>
          <w:rFonts w:asciiTheme="minorHAnsi" w:hAnsiTheme="minorHAnsi" w:cstheme="minorHAnsi"/>
          <w:szCs w:val="24"/>
        </w:rPr>
        <w:t xml:space="preserve"> or</w:t>
      </w:r>
      <w:r w:rsidRPr="0077050C">
        <w:rPr>
          <w:rFonts w:asciiTheme="minorHAnsi" w:hAnsiTheme="minorHAnsi" w:cstheme="minorHAnsi"/>
          <w:szCs w:val="24"/>
        </w:rPr>
        <w:t xml:space="preserve">az ukończone studia podyplomowe </w:t>
      </w:r>
      <w:r w:rsidR="00140F7A" w:rsidRPr="0077050C">
        <w:rPr>
          <w:rFonts w:asciiTheme="minorHAnsi" w:hAnsiTheme="minorHAnsi" w:cstheme="minorHAnsi"/>
          <w:szCs w:val="24"/>
        </w:rPr>
        <w:t xml:space="preserve">w zakresie </w:t>
      </w:r>
      <w:r w:rsidRPr="0077050C">
        <w:rPr>
          <w:rFonts w:asciiTheme="minorHAnsi" w:hAnsiTheme="minorHAnsi" w:cstheme="minorHAnsi"/>
          <w:szCs w:val="24"/>
        </w:rPr>
        <w:t>fizyki</w:t>
      </w:r>
      <w:r w:rsidR="00140F7A" w:rsidRPr="0077050C">
        <w:rPr>
          <w:rFonts w:asciiTheme="minorHAnsi" w:hAnsiTheme="minorHAnsi" w:cstheme="minorHAnsi"/>
          <w:szCs w:val="24"/>
        </w:rPr>
        <w:t>; przygotowanie pedagogiczne; co najmniej 3-letni staż pr</w:t>
      </w:r>
      <w:r w:rsidR="0060689F">
        <w:rPr>
          <w:rFonts w:asciiTheme="minorHAnsi" w:hAnsiTheme="minorHAnsi" w:cstheme="minorHAnsi"/>
          <w:szCs w:val="24"/>
        </w:rPr>
        <w:t xml:space="preserve">acy, w tym co najmniej dwa lata </w:t>
      </w:r>
      <w:r w:rsidR="00140F7A" w:rsidRPr="0077050C">
        <w:rPr>
          <w:rFonts w:asciiTheme="minorHAnsi" w:hAnsiTheme="minorHAnsi" w:cstheme="minorHAnsi"/>
          <w:szCs w:val="24"/>
        </w:rPr>
        <w:t>w nauczaniu w szkole podstawowej lub ponadpodstawow</w:t>
      </w:r>
      <w:r w:rsidR="003D0053" w:rsidRPr="0077050C">
        <w:rPr>
          <w:rFonts w:asciiTheme="minorHAnsi" w:hAnsiTheme="minorHAnsi" w:cstheme="minorHAnsi"/>
          <w:szCs w:val="24"/>
        </w:rPr>
        <w:t>ej; min. 2–letnie doświadczenie</w:t>
      </w:r>
      <w:r w:rsidR="0060689F">
        <w:rPr>
          <w:rFonts w:asciiTheme="minorHAnsi" w:hAnsiTheme="minorHAnsi" w:cstheme="minorHAnsi"/>
          <w:szCs w:val="24"/>
        </w:rPr>
        <w:t xml:space="preserve"> </w:t>
      </w:r>
      <w:r w:rsidR="00140F7A" w:rsidRPr="0077050C">
        <w:rPr>
          <w:rFonts w:asciiTheme="minorHAnsi" w:hAnsiTheme="minorHAnsi" w:cstheme="minorHAnsi"/>
          <w:szCs w:val="24"/>
        </w:rPr>
        <w:t xml:space="preserve">w zakresie prowadzenia działań na rzecz uczniów szczególnie uzdolnionych (obejmujące jedną bądź kilka z następujących aktywności, np. prowadzenie pozalekcyjnych zajęć wybitnie uzdolnionych, prowadzenie cyklicznych kółek naukowych, przygotowywanie </w:t>
      </w:r>
      <w:r w:rsidR="003D0053" w:rsidRPr="0077050C">
        <w:rPr>
          <w:rFonts w:asciiTheme="minorHAnsi" w:hAnsiTheme="minorHAnsi" w:cstheme="minorHAnsi"/>
          <w:szCs w:val="24"/>
        </w:rPr>
        <w:t>uczniów</w:t>
      </w:r>
      <w:r w:rsidR="0064771C">
        <w:rPr>
          <w:rFonts w:asciiTheme="minorHAnsi" w:hAnsiTheme="minorHAnsi" w:cstheme="minorHAnsi"/>
          <w:szCs w:val="24"/>
        </w:rPr>
        <w:t xml:space="preserve"> </w:t>
      </w:r>
      <w:r w:rsidRPr="0077050C">
        <w:rPr>
          <w:rFonts w:asciiTheme="minorHAnsi" w:hAnsiTheme="minorHAnsi" w:cstheme="minorHAnsi"/>
          <w:szCs w:val="24"/>
        </w:rPr>
        <w:t xml:space="preserve">do olimpiad </w:t>
      </w:r>
      <w:r w:rsidR="00140F7A" w:rsidRPr="0077050C">
        <w:rPr>
          <w:rFonts w:asciiTheme="minorHAnsi" w:hAnsiTheme="minorHAnsi" w:cstheme="minorHAnsi"/>
          <w:szCs w:val="24"/>
        </w:rPr>
        <w:t xml:space="preserve">i konkursów na poziomie co najmniej wojewódzkim </w:t>
      </w:r>
      <w:r w:rsidR="00140F7A" w:rsidRPr="0077050C">
        <w:rPr>
          <w:rFonts w:asciiTheme="minorHAnsi" w:hAnsiTheme="minorHAnsi" w:cstheme="minorHAnsi"/>
          <w:i/>
          <w:color w:val="000000"/>
          <w:sz w:val="20"/>
        </w:rPr>
        <w:t>(zaznaczyć  oraz wpisać słownie)</w:t>
      </w:r>
    </w:p>
    <w:p w14:paraId="2C2DA894" w14:textId="77777777" w:rsidR="00140F7A" w:rsidRPr="0077050C" w:rsidRDefault="00140F7A" w:rsidP="00140F7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5 i więcej lat pracy z uczniem uzdolnionym,</w:t>
      </w:r>
    </w:p>
    <w:p w14:paraId="6EA8FC0C" w14:textId="77777777" w:rsidR="00140F7A" w:rsidRPr="0077050C" w:rsidRDefault="00140F7A" w:rsidP="00140F7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4 lata pracy z uczniem uzdolnionym,</w:t>
      </w:r>
    </w:p>
    <w:p w14:paraId="63DA40BC" w14:textId="77777777" w:rsidR="00140F7A" w:rsidRPr="0077050C" w:rsidRDefault="00140F7A" w:rsidP="00140F7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3 lata pracy z uczniem uzdolnionym,</w:t>
      </w:r>
    </w:p>
    <w:p w14:paraId="46F2472F" w14:textId="77777777" w:rsidR="00140F7A" w:rsidRPr="0077050C" w:rsidRDefault="00140F7A" w:rsidP="00140F7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2 lata pracy z uczniem uzdolnionym.</w:t>
      </w:r>
    </w:p>
    <w:p w14:paraId="57A1BC93" w14:textId="77777777" w:rsidR="00140F7A" w:rsidRPr="0077050C" w:rsidRDefault="00140F7A" w:rsidP="00140F7A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</w:p>
    <w:p w14:paraId="72CC3FD2" w14:textId="77777777" w:rsidR="00140F7A" w:rsidRPr="0077050C" w:rsidRDefault="00140F7A" w:rsidP="00140F7A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(wpisać słownie ilość lat pracy z uczniem uzdolnionym) ………………………………………………………</w:t>
      </w:r>
    </w:p>
    <w:p w14:paraId="20B95520" w14:textId="77777777" w:rsidR="00140F7A" w:rsidRPr="0077050C" w:rsidRDefault="00140F7A" w:rsidP="00140F7A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01036D98" w14:textId="77777777" w:rsidR="00E84736" w:rsidRPr="0077050C" w:rsidRDefault="00E84736">
      <w:pPr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br w:type="page"/>
      </w:r>
    </w:p>
    <w:p w14:paraId="7B8FFFD6" w14:textId="77777777" w:rsidR="00E84736" w:rsidRPr="0077050C" w:rsidRDefault="00E84736" w:rsidP="00E84736">
      <w:pPr>
        <w:spacing w:after="0" w:line="240" w:lineRule="auto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Część </w:t>
      </w:r>
      <w:r w:rsidRPr="0077050C"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  <w:t>5.</w:t>
      </w:r>
      <w:r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 Zajęcia pozalekcyjne z fizyki – szkoła ponadpodstawowa </w:t>
      </w:r>
    </w:p>
    <w:p w14:paraId="5E56A79B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3D68DC38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Opracowanie autorskiego programu nauczania i przeprowadzenie cyklu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46 godz.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zajęć pozalekcyjnych dla uczniów szczególnie uzdolnionych w ramach projektu „Zdolni z Pomorza – powiat chojnicki”, zajęcia pozalekcyjne z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fizyki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etap edukacyjny –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 xml:space="preserve">szkoła ponadpodstawowa </w:t>
      </w:r>
    </w:p>
    <w:p w14:paraId="7AD5344B" w14:textId="77777777" w:rsidR="00E84736" w:rsidRPr="0077050C" w:rsidRDefault="00E84736" w:rsidP="00E8473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60442D49" w14:textId="77777777" w:rsidR="00E84736" w:rsidRPr="0077050C" w:rsidRDefault="00E84736" w:rsidP="00E8473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328A3617" w14:textId="77777777" w:rsidR="00E84736" w:rsidRPr="0077050C" w:rsidRDefault="00E84736" w:rsidP="0064771C">
      <w:pPr>
        <w:numPr>
          <w:ilvl w:val="0"/>
          <w:numId w:val="35"/>
        </w:numPr>
        <w:spacing w:after="0" w:line="240" w:lineRule="auto"/>
        <w:jc w:val="both"/>
        <w:rPr>
          <w:rStyle w:val="FontStyle97"/>
          <w:rFonts w:asciiTheme="minorHAnsi" w:hAnsiTheme="minorHAnsi" w:cstheme="minorHAnsi"/>
          <w:b/>
          <w:sz w:val="24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7B49F1C2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5ECCA4C6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46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 x  .........................….. zł /godz. brutto = ………………………..… zł brutto</w:t>
      </w:r>
    </w:p>
    <w:p w14:paraId="6BDA1F29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  (cena jednostkowa za godzinę)          (wartość całego zamówienia)</w:t>
      </w:r>
    </w:p>
    <w:p w14:paraId="29EA62EE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1FE201D4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słownie: ................................................................................................................................... zł</w:t>
      </w:r>
    </w:p>
    <w:p w14:paraId="3C6CF2CA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3AAB01E1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Do obliczenia powyższej ceny przyjęto następującą stawkę podatku VAT: ………….……%.</w:t>
      </w:r>
    </w:p>
    <w:p w14:paraId="4D73EE0D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73805657" w14:textId="77777777" w:rsidR="00E84736" w:rsidRPr="0077050C" w:rsidRDefault="00E84736" w:rsidP="0064771C">
      <w:pPr>
        <w:widowControl w:val="0"/>
        <w:numPr>
          <w:ilvl w:val="0"/>
          <w:numId w:val="36"/>
        </w:numPr>
        <w:tabs>
          <w:tab w:val="left" w:pos="142"/>
        </w:tabs>
        <w:autoSpaceDE w:val="0"/>
        <w:autoSpaceDN w:val="0"/>
        <w:adjustRightInd w:val="0"/>
        <w:spacing w:after="100" w:line="240" w:lineRule="auto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Oświadczamy, że:</w:t>
      </w:r>
    </w:p>
    <w:p w14:paraId="1D7D3DD8" w14:textId="77777777" w:rsidR="00E84736" w:rsidRPr="0077050C" w:rsidRDefault="00E84736" w:rsidP="00E84736">
      <w:pPr>
        <w:pStyle w:val="Tekstpodstawowy22"/>
        <w:widowControl w:val="0"/>
        <w:tabs>
          <w:tab w:val="left" w:pos="284"/>
        </w:tabs>
        <w:suppressAutoHyphens w:val="0"/>
        <w:spacing w:line="276" w:lineRule="auto"/>
        <w:rPr>
          <w:rFonts w:asciiTheme="minorHAnsi" w:hAnsiTheme="minorHAnsi" w:cstheme="minorHAnsi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Osoba: ……….……………………………………………..……. </w:t>
      </w:r>
      <w:r w:rsidRPr="0077050C">
        <w:rPr>
          <w:rFonts w:asciiTheme="minorHAnsi" w:hAnsiTheme="minorHAnsi" w:cstheme="minorHAnsi"/>
          <w:i/>
          <w:szCs w:val="24"/>
        </w:rPr>
        <w:t>(wpisać imię i nazwisko</w:t>
      </w:r>
      <w:r w:rsidRPr="0077050C">
        <w:rPr>
          <w:rFonts w:asciiTheme="minorHAnsi" w:hAnsiTheme="minorHAnsi" w:cstheme="minorHAnsi"/>
          <w:szCs w:val="24"/>
        </w:rPr>
        <w:t>),</w:t>
      </w:r>
      <w:r w:rsidRPr="0077050C">
        <w:rPr>
          <w:rFonts w:asciiTheme="minorHAnsi" w:hAnsiTheme="minorHAnsi" w:cstheme="minorHAnsi"/>
          <w:b/>
          <w:szCs w:val="24"/>
        </w:rPr>
        <w:t xml:space="preserve">  która będzie prowadziła zajęcia pozalekcyjne z fizyki dla grupy uczniów ze szkoły ponadpodstawowej posiada: </w:t>
      </w:r>
      <w:r w:rsidRPr="0077050C">
        <w:rPr>
          <w:rFonts w:asciiTheme="minorHAnsi" w:hAnsiTheme="minorHAnsi" w:cstheme="minorHAnsi"/>
          <w:color w:val="333333"/>
          <w:shd w:val="clear" w:color="auto" w:fill="FFFFFF"/>
        </w:rPr>
        <w:t xml:space="preserve">studia drugiego stopnia lub jednolite studia magisterskie, na kierunku </w:t>
      </w:r>
      <w:r w:rsidRPr="0077050C">
        <w:rPr>
          <w:rFonts w:asciiTheme="minorHAnsi" w:hAnsiTheme="minorHAnsi" w:cstheme="minorHAnsi"/>
          <w:szCs w:val="24"/>
        </w:rPr>
        <w:t xml:space="preserve">lub specjalności odnoszącej się do fizyki, albo </w:t>
      </w:r>
      <w:r w:rsidRPr="0077050C">
        <w:rPr>
          <w:rFonts w:asciiTheme="minorHAnsi" w:hAnsiTheme="minorHAnsi" w:cstheme="minorHAnsi"/>
          <w:color w:val="333333"/>
          <w:shd w:val="clear" w:color="auto" w:fill="FFFFFF"/>
        </w:rPr>
        <w:t xml:space="preserve">studia drugiego stopnia lub jednolite studia magisterskie oraz studia podyplomowe w </w:t>
      </w:r>
      <w:r w:rsidRPr="0077050C">
        <w:rPr>
          <w:rFonts w:asciiTheme="minorHAnsi" w:hAnsiTheme="minorHAnsi" w:cstheme="minorHAnsi"/>
          <w:szCs w:val="24"/>
        </w:rPr>
        <w:t xml:space="preserve">zakresie fizyki; przygotowanie pedagogiczne; co najmniej 3-letni staż pracy, w tym co najmniej dwa lata w nauczaniu w szkole ponadpodstawowej; min. 2–letnie doświadczenie w zakresie prowadzenia działań na rzecz uczniów szczególnie uzdolnionych (obejmujące jedną bądź kilka z następujących aktywności, np. prowadzenie pozalekcyjnych zajęć wybitnie uzdolnionych, prowadzenie cyklicznych kółek naukowych, przygotowywanie </w:t>
      </w:r>
      <w:r w:rsidR="0060689F">
        <w:rPr>
          <w:rFonts w:asciiTheme="minorHAnsi" w:hAnsiTheme="minorHAnsi" w:cstheme="minorHAnsi"/>
          <w:szCs w:val="24"/>
        </w:rPr>
        <w:t xml:space="preserve">uczniów do olimpiad i konkursów </w:t>
      </w:r>
      <w:r w:rsidRPr="0077050C">
        <w:rPr>
          <w:rFonts w:asciiTheme="minorHAnsi" w:hAnsiTheme="minorHAnsi" w:cstheme="minorHAnsi"/>
          <w:szCs w:val="24"/>
        </w:rPr>
        <w:t xml:space="preserve">na poziomie co najmniej wojewódzkim </w:t>
      </w:r>
      <w:r w:rsidRPr="0077050C">
        <w:rPr>
          <w:rFonts w:asciiTheme="minorHAnsi" w:hAnsiTheme="minorHAnsi" w:cstheme="minorHAnsi"/>
          <w:i/>
          <w:color w:val="000000"/>
          <w:sz w:val="20"/>
        </w:rPr>
        <w:t>(zaznaczyć  oraz wpisać słownie)</w:t>
      </w:r>
    </w:p>
    <w:p w14:paraId="68BA5338" w14:textId="77777777" w:rsidR="00E84736" w:rsidRPr="0077050C" w:rsidRDefault="00E84736" w:rsidP="00E8473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5 i więcej lat pracy z uczniem uzdolnionym,</w:t>
      </w:r>
    </w:p>
    <w:p w14:paraId="4F177DAF" w14:textId="77777777" w:rsidR="00E84736" w:rsidRPr="0077050C" w:rsidRDefault="00E84736" w:rsidP="00E8473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4 lata pracy z uczniem uzdolnionym,</w:t>
      </w:r>
    </w:p>
    <w:p w14:paraId="533D8375" w14:textId="77777777" w:rsidR="00E84736" w:rsidRPr="0077050C" w:rsidRDefault="00E84736" w:rsidP="00E8473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3 lata pracy z uczniem uzdolnionym,</w:t>
      </w:r>
    </w:p>
    <w:p w14:paraId="79E8F405" w14:textId="77777777" w:rsidR="00E84736" w:rsidRPr="0077050C" w:rsidRDefault="00E84736" w:rsidP="00E8473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2 lata pracy z uczniem uzdolnionym.</w:t>
      </w:r>
    </w:p>
    <w:p w14:paraId="78E65FD2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</w:p>
    <w:p w14:paraId="38F6ECCE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(wpisać słownie ilość lat pracy z uczniem uzdolnionym) ………………………………………………………</w:t>
      </w:r>
    </w:p>
    <w:p w14:paraId="73E77BDD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1287D61B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br w:type="page"/>
      </w:r>
      <w:r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Część </w:t>
      </w:r>
      <w:r w:rsidRPr="0064771C"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  <w:t>nr 6. Zajęcia pozalekcyjne z informatyki – szkoła podstawowa</w:t>
      </w:r>
    </w:p>
    <w:p w14:paraId="002D975D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</w:pPr>
    </w:p>
    <w:p w14:paraId="70147E2F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Opracowanie autorskiego programu nauczania i przeprowadzenie cyklu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47 godz.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zajęć pozalekcyjnych dla uczniów szczególnie uzdolnionych w ramach projektu „Zdolni z Pomorza – powiat chojnicki”, zajęcia pozalekcyjne z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informatyki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, etap edukacyjny –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szkoła podstawowa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</w:t>
      </w:r>
    </w:p>
    <w:p w14:paraId="5D39C224" w14:textId="77777777" w:rsidR="00E84736" w:rsidRPr="0077050C" w:rsidRDefault="00E84736" w:rsidP="00E8473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0BD9CB0E" w14:textId="77777777" w:rsidR="00E84736" w:rsidRPr="0077050C" w:rsidRDefault="00E84736" w:rsidP="00E84736">
      <w:pPr>
        <w:numPr>
          <w:ilvl w:val="0"/>
          <w:numId w:val="14"/>
        </w:numPr>
        <w:spacing w:after="0" w:line="240" w:lineRule="auto"/>
        <w:jc w:val="both"/>
        <w:rPr>
          <w:rStyle w:val="FontStyle97"/>
          <w:rFonts w:asciiTheme="minorHAnsi" w:hAnsiTheme="minorHAnsi" w:cstheme="minorHAnsi"/>
          <w:b/>
          <w:sz w:val="24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3D4F81BF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2E3155ED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47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 x  .........................….. zł /godz. brutto = ………………………..… zł brutto</w:t>
      </w:r>
    </w:p>
    <w:p w14:paraId="35BA4143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  (cena jednostkowa za godzinę)          (wartość całego zamówienia)</w:t>
      </w:r>
    </w:p>
    <w:p w14:paraId="45666ADA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051DF9ED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słownie: ................................................................................................................................... zł</w:t>
      </w:r>
    </w:p>
    <w:p w14:paraId="6A09AC92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102E5514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Do obliczenia powyższej ceny przyjęto następującą stawkę podatku VAT: ………….……%.</w:t>
      </w:r>
    </w:p>
    <w:p w14:paraId="5C82934A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18597279" w14:textId="77777777" w:rsidR="00E84736" w:rsidRPr="0077050C" w:rsidRDefault="00E84736" w:rsidP="00E84736">
      <w:pPr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after="100" w:line="240" w:lineRule="auto"/>
        <w:ind w:hanging="2880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Oświadczamy, że:</w:t>
      </w:r>
    </w:p>
    <w:p w14:paraId="3A8957B6" w14:textId="77777777" w:rsidR="00E84736" w:rsidRPr="0077050C" w:rsidRDefault="00E84736" w:rsidP="00E84736">
      <w:pPr>
        <w:pStyle w:val="Tekstpodstawowy22"/>
        <w:widowControl w:val="0"/>
        <w:tabs>
          <w:tab w:val="left" w:pos="284"/>
        </w:tabs>
        <w:suppressAutoHyphens w:val="0"/>
        <w:spacing w:line="276" w:lineRule="auto"/>
        <w:rPr>
          <w:rFonts w:asciiTheme="minorHAnsi" w:hAnsiTheme="minorHAnsi" w:cstheme="minorHAnsi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Osoba: ……….…………………………………..…………. </w:t>
      </w:r>
      <w:r w:rsidRPr="0077050C">
        <w:rPr>
          <w:rFonts w:asciiTheme="minorHAnsi" w:hAnsiTheme="minorHAnsi" w:cstheme="minorHAnsi"/>
          <w:i/>
          <w:sz w:val="20"/>
          <w:szCs w:val="24"/>
        </w:rPr>
        <w:t>(wpisać imię i nazwisko</w:t>
      </w:r>
      <w:r w:rsidRPr="0077050C">
        <w:rPr>
          <w:rFonts w:asciiTheme="minorHAnsi" w:hAnsiTheme="minorHAnsi" w:cstheme="minorHAnsi"/>
          <w:sz w:val="20"/>
          <w:szCs w:val="24"/>
        </w:rPr>
        <w:t xml:space="preserve">), </w:t>
      </w:r>
      <w:r w:rsidRPr="0077050C">
        <w:rPr>
          <w:rFonts w:asciiTheme="minorHAnsi" w:hAnsiTheme="minorHAnsi" w:cstheme="minorHAnsi"/>
          <w:b/>
          <w:szCs w:val="24"/>
        </w:rPr>
        <w:t xml:space="preserve">która będzie prowadziła zajęcia pozalekcyjne z informatyki dla grupy uczniów ze szkoły podstawowej posiada: </w:t>
      </w:r>
      <w:r w:rsidRPr="0077050C">
        <w:rPr>
          <w:rFonts w:asciiTheme="minorHAnsi" w:hAnsiTheme="minorHAnsi" w:cstheme="minorHAnsi"/>
          <w:color w:val="333333"/>
          <w:shd w:val="clear" w:color="auto" w:fill="FFFFFF"/>
        </w:rPr>
        <w:t xml:space="preserve">studia </w:t>
      </w:r>
      <w:r w:rsidR="0060689F">
        <w:rPr>
          <w:rFonts w:asciiTheme="minorHAnsi" w:hAnsiTheme="minorHAnsi" w:cstheme="minorHAnsi"/>
          <w:color w:val="333333"/>
          <w:shd w:val="clear" w:color="auto" w:fill="FFFFFF"/>
        </w:rPr>
        <w:t xml:space="preserve">co najmniej </w:t>
      </w:r>
      <w:r w:rsidRPr="0077050C">
        <w:rPr>
          <w:rFonts w:asciiTheme="minorHAnsi" w:hAnsiTheme="minorHAnsi" w:cstheme="minorHAnsi"/>
          <w:color w:val="333333"/>
          <w:shd w:val="clear" w:color="auto" w:fill="FFFFFF"/>
        </w:rPr>
        <w:t>pierwszego stopnia na kierunku</w:t>
      </w:r>
      <w:r w:rsidRPr="0077050C">
        <w:rPr>
          <w:rFonts w:asciiTheme="minorHAnsi" w:hAnsiTheme="minorHAnsi" w:cstheme="minorHAnsi"/>
          <w:szCs w:val="24"/>
        </w:rPr>
        <w:t xml:space="preserve"> lub specjalności odnoszącej się do informatyki, albo </w:t>
      </w:r>
      <w:r w:rsidRPr="0077050C">
        <w:rPr>
          <w:rFonts w:asciiTheme="minorHAnsi" w:hAnsiTheme="minorHAnsi" w:cstheme="minorHAnsi"/>
          <w:color w:val="333333"/>
          <w:shd w:val="clear" w:color="auto" w:fill="FFFFFF"/>
        </w:rPr>
        <w:t xml:space="preserve">studia </w:t>
      </w:r>
      <w:r w:rsidR="0060689F">
        <w:rPr>
          <w:rFonts w:asciiTheme="minorHAnsi" w:hAnsiTheme="minorHAnsi" w:cstheme="minorHAnsi"/>
          <w:color w:val="333333"/>
          <w:shd w:val="clear" w:color="auto" w:fill="FFFFFF"/>
        </w:rPr>
        <w:t xml:space="preserve">co najmniej </w:t>
      </w:r>
      <w:r w:rsidRPr="0077050C">
        <w:rPr>
          <w:rFonts w:asciiTheme="minorHAnsi" w:hAnsiTheme="minorHAnsi" w:cstheme="minorHAnsi"/>
          <w:color w:val="333333"/>
          <w:shd w:val="clear" w:color="auto" w:fill="FFFFFF"/>
        </w:rPr>
        <w:t>pierwszego stopnia</w:t>
      </w:r>
      <w:r w:rsidRPr="0077050C">
        <w:rPr>
          <w:rFonts w:asciiTheme="minorHAnsi" w:hAnsiTheme="minorHAnsi" w:cstheme="minorHAnsi"/>
          <w:szCs w:val="24"/>
        </w:rPr>
        <w:t xml:space="preserve"> oraz ukończone studia podyplomowe w zakresie informatyki; przygotowanie pedagogiczne; co najmniej 3-letni staż pracy, w tym co najmniej dwa lata w nauczaniu w szkole podstawowej lub ponadpodstawowej; min. 2–letnie doświadczenie w zakresie prowadzenia działań na rzecz uczniów szczególnie uzdolnionych (obejmujące jedną bądź kilka z następujących aktywności, np. prowadzenie pozalekcyjnych zajęć wybitnie uzdolnionych, prowadzenie cyklicznych kółek naukowych, przygotowywanie uczniów do olimpiad i konkursów na poziomie co najmniej wojewódzkim </w:t>
      </w:r>
      <w:r w:rsidRPr="0077050C">
        <w:rPr>
          <w:rFonts w:asciiTheme="minorHAnsi" w:hAnsiTheme="minorHAnsi" w:cstheme="minorHAnsi"/>
          <w:i/>
          <w:color w:val="000000"/>
          <w:sz w:val="20"/>
        </w:rPr>
        <w:t>(zaznaczyć  oraz wpisać słownie)</w:t>
      </w:r>
    </w:p>
    <w:p w14:paraId="41F6AD18" w14:textId="77777777" w:rsidR="00E84736" w:rsidRPr="0077050C" w:rsidRDefault="00E84736" w:rsidP="00E8473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5 i więcej lat pracy z uczniem uzdolnionym,</w:t>
      </w:r>
    </w:p>
    <w:p w14:paraId="2F5B529A" w14:textId="77777777" w:rsidR="00E84736" w:rsidRPr="0077050C" w:rsidRDefault="00E84736" w:rsidP="00E8473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4 lata pracy z uczniem uzdolnionym,</w:t>
      </w:r>
    </w:p>
    <w:p w14:paraId="5D7CB277" w14:textId="77777777" w:rsidR="00E84736" w:rsidRPr="0077050C" w:rsidRDefault="00E84736" w:rsidP="00E8473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3 lata pracy z uczniem uzdolnionym,</w:t>
      </w:r>
    </w:p>
    <w:p w14:paraId="13D754E0" w14:textId="77777777" w:rsidR="00E84736" w:rsidRPr="0077050C" w:rsidRDefault="00E84736" w:rsidP="00E8473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2 lata pracy z uczniem uzdolnionym.</w:t>
      </w:r>
    </w:p>
    <w:p w14:paraId="46DFE074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</w:p>
    <w:p w14:paraId="15B29C22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(wpisać słownie ilość lat pracy z uczniem uzdolnionym) ………………………………………………………</w:t>
      </w:r>
    </w:p>
    <w:p w14:paraId="001C7D9A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600B27BA" w14:textId="77777777" w:rsidR="00E84736" w:rsidRPr="0077050C" w:rsidRDefault="00E84736" w:rsidP="00E84736">
      <w:pPr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br w:type="page"/>
      </w:r>
    </w:p>
    <w:p w14:paraId="26FFFFE9" w14:textId="77777777" w:rsidR="00E84736" w:rsidRPr="0077050C" w:rsidRDefault="00E84736" w:rsidP="00E84736">
      <w:pPr>
        <w:spacing w:after="0" w:line="240" w:lineRule="auto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>Część</w:t>
      </w:r>
      <w:r w:rsidR="003D0053"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 nr</w:t>
      </w:r>
      <w:r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 </w:t>
      </w:r>
      <w:r w:rsidR="003D0053" w:rsidRPr="0077050C"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  <w:t>7</w:t>
      </w:r>
      <w:r w:rsidRPr="0077050C"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  <w:t>.</w:t>
      </w:r>
      <w:r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 Zajęcia pozalekcyjne z </w:t>
      </w:r>
      <w:r w:rsidR="00DF19D0"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>informatyki</w:t>
      </w:r>
      <w:r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 – szkoła ponadpodstawowa </w:t>
      </w:r>
    </w:p>
    <w:p w14:paraId="460960BD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70D11D5B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Opracowanie autorskiego programu nauczania i przeprowadzenie cyklu </w:t>
      </w:r>
      <w:r w:rsidR="00DF19D0"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54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 xml:space="preserve"> godz.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zajęć pozalekcyjnych dla uczniów szczególnie uzdolnionych w ramach projektu „Zdolni z Pomorza – powiat chojnicki”, zajęcia pozalekcyjne z </w:t>
      </w:r>
      <w:r w:rsidR="00DF19D0"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informatyk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i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etap edukacyjny –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 xml:space="preserve">szkoła ponadpodstawowa </w:t>
      </w:r>
    </w:p>
    <w:p w14:paraId="21601F13" w14:textId="77777777" w:rsidR="00E84736" w:rsidRPr="0077050C" w:rsidRDefault="00E84736" w:rsidP="00E8473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7F94EED8" w14:textId="77777777" w:rsidR="00E84736" w:rsidRPr="0077050C" w:rsidRDefault="00E84736" w:rsidP="00E8473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0F9BD799" w14:textId="77777777" w:rsidR="00E84736" w:rsidRPr="0077050C" w:rsidRDefault="00E84736" w:rsidP="00E84736">
      <w:pPr>
        <w:numPr>
          <w:ilvl w:val="0"/>
          <w:numId w:val="16"/>
        </w:numPr>
        <w:spacing w:after="0" w:line="240" w:lineRule="auto"/>
        <w:jc w:val="both"/>
        <w:rPr>
          <w:rStyle w:val="FontStyle97"/>
          <w:rFonts w:asciiTheme="minorHAnsi" w:hAnsiTheme="minorHAnsi" w:cstheme="minorHAnsi"/>
          <w:b/>
          <w:sz w:val="24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68AAB743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78456565" w14:textId="77777777" w:rsidR="00E84736" w:rsidRPr="0077050C" w:rsidRDefault="00DF19D0" w:rsidP="00E84736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>54</w:t>
      </w:r>
      <w:r w:rsidR="00E84736" w:rsidRPr="0077050C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 </w:t>
      </w:r>
      <w:r w:rsidR="00E84736"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="00E84736" w:rsidRPr="0077050C">
        <w:rPr>
          <w:rFonts w:asciiTheme="minorHAnsi" w:eastAsia="Times New Roman" w:hAnsiTheme="minorHAnsi" w:cstheme="minorHAnsi"/>
          <w:szCs w:val="24"/>
          <w:lang w:eastAsia="pl-PL"/>
        </w:rPr>
        <w:t>. x  .........................….. zł /godz. brutto = ………………………..… zł brutto</w:t>
      </w:r>
    </w:p>
    <w:p w14:paraId="194FCEA7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  (cena jednostkowa za godzinę)          (wartość całego zamówienia)</w:t>
      </w:r>
    </w:p>
    <w:p w14:paraId="25B792FE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0E8EE834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słownie: ................................................................................................................................... zł</w:t>
      </w:r>
    </w:p>
    <w:p w14:paraId="1B6EC2C6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0332DC08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Do obliczenia powyższej ceny przyjęto następującą stawkę podatku VAT: ………….……%.</w:t>
      </w:r>
    </w:p>
    <w:p w14:paraId="512FD7ED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337B81B5" w14:textId="77777777" w:rsidR="00E84736" w:rsidRPr="0077050C" w:rsidRDefault="00E84736" w:rsidP="00E84736">
      <w:pPr>
        <w:pStyle w:val="Akapitzlist"/>
        <w:widowControl w:val="0"/>
        <w:numPr>
          <w:ilvl w:val="0"/>
          <w:numId w:val="16"/>
        </w:numPr>
        <w:tabs>
          <w:tab w:val="left" w:pos="142"/>
        </w:tabs>
        <w:autoSpaceDE w:val="0"/>
        <w:autoSpaceDN w:val="0"/>
        <w:adjustRightInd w:val="0"/>
        <w:spacing w:after="100" w:line="240" w:lineRule="auto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Oświadczamy, że:</w:t>
      </w:r>
    </w:p>
    <w:p w14:paraId="242BC8BC" w14:textId="77777777" w:rsidR="00E84736" w:rsidRPr="0077050C" w:rsidRDefault="00E84736" w:rsidP="00E84736">
      <w:pPr>
        <w:pStyle w:val="Tekstpodstawowy22"/>
        <w:widowControl w:val="0"/>
        <w:tabs>
          <w:tab w:val="left" w:pos="284"/>
        </w:tabs>
        <w:suppressAutoHyphens w:val="0"/>
        <w:spacing w:line="276" w:lineRule="auto"/>
        <w:rPr>
          <w:rFonts w:asciiTheme="minorHAnsi" w:hAnsiTheme="minorHAnsi" w:cstheme="minorHAnsi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Osoba: ……….……………………………………………..……. </w:t>
      </w:r>
      <w:r w:rsidRPr="0077050C">
        <w:rPr>
          <w:rFonts w:asciiTheme="minorHAnsi" w:hAnsiTheme="minorHAnsi" w:cstheme="minorHAnsi"/>
          <w:i/>
          <w:szCs w:val="24"/>
        </w:rPr>
        <w:t>(wpisać imię i nazwisko</w:t>
      </w:r>
      <w:r w:rsidRPr="0077050C">
        <w:rPr>
          <w:rFonts w:asciiTheme="minorHAnsi" w:hAnsiTheme="minorHAnsi" w:cstheme="minorHAnsi"/>
          <w:szCs w:val="24"/>
        </w:rPr>
        <w:t>),</w:t>
      </w:r>
      <w:r w:rsidRPr="0077050C">
        <w:rPr>
          <w:rFonts w:asciiTheme="minorHAnsi" w:hAnsiTheme="minorHAnsi" w:cstheme="minorHAnsi"/>
          <w:b/>
          <w:szCs w:val="24"/>
        </w:rPr>
        <w:t xml:space="preserve">  która będzie prowadziła zajęcia pozalekcyjne z </w:t>
      </w:r>
      <w:r w:rsidR="00DF19D0" w:rsidRPr="0077050C">
        <w:rPr>
          <w:rFonts w:asciiTheme="minorHAnsi" w:hAnsiTheme="minorHAnsi" w:cstheme="minorHAnsi"/>
          <w:b/>
          <w:szCs w:val="24"/>
        </w:rPr>
        <w:t>informatyk</w:t>
      </w:r>
      <w:r w:rsidRPr="0077050C">
        <w:rPr>
          <w:rFonts w:asciiTheme="minorHAnsi" w:hAnsiTheme="minorHAnsi" w:cstheme="minorHAnsi"/>
          <w:b/>
          <w:szCs w:val="24"/>
        </w:rPr>
        <w:t xml:space="preserve">i dla grupy uczniów ze szkoły ponadpodstawowej posiada: </w:t>
      </w:r>
      <w:r w:rsidRPr="0077050C">
        <w:rPr>
          <w:rFonts w:asciiTheme="minorHAnsi" w:hAnsiTheme="minorHAnsi" w:cstheme="minorHAnsi"/>
          <w:color w:val="333333"/>
          <w:shd w:val="clear" w:color="auto" w:fill="FFFFFF"/>
        </w:rPr>
        <w:t xml:space="preserve">studia drugiego stopnia lub jednolite studia magisterskie, na kierunku </w:t>
      </w:r>
      <w:r w:rsidRPr="0077050C">
        <w:rPr>
          <w:rFonts w:asciiTheme="minorHAnsi" w:hAnsiTheme="minorHAnsi" w:cstheme="minorHAnsi"/>
          <w:szCs w:val="24"/>
        </w:rPr>
        <w:t xml:space="preserve">lub specjalności odnoszącej się do </w:t>
      </w:r>
      <w:r w:rsidR="00DF19D0" w:rsidRPr="0077050C">
        <w:rPr>
          <w:rFonts w:asciiTheme="minorHAnsi" w:hAnsiTheme="minorHAnsi" w:cstheme="minorHAnsi"/>
          <w:szCs w:val="24"/>
        </w:rPr>
        <w:t>informatyki</w:t>
      </w:r>
      <w:r w:rsidRPr="0077050C">
        <w:rPr>
          <w:rFonts w:asciiTheme="minorHAnsi" w:hAnsiTheme="minorHAnsi" w:cstheme="minorHAnsi"/>
          <w:szCs w:val="24"/>
        </w:rPr>
        <w:t xml:space="preserve">, albo </w:t>
      </w:r>
      <w:r w:rsidRPr="0077050C">
        <w:rPr>
          <w:rFonts w:asciiTheme="minorHAnsi" w:hAnsiTheme="minorHAnsi" w:cstheme="minorHAnsi"/>
          <w:color w:val="333333"/>
          <w:shd w:val="clear" w:color="auto" w:fill="FFFFFF"/>
        </w:rPr>
        <w:t>studia drugiego stopnia lub jednolite studia magis</w:t>
      </w:r>
      <w:r w:rsidR="003D0053" w:rsidRPr="0077050C">
        <w:rPr>
          <w:rFonts w:asciiTheme="minorHAnsi" w:hAnsiTheme="minorHAnsi" w:cstheme="minorHAnsi"/>
          <w:color w:val="333333"/>
          <w:shd w:val="clear" w:color="auto" w:fill="FFFFFF"/>
        </w:rPr>
        <w:t xml:space="preserve">terskie oraz studia podyplomowe </w:t>
      </w:r>
      <w:r w:rsidRPr="0077050C">
        <w:rPr>
          <w:rFonts w:asciiTheme="minorHAnsi" w:hAnsiTheme="minorHAnsi" w:cstheme="minorHAnsi"/>
          <w:color w:val="333333"/>
          <w:shd w:val="clear" w:color="auto" w:fill="FFFFFF"/>
        </w:rPr>
        <w:t xml:space="preserve">w </w:t>
      </w:r>
      <w:r w:rsidRPr="0077050C">
        <w:rPr>
          <w:rFonts w:asciiTheme="minorHAnsi" w:hAnsiTheme="minorHAnsi" w:cstheme="minorHAnsi"/>
          <w:szCs w:val="24"/>
        </w:rPr>
        <w:t xml:space="preserve">zakresie </w:t>
      </w:r>
      <w:r w:rsidR="00DF19D0" w:rsidRPr="0077050C">
        <w:rPr>
          <w:rFonts w:asciiTheme="minorHAnsi" w:hAnsiTheme="minorHAnsi" w:cstheme="minorHAnsi"/>
          <w:szCs w:val="24"/>
        </w:rPr>
        <w:t>informatyk</w:t>
      </w:r>
      <w:r w:rsidRPr="0077050C">
        <w:rPr>
          <w:rFonts w:asciiTheme="minorHAnsi" w:hAnsiTheme="minorHAnsi" w:cstheme="minorHAnsi"/>
          <w:szCs w:val="24"/>
        </w:rPr>
        <w:t>i; przygotowanie pedagogiczne; co najmniej 3-letni staż pracy, w tym co najmniej dwa lata w nauczaniu w szkole ponadpodstawowej</w:t>
      </w:r>
      <w:r w:rsidR="003D0053" w:rsidRPr="0077050C">
        <w:rPr>
          <w:rFonts w:asciiTheme="minorHAnsi" w:hAnsiTheme="minorHAnsi" w:cstheme="minorHAnsi"/>
          <w:szCs w:val="24"/>
        </w:rPr>
        <w:t xml:space="preserve">; </w:t>
      </w:r>
      <w:r w:rsidRPr="0077050C">
        <w:rPr>
          <w:rFonts w:asciiTheme="minorHAnsi" w:hAnsiTheme="minorHAnsi" w:cstheme="minorHAnsi"/>
          <w:szCs w:val="24"/>
        </w:rPr>
        <w:t xml:space="preserve">min. 2–letnie doświadczenie w zakresie prowadzenia działań na rzecz uczniów szczególnie uzdolnionych (obejmujące jedną bądź kilka z następujących aktywności, np. prowadzenie pozalekcyjnych zajęć wybitnie uzdolnionych, prowadzenie cyklicznych kółek naukowych, przygotowywanie </w:t>
      </w:r>
      <w:r w:rsidR="00DF19D0" w:rsidRPr="0077050C">
        <w:rPr>
          <w:rFonts w:asciiTheme="minorHAnsi" w:hAnsiTheme="minorHAnsi" w:cstheme="minorHAnsi"/>
          <w:szCs w:val="24"/>
        </w:rPr>
        <w:t xml:space="preserve">uczniów do olimpiad i konkursów </w:t>
      </w:r>
      <w:r w:rsidRPr="0077050C">
        <w:rPr>
          <w:rFonts w:asciiTheme="minorHAnsi" w:hAnsiTheme="minorHAnsi" w:cstheme="minorHAnsi"/>
          <w:szCs w:val="24"/>
        </w:rPr>
        <w:t xml:space="preserve">na poziomie co najmniej wojewódzkim </w:t>
      </w:r>
      <w:r w:rsidRPr="0077050C">
        <w:rPr>
          <w:rFonts w:asciiTheme="minorHAnsi" w:hAnsiTheme="minorHAnsi" w:cstheme="minorHAnsi"/>
          <w:i/>
          <w:color w:val="000000"/>
          <w:sz w:val="20"/>
        </w:rPr>
        <w:t>(zaznaczyć  oraz wpisać słownie)</w:t>
      </w:r>
    </w:p>
    <w:p w14:paraId="3EC08ED1" w14:textId="77777777" w:rsidR="00E84736" w:rsidRPr="0077050C" w:rsidRDefault="00E84736" w:rsidP="00E8473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5 i więcej lat pracy z uczniem uzdolnionym,</w:t>
      </w:r>
    </w:p>
    <w:p w14:paraId="7C33BC71" w14:textId="77777777" w:rsidR="00E84736" w:rsidRPr="0077050C" w:rsidRDefault="00E84736" w:rsidP="00E8473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4 lata pracy z uczniem uzdolnionym,</w:t>
      </w:r>
    </w:p>
    <w:p w14:paraId="67D1370E" w14:textId="77777777" w:rsidR="00E84736" w:rsidRPr="0077050C" w:rsidRDefault="00E84736" w:rsidP="00E8473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3 lata pracy z uczniem uzdolnionym,</w:t>
      </w:r>
    </w:p>
    <w:p w14:paraId="603A059A" w14:textId="77777777" w:rsidR="00E84736" w:rsidRPr="0077050C" w:rsidRDefault="00E84736" w:rsidP="00E8473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2 lata pracy z uczniem uzdolnionym.</w:t>
      </w:r>
    </w:p>
    <w:p w14:paraId="2CF5C5E7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</w:p>
    <w:p w14:paraId="6BB60A67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(wpisać słownie ilość lat pracy z uczniem uzdolnionym) ………………………………………………………</w:t>
      </w:r>
    </w:p>
    <w:p w14:paraId="41BA094E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1903C0CB" w14:textId="77777777" w:rsidR="00E84736" w:rsidRPr="0077050C" w:rsidRDefault="00E84736">
      <w:pPr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4007DBDA" w14:textId="77777777" w:rsidR="00E84736" w:rsidRPr="0077050C" w:rsidRDefault="00E84736">
      <w:pPr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088A0534" w14:textId="77777777" w:rsidR="00E84736" w:rsidRPr="0077050C" w:rsidRDefault="00E84736">
      <w:pPr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31F6488D" w14:textId="77777777" w:rsidR="00DF19D0" w:rsidRPr="0077050C" w:rsidRDefault="00DF19D0">
      <w:pPr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br w:type="page"/>
      </w:r>
    </w:p>
    <w:p w14:paraId="504A0697" w14:textId="77777777" w:rsidR="00DF19D0" w:rsidRPr="0077050C" w:rsidRDefault="00DF19D0" w:rsidP="00DF19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Część </w:t>
      </w:r>
      <w:r w:rsidRPr="0077050C"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  <w:t>nr 8</w:t>
      </w:r>
      <w:r w:rsidRPr="0064771C"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  <w:t>. Zajęcia pozalekcyjne z biologi</w:t>
      </w:r>
      <w:r w:rsidR="005B193F" w:rsidRPr="0064771C"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  <w:t>i</w:t>
      </w:r>
      <w:r w:rsidRPr="0064771C"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  <w:t xml:space="preserve"> – szkoła podstawowa</w:t>
      </w:r>
    </w:p>
    <w:p w14:paraId="42EB9FA1" w14:textId="77777777" w:rsidR="00DF19D0" w:rsidRPr="0077050C" w:rsidRDefault="00DF19D0" w:rsidP="00DF19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</w:pPr>
    </w:p>
    <w:p w14:paraId="6457B5FC" w14:textId="77777777" w:rsidR="00DF19D0" w:rsidRPr="0077050C" w:rsidRDefault="00DF19D0" w:rsidP="00DF19D0">
      <w:pPr>
        <w:widowControl w:val="0"/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Opracowanie autorskiego programu nauczania i przeprowadzenie cyklu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40 godz.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zajęć pozalekcyjnych dla uczniów szczególnie uzdolnionych w ramach projektu „Zdolni z Pomorza – powiat chojnicki”, zajęcia pozalekcyjne z </w:t>
      </w:r>
      <w:r w:rsidR="005B193F"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biologi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i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, etap edukacyjny –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szkoła podstawowa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</w:t>
      </w:r>
    </w:p>
    <w:p w14:paraId="13ED5DDD" w14:textId="77777777" w:rsidR="00DF19D0" w:rsidRPr="0077050C" w:rsidRDefault="00DF19D0" w:rsidP="00DF19D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1436AE8C" w14:textId="77777777" w:rsidR="00DF19D0" w:rsidRPr="0077050C" w:rsidRDefault="00DF19D0" w:rsidP="0064771C">
      <w:pPr>
        <w:numPr>
          <w:ilvl w:val="0"/>
          <w:numId w:val="33"/>
        </w:numPr>
        <w:spacing w:after="0" w:line="240" w:lineRule="auto"/>
        <w:jc w:val="both"/>
        <w:rPr>
          <w:rStyle w:val="FontStyle97"/>
          <w:rFonts w:asciiTheme="minorHAnsi" w:hAnsiTheme="minorHAnsi" w:cstheme="minorHAnsi"/>
          <w:b/>
          <w:sz w:val="24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10D2DA5F" w14:textId="77777777" w:rsidR="00DF19D0" w:rsidRPr="0077050C" w:rsidRDefault="00DF19D0" w:rsidP="00DF19D0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04103A1E" w14:textId="77777777" w:rsidR="00DF19D0" w:rsidRPr="0077050C" w:rsidRDefault="00DF19D0" w:rsidP="00DF19D0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40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 x  .........................….. zł /godz. brutto = ………………………..… zł brutto</w:t>
      </w:r>
    </w:p>
    <w:p w14:paraId="7D924EF0" w14:textId="77777777" w:rsidR="00DF19D0" w:rsidRPr="0077050C" w:rsidRDefault="00DF19D0" w:rsidP="00DF19D0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  (cena jednostkowa za godzinę)          (wartość całego zamówienia)</w:t>
      </w:r>
    </w:p>
    <w:p w14:paraId="70EB364F" w14:textId="77777777" w:rsidR="00DF19D0" w:rsidRPr="0077050C" w:rsidRDefault="00DF19D0" w:rsidP="00DF19D0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0A8F6EE9" w14:textId="77777777" w:rsidR="00DF19D0" w:rsidRPr="0077050C" w:rsidRDefault="00DF19D0" w:rsidP="00DF19D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słownie: ................................................................................................................................... zł</w:t>
      </w:r>
    </w:p>
    <w:p w14:paraId="3B9E9E03" w14:textId="77777777" w:rsidR="00DF19D0" w:rsidRPr="0077050C" w:rsidRDefault="00DF19D0" w:rsidP="00DF19D0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4F20A9DD" w14:textId="77777777" w:rsidR="00DF19D0" w:rsidRPr="0077050C" w:rsidRDefault="00DF19D0" w:rsidP="00DF19D0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Do obliczenia powyższej ceny przyjęto następującą stawkę podatku VAT: ………….……%.</w:t>
      </w:r>
    </w:p>
    <w:p w14:paraId="332155C8" w14:textId="77777777" w:rsidR="00DF19D0" w:rsidRPr="0077050C" w:rsidRDefault="00DF19D0" w:rsidP="00DF19D0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20E4B2F9" w14:textId="77777777" w:rsidR="00DF19D0" w:rsidRPr="0077050C" w:rsidRDefault="00DF19D0" w:rsidP="0064771C">
      <w:pPr>
        <w:widowControl w:val="0"/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after="100" w:line="240" w:lineRule="auto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Oświadczamy, że:</w:t>
      </w:r>
    </w:p>
    <w:p w14:paraId="00B2C1B8" w14:textId="77777777" w:rsidR="00DF19D0" w:rsidRPr="0077050C" w:rsidRDefault="00DF19D0" w:rsidP="00DF19D0">
      <w:pPr>
        <w:pStyle w:val="Tekstpodstawowy22"/>
        <w:widowControl w:val="0"/>
        <w:tabs>
          <w:tab w:val="left" w:pos="284"/>
        </w:tabs>
        <w:suppressAutoHyphens w:val="0"/>
        <w:spacing w:line="276" w:lineRule="auto"/>
        <w:rPr>
          <w:rFonts w:asciiTheme="minorHAnsi" w:hAnsiTheme="minorHAnsi" w:cstheme="minorHAnsi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Osoba: ……….…………………………………..…………. </w:t>
      </w:r>
      <w:r w:rsidRPr="0077050C">
        <w:rPr>
          <w:rFonts w:asciiTheme="minorHAnsi" w:hAnsiTheme="minorHAnsi" w:cstheme="minorHAnsi"/>
          <w:i/>
          <w:sz w:val="20"/>
          <w:szCs w:val="24"/>
        </w:rPr>
        <w:t>(wpisać imię i nazwisko</w:t>
      </w:r>
      <w:r w:rsidRPr="0077050C">
        <w:rPr>
          <w:rFonts w:asciiTheme="minorHAnsi" w:hAnsiTheme="minorHAnsi" w:cstheme="minorHAnsi"/>
          <w:sz w:val="20"/>
          <w:szCs w:val="24"/>
        </w:rPr>
        <w:t xml:space="preserve">), </w:t>
      </w:r>
      <w:r w:rsidRPr="0077050C">
        <w:rPr>
          <w:rFonts w:asciiTheme="minorHAnsi" w:hAnsiTheme="minorHAnsi" w:cstheme="minorHAnsi"/>
          <w:b/>
          <w:szCs w:val="24"/>
        </w:rPr>
        <w:t xml:space="preserve">która będzie prowadziła zajęcia pozalekcyjne z </w:t>
      </w:r>
      <w:r w:rsidR="005B193F" w:rsidRPr="0077050C">
        <w:rPr>
          <w:rFonts w:asciiTheme="minorHAnsi" w:hAnsiTheme="minorHAnsi" w:cstheme="minorHAnsi"/>
          <w:b/>
          <w:szCs w:val="24"/>
        </w:rPr>
        <w:t>biologi</w:t>
      </w:r>
      <w:r w:rsidRPr="0077050C">
        <w:rPr>
          <w:rFonts w:asciiTheme="minorHAnsi" w:hAnsiTheme="minorHAnsi" w:cstheme="minorHAnsi"/>
          <w:b/>
          <w:szCs w:val="24"/>
        </w:rPr>
        <w:t xml:space="preserve">i dla grupy uczniów ze szkoły podstawowej posiada: </w:t>
      </w:r>
      <w:r w:rsidR="0060689F">
        <w:rPr>
          <w:rFonts w:asciiTheme="minorHAnsi" w:hAnsiTheme="minorHAnsi" w:cstheme="minorHAnsi"/>
          <w:color w:val="333333"/>
          <w:shd w:val="clear" w:color="auto" w:fill="FFFFFF"/>
        </w:rPr>
        <w:t>studia</w:t>
      </w:r>
      <w:r w:rsidR="0060689F">
        <w:rPr>
          <w:rFonts w:asciiTheme="minorHAnsi" w:hAnsiTheme="minorHAnsi" w:cstheme="minorHAnsi"/>
          <w:color w:val="333333"/>
          <w:shd w:val="clear" w:color="auto" w:fill="FFFFFF"/>
        </w:rPr>
        <w:br/>
        <w:t xml:space="preserve">co najmniej </w:t>
      </w:r>
      <w:r w:rsidRPr="0077050C">
        <w:rPr>
          <w:rFonts w:asciiTheme="minorHAnsi" w:hAnsiTheme="minorHAnsi" w:cstheme="minorHAnsi"/>
          <w:color w:val="333333"/>
          <w:shd w:val="clear" w:color="auto" w:fill="FFFFFF"/>
        </w:rPr>
        <w:t>pierwszego stopnia na kierunku</w:t>
      </w:r>
      <w:r w:rsidRPr="0077050C">
        <w:rPr>
          <w:rFonts w:asciiTheme="minorHAnsi" w:hAnsiTheme="minorHAnsi" w:cstheme="minorHAnsi"/>
          <w:szCs w:val="24"/>
        </w:rPr>
        <w:t xml:space="preserve"> lub specjalności odnoszącej się do </w:t>
      </w:r>
      <w:r w:rsidR="005B193F" w:rsidRPr="0077050C">
        <w:rPr>
          <w:rFonts w:asciiTheme="minorHAnsi" w:hAnsiTheme="minorHAnsi" w:cstheme="minorHAnsi"/>
          <w:szCs w:val="24"/>
        </w:rPr>
        <w:t>biolog</w:t>
      </w:r>
      <w:r w:rsidRPr="0077050C">
        <w:rPr>
          <w:rFonts w:asciiTheme="minorHAnsi" w:hAnsiTheme="minorHAnsi" w:cstheme="minorHAnsi"/>
          <w:szCs w:val="24"/>
        </w:rPr>
        <w:t>i</w:t>
      </w:r>
      <w:r w:rsidR="005B193F" w:rsidRPr="0077050C">
        <w:rPr>
          <w:rFonts w:asciiTheme="minorHAnsi" w:hAnsiTheme="minorHAnsi" w:cstheme="minorHAnsi"/>
          <w:szCs w:val="24"/>
        </w:rPr>
        <w:t>i</w:t>
      </w:r>
      <w:r w:rsidRPr="0077050C">
        <w:rPr>
          <w:rFonts w:asciiTheme="minorHAnsi" w:hAnsiTheme="minorHAnsi" w:cstheme="minorHAnsi"/>
          <w:szCs w:val="24"/>
        </w:rPr>
        <w:t xml:space="preserve">, albo </w:t>
      </w:r>
      <w:r w:rsidRPr="0077050C">
        <w:rPr>
          <w:rFonts w:asciiTheme="minorHAnsi" w:hAnsiTheme="minorHAnsi" w:cstheme="minorHAnsi"/>
          <w:color w:val="333333"/>
          <w:shd w:val="clear" w:color="auto" w:fill="FFFFFF"/>
        </w:rPr>
        <w:t xml:space="preserve">studia </w:t>
      </w:r>
      <w:r w:rsidR="0060689F">
        <w:rPr>
          <w:rFonts w:asciiTheme="minorHAnsi" w:hAnsiTheme="minorHAnsi" w:cstheme="minorHAnsi"/>
          <w:color w:val="333333"/>
          <w:shd w:val="clear" w:color="auto" w:fill="FFFFFF"/>
        </w:rPr>
        <w:t xml:space="preserve">co najmniej </w:t>
      </w:r>
      <w:r w:rsidRPr="0077050C">
        <w:rPr>
          <w:rFonts w:asciiTheme="minorHAnsi" w:hAnsiTheme="minorHAnsi" w:cstheme="minorHAnsi"/>
          <w:color w:val="333333"/>
          <w:shd w:val="clear" w:color="auto" w:fill="FFFFFF"/>
        </w:rPr>
        <w:t>pierwszego stopnia</w:t>
      </w:r>
      <w:r w:rsidRPr="0077050C">
        <w:rPr>
          <w:rFonts w:asciiTheme="minorHAnsi" w:hAnsiTheme="minorHAnsi" w:cstheme="minorHAnsi"/>
          <w:szCs w:val="24"/>
        </w:rPr>
        <w:t xml:space="preserve"> oraz ukończone studia podyplomowe w zakresie </w:t>
      </w:r>
      <w:r w:rsidR="005B193F" w:rsidRPr="0077050C">
        <w:rPr>
          <w:rFonts w:asciiTheme="minorHAnsi" w:hAnsiTheme="minorHAnsi" w:cstheme="minorHAnsi"/>
          <w:szCs w:val="24"/>
        </w:rPr>
        <w:t>biologi</w:t>
      </w:r>
      <w:r w:rsidRPr="0077050C">
        <w:rPr>
          <w:rFonts w:asciiTheme="minorHAnsi" w:hAnsiTheme="minorHAnsi" w:cstheme="minorHAnsi"/>
          <w:szCs w:val="24"/>
        </w:rPr>
        <w:t>i; przygotowanie pedagogiczne; co najmniej 3-letni staż pr</w:t>
      </w:r>
      <w:r w:rsidR="0060689F">
        <w:rPr>
          <w:rFonts w:asciiTheme="minorHAnsi" w:hAnsiTheme="minorHAnsi" w:cstheme="minorHAnsi"/>
          <w:szCs w:val="24"/>
        </w:rPr>
        <w:t xml:space="preserve">acy, w tym co najmniej dwa lata </w:t>
      </w:r>
      <w:r w:rsidRPr="0077050C">
        <w:rPr>
          <w:rFonts w:asciiTheme="minorHAnsi" w:hAnsiTheme="minorHAnsi" w:cstheme="minorHAnsi"/>
          <w:szCs w:val="24"/>
        </w:rPr>
        <w:t>w nauczaniu w szkole podstawowej lub ponadpodstawowej; min. 2–letnie doświadcz</w:t>
      </w:r>
      <w:r w:rsidR="0060689F">
        <w:rPr>
          <w:rFonts w:asciiTheme="minorHAnsi" w:hAnsiTheme="minorHAnsi" w:cstheme="minorHAnsi"/>
          <w:szCs w:val="24"/>
        </w:rPr>
        <w:t xml:space="preserve">enie </w:t>
      </w:r>
      <w:r w:rsidRPr="0077050C">
        <w:rPr>
          <w:rFonts w:asciiTheme="minorHAnsi" w:hAnsiTheme="minorHAnsi" w:cstheme="minorHAnsi"/>
          <w:szCs w:val="24"/>
        </w:rPr>
        <w:t>w zakresie prowadzenia działań na rzecz uczniów szczególnie uzdolnionych (obejmujące jedną bądź kilka z następujących aktywności, np. prowadzenie pozalekcyjnych zajęć wybitnie uzdolnionych, prowadzenie cyklicznych kółek naukowych, przygotowywanie uczniów</w:t>
      </w:r>
      <w:r w:rsidR="0064771C">
        <w:rPr>
          <w:rFonts w:asciiTheme="minorHAnsi" w:hAnsiTheme="minorHAnsi" w:cstheme="minorHAnsi"/>
          <w:szCs w:val="24"/>
        </w:rPr>
        <w:t xml:space="preserve"> </w:t>
      </w:r>
      <w:r w:rsidRPr="0077050C">
        <w:rPr>
          <w:rFonts w:asciiTheme="minorHAnsi" w:hAnsiTheme="minorHAnsi" w:cstheme="minorHAnsi"/>
          <w:szCs w:val="24"/>
        </w:rPr>
        <w:t xml:space="preserve">do olimpiad i konkursów na poziomie co najmniej wojewódzkim </w:t>
      </w:r>
      <w:r w:rsidRPr="0077050C">
        <w:rPr>
          <w:rFonts w:asciiTheme="minorHAnsi" w:hAnsiTheme="minorHAnsi" w:cstheme="minorHAnsi"/>
          <w:i/>
          <w:color w:val="000000"/>
          <w:sz w:val="20"/>
        </w:rPr>
        <w:t>(zaznaczyć  oraz wpisać słownie)</w:t>
      </w:r>
    </w:p>
    <w:p w14:paraId="64BE595A" w14:textId="77777777" w:rsidR="00DF19D0" w:rsidRPr="0077050C" w:rsidRDefault="00DF19D0" w:rsidP="00DF19D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5 i więcej lat pracy z uczniem uzdolnionym,</w:t>
      </w:r>
    </w:p>
    <w:p w14:paraId="7576C3A9" w14:textId="77777777" w:rsidR="00DF19D0" w:rsidRPr="0077050C" w:rsidRDefault="00DF19D0" w:rsidP="00DF19D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4 lata pracy z uczniem uzdolnionym,</w:t>
      </w:r>
    </w:p>
    <w:p w14:paraId="683D1A43" w14:textId="77777777" w:rsidR="00DF19D0" w:rsidRPr="0077050C" w:rsidRDefault="00DF19D0" w:rsidP="00DF19D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3 lata pracy z uczniem uzdolnionym,</w:t>
      </w:r>
    </w:p>
    <w:p w14:paraId="0B255D86" w14:textId="77777777" w:rsidR="00DF19D0" w:rsidRPr="0077050C" w:rsidRDefault="00DF19D0" w:rsidP="00DF19D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2 lata pracy z uczniem uzdolnionym.</w:t>
      </w:r>
    </w:p>
    <w:p w14:paraId="3381A7B6" w14:textId="77777777" w:rsidR="00DF19D0" w:rsidRPr="0077050C" w:rsidRDefault="00DF19D0" w:rsidP="00DF19D0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</w:p>
    <w:p w14:paraId="100BB647" w14:textId="77777777" w:rsidR="00DF19D0" w:rsidRPr="0077050C" w:rsidRDefault="00DF19D0" w:rsidP="00DF19D0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(wpisać słownie ilość lat pracy z uczniem uzdolnionym) ………………………………………………………</w:t>
      </w:r>
    </w:p>
    <w:p w14:paraId="2C5C8E5F" w14:textId="77777777" w:rsidR="00DF19D0" w:rsidRPr="0077050C" w:rsidRDefault="00DF19D0" w:rsidP="00DF19D0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75CE9E69" w14:textId="77777777" w:rsidR="00DF19D0" w:rsidRPr="0077050C" w:rsidRDefault="00DF19D0" w:rsidP="00DF19D0">
      <w:pPr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br w:type="page"/>
      </w:r>
    </w:p>
    <w:p w14:paraId="12A0226D" w14:textId="77777777" w:rsidR="00DF19D0" w:rsidRPr="0077050C" w:rsidRDefault="00DF19D0" w:rsidP="00DF19D0">
      <w:pPr>
        <w:spacing w:after="0" w:line="240" w:lineRule="auto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>Część</w:t>
      </w:r>
      <w:r w:rsidR="005B193F"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 nr</w:t>
      </w:r>
      <w:r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 </w:t>
      </w:r>
      <w:r w:rsidR="005B193F" w:rsidRPr="0077050C"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  <w:t>9</w:t>
      </w:r>
      <w:r w:rsidRPr="0077050C"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  <w:t>.</w:t>
      </w:r>
      <w:r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 Zajęcia pozalekcyjne z </w:t>
      </w:r>
      <w:r w:rsidR="005B193F"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>biologii</w:t>
      </w:r>
      <w:r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 – szkoła ponadpodstawowa </w:t>
      </w:r>
    </w:p>
    <w:p w14:paraId="245561E0" w14:textId="77777777" w:rsidR="00DF19D0" w:rsidRPr="0077050C" w:rsidRDefault="00DF19D0" w:rsidP="00DF19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7A98A3A4" w14:textId="77777777" w:rsidR="00DF19D0" w:rsidRPr="0077050C" w:rsidRDefault="00DF19D0" w:rsidP="00DF19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Opracowanie autorskiego programu nauczania i przeprowadzenie cyklu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46 godz.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zajęć pozalekcyjnych dla uczniów szczególnie uzdolnionych w ramach projektu „Zdolni z Pomorza – powiat chojnicki”, zajęcia pozalekcyjne z </w:t>
      </w:r>
      <w:r w:rsidR="005B193F"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biologii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etap edukacyjny – </w:t>
      </w:r>
      <w:r w:rsidR="005B193F"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 xml:space="preserve">szkoła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 xml:space="preserve">ponadpodstawowa </w:t>
      </w:r>
    </w:p>
    <w:p w14:paraId="4CCABF8A" w14:textId="77777777" w:rsidR="00DF19D0" w:rsidRPr="0077050C" w:rsidRDefault="00DF19D0" w:rsidP="00DF19D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1922FFCE" w14:textId="77777777" w:rsidR="00DF19D0" w:rsidRPr="0077050C" w:rsidRDefault="00DF19D0" w:rsidP="00DF19D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6EBC402C" w14:textId="77777777" w:rsidR="00DF19D0" w:rsidRPr="0077050C" w:rsidRDefault="00DF19D0" w:rsidP="0064771C">
      <w:pPr>
        <w:numPr>
          <w:ilvl w:val="0"/>
          <w:numId w:val="31"/>
        </w:numPr>
        <w:spacing w:after="0" w:line="240" w:lineRule="auto"/>
        <w:jc w:val="both"/>
        <w:rPr>
          <w:rStyle w:val="FontStyle97"/>
          <w:rFonts w:asciiTheme="minorHAnsi" w:hAnsiTheme="minorHAnsi" w:cstheme="minorHAnsi"/>
          <w:b/>
          <w:sz w:val="24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46F6DCFB" w14:textId="77777777" w:rsidR="00DF19D0" w:rsidRPr="0077050C" w:rsidRDefault="00DF19D0" w:rsidP="00DF19D0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078872E9" w14:textId="77777777" w:rsidR="00DF19D0" w:rsidRPr="0077050C" w:rsidRDefault="00DF19D0" w:rsidP="00DF19D0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46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 x  .........................….. zł /godz. brutto = ………………………..… zł brutto</w:t>
      </w:r>
    </w:p>
    <w:p w14:paraId="18AD1370" w14:textId="77777777" w:rsidR="00DF19D0" w:rsidRPr="0077050C" w:rsidRDefault="00DF19D0" w:rsidP="00DF19D0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  (cena jednostkowa za godzinę)          (wartość całego zamówienia)</w:t>
      </w:r>
    </w:p>
    <w:p w14:paraId="42CF6B68" w14:textId="77777777" w:rsidR="00DF19D0" w:rsidRPr="0077050C" w:rsidRDefault="00DF19D0" w:rsidP="00DF19D0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2A5845B5" w14:textId="77777777" w:rsidR="00DF19D0" w:rsidRPr="0077050C" w:rsidRDefault="00DF19D0" w:rsidP="00DF19D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słownie: ................................................................................................................................... zł</w:t>
      </w:r>
    </w:p>
    <w:p w14:paraId="1776EAD3" w14:textId="77777777" w:rsidR="00DF19D0" w:rsidRPr="0077050C" w:rsidRDefault="00DF19D0" w:rsidP="00DF19D0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481B71B9" w14:textId="77777777" w:rsidR="00DF19D0" w:rsidRPr="0077050C" w:rsidRDefault="00DF19D0" w:rsidP="00DF19D0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Do obliczenia powyższej ceny przyjęto następującą stawkę podatku VAT: ………….……%.</w:t>
      </w:r>
    </w:p>
    <w:p w14:paraId="5FE6B493" w14:textId="77777777" w:rsidR="00DF19D0" w:rsidRPr="0077050C" w:rsidRDefault="00DF19D0" w:rsidP="00DF19D0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30AA5A99" w14:textId="77777777" w:rsidR="00DF19D0" w:rsidRPr="0077050C" w:rsidRDefault="00DF19D0" w:rsidP="0064771C">
      <w:pPr>
        <w:widowControl w:val="0"/>
        <w:numPr>
          <w:ilvl w:val="0"/>
          <w:numId w:val="32"/>
        </w:numPr>
        <w:tabs>
          <w:tab w:val="left" w:pos="142"/>
        </w:tabs>
        <w:autoSpaceDE w:val="0"/>
        <w:autoSpaceDN w:val="0"/>
        <w:adjustRightInd w:val="0"/>
        <w:spacing w:after="100" w:line="240" w:lineRule="auto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Oświadczamy, że:</w:t>
      </w:r>
    </w:p>
    <w:p w14:paraId="12626857" w14:textId="77777777" w:rsidR="00DF19D0" w:rsidRPr="0077050C" w:rsidRDefault="00DF19D0" w:rsidP="00DF19D0">
      <w:pPr>
        <w:pStyle w:val="Tekstpodstawowy22"/>
        <w:widowControl w:val="0"/>
        <w:tabs>
          <w:tab w:val="left" w:pos="284"/>
        </w:tabs>
        <w:suppressAutoHyphens w:val="0"/>
        <w:spacing w:line="276" w:lineRule="auto"/>
        <w:rPr>
          <w:rFonts w:asciiTheme="minorHAnsi" w:hAnsiTheme="minorHAnsi" w:cstheme="minorHAnsi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Osoba: ……….……………………………………………..……. </w:t>
      </w:r>
      <w:r w:rsidRPr="0077050C">
        <w:rPr>
          <w:rFonts w:asciiTheme="minorHAnsi" w:hAnsiTheme="minorHAnsi" w:cstheme="minorHAnsi"/>
          <w:i/>
          <w:szCs w:val="24"/>
        </w:rPr>
        <w:t>(wpisać imię i nazwisko</w:t>
      </w:r>
      <w:r w:rsidRPr="0077050C">
        <w:rPr>
          <w:rFonts w:asciiTheme="minorHAnsi" w:hAnsiTheme="minorHAnsi" w:cstheme="minorHAnsi"/>
          <w:szCs w:val="24"/>
        </w:rPr>
        <w:t>),</w:t>
      </w:r>
      <w:r w:rsidRPr="0077050C">
        <w:rPr>
          <w:rFonts w:asciiTheme="minorHAnsi" w:hAnsiTheme="minorHAnsi" w:cstheme="minorHAnsi"/>
          <w:b/>
          <w:szCs w:val="24"/>
        </w:rPr>
        <w:t xml:space="preserve">  która będzie prowadziła zajęcia pozalekcyjne z </w:t>
      </w:r>
      <w:r w:rsidR="005B193F" w:rsidRPr="0077050C">
        <w:rPr>
          <w:rFonts w:asciiTheme="minorHAnsi" w:hAnsiTheme="minorHAnsi" w:cstheme="minorHAnsi"/>
          <w:b/>
          <w:szCs w:val="24"/>
        </w:rPr>
        <w:t>biologi</w:t>
      </w:r>
      <w:r w:rsidRPr="0077050C">
        <w:rPr>
          <w:rFonts w:asciiTheme="minorHAnsi" w:hAnsiTheme="minorHAnsi" w:cstheme="minorHAnsi"/>
          <w:b/>
          <w:szCs w:val="24"/>
        </w:rPr>
        <w:t xml:space="preserve">i dla grupy uczniów ze szkoły ponadpodstawowej posiada: </w:t>
      </w:r>
      <w:r w:rsidRPr="0077050C">
        <w:rPr>
          <w:rFonts w:asciiTheme="minorHAnsi" w:hAnsiTheme="minorHAnsi" w:cstheme="minorHAnsi"/>
          <w:color w:val="333333"/>
          <w:shd w:val="clear" w:color="auto" w:fill="FFFFFF"/>
        </w:rPr>
        <w:t xml:space="preserve">studia drugiego stopnia lub jednolite studia magisterskie, na kierunku </w:t>
      </w:r>
      <w:r w:rsidRPr="0077050C">
        <w:rPr>
          <w:rFonts w:asciiTheme="minorHAnsi" w:hAnsiTheme="minorHAnsi" w:cstheme="minorHAnsi"/>
          <w:szCs w:val="24"/>
        </w:rPr>
        <w:t xml:space="preserve">lub specjalności odnoszącej się do </w:t>
      </w:r>
      <w:r w:rsidR="005B193F" w:rsidRPr="0077050C">
        <w:rPr>
          <w:rFonts w:asciiTheme="minorHAnsi" w:hAnsiTheme="minorHAnsi" w:cstheme="minorHAnsi"/>
          <w:szCs w:val="24"/>
        </w:rPr>
        <w:t>biologi</w:t>
      </w:r>
      <w:r w:rsidRPr="0077050C">
        <w:rPr>
          <w:rFonts w:asciiTheme="minorHAnsi" w:hAnsiTheme="minorHAnsi" w:cstheme="minorHAnsi"/>
          <w:szCs w:val="24"/>
        </w:rPr>
        <w:t xml:space="preserve">i, albo </w:t>
      </w:r>
      <w:r w:rsidRPr="0077050C">
        <w:rPr>
          <w:rFonts w:asciiTheme="minorHAnsi" w:hAnsiTheme="minorHAnsi" w:cstheme="minorHAnsi"/>
          <w:color w:val="333333"/>
          <w:shd w:val="clear" w:color="auto" w:fill="FFFFFF"/>
        </w:rPr>
        <w:t xml:space="preserve">studia drugiego stopnia lub jednolite studia magisterskie oraz studia podyplomowe w </w:t>
      </w:r>
      <w:r w:rsidRPr="0077050C">
        <w:rPr>
          <w:rFonts w:asciiTheme="minorHAnsi" w:hAnsiTheme="minorHAnsi" w:cstheme="minorHAnsi"/>
          <w:szCs w:val="24"/>
        </w:rPr>
        <w:t xml:space="preserve">zakresie </w:t>
      </w:r>
      <w:r w:rsidR="005B193F" w:rsidRPr="0077050C">
        <w:rPr>
          <w:rFonts w:asciiTheme="minorHAnsi" w:hAnsiTheme="minorHAnsi" w:cstheme="minorHAnsi"/>
          <w:szCs w:val="24"/>
        </w:rPr>
        <w:t>biologi</w:t>
      </w:r>
      <w:r w:rsidRPr="0077050C">
        <w:rPr>
          <w:rFonts w:asciiTheme="minorHAnsi" w:hAnsiTheme="minorHAnsi" w:cstheme="minorHAnsi"/>
          <w:szCs w:val="24"/>
        </w:rPr>
        <w:t xml:space="preserve">i; przygotowanie pedagogiczne; co najmniej 3-letni staż pracy, w tym co najmniej dwa lata w nauczaniu w szkole ponadpodstawowej; min. 2–letnie doświadczenie w zakresie prowadzenia działań na rzecz uczniów szczególnie uzdolnionych (obejmujące jedną bądź kilka z następujących aktywności, np. prowadzenie pozalekcyjnych zajęć wybitnie uzdolnionych, prowadzenie cyklicznych kółek naukowych, przygotowywanie </w:t>
      </w:r>
      <w:r w:rsidR="0064771C">
        <w:rPr>
          <w:rFonts w:asciiTheme="minorHAnsi" w:hAnsiTheme="minorHAnsi" w:cstheme="minorHAnsi"/>
          <w:szCs w:val="24"/>
        </w:rPr>
        <w:t xml:space="preserve">uczniów do olimpiad i konkursów </w:t>
      </w:r>
      <w:r w:rsidRPr="0077050C">
        <w:rPr>
          <w:rFonts w:asciiTheme="minorHAnsi" w:hAnsiTheme="minorHAnsi" w:cstheme="minorHAnsi"/>
          <w:szCs w:val="24"/>
        </w:rPr>
        <w:t xml:space="preserve">na poziomie co najmniej wojewódzkim </w:t>
      </w:r>
      <w:r w:rsidRPr="0077050C">
        <w:rPr>
          <w:rFonts w:asciiTheme="minorHAnsi" w:hAnsiTheme="minorHAnsi" w:cstheme="minorHAnsi"/>
          <w:i/>
          <w:color w:val="000000"/>
          <w:sz w:val="20"/>
        </w:rPr>
        <w:t>(zaznaczyć  oraz wpisać słownie)</w:t>
      </w:r>
    </w:p>
    <w:p w14:paraId="64499364" w14:textId="77777777" w:rsidR="00DF19D0" w:rsidRPr="0077050C" w:rsidRDefault="00DF19D0" w:rsidP="00DF19D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5 i więcej lat pracy z uczniem uzdolnionym,</w:t>
      </w:r>
    </w:p>
    <w:p w14:paraId="75A84F99" w14:textId="77777777" w:rsidR="00DF19D0" w:rsidRPr="0077050C" w:rsidRDefault="00DF19D0" w:rsidP="00DF19D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4 lata pracy z uczniem uzdolnionym,</w:t>
      </w:r>
    </w:p>
    <w:p w14:paraId="55028C7A" w14:textId="77777777" w:rsidR="00DF19D0" w:rsidRPr="0077050C" w:rsidRDefault="00DF19D0" w:rsidP="00DF19D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3 lata pracy z uczniem uzdolnionym,</w:t>
      </w:r>
    </w:p>
    <w:p w14:paraId="5DD413BD" w14:textId="77777777" w:rsidR="00DF19D0" w:rsidRPr="0077050C" w:rsidRDefault="00DF19D0" w:rsidP="00DF19D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2 lata pracy z uczniem uzdolnionym.</w:t>
      </w:r>
    </w:p>
    <w:p w14:paraId="2C061752" w14:textId="77777777" w:rsidR="00DF19D0" w:rsidRPr="0077050C" w:rsidRDefault="00DF19D0" w:rsidP="00DF19D0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</w:p>
    <w:p w14:paraId="00B98095" w14:textId="77777777" w:rsidR="00DF19D0" w:rsidRPr="0077050C" w:rsidRDefault="00DF19D0" w:rsidP="00DF19D0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(wpisać słownie ilość lat pracy z uczniem uzdolnionym) ………………………………………………………</w:t>
      </w:r>
    </w:p>
    <w:p w14:paraId="678674CC" w14:textId="77777777" w:rsidR="00DF19D0" w:rsidRPr="0077050C" w:rsidRDefault="00DF19D0" w:rsidP="00DF19D0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2C3B9772" w14:textId="77777777" w:rsidR="005B193F" w:rsidRPr="0077050C" w:rsidRDefault="00DF19D0" w:rsidP="005B19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br w:type="page"/>
      </w:r>
      <w:r w:rsidR="005B193F"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Część </w:t>
      </w:r>
      <w:r w:rsidR="005B193F" w:rsidRPr="0077050C"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  <w:t>nr 10</w:t>
      </w:r>
      <w:r w:rsidR="005B193F" w:rsidRPr="0064771C"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  <w:t xml:space="preserve">. Zajęcia pozalekcyjne z </w:t>
      </w:r>
      <w:r w:rsidR="00953511" w:rsidRPr="0064771C"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  <w:t>chemi</w:t>
      </w:r>
      <w:r w:rsidR="005B193F" w:rsidRPr="0064771C"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  <w:t>i – szkoła podstawowa</w:t>
      </w:r>
    </w:p>
    <w:p w14:paraId="052DAD7C" w14:textId="77777777" w:rsidR="005B193F" w:rsidRPr="0077050C" w:rsidRDefault="005B193F" w:rsidP="005B19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</w:pPr>
    </w:p>
    <w:p w14:paraId="446522F2" w14:textId="77777777" w:rsidR="005B193F" w:rsidRPr="0077050C" w:rsidRDefault="005B193F" w:rsidP="005B193F">
      <w:pPr>
        <w:widowControl w:val="0"/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Opracowanie autorskiego programu nauczania i przeprowadzenie cyklu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40 godz.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zajęć pozalekcyjnych dla uczniów szczególnie uzdolnionych w ramach projektu „Zdolni z Pomorza – powiat chojnicki”, zajęcia pozalekcyjne z </w:t>
      </w:r>
      <w:r w:rsidR="00953511"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chem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ii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, etap edukacyjny –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szkoła podstawowa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</w:t>
      </w:r>
    </w:p>
    <w:p w14:paraId="76FA80E4" w14:textId="77777777" w:rsidR="005B193F" w:rsidRPr="0077050C" w:rsidRDefault="005B193F" w:rsidP="005B193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032FA903" w14:textId="77777777" w:rsidR="005B193F" w:rsidRPr="0077050C" w:rsidRDefault="005B193F" w:rsidP="0064771C">
      <w:pPr>
        <w:numPr>
          <w:ilvl w:val="0"/>
          <w:numId w:val="29"/>
        </w:numPr>
        <w:spacing w:after="0" w:line="240" w:lineRule="auto"/>
        <w:jc w:val="both"/>
        <w:rPr>
          <w:rStyle w:val="FontStyle97"/>
          <w:rFonts w:asciiTheme="minorHAnsi" w:hAnsiTheme="minorHAnsi" w:cstheme="minorHAnsi"/>
          <w:b/>
          <w:sz w:val="24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56738712" w14:textId="77777777" w:rsidR="005B193F" w:rsidRPr="0077050C" w:rsidRDefault="005B193F" w:rsidP="005B193F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2911931C" w14:textId="77777777" w:rsidR="005B193F" w:rsidRPr="0077050C" w:rsidRDefault="005B193F" w:rsidP="005B193F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40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 x  .........................….. zł /godz. brutto = ………………………..… zł brutto</w:t>
      </w:r>
    </w:p>
    <w:p w14:paraId="22457449" w14:textId="77777777" w:rsidR="005B193F" w:rsidRPr="0077050C" w:rsidRDefault="005B193F" w:rsidP="005B193F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  (cena jednostkowa za godzinę)          (wartość całego zamówienia)</w:t>
      </w:r>
    </w:p>
    <w:p w14:paraId="5D8AE990" w14:textId="77777777" w:rsidR="005B193F" w:rsidRPr="0077050C" w:rsidRDefault="005B193F" w:rsidP="005B193F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352F195F" w14:textId="77777777" w:rsidR="005B193F" w:rsidRPr="0077050C" w:rsidRDefault="005B193F" w:rsidP="005B193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słownie: ................................................................................................................................... zł</w:t>
      </w:r>
    </w:p>
    <w:p w14:paraId="6AED261A" w14:textId="77777777" w:rsidR="005B193F" w:rsidRPr="0077050C" w:rsidRDefault="005B193F" w:rsidP="005B193F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26DBB66C" w14:textId="77777777" w:rsidR="005B193F" w:rsidRPr="0077050C" w:rsidRDefault="005B193F" w:rsidP="005B193F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Do obliczenia powyższej ceny przyjęto następującą stawkę podatku VAT: ………….……%.</w:t>
      </w:r>
    </w:p>
    <w:p w14:paraId="55F21431" w14:textId="77777777" w:rsidR="005B193F" w:rsidRPr="0077050C" w:rsidRDefault="005B193F" w:rsidP="005B193F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42FD762A" w14:textId="77777777" w:rsidR="005B193F" w:rsidRPr="0077050C" w:rsidRDefault="005B193F" w:rsidP="0064771C">
      <w:pPr>
        <w:widowControl w:val="0"/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after="100" w:line="240" w:lineRule="auto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Oświadczamy, że:</w:t>
      </w:r>
    </w:p>
    <w:p w14:paraId="10AB0559" w14:textId="77777777" w:rsidR="005B193F" w:rsidRPr="0077050C" w:rsidRDefault="005B193F" w:rsidP="005B193F">
      <w:pPr>
        <w:pStyle w:val="Tekstpodstawowy22"/>
        <w:widowControl w:val="0"/>
        <w:tabs>
          <w:tab w:val="left" w:pos="284"/>
        </w:tabs>
        <w:suppressAutoHyphens w:val="0"/>
        <w:spacing w:line="276" w:lineRule="auto"/>
        <w:rPr>
          <w:rFonts w:asciiTheme="minorHAnsi" w:hAnsiTheme="minorHAnsi" w:cstheme="minorHAnsi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Osoba: ……….…………………………………..…………. </w:t>
      </w:r>
      <w:r w:rsidRPr="0077050C">
        <w:rPr>
          <w:rFonts w:asciiTheme="minorHAnsi" w:hAnsiTheme="minorHAnsi" w:cstheme="minorHAnsi"/>
          <w:i/>
          <w:sz w:val="20"/>
          <w:szCs w:val="24"/>
        </w:rPr>
        <w:t>(wpisać imię i nazwisko</w:t>
      </w:r>
      <w:r w:rsidRPr="0077050C">
        <w:rPr>
          <w:rFonts w:asciiTheme="minorHAnsi" w:hAnsiTheme="minorHAnsi" w:cstheme="minorHAnsi"/>
          <w:sz w:val="20"/>
          <w:szCs w:val="24"/>
        </w:rPr>
        <w:t xml:space="preserve">), </w:t>
      </w:r>
      <w:r w:rsidRPr="0077050C">
        <w:rPr>
          <w:rFonts w:asciiTheme="minorHAnsi" w:hAnsiTheme="minorHAnsi" w:cstheme="minorHAnsi"/>
          <w:b/>
          <w:szCs w:val="24"/>
        </w:rPr>
        <w:t xml:space="preserve">która będzie prowadziła zajęcia pozalekcyjne z </w:t>
      </w:r>
      <w:r w:rsidR="00953511" w:rsidRPr="0077050C">
        <w:rPr>
          <w:rFonts w:asciiTheme="minorHAnsi" w:hAnsiTheme="minorHAnsi" w:cstheme="minorHAnsi"/>
          <w:b/>
          <w:szCs w:val="24"/>
        </w:rPr>
        <w:t>chem</w:t>
      </w:r>
      <w:r w:rsidRPr="0077050C">
        <w:rPr>
          <w:rFonts w:asciiTheme="minorHAnsi" w:hAnsiTheme="minorHAnsi" w:cstheme="minorHAnsi"/>
          <w:b/>
          <w:szCs w:val="24"/>
        </w:rPr>
        <w:t xml:space="preserve">ii dla grupy uczniów ze szkoły podstawowej posiada: </w:t>
      </w:r>
      <w:r w:rsidRPr="0077050C">
        <w:rPr>
          <w:rFonts w:asciiTheme="minorHAnsi" w:hAnsiTheme="minorHAnsi" w:cstheme="minorHAnsi"/>
          <w:color w:val="333333"/>
          <w:shd w:val="clear" w:color="auto" w:fill="FFFFFF"/>
        </w:rPr>
        <w:t xml:space="preserve">studia </w:t>
      </w:r>
      <w:r w:rsidR="0060689F">
        <w:rPr>
          <w:rFonts w:asciiTheme="minorHAnsi" w:hAnsiTheme="minorHAnsi" w:cstheme="minorHAnsi"/>
          <w:color w:val="333333"/>
          <w:shd w:val="clear" w:color="auto" w:fill="FFFFFF"/>
        </w:rPr>
        <w:t xml:space="preserve">co najmniej </w:t>
      </w:r>
      <w:r w:rsidRPr="0077050C">
        <w:rPr>
          <w:rFonts w:asciiTheme="minorHAnsi" w:hAnsiTheme="minorHAnsi" w:cstheme="minorHAnsi"/>
          <w:color w:val="333333"/>
          <w:shd w:val="clear" w:color="auto" w:fill="FFFFFF"/>
        </w:rPr>
        <w:t>pierwszego stopnia na kierunku</w:t>
      </w:r>
      <w:r w:rsidRPr="0077050C">
        <w:rPr>
          <w:rFonts w:asciiTheme="minorHAnsi" w:hAnsiTheme="minorHAnsi" w:cstheme="minorHAnsi"/>
          <w:szCs w:val="24"/>
        </w:rPr>
        <w:t xml:space="preserve"> lub specjalności odnoszącej się do </w:t>
      </w:r>
      <w:r w:rsidR="00953511" w:rsidRPr="0077050C">
        <w:rPr>
          <w:rFonts w:asciiTheme="minorHAnsi" w:hAnsiTheme="minorHAnsi" w:cstheme="minorHAnsi"/>
          <w:szCs w:val="24"/>
        </w:rPr>
        <w:t>chem</w:t>
      </w:r>
      <w:r w:rsidRPr="0077050C">
        <w:rPr>
          <w:rFonts w:asciiTheme="minorHAnsi" w:hAnsiTheme="minorHAnsi" w:cstheme="minorHAnsi"/>
          <w:szCs w:val="24"/>
        </w:rPr>
        <w:t xml:space="preserve">ii, albo </w:t>
      </w:r>
      <w:r w:rsidRPr="0077050C">
        <w:rPr>
          <w:rFonts w:asciiTheme="minorHAnsi" w:hAnsiTheme="minorHAnsi" w:cstheme="minorHAnsi"/>
          <w:color w:val="333333"/>
          <w:shd w:val="clear" w:color="auto" w:fill="FFFFFF"/>
        </w:rPr>
        <w:t xml:space="preserve">studia </w:t>
      </w:r>
      <w:r w:rsidR="0060689F">
        <w:rPr>
          <w:rFonts w:asciiTheme="minorHAnsi" w:hAnsiTheme="minorHAnsi" w:cstheme="minorHAnsi"/>
          <w:color w:val="333333"/>
          <w:shd w:val="clear" w:color="auto" w:fill="FFFFFF"/>
        </w:rPr>
        <w:t xml:space="preserve">co najmniej </w:t>
      </w:r>
      <w:r w:rsidRPr="0077050C">
        <w:rPr>
          <w:rFonts w:asciiTheme="minorHAnsi" w:hAnsiTheme="minorHAnsi" w:cstheme="minorHAnsi"/>
          <w:color w:val="333333"/>
          <w:shd w:val="clear" w:color="auto" w:fill="FFFFFF"/>
        </w:rPr>
        <w:t>pierwszego stopnia</w:t>
      </w:r>
      <w:r w:rsidRPr="0077050C">
        <w:rPr>
          <w:rFonts w:asciiTheme="minorHAnsi" w:hAnsiTheme="minorHAnsi" w:cstheme="minorHAnsi"/>
          <w:szCs w:val="24"/>
        </w:rPr>
        <w:t xml:space="preserve"> oraz ukończone studia podyplomowe w zakresie </w:t>
      </w:r>
      <w:r w:rsidR="00953511" w:rsidRPr="0077050C">
        <w:rPr>
          <w:rFonts w:asciiTheme="minorHAnsi" w:hAnsiTheme="minorHAnsi" w:cstheme="minorHAnsi"/>
          <w:szCs w:val="24"/>
        </w:rPr>
        <w:t>chem</w:t>
      </w:r>
      <w:r w:rsidRPr="0077050C">
        <w:rPr>
          <w:rFonts w:asciiTheme="minorHAnsi" w:hAnsiTheme="minorHAnsi" w:cstheme="minorHAnsi"/>
          <w:szCs w:val="24"/>
        </w:rPr>
        <w:t>ii; przygotowanie pedagogiczne; co najmniej 3-letni staż pr</w:t>
      </w:r>
      <w:r w:rsidR="0060689F">
        <w:rPr>
          <w:rFonts w:asciiTheme="minorHAnsi" w:hAnsiTheme="minorHAnsi" w:cstheme="minorHAnsi"/>
          <w:szCs w:val="24"/>
        </w:rPr>
        <w:t xml:space="preserve">acy, w tym co najmniej dwa lata </w:t>
      </w:r>
      <w:r w:rsidRPr="0077050C">
        <w:rPr>
          <w:rFonts w:asciiTheme="minorHAnsi" w:hAnsiTheme="minorHAnsi" w:cstheme="minorHAnsi"/>
          <w:szCs w:val="24"/>
        </w:rPr>
        <w:t>w nauczaniu w szkole podstawowej lub ponadpodstawow</w:t>
      </w:r>
      <w:r w:rsidR="0060689F">
        <w:rPr>
          <w:rFonts w:asciiTheme="minorHAnsi" w:hAnsiTheme="minorHAnsi" w:cstheme="minorHAnsi"/>
          <w:szCs w:val="24"/>
        </w:rPr>
        <w:t xml:space="preserve">ej; min. 2–letnie doświadczenie </w:t>
      </w:r>
      <w:r w:rsidRPr="0077050C">
        <w:rPr>
          <w:rFonts w:asciiTheme="minorHAnsi" w:hAnsiTheme="minorHAnsi" w:cstheme="minorHAnsi"/>
          <w:szCs w:val="24"/>
        </w:rPr>
        <w:t>w zakresie prowadzenia działań na rzecz uczniów szczególnie uzdolnionych (obejmujące jedną bądź kilka z następujących aktywności, np. prowadzenie pozalekcyjnych zajęć wybitnie uzdolnionych, prowadzenie cyklicznych kółek naukowych, przygotowywanie uczniów</w:t>
      </w:r>
      <w:r w:rsidR="0064771C">
        <w:rPr>
          <w:rFonts w:asciiTheme="minorHAnsi" w:hAnsiTheme="minorHAnsi" w:cstheme="minorHAnsi"/>
          <w:szCs w:val="24"/>
        </w:rPr>
        <w:t xml:space="preserve"> </w:t>
      </w:r>
      <w:r w:rsidRPr="0077050C">
        <w:rPr>
          <w:rFonts w:asciiTheme="minorHAnsi" w:hAnsiTheme="minorHAnsi" w:cstheme="minorHAnsi"/>
          <w:szCs w:val="24"/>
        </w:rPr>
        <w:t xml:space="preserve">do olimpiad i konkursów na poziomie co najmniej wojewódzkim </w:t>
      </w:r>
      <w:r w:rsidRPr="0077050C">
        <w:rPr>
          <w:rFonts w:asciiTheme="minorHAnsi" w:hAnsiTheme="minorHAnsi" w:cstheme="minorHAnsi"/>
          <w:i/>
          <w:color w:val="000000"/>
          <w:sz w:val="20"/>
        </w:rPr>
        <w:t>(zaznaczyć  oraz wpisać słownie)</w:t>
      </w:r>
    </w:p>
    <w:p w14:paraId="0BF8E3E1" w14:textId="77777777" w:rsidR="005B193F" w:rsidRPr="0077050C" w:rsidRDefault="005B193F" w:rsidP="005B193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5 i więcej lat pracy z uczniem uzdolnionym,</w:t>
      </w:r>
    </w:p>
    <w:p w14:paraId="664AD938" w14:textId="77777777" w:rsidR="005B193F" w:rsidRPr="0077050C" w:rsidRDefault="005B193F" w:rsidP="005B193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4 lata pracy z uczniem uzdolnionym,</w:t>
      </w:r>
    </w:p>
    <w:p w14:paraId="607C392B" w14:textId="77777777" w:rsidR="005B193F" w:rsidRPr="0077050C" w:rsidRDefault="005B193F" w:rsidP="005B193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3 lata pracy z uczniem uzdolnionym,</w:t>
      </w:r>
    </w:p>
    <w:p w14:paraId="18AA222E" w14:textId="77777777" w:rsidR="005B193F" w:rsidRPr="0077050C" w:rsidRDefault="005B193F" w:rsidP="005B193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2 lata pracy z uczniem uzdolnionym.</w:t>
      </w:r>
    </w:p>
    <w:p w14:paraId="51EE0657" w14:textId="77777777" w:rsidR="005B193F" w:rsidRPr="0077050C" w:rsidRDefault="005B193F" w:rsidP="005B193F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</w:p>
    <w:p w14:paraId="33762A52" w14:textId="77777777" w:rsidR="005B193F" w:rsidRPr="0077050C" w:rsidRDefault="005B193F" w:rsidP="005B193F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(wpisać słownie ilość lat pracy z uczniem uzdolnionym) ………………………………………………………</w:t>
      </w:r>
    </w:p>
    <w:p w14:paraId="57426926" w14:textId="77777777" w:rsidR="005B193F" w:rsidRPr="0077050C" w:rsidRDefault="005B193F" w:rsidP="005B193F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29C8BD15" w14:textId="77777777" w:rsidR="005B193F" w:rsidRPr="0077050C" w:rsidRDefault="005B193F" w:rsidP="005B193F">
      <w:pPr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br w:type="page"/>
      </w:r>
    </w:p>
    <w:p w14:paraId="150AA626" w14:textId="77777777" w:rsidR="005B193F" w:rsidRPr="0077050C" w:rsidRDefault="005B193F" w:rsidP="005B193F">
      <w:pPr>
        <w:spacing w:after="0" w:line="240" w:lineRule="auto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Część nr </w:t>
      </w:r>
      <w:r w:rsidRPr="0077050C"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  <w:t>11.</w:t>
      </w:r>
      <w:r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 Zajęcia pozalekcyjne z </w:t>
      </w:r>
      <w:r w:rsidR="00953511"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>chem</w:t>
      </w:r>
      <w:r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ii – szkoła ponadpodstawowa </w:t>
      </w:r>
    </w:p>
    <w:p w14:paraId="5494B946" w14:textId="77777777" w:rsidR="005B193F" w:rsidRPr="0077050C" w:rsidRDefault="005B193F" w:rsidP="005B19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6894987B" w14:textId="77777777" w:rsidR="005B193F" w:rsidRPr="0077050C" w:rsidRDefault="005B193F" w:rsidP="005B19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Opracowanie autorskiego programu nauczania i przeprowadzenie cyklu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46 godz.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zajęć pozalekcyjnych dla uczniów szczególnie uzdolnionych w ramach projektu „Zdolni z Pomorza – powiat chojnicki”, zajęcia pozalekcyjne z </w:t>
      </w:r>
      <w:r w:rsidR="00953511"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chemii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etap edukacyjny –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 xml:space="preserve">szkoła ponadpodstawowa </w:t>
      </w:r>
    </w:p>
    <w:p w14:paraId="27AA8FA9" w14:textId="77777777" w:rsidR="005B193F" w:rsidRPr="0077050C" w:rsidRDefault="005B193F" w:rsidP="005B193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55560C3A" w14:textId="77777777" w:rsidR="005B193F" w:rsidRPr="0077050C" w:rsidRDefault="005B193F" w:rsidP="005B193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611FF1FF" w14:textId="77777777" w:rsidR="005B193F" w:rsidRPr="0077050C" w:rsidRDefault="005B193F" w:rsidP="0064771C">
      <w:pPr>
        <w:numPr>
          <w:ilvl w:val="0"/>
          <w:numId w:val="27"/>
        </w:numPr>
        <w:spacing w:after="0" w:line="240" w:lineRule="auto"/>
        <w:jc w:val="both"/>
        <w:rPr>
          <w:rStyle w:val="FontStyle97"/>
          <w:rFonts w:asciiTheme="minorHAnsi" w:hAnsiTheme="minorHAnsi" w:cstheme="minorHAnsi"/>
          <w:b/>
          <w:sz w:val="24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2193B72E" w14:textId="77777777" w:rsidR="005B193F" w:rsidRPr="0077050C" w:rsidRDefault="005B193F" w:rsidP="005B193F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3AE716A2" w14:textId="77777777" w:rsidR="005B193F" w:rsidRPr="0077050C" w:rsidRDefault="005B193F" w:rsidP="005B193F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46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 x  .........................….. zł /godz. brutto = ………………………..… zł brutto</w:t>
      </w:r>
    </w:p>
    <w:p w14:paraId="4E5C2429" w14:textId="77777777" w:rsidR="005B193F" w:rsidRPr="0077050C" w:rsidRDefault="005B193F" w:rsidP="005B193F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  (cena jednostkowa za godzinę)          (wartość całego zamówienia)</w:t>
      </w:r>
    </w:p>
    <w:p w14:paraId="3FE41488" w14:textId="77777777" w:rsidR="005B193F" w:rsidRPr="0077050C" w:rsidRDefault="005B193F" w:rsidP="005B193F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2BF484DE" w14:textId="77777777" w:rsidR="005B193F" w:rsidRPr="0077050C" w:rsidRDefault="005B193F" w:rsidP="005B193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słownie: ................................................................................................................................... zł</w:t>
      </w:r>
    </w:p>
    <w:p w14:paraId="5E99FBDC" w14:textId="77777777" w:rsidR="005B193F" w:rsidRPr="0077050C" w:rsidRDefault="005B193F" w:rsidP="005B193F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545FFE23" w14:textId="77777777" w:rsidR="005B193F" w:rsidRPr="0077050C" w:rsidRDefault="005B193F" w:rsidP="005B193F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Do obliczenia powyższej ceny przyjęto następującą stawkę podatku VAT: ………….……%.</w:t>
      </w:r>
    </w:p>
    <w:p w14:paraId="01A56F0B" w14:textId="77777777" w:rsidR="005B193F" w:rsidRPr="0077050C" w:rsidRDefault="005B193F" w:rsidP="005B193F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42A1A2CE" w14:textId="77777777" w:rsidR="005B193F" w:rsidRPr="0077050C" w:rsidRDefault="005B193F" w:rsidP="0064771C">
      <w:pPr>
        <w:widowControl w:val="0"/>
        <w:numPr>
          <w:ilvl w:val="0"/>
          <w:numId w:val="28"/>
        </w:numPr>
        <w:tabs>
          <w:tab w:val="left" w:pos="142"/>
        </w:tabs>
        <w:autoSpaceDE w:val="0"/>
        <w:autoSpaceDN w:val="0"/>
        <w:adjustRightInd w:val="0"/>
        <w:spacing w:after="100" w:line="240" w:lineRule="auto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Oświadczamy, że:</w:t>
      </w:r>
    </w:p>
    <w:p w14:paraId="4DEFA050" w14:textId="77777777" w:rsidR="005B193F" w:rsidRPr="0077050C" w:rsidRDefault="005B193F" w:rsidP="005B193F">
      <w:pPr>
        <w:pStyle w:val="Tekstpodstawowy22"/>
        <w:widowControl w:val="0"/>
        <w:tabs>
          <w:tab w:val="left" w:pos="284"/>
        </w:tabs>
        <w:suppressAutoHyphens w:val="0"/>
        <w:spacing w:line="276" w:lineRule="auto"/>
        <w:rPr>
          <w:rFonts w:asciiTheme="minorHAnsi" w:hAnsiTheme="minorHAnsi" w:cstheme="minorHAnsi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Osoba: ……….……………………………………………..……. </w:t>
      </w:r>
      <w:r w:rsidRPr="0077050C">
        <w:rPr>
          <w:rFonts w:asciiTheme="minorHAnsi" w:hAnsiTheme="minorHAnsi" w:cstheme="minorHAnsi"/>
          <w:i/>
          <w:szCs w:val="24"/>
        </w:rPr>
        <w:t>(wpisać imię i nazwisko</w:t>
      </w:r>
      <w:r w:rsidRPr="0077050C">
        <w:rPr>
          <w:rFonts w:asciiTheme="minorHAnsi" w:hAnsiTheme="minorHAnsi" w:cstheme="minorHAnsi"/>
          <w:szCs w:val="24"/>
        </w:rPr>
        <w:t>),</w:t>
      </w:r>
      <w:r w:rsidRPr="0077050C">
        <w:rPr>
          <w:rFonts w:asciiTheme="minorHAnsi" w:hAnsiTheme="minorHAnsi" w:cstheme="minorHAnsi"/>
          <w:b/>
          <w:szCs w:val="24"/>
        </w:rPr>
        <w:t xml:space="preserve">  która będzie prowadziła zajęcia pozalekcyjne z </w:t>
      </w:r>
      <w:r w:rsidR="00953511" w:rsidRPr="0077050C">
        <w:rPr>
          <w:rFonts w:asciiTheme="minorHAnsi" w:hAnsiTheme="minorHAnsi" w:cstheme="minorHAnsi"/>
          <w:b/>
          <w:szCs w:val="24"/>
        </w:rPr>
        <w:t>chem</w:t>
      </w:r>
      <w:r w:rsidRPr="0077050C">
        <w:rPr>
          <w:rFonts w:asciiTheme="minorHAnsi" w:hAnsiTheme="minorHAnsi" w:cstheme="minorHAnsi"/>
          <w:b/>
          <w:szCs w:val="24"/>
        </w:rPr>
        <w:t xml:space="preserve">ii dla grupy uczniów ze szkoły ponadpodstawowej posiada: </w:t>
      </w:r>
      <w:r w:rsidRPr="0077050C">
        <w:rPr>
          <w:rFonts w:asciiTheme="minorHAnsi" w:hAnsiTheme="minorHAnsi" w:cstheme="minorHAnsi"/>
          <w:color w:val="333333"/>
          <w:shd w:val="clear" w:color="auto" w:fill="FFFFFF"/>
        </w:rPr>
        <w:t xml:space="preserve">studia drugiego stopnia lub jednolite studia magisterskie, na kierunku </w:t>
      </w:r>
      <w:r w:rsidRPr="0077050C">
        <w:rPr>
          <w:rFonts w:asciiTheme="minorHAnsi" w:hAnsiTheme="minorHAnsi" w:cstheme="minorHAnsi"/>
          <w:szCs w:val="24"/>
        </w:rPr>
        <w:t xml:space="preserve">lub specjalności odnoszącej się do </w:t>
      </w:r>
      <w:r w:rsidR="00953511" w:rsidRPr="0077050C">
        <w:rPr>
          <w:rFonts w:asciiTheme="minorHAnsi" w:hAnsiTheme="minorHAnsi" w:cstheme="minorHAnsi"/>
          <w:szCs w:val="24"/>
        </w:rPr>
        <w:t>chem</w:t>
      </w:r>
      <w:r w:rsidRPr="0077050C">
        <w:rPr>
          <w:rFonts w:asciiTheme="minorHAnsi" w:hAnsiTheme="minorHAnsi" w:cstheme="minorHAnsi"/>
          <w:szCs w:val="24"/>
        </w:rPr>
        <w:t xml:space="preserve">ii, albo </w:t>
      </w:r>
      <w:r w:rsidRPr="0077050C">
        <w:rPr>
          <w:rFonts w:asciiTheme="minorHAnsi" w:hAnsiTheme="minorHAnsi" w:cstheme="minorHAnsi"/>
          <w:color w:val="333333"/>
          <w:shd w:val="clear" w:color="auto" w:fill="FFFFFF"/>
        </w:rPr>
        <w:t xml:space="preserve">studia drugiego stopnia lub jednolite studia magisterskie oraz studia podyplomowe w </w:t>
      </w:r>
      <w:r w:rsidRPr="0077050C">
        <w:rPr>
          <w:rFonts w:asciiTheme="minorHAnsi" w:hAnsiTheme="minorHAnsi" w:cstheme="minorHAnsi"/>
          <w:szCs w:val="24"/>
        </w:rPr>
        <w:t xml:space="preserve">zakresie </w:t>
      </w:r>
      <w:r w:rsidR="00953511" w:rsidRPr="0077050C">
        <w:rPr>
          <w:rFonts w:asciiTheme="minorHAnsi" w:hAnsiTheme="minorHAnsi" w:cstheme="minorHAnsi"/>
          <w:szCs w:val="24"/>
        </w:rPr>
        <w:t>chem</w:t>
      </w:r>
      <w:r w:rsidRPr="0077050C">
        <w:rPr>
          <w:rFonts w:asciiTheme="minorHAnsi" w:hAnsiTheme="minorHAnsi" w:cstheme="minorHAnsi"/>
          <w:szCs w:val="24"/>
        </w:rPr>
        <w:t>ii; posiada przygotowanie pedagogiczne; co najmniej 3-letni staż pracy, w tym co najmniej dwa lata w nauczaniu w szkole ponadpodstawowej; min. 2–letnie doświadczenie w zakresie prowadzenia działań na rzecz uczniów szczególnie uzdolnionych (obejmujące jedną bądź kilka z następujących aktywności, np. prowadzenie pozalekcyjnych zajęć wybitnie uzdolnionych, prowadzenie cyklicznych kółek naukowych, przygotowywanie uczniów do olimpiad i konkursów</w:t>
      </w:r>
      <w:r w:rsidRPr="0077050C">
        <w:rPr>
          <w:rFonts w:asciiTheme="minorHAnsi" w:hAnsiTheme="minorHAnsi" w:cstheme="minorHAnsi"/>
          <w:szCs w:val="24"/>
        </w:rPr>
        <w:br/>
        <w:t xml:space="preserve">na poziomie co najmniej wojewódzkim </w:t>
      </w:r>
      <w:r w:rsidRPr="0077050C">
        <w:rPr>
          <w:rFonts w:asciiTheme="minorHAnsi" w:hAnsiTheme="minorHAnsi" w:cstheme="minorHAnsi"/>
          <w:i/>
          <w:color w:val="000000"/>
          <w:sz w:val="20"/>
        </w:rPr>
        <w:t>(zaznaczyć  oraz wpisać słownie)</w:t>
      </w:r>
    </w:p>
    <w:p w14:paraId="7CE5FC71" w14:textId="77777777" w:rsidR="005B193F" w:rsidRPr="0077050C" w:rsidRDefault="005B193F" w:rsidP="005B193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5 i więcej lat pracy z uczniem uzdolnionym,</w:t>
      </w:r>
    </w:p>
    <w:p w14:paraId="1E128406" w14:textId="77777777" w:rsidR="005B193F" w:rsidRPr="0077050C" w:rsidRDefault="005B193F" w:rsidP="005B193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4 lata pracy z uczniem uzdolnionym,</w:t>
      </w:r>
    </w:p>
    <w:p w14:paraId="475F8F27" w14:textId="77777777" w:rsidR="005B193F" w:rsidRPr="0077050C" w:rsidRDefault="005B193F" w:rsidP="005B193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3 lata pracy z uczniem uzdolnionym,</w:t>
      </w:r>
    </w:p>
    <w:p w14:paraId="3803B51E" w14:textId="77777777" w:rsidR="005B193F" w:rsidRPr="0077050C" w:rsidRDefault="005B193F" w:rsidP="005B193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2 lata pracy z uczniem uzdolnionym.</w:t>
      </w:r>
    </w:p>
    <w:p w14:paraId="01481399" w14:textId="77777777" w:rsidR="005B193F" w:rsidRPr="0077050C" w:rsidRDefault="005B193F" w:rsidP="005B193F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</w:p>
    <w:p w14:paraId="452483F0" w14:textId="77777777" w:rsidR="005B193F" w:rsidRPr="0077050C" w:rsidRDefault="005B193F" w:rsidP="005B193F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(wpisać słownie ilość lat pracy z uczniem uzdolnionym) ………………………………………………………</w:t>
      </w:r>
    </w:p>
    <w:p w14:paraId="24E6603D" w14:textId="77777777" w:rsidR="005B193F" w:rsidRPr="0077050C" w:rsidRDefault="005B193F" w:rsidP="005B193F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3506BF21" w14:textId="77777777" w:rsidR="00DF19D0" w:rsidRPr="0077050C" w:rsidRDefault="00DF19D0" w:rsidP="00DF19D0">
      <w:pPr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br w:type="page"/>
      </w:r>
    </w:p>
    <w:p w14:paraId="5EDF2CF4" w14:textId="77777777" w:rsidR="00953511" w:rsidRPr="0077050C" w:rsidRDefault="00953511" w:rsidP="009535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Część </w:t>
      </w:r>
      <w:r w:rsidRPr="0077050C"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  <w:t>nr 12</w:t>
      </w:r>
      <w:r w:rsidRPr="0064771C"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  <w:t>. Zajęcia pozalekcyjne z kompetenecji społecznych – szkoła podstawowa</w:t>
      </w:r>
    </w:p>
    <w:p w14:paraId="32CC6FEC" w14:textId="77777777" w:rsidR="00953511" w:rsidRPr="0077050C" w:rsidRDefault="00953511" w:rsidP="009535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</w:pPr>
    </w:p>
    <w:p w14:paraId="67EE7E0F" w14:textId="77777777" w:rsidR="00953511" w:rsidRPr="0077050C" w:rsidRDefault="00953511" w:rsidP="00953511">
      <w:pPr>
        <w:widowControl w:val="0"/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Opracowanie autorskiego programu nauczania i przeprowadzenie cyklu </w:t>
      </w:r>
      <w:r w:rsidR="0064771C">
        <w:rPr>
          <w:rFonts w:asciiTheme="minorHAnsi" w:eastAsia="Times New Roman" w:hAnsiTheme="minorHAnsi" w:cstheme="minorHAnsi"/>
          <w:b/>
          <w:szCs w:val="24"/>
          <w:lang w:eastAsia="pl-PL"/>
        </w:rPr>
        <w:t>27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 xml:space="preserve"> godz.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zajęć pozalekcyjnych dla uczniów szczególnie uzdolnionych w ramach projektu „Zdolni z Pomorza – powiat chojnicki”, zajęcia pozalekcyjne z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kompetencji społecznych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, etap edukacyjny –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szkoła podstawowa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</w:t>
      </w:r>
    </w:p>
    <w:p w14:paraId="4366F0AC" w14:textId="77777777" w:rsidR="00953511" w:rsidRPr="0077050C" w:rsidRDefault="00953511" w:rsidP="0095351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5F2BCD8D" w14:textId="77777777" w:rsidR="00953511" w:rsidRPr="0077050C" w:rsidRDefault="00953511" w:rsidP="0064771C">
      <w:pPr>
        <w:numPr>
          <w:ilvl w:val="0"/>
          <w:numId w:val="25"/>
        </w:numPr>
        <w:spacing w:after="0" w:line="240" w:lineRule="auto"/>
        <w:jc w:val="both"/>
        <w:rPr>
          <w:rStyle w:val="FontStyle97"/>
          <w:rFonts w:asciiTheme="minorHAnsi" w:hAnsiTheme="minorHAnsi" w:cstheme="minorHAnsi"/>
          <w:b/>
          <w:sz w:val="24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2E79769C" w14:textId="77777777" w:rsidR="00953511" w:rsidRPr="0077050C" w:rsidRDefault="00953511" w:rsidP="00953511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04C81717" w14:textId="77777777" w:rsidR="00953511" w:rsidRPr="0077050C" w:rsidRDefault="0064771C" w:rsidP="00953511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>27</w:t>
      </w:r>
      <w:r w:rsidR="00953511" w:rsidRPr="0077050C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 </w:t>
      </w:r>
      <w:r w:rsidR="00953511"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="00953511" w:rsidRPr="0077050C">
        <w:rPr>
          <w:rFonts w:asciiTheme="minorHAnsi" w:eastAsia="Times New Roman" w:hAnsiTheme="minorHAnsi" w:cstheme="minorHAnsi"/>
          <w:szCs w:val="24"/>
          <w:lang w:eastAsia="pl-PL"/>
        </w:rPr>
        <w:t>. x  .........................….. zł /godz. brutto = ………………………..… zł brutto</w:t>
      </w:r>
    </w:p>
    <w:p w14:paraId="0B2A8DB9" w14:textId="77777777" w:rsidR="00953511" w:rsidRPr="0077050C" w:rsidRDefault="00953511" w:rsidP="00953511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  (cena jednostkowa za godzinę)          (wartość całego zamówienia)</w:t>
      </w:r>
    </w:p>
    <w:p w14:paraId="7A8BA6CE" w14:textId="77777777" w:rsidR="00953511" w:rsidRPr="0077050C" w:rsidRDefault="00953511" w:rsidP="00953511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5A8B1A4E" w14:textId="77777777" w:rsidR="00953511" w:rsidRPr="0077050C" w:rsidRDefault="00953511" w:rsidP="009535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słownie: ................................................................................................................................... zł</w:t>
      </w:r>
    </w:p>
    <w:p w14:paraId="257D0AB7" w14:textId="77777777" w:rsidR="00953511" w:rsidRPr="0077050C" w:rsidRDefault="00953511" w:rsidP="00953511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4910C2EE" w14:textId="77777777" w:rsidR="00953511" w:rsidRPr="0077050C" w:rsidRDefault="00953511" w:rsidP="00953511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Do obliczenia powyższej ceny przyjęto następującą stawkę podatku VAT: ………….……%.</w:t>
      </w:r>
    </w:p>
    <w:p w14:paraId="231303FF" w14:textId="77777777" w:rsidR="00953511" w:rsidRPr="0077050C" w:rsidRDefault="00953511" w:rsidP="00953511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2B8D17D1" w14:textId="77777777" w:rsidR="00953511" w:rsidRPr="0077050C" w:rsidRDefault="00953511" w:rsidP="0064771C">
      <w:pPr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100" w:line="240" w:lineRule="auto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Oświadczamy, że:</w:t>
      </w:r>
    </w:p>
    <w:p w14:paraId="5ED78005" w14:textId="77777777" w:rsidR="00953511" w:rsidRPr="0077050C" w:rsidRDefault="00953511" w:rsidP="00953511">
      <w:pPr>
        <w:pStyle w:val="Tekstpodstawowy22"/>
        <w:widowControl w:val="0"/>
        <w:tabs>
          <w:tab w:val="left" w:pos="284"/>
        </w:tabs>
        <w:suppressAutoHyphens w:val="0"/>
        <w:spacing w:line="276" w:lineRule="auto"/>
        <w:rPr>
          <w:rFonts w:asciiTheme="minorHAnsi" w:hAnsiTheme="minorHAnsi" w:cstheme="minorHAnsi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Osoba: ……….…………………………………..…………. </w:t>
      </w:r>
      <w:r w:rsidRPr="0077050C">
        <w:rPr>
          <w:rFonts w:asciiTheme="minorHAnsi" w:hAnsiTheme="minorHAnsi" w:cstheme="minorHAnsi"/>
          <w:i/>
          <w:sz w:val="20"/>
          <w:szCs w:val="24"/>
        </w:rPr>
        <w:t>(wpisać imię i nazwisko</w:t>
      </w:r>
      <w:r w:rsidRPr="0077050C">
        <w:rPr>
          <w:rFonts w:asciiTheme="minorHAnsi" w:hAnsiTheme="minorHAnsi" w:cstheme="minorHAnsi"/>
          <w:sz w:val="20"/>
          <w:szCs w:val="24"/>
        </w:rPr>
        <w:t xml:space="preserve">), </w:t>
      </w:r>
      <w:r w:rsidRPr="0077050C">
        <w:rPr>
          <w:rFonts w:asciiTheme="minorHAnsi" w:hAnsiTheme="minorHAnsi" w:cstheme="minorHAnsi"/>
          <w:b/>
          <w:szCs w:val="24"/>
        </w:rPr>
        <w:t xml:space="preserve">która będzie prowadziła zajęcia pozalekcyjne z </w:t>
      </w:r>
      <w:r w:rsidRPr="0077050C">
        <w:rPr>
          <w:rFonts w:asciiTheme="minorHAnsi" w:hAnsiTheme="minorHAnsi" w:cstheme="minorHAnsi"/>
          <w:b/>
          <w:szCs w:val="24"/>
          <w:lang w:eastAsia="pl-PL"/>
        </w:rPr>
        <w:t>kompetencji społecznych</w:t>
      </w:r>
      <w:r w:rsidRPr="0077050C">
        <w:rPr>
          <w:rFonts w:asciiTheme="minorHAnsi" w:hAnsiTheme="minorHAnsi" w:cstheme="minorHAnsi"/>
          <w:b/>
          <w:szCs w:val="24"/>
        </w:rPr>
        <w:t xml:space="preserve"> dla grupy uczniów ze szkoły podstawowej posiada: </w:t>
      </w:r>
      <w:r w:rsidRPr="0077050C">
        <w:rPr>
          <w:rFonts w:asciiTheme="minorHAnsi" w:hAnsiTheme="minorHAnsi" w:cstheme="minorHAnsi"/>
          <w:color w:val="333333"/>
          <w:shd w:val="clear" w:color="auto" w:fill="FFFFFF"/>
        </w:rPr>
        <w:t xml:space="preserve">studia </w:t>
      </w:r>
      <w:r w:rsidR="0060689F">
        <w:rPr>
          <w:rFonts w:asciiTheme="minorHAnsi" w:hAnsiTheme="minorHAnsi" w:cstheme="minorHAnsi"/>
          <w:color w:val="333333"/>
          <w:shd w:val="clear" w:color="auto" w:fill="FFFFFF"/>
        </w:rPr>
        <w:t>co najmniej</w:t>
      </w:r>
      <w:r w:rsidR="0060689F" w:rsidRPr="0077050C">
        <w:rPr>
          <w:rFonts w:asciiTheme="minorHAnsi" w:hAnsiTheme="minorHAnsi" w:cstheme="minorHAnsi"/>
          <w:color w:val="333333"/>
          <w:shd w:val="clear" w:color="auto" w:fill="FFFFFF"/>
        </w:rPr>
        <w:t xml:space="preserve"> </w:t>
      </w:r>
      <w:r w:rsidRPr="0077050C">
        <w:rPr>
          <w:rFonts w:asciiTheme="minorHAnsi" w:hAnsiTheme="minorHAnsi" w:cstheme="minorHAnsi"/>
          <w:color w:val="333333"/>
          <w:shd w:val="clear" w:color="auto" w:fill="FFFFFF"/>
        </w:rPr>
        <w:t>pierwszego stopnia na kierunku</w:t>
      </w:r>
      <w:r w:rsidRPr="0077050C">
        <w:rPr>
          <w:rFonts w:asciiTheme="minorHAnsi" w:hAnsiTheme="minorHAnsi" w:cstheme="minorHAnsi"/>
          <w:szCs w:val="24"/>
        </w:rPr>
        <w:t xml:space="preserve"> lub specjalności odnoszącej się do </w:t>
      </w:r>
      <w:r w:rsidR="00602984" w:rsidRPr="0077050C">
        <w:rPr>
          <w:rFonts w:asciiTheme="minorHAnsi" w:hAnsiTheme="minorHAnsi" w:cstheme="minorHAnsi"/>
          <w:szCs w:val="24"/>
        </w:rPr>
        <w:t>języka polskiego,</w:t>
      </w:r>
      <w:r w:rsidR="00602984">
        <w:rPr>
          <w:rFonts w:asciiTheme="minorHAnsi" w:hAnsiTheme="minorHAnsi" w:cstheme="minorHAnsi"/>
          <w:szCs w:val="24"/>
        </w:rPr>
        <w:t xml:space="preserve"> historii,</w:t>
      </w:r>
      <w:r w:rsidR="00602984" w:rsidRPr="0077050C">
        <w:rPr>
          <w:rFonts w:asciiTheme="minorHAnsi" w:hAnsiTheme="minorHAnsi" w:cstheme="minorHAnsi"/>
          <w:szCs w:val="24"/>
        </w:rPr>
        <w:t xml:space="preserve"> wiedzy o społeczeństwie,</w:t>
      </w:r>
      <w:r w:rsidR="00602984">
        <w:rPr>
          <w:rFonts w:asciiTheme="minorHAnsi" w:hAnsiTheme="minorHAnsi" w:cstheme="minorHAnsi"/>
          <w:szCs w:val="24"/>
        </w:rPr>
        <w:t xml:space="preserve"> filozofii</w:t>
      </w:r>
      <w:r w:rsidRPr="0077050C">
        <w:rPr>
          <w:rFonts w:asciiTheme="minorHAnsi" w:hAnsiTheme="minorHAnsi" w:cstheme="minorHAnsi"/>
          <w:szCs w:val="24"/>
        </w:rPr>
        <w:t xml:space="preserve"> albo </w:t>
      </w:r>
      <w:r w:rsidRPr="0077050C">
        <w:rPr>
          <w:rFonts w:asciiTheme="minorHAnsi" w:hAnsiTheme="minorHAnsi" w:cstheme="minorHAnsi"/>
          <w:color w:val="333333"/>
          <w:shd w:val="clear" w:color="auto" w:fill="FFFFFF"/>
        </w:rPr>
        <w:t>studia</w:t>
      </w:r>
      <w:r w:rsidR="00602984" w:rsidRPr="00602984">
        <w:rPr>
          <w:rFonts w:asciiTheme="minorHAnsi" w:hAnsiTheme="minorHAnsi" w:cstheme="minorHAnsi"/>
          <w:color w:val="333333"/>
          <w:shd w:val="clear" w:color="auto" w:fill="FFFFFF"/>
        </w:rPr>
        <w:t xml:space="preserve"> </w:t>
      </w:r>
      <w:r w:rsidR="00602984">
        <w:rPr>
          <w:rFonts w:asciiTheme="minorHAnsi" w:hAnsiTheme="minorHAnsi" w:cstheme="minorHAnsi"/>
          <w:color w:val="333333"/>
          <w:shd w:val="clear" w:color="auto" w:fill="FFFFFF"/>
        </w:rPr>
        <w:t>co najmniej</w:t>
      </w:r>
      <w:r w:rsidRPr="0077050C">
        <w:rPr>
          <w:rFonts w:asciiTheme="minorHAnsi" w:hAnsiTheme="minorHAnsi" w:cstheme="minorHAnsi"/>
          <w:color w:val="333333"/>
          <w:shd w:val="clear" w:color="auto" w:fill="FFFFFF"/>
        </w:rPr>
        <w:t xml:space="preserve"> pierwszego stopnia</w:t>
      </w:r>
      <w:r w:rsidRPr="0077050C">
        <w:rPr>
          <w:rFonts w:asciiTheme="minorHAnsi" w:hAnsiTheme="minorHAnsi" w:cstheme="minorHAnsi"/>
          <w:szCs w:val="24"/>
        </w:rPr>
        <w:t xml:space="preserve"> oraz ukończone studia podyplomowe w zakresie </w:t>
      </w:r>
      <w:r w:rsidR="00602984" w:rsidRPr="0077050C">
        <w:rPr>
          <w:rFonts w:asciiTheme="minorHAnsi" w:hAnsiTheme="minorHAnsi" w:cstheme="minorHAnsi"/>
          <w:szCs w:val="24"/>
        </w:rPr>
        <w:t>języka polskiego,</w:t>
      </w:r>
      <w:r w:rsidR="00602984">
        <w:rPr>
          <w:rFonts w:asciiTheme="minorHAnsi" w:hAnsiTheme="minorHAnsi" w:cstheme="minorHAnsi"/>
          <w:szCs w:val="24"/>
        </w:rPr>
        <w:t xml:space="preserve"> historii,</w:t>
      </w:r>
      <w:r w:rsidR="00602984" w:rsidRPr="0077050C">
        <w:rPr>
          <w:rFonts w:asciiTheme="minorHAnsi" w:hAnsiTheme="minorHAnsi" w:cstheme="minorHAnsi"/>
          <w:szCs w:val="24"/>
        </w:rPr>
        <w:t xml:space="preserve"> wiedzy o społeczeństwie,</w:t>
      </w:r>
      <w:r w:rsidR="00602984">
        <w:rPr>
          <w:rFonts w:asciiTheme="minorHAnsi" w:hAnsiTheme="minorHAnsi" w:cstheme="minorHAnsi"/>
          <w:szCs w:val="24"/>
        </w:rPr>
        <w:t xml:space="preserve"> filozofii</w:t>
      </w:r>
      <w:r w:rsidRPr="0077050C">
        <w:rPr>
          <w:rFonts w:asciiTheme="minorHAnsi" w:hAnsiTheme="minorHAnsi" w:cstheme="minorHAnsi"/>
          <w:szCs w:val="24"/>
        </w:rPr>
        <w:t xml:space="preserve">; ukończone przygotowanie pedagogiczne; co najmniej 3-letni staż pracy, w tym co najmniej dwa lata w nauczaniu w szkole podstawowej lub ponadpodstawowej; min. 2–letnie doświadczenie w zakresie prowadzenia działań na rzecz uczniów szczególnie uzdolnionych (obejmujące jedną bądź kilka z następujących aktywności, np. prowadzenie pozalekcyjnych zajęć wybitnie uzdolnionych, prowadzenie cyklicznych kółek naukowych, przygotowywanie uczniów do olimpiad i konkursów na poziomie co najmniej wojewódzkim </w:t>
      </w:r>
      <w:r w:rsidRPr="0077050C">
        <w:rPr>
          <w:rFonts w:asciiTheme="minorHAnsi" w:hAnsiTheme="minorHAnsi" w:cstheme="minorHAnsi"/>
          <w:i/>
          <w:color w:val="000000"/>
          <w:sz w:val="20"/>
        </w:rPr>
        <w:t>(zaznaczyć  oraz wpisać słownie)</w:t>
      </w:r>
    </w:p>
    <w:p w14:paraId="0C572A85" w14:textId="77777777" w:rsidR="00953511" w:rsidRPr="0077050C" w:rsidRDefault="00953511" w:rsidP="0095351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5 i więcej lat pracy z uczniem uzdolnionym,</w:t>
      </w:r>
    </w:p>
    <w:p w14:paraId="0706D69C" w14:textId="77777777" w:rsidR="00953511" w:rsidRPr="0077050C" w:rsidRDefault="00953511" w:rsidP="0095351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4 lata pracy z uczniem uzdolnionym,</w:t>
      </w:r>
    </w:p>
    <w:p w14:paraId="2C63CB2E" w14:textId="77777777" w:rsidR="00953511" w:rsidRPr="0077050C" w:rsidRDefault="00953511" w:rsidP="0095351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3 lata pracy z uczniem uzdolnionym,</w:t>
      </w:r>
    </w:p>
    <w:p w14:paraId="0B767982" w14:textId="77777777" w:rsidR="00953511" w:rsidRPr="0077050C" w:rsidRDefault="00953511" w:rsidP="0095351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2 lata pracy z uczniem uzdolnionym.</w:t>
      </w:r>
    </w:p>
    <w:p w14:paraId="5B2022E0" w14:textId="77777777" w:rsidR="00953511" w:rsidRPr="0077050C" w:rsidRDefault="00953511" w:rsidP="00953511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</w:p>
    <w:p w14:paraId="7AE6E37B" w14:textId="77777777" w:rsidR="00953511" w:rsidRPr="0077050C" w:rsidRDefault="00953511" w:rsidP="00953511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(wpisać słownie ilość lat pracy z uczniem uzdolnionym) ………………………………………………………</w:t>
      </w:r>
    </w:p>
    <w:p w14:paraId="06B1EC69" w14:textId="77777777" w:rsidR="00953511" w:rsidRPr="0077050C" w:rsidRDefault="00953511" w:rsidP="00953511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72C71C08" w14:textId="77777777" w:rsidR="00953511" w:rsidRPr="0077050C" w:rsidRDefault="00953511" w:rsidP="00953511">
      <w:pPr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br w:type="page"/>
      </w:r>
    </w:p>
    <w:p w14:paraId="5B8B5F55" w14:textId="77777777" w:rsidR="00953511" w:rsidRPr="0077050C" w:rsidRDefault="00953511" w:rsidP="00953511">
      <w:pPr>
        <w:spacing w:after="0" w:line="240" w:lineRule="auto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Część nr </w:t>
      </w:r>
      <w:r w:rsidRPr="0077050C"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  <w:t>13.</w:t>
      </w:r>
      <w:r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 Zajęcia pozalekcyjne z kompetencji społecznych – szkoła ponadpodstawowa </w:t>
      </w:r>
    </w:p>
    <w:p w14:paraId="0CD5269C" w14:textId="77777777" w:rsidR="00953511" w:rsidRPr="0077050C" w:rsidRDefault="00953511" w:rsidP="009535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6836E345" w14:textId="77777777" w:rsidR="00953511" w:rsidRPr="0077050C" w:rsidRDefault="00953511" w:rsidP="009535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Opracowanie autorskiego programu nauczania i przeprowadzenie cyklu </w:t>
      </w:r>
      <w:r w:rsidR="0064771C">
        <w:rPr>
          <w:rFonts w:asciiTheme="minorHAnsi" w:eastAsia="Times New Roman" w:hAnsiTheme="minorHAnsi" w:cstheme="minorHAnsi"/>
          <w:b/>
          <w:szCs w:val="24"/>
          <w:lang w:eastAsia="pl-PL"/>
        </w:rPr>
        <w:t>27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 xml:space="preserve"> godz.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zajęć pozalekcyjnych dla uczniów szczególnie uzdolnionych w ramach projektu „Zdolni z Pomorza – powiat chojnicki”, zajęcia pozalekcyjne z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kompetencji społecznych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etap edukacyjny –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 xml:space="preserve">szkoła ponadpodstawowa </w:t>
      </w:r>
    </w:p>
    <w:p w14:paraId="1CB9BB8A" w14:textId="77777777" w:rsidR="00953511" w:rsidRPr="0077050C" w:rsidRDefault="00953511" w:rsidP="0095351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1C5C5F12" w14:textId="77777777" w:rsidR="00953511" w:rsidRPr="0077050C" w:rsidRDefault="00953511" w:rsidP="0095351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1EB80963" w14:textId="77777777" w:rsidR="00953511" w:rsidRPr="0077050C" w:rsidRDefault="00953511" w:rsidP="0064771C">
      <w:pPr>
        <w:numPr>
          <w:ilvl w:val="0"/>
          <w:numId w:val="23"/>
        </w:numPr>
        <w:spacing w:after="0" w:line="240" w:lineRule="auto"/>
        <w:jc w:val="both"/>
        <w:rPr>
          <w:rStyle w:val="FontStyle97"/>
          <w:rFonts w:asciiTheme="minorHAnsi" w:hAnsiTheme="minorHAnsi" w:cstheme="minorHAnsi"/>
          <w:b/>
          <w:sz w:val="24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154CD842" w14:textId="77777777" w:rsidR="00953511" w:rsidRPr="0077050C" w:rsidRDefault="00953511" w:rsidP="00953511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401125C8" w14:textId="77777777" w:rsidR="00953511" w:rsidRPr="0077050C" w:rsidRDefault="0064771C" w:rsidP="00953511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>27</w:t>
      </w:r>
      <w:r w:rsidR="00953511" w:rsidRPr="0077050C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 </w:t>
      </w:r>
      <w:r w:rsidR="00953511"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="00953511" w:rsidRPr="0077050C">
        <w:rPr>
          <w:rFonts w:asciiTheme="minorHAnsi" w:eastAsia="Times New Roman" w:hAnsiTheme="minorHAnsi" w:cstheme="minorHAnsi"/>
          <w:szCs w:val="24"/>
          <w:lang w:eastAsia="pl-PL"/>
        </w:rPr>
        <w:t>. x  .........................….. zł /godz. brutto = ………………………..… zł brutto</w:t>
      </w:r>
    </w:p>
    <w:p w14:paraId="6CE34045" w14:textId="77777777" w:rsidR="00953511" w:rsidRPr="0077050C" w:rsidRDefault="00953511" w:rsidP="00953511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  (cena jednostkowa za godzinę)          (wartość całego zamówienia)</w:t>
      </w:r>
    </w:p>
    <w:p w14:paraId="6525965E" w14:textId="77777777" w:rsidR="00953511" w:rsidRPr="0077050C" w:rsidRDefault="00953511" w:rsidP="00953511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6E06855D" w14:textId="77777777" w:rsidR="00953511" w:rsidRPr="0077050C" w:rsidRDefault="00953511" w:rsidP="009535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słownie: ................................................................................................................................... zł</w:t>
      </w:r>
    </w:p>
    <w:p w14:paraId="0B372C3C" w14:textId="77777777" w:rsidR="00953511" w:rsidRPr="0077050C" w:rsidRDefault="00953511" w:rsidP="00953511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5EA8BF8E" w14:textId="77777777" w:rsidR="00953511" w:rsidRPr="0077050C" w:rsidRDefault="00953511" w:rsidP="00953511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Do obliczenia powyższej ceny przyjęto następującą stawkę podatku VAT: ………….……%.</w:t>
      </w:r>
    </w:p>
    <w:p w14:paraId="0AC9888D" w14:textId="77777777" w:rsidR="00953511" w:rsidRPr="0077050C" w:rsidRDefault="00953511" w:rsidP="00953511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70883427" w14:textId="77777777" w:rsidR="00953511" w:rsidRPr="0077050C" w:rsidRDefault="00953511" w:rsidP="0064771C">
      <w:pPr>
        <w:widowControl w:val="0"/>
        <w:numPr>
          <w:ilvl w:val="0"/>
          <w:numId w:val="24"/>
        </w:numPr>
        <w:tabs>
          <w:tab w:val="left" w:pos="142"/>
        </w:tabs>
        <w:autoSpaceDE w:val="0"/>
        <w:autoSpaceDN w:val="0"/>
        <w:adjustRightInd w:val="0"/>
        <w:spacing w:after="100" w:line="240" w:lineRule="auto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Oświadczamy, że:</w:t>
      </w:r>
    </w:p>
    <w:p w14:paraId="3445BF72" w14:textId="77777777" w:rsidR="00953511" w:rsidRPr="0077050C" w:rsidRDefault="00953511" w:rsidP="00953511">
      <w:pPr>
        <w:pStyle w:val="Tekstpodstawowy22"/>
        <w:widowControl w:val="0"/>
        <w:tabs>
          <w:tab w:val="left" w:pos="284"/>
        </w:tabs>
        <w:suppressAutoHyphens w:val="0"/>
        <w:spacing w:line="276" w:lineRule="auto"/>
        <w:rPr>
          <w:rFonts w:asciiTheme="minorHAnsi" w:hAnsiTheme="minorHAnsi" w:cstheme="minorHAnsi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Osoba: ……….……………………………………………..……. </w:t>
      </w:r>
      <w:r w:rsidRPr="0077050C">
        <w:rPr>
          <w:rFonts w:asciiTheme="minorHAnsi" w:hAnsiTheme="minorHAnsi" w:cstheme="minorHAnsi"/>
          <w:i/>
          <w:szCs w:val="24"/>
        </w:rPr>
        <w:t>(wpisać imię i nazwisko</w:t>
      </w:r>
      <w:r w:rsidRPr="0077050C">
        <w:rPr>
          <w:rFonts w:asciiTheme="minorHAnsi" w:hAnsiTheme="minorHAnsi" w:cstheme="minorHAnsi"/>
          <w:szCs w:val="24"/>
        </w:rPr>
        <w:t>),</w:t>
      </w:r>
      <w:r w:rsidRPr="0077050C">
        <w:rPr>
          <w:rFonts w:asciiTheme="minorHAnsi" w:hAnsiTheme="minorHAnsi" w:cstheme="minorHAnsi"/>
          <w:b/>
          <w:szCs w:val="24"/>
        </w:rPr>
        <w:t xml:space="preserve">  która będzie prowadziła zajęcia pozalekcyjne z kompetencji społecznych dla grupy uczniów ze szkoły ponadpodstawowej posiada: </w:t>
      </w:r>
      <w:r w:rsidRPr="0077050C">
        <w:rPr>
          <w:rFonts w:asciiTheme="minorHAnsi" w:hAnsiTheme="minorHAnsi" w:cstheme="minorHAnsi"/>
          <w:color w:val="333333"/>
          <w:shd w:val="clear" w:color="auto" w:fill="FFFFFF"/>
        </w:rPr>
        <w:t xml:space="preserve">studia drugiego stopnia lub jednolite studia magisterskie, na kierunku </w:t>
      </w:r>
      <w:r w:rsidRPr="0077050C">
        <w:rPr>
          <w:rFonts w:asciiTheme="minorHAnsi" w:hAnsiTheme="minorHAnsi" w:cstheme="minorHAnsi"/>
          <w:szCs w:val="24"/>
        </w:rPr>
        <w:t xml:space="preserve">lub specjalności odnoszącej się do </w:t>
      </w:r>
      <w:r w:rsidR="00EC26F0" w:rsidRPr="0077050C">
        <w:rPr>
          <w:rFonts w:asciiTheme="minorHAnsi" w:hAnsiTheme="minorHAnsi" w:cstheme="minorHAnsi"/>
          <w:szCs w:val="24"/>
        </w:rPr>
        <w:t>języka polskiego,</w:t>
      </w:r>
      <w:r w:rsidR="00602984">
        <w:rPr>
          <w:rFonts w:asciiTheme="minorHAnsi" w:hAnsiTheme="minorHAnsi" w:cstheme="minorHAnsi"/>
          <w:szCs w:val="24"/>
        </w:rPr>
        <w:t xml:space="preserve"> historii,</w:t>
      </w:r>
      <w:r w:rsidR="00EC26F0" w:rsidRPr="0077050C">
        <w:rPr>
          <w:rFonts w:asciiTheme="minorHAnsi" w:hAnsiTheme="minorHAnsi" w:cstheme="minorHAnsi"/>
          <w:szCs w:val="24"/>
        </w:rPr>
        <w:t xml:space="preserve"> wiedzy o społeczeństwie</w:t>
      </w:r>
      <w:r w:rsidRPr="0077050C">
        <w:rPr>
          <w:rFonts w:asciiTheme="minorHAnsi" w:hAnsiTheme="minorHAnsi" w:cstheme="minorHAnsi"/>
          <w:szCs w:val="24"/>
        </w:rPr>
        <w:t>,</w:t>
      </w:r>
      <w:r w:rsidR="00602984">
        <w:rPr>
          <w:rFonts w:asciiTheme="minorHAnsi" w:hAnsiTheme="minorHAnsi" w:cstheme="minorHAnsi"/>
          <w:szCs w:val="24"/>
        </w:rPr>
        <w:t xml:space="preserve"> filozofii</w:t>
      </w:r>
      <w:r w:rsidRPr="0077050C">
        <w:rPr>
          <w:rFonts w:asciiTheme="minorHAnsi" w:hAnsiTheme="minorHAnsi" w:cstheme="minorHAnsi"/>
          <w:szCs w:val="24"/>
        </w:rPr>
        <w:t xml:space="preserve"> albo </w:t>
      </w:r>
      <w:r w:rsidRPr="0077050C">
        <w:rPr>
          <w:rFonts w:asciiTheme="minorHAnsi" w:hAnsiTheme="minorHAnsi" w:cstheme="minorHAnsi"/>
          <w:color w:val="333333"/>
          <w:shd w:val="clear" w:color="auto" w:fill="FFFFFF"/>
        </w:rPr>
        <w:t xml:space="preserve">studia drugiego stopnia lub jednolite studia magisterskie oraz studia podyplomowe w </w:t>
      </w:r>
      <w:r w:rsidRPr="0077050C">
        <w:rPr>
          <w:rFonts w:asciiTheme="minorHAnsi" w:hAnsiTheme="minorHAnsi" w:cstheme="minorHAnsi"/>
          <w:szCs w:val="24"/>
        </w:rPr>
        <w:t xml:space="preserve">zakresie </w:t>
      </w:r>
      <w:r w:rsidR="00602984" w:rsidRPr="0077050C">
        <w:rPr>
          <w:rFonts w:asciiTheme="minorHAnsi" w:hAnsiTheme="minorHAnsi" w:cstheme="minorHAnsi"/>
          <w:szCs w:val="24"/>
        </w:rPr>
        <w:t>języka polskiego,</w:t>
      </w:r>
      <w:r w:rsidR="00602984">
        <w:rPr>
          <w:rFonts w:asciiTheme="minorHAnsi" w:hAnsiTheme="minorHAnsi" w:cstheme="minorHAnsi"/>
          <w:szCs w:val="24"/>
        </w:rPr>
        <w:t xml:space="preserve"> historii,</w:t>
      </w:r>
      <w:r w:rsidR="00602984" w:rsidRPr="0077050C">
        <w:rPr>
          <w:rFonts w:asciiTheme="minorHAnsi" w:hAnsiTheme="minorHAnsi" w:cstheme="minorHAnsi"/>
          <w:szCs w:val="24"/>
        </w:rPr>
        <w:t xml:space="preserve"> wiedzy o społeczeństwie,</w:t>
      </w:r>
      <w:r w:rsidR="00602984">
        <w:rPr>
          <w:rFonts w:asciiTheme="minorHAnsi" w:hAnsiTheme="minorHAnsi" w:cstheme="minorHAnsi"/>
          <w:szCs w:val="24"/>
        </w:rPr>
        <w:t xml:space="preserve"> filozofii</w:t>
      </w:r>
      <w:r w:rsidRPr="0077050C">
        <w:rPr>
          <w:rFonts w:asciiTheme="minorHAnsi" w:hAnsiTheme="minorHAnsi" w:cstheme="minorHAnsi"/>
          <w:szCs w:val="24"/>
        </w:rPr>
        <w:t xml:space="preserve">; posiada przygotowanie pedagogiczne; co najmniej 3-letni staż pracy, w tym co najmniej dwa lata w nauczaniu w szkole ponadpodstawowej; min. 2–letnie doświadczenie w zakresie prowadzenia działań na rzecz uczniów szczególnie uzdolnionych (obejmujące jedną bądź kilka z następujących aktywności, np. prowadzenie pozalekcyjnych zajęć wybitnie uzdolnionych, prowadzenie cyklicznych kółek naukowych, przygotowywanie </w:t>
      </w:r>
      <w:r w:rsidR="00602984">
        <w:rPr>
          <w:rFonts w:asciiTheme="minorHAnsi" w:hAnsiTheme="minorHAnsi" w:cstheme="minorHAnsi"/>
          <w:szCs w:val="24"/>
        </w:rPr>
        <w:t xml:space="preserve">uczniów do olimpiad i konkursów </w:t>
      </w:r>
      <w:r w:rsidRPr="0077050C">
        <w:rPr>
          <w:rFonts w:asciiTheme="minorHAnsi" w:hAnsiTheme="minorHAnsi" w:cstheme="minorHAnsi"/>
          <w:szCs w:val="24"/>
        </w:rPr>
        <w:t xml:space="preserve">na poziomie co najmniej wojewódzkim </w:t>
      </w:r>
      <w:r w:rsidRPr="0077050C">
        <w:rPr>
          <w:rFonts w:asciiTheme="minorHAnsi" w:hAnsiTheme="minorHAnsi" w:cstheme="minorHAnsi"/>
          <w:i/>
          <w:color w:val="000000"/>
          <w:sz w:val="20"/>
        </w:rPr>
        <w:t>(zaznaczyć  oraz wpisać słownie)</w:t>
      </w:r>
    </w:p>
    <w:p w14:paraId="72CE34E1" w14:textId="77777777" w:rsidR="00953511" w:rsidRPr="0077050C" w:rsidRDefault="00953511" w:rsidP="0095351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5 i więcej lat pracy z uczniem uzdolnionym,</w:t>
      </w:r>
    </w:p>
    <w:p w14:paraId="6BCF8BFB" w14:textId="77777777" w:rsidR="00953511" w:rsidRPr="0077050C" w:rsidRDefault="00953511" w:rsidP="0095351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4 lata pracy z uczniem uzdolnionym,</w:t>
      </w:r>
    </w:p>
    <w:p w14:paraId="1439F9EC" w14:textId="77777777" w:rsidR="00953511" w:rsidRPr="0077050C" w:rsidRDefault="00953511" w:rsidP="0095351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3 lata pracy z uczniem uzdolnionym,</w:t>
      </w:r>
    </w:p>
    <w:p w14:paraId="0F358F34" w14:textId="77777777" w:rsidR="00953511" w:rsidRPr="0077050C" w:rsidRDefault="00953511" w:rsidP="0095351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2 lata pracy z uczniem uzdolnionym.</w:t>
      </w:r>
    </w:p>
    <w:p w14:paraId="14C387C6" w14:textId="77777777" w:rsidR="00953511" w:rsidRPr="0077050C" w:rsidRDefault="00953511" w:rsidP="00953511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</w:p>
    <w:p w14:paraId="2C3C6E27" w14:textId="77777777" w:rsidR="00953511" w:rsidRPr="0077050C" w:rsidRDefault="00953511" w:rsidP="00953511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(wpisać słownie ilość lat pracy z uczniem uzdolnionym) ………………………………………………………</w:t>
      </w:r>
    </w:p>
    <w:p w14:paraId="255AA2FD" w14:textId="77777777" w:rsidR="004A3B8C" w:rsidRPr="0077050C" w:rsidRDefault="00953511" w:rsidP="00953511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212B8F11" w14:textId="77777777" w:rsidR="004A3B8C" w:rsidRPr="0077050C" w:rsidRDefault="004A3B8C">
      <w:pPr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br w:type="page"/>
      </w:r>
    </w:p>
    <w:p w14:paraId="1F1C39C6" w14:textId="77777777" w:rsidR="00830BDB" w:rsidRPr="0077050C" w:rsidRDefault="00830BDB" w:rsidP="00830BDB">
      <w:pPr>
        <w:spacing w:after="0" w:line="240" w:lineRule="auto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Część nr </w:t>
      </w:r>
      <w:r w:rsidRPr="0077050C"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  <w:t>1</w:t>
      </w:r>
      <w:r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  <w:t>4</w:t>
      </w:r>
      <w:r w:rsidRPr="0077050C"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  <w:t>.</w:t>
      </w:r>
      <w:r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 </w:t>
      </w:r>
      <w:r w:rsidRPr="00830BDB">
        <w:rPr>
          <w:rFonts w:asciiTheme="minorHAnsi" w:hAnsiTheme="minorHAnsi" w:cstheme="minorHAnsi"/>
          <w:b/>
          <w:szCs w:val="24"/>
          <w:u w:val="single"/>
        </w:rPr>
        <w:t>Warsztaty rozwijające kreatywność</w:t>
      </w:r>
    </w:p>
    <w:p w14:paraId="18E1160E" w14:textId="77777777" w:rsidR="00830BDB" w:rsidRPr="0077050C" w:rsidRDefault="00830BDB" w:rsidP="00830B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0E17E89C" w14:textId="77777777" w:rsidR="00830BDB" w:rsidRPr="0077050C" w:rsidRDefault="00830BDB" w:rsidP="00830B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Opracowanie autorskiego programu nauczania i przeprowadzenie cyklu </w:t>
      </w:r>
      <w:r>
        <w:rPr>
          <w:rFonts w:asciiTheme="minorHAnsi" w:eastAsia="Times New Roman" w:hAnsiTheme="minorHAnsi" w:cstheme="minorHAnsi"/>
          <w:b/>
          <w:szCs w:val="24"/>
          <w:lang w:eastAsia="pl-PL"/>
        </w:rPr>
        <w:t>18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 xml:space="preserve"> godz.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</w:t>
      </w:r>
      <w:r>
        <w:rPr>
          <w:rFonts w:asciiTheme="minorHAnsi" w:eastAsia="Times New Roman" w:hAnsiTheme="minorHAnsi" w:cstheme="minorHAnsi"/>
          <w:szCs w:val="24"/>
          <w:lang w:eastAsia="pl-PL"/>
        </w:rPr>
        <w:t>Warsztatów rozwijających kreatywność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dla uczniów szczególnie uzdolnionych w ramach projektu „Zdolni z Pomorza – powiat chojnicki”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 xml:space="preserve"> </w:t>
      </w:r>
    </w:p>
    <w:p w14:paraId="46437420" w14:textId="77777777" w:rsidR="00830BDB" w:rsidRPr="0077050C" w:rsidRDefault="00830BDB" w:rsidP="00830BDB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24CAC618" w14:textId="77777777" w:rsidR="00830BDB" w:rsidRPr="0077050C" w:rsidRDefault="00830BDB" w:rsidP="00830BDB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121E51BA" w14:textId="77777777" w:rsidR="00830BDB" w:rsidRPr="0077050C" w:rsidRDefault="00830BDB" w:rsidP="0064771C">
      <w:pPr>
        <w:numPr>
          <w:ilvl w:val="0"/>
          <w:numId w:val="23"/>
        </w:numPr>
        <w:spacing w:after="0" w:line="240" w:lineRule="auto"/>
        <w:jc w:val="both"/>
        <w:rPr>
          <w:rStyle w:val="FontStyle97"/>
          <w:rFonts w:asciiTheme="minorHAnsi" w:hAnsiTheme="minorHAnsi" w:cstheme="minorHAnsi"/>
          <w:b/>
          <w:sz w:val="24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3031F93B" w14:textId="77777777" w:rsidR="00830BDB" w:rsidRPr="0077050C" w:rsidRDefault="00830BDB" w:rsidP="00830BDB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083309CE" w14:textId="77777777" w:rsidR="00830BDB" w:rsidRPr="0077050C" w:rsidRDefault="00830BDB" w:rsidP="00830BDB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>18</w:t>
      </w:r>
      <w:r w:rsidRPr="0077050C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 x  .........................….. zł /godz. brutto = ………………………..… zł brutto</w:t>
      </w:r>
    </w:p>
    <w:p w14:paraId="290BCE3F" w14:textId="77777777" w:rsidR="00830BDB" w:rsidRPr="0077050C" w:rsidRDefault="00830BDB" w:rsidP="00830BDB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  (cena jednostkowa za godzinę)          (wartość całego zamówienia)</w:t>
      </w:r>
    </w:p>
    <w:p w14:paraId="44F41962" w14:textId="77777777" w:rsidR="00830BDB" w:rsidRPr="0077050C" w:rsidRDefault="00830BDB" w:rsidP="00830BDB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637E9DEA" w14:textId="77777777" w:rsidR="00830BDB" w:rsidRPr="0077050C" w:rsidRDefault="00830BDB" w:rsidP="00830BD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słownie: ................................................................................................................................... zł</w:t>
      </w:r>
    </w:p>
    <w:p w14:paraId="0B7D07A2" w14:textId="77777777" w:rsidR="00830BDB" w:rsidRPr="0077050C" w:rsidRDefault="00830BDB" w:rsidP="00830BDB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569A7B5C" w14:textId="77777777" w:rsidR="00830BDB" w:rsidRPr="0077050C" w:rsidRDefault="00830BDB" w:rsidP="00830BDB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Do obliczenia powyższej ceny przyjęto następującą stawkę podatku VAT: ………….……%.</w:t>
      </w:r>
    </w:p>
    <w:p w14:paraId="7F7B6A62" w14:textId="77777777" w:rsidR="00830BDB" w:rsidRPr="0077050C" w:rsidRDefault="00830BDB" w:rsidP="00830BDB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3CAD3C5F" w14:textId="77777777" w:rsidR="00830BDB" w:rsidRPr="0077050C" w:rsidRDefault="00830BDB" w:rsidP="0064771C">
      <w:pPr>
        <w:widowControl w:val="0"/>
        <w:numPr>
          <w:ilvl w:val="0"/>
          <w:numId w:val="24"/>
        </w:numPr>
        <w:tabs>
          <w:tab w:val="left" w:pos="142"/>
        </w:tabs>
        <w:autoSpaceDE w:val="0"/>
        <w:autoSpaceDN w:val="0"/>
        <w:adjustRightInd w:val="0"/>
        <w:spacing w:after="100" w:line="240" w:lineRule="auto"/>
        <w:ind w:left="426" w:hanging="426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Oświadczamy, że:</w:t>
      </w:r>
    </w:p>
    <w:p w14:paraId="5CF1CB45" w14:textId="77777777" w:rsidR="00830BDB" w:rsidRPr="00830BDB" w:rsidRDefault="00830BDB" w:rsidP="00830B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80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Osoba: ……….……………………………………………..……. </w:t>
      </w:r>
      <w:r w:rsidRPr="0077050C">
        <w:rPr>
          <w:rFonts w:asciiTheme="minorHAnsi" w:hAnsiTheme="minorHAnsi" w:cstheme="minorHAnsi"/>
          <w:i/>
          <w:szCs w:val="24"/>
        </w:rPr>
        <w:t>(wpisać imię i nazwisko</w:t>
      </w:r>
      <w:r w:rsidRPr="0077050C">
        <w:rPr>
          <w:rFonts w:asciiTheme="minorHAnsi" w:hAnsiTheme="minorHAnsi" w:cstheme="minorHAnsi"/>
          <w:szCs w:val="24"/>
        </w:rPr>
        <w:t>),</w:t>
      </w:r>
      <w:r w:rsidRPr="0077050C">
        <w:rPr>
          <w:rFonts w:asciiTheme="minorHAnsi" w:hAnsiTheme="minorHAnsi" w:cstheme="minorHAnsi"/>
          <w:b/>
          <w:szCs w:val="24"/>
        </w:rPr>
        <w:t xml:space="preserve">  która będzie prowadziła zajęcia pozalekcyjne z kompetencji społecznych dla grupy uczniów ze szkoły ponadpodstawowej posiada</w:t>
      </w:r>
      <w:r>
        <w:rPr>
          <w:rFonts w:asciiTheme="minorHAnsi" w:hAnsiTheme="minorHAnsi" w:cstheme="minorHAnsi"/>
          <w:b/>
          <w:szCs w:val="24"/>
        </w:rPr>
        <w:t xml:space="preserve"> </w:t>
      </w:r>
      <w:r w:rsidRPr="00663BE6">
        <w:rPr>
          <w:rFonts w:ascii="Calibri" w:hAnsi="Calibri" w:cs="Calibri"/>
          <w:color w:val="000000"/>
          <w:szCs w:val="24"/>
        </w:rPr>
        <w:t>kwalifikacje psychologa/pedagoga</w:t>
      </w:r>
      <w:r>
        <w:rPr>
          <w:rFonts w:ascii="Calibri" w:hAnsi="Calibri" w:cs="Calibri"/>
          <w:color w:val="000000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Cs w:val="24"/>
        </w:rPr>
        <w:t>t.j</w:t>
      </w:r>
      <w:proofErr w:type="spellEnd"/>
      <w:r>
        <w:rPr>
          <w:rFonts w:ascii="Calibri" w:hAnsi="Calibri" w:cs="Calibri"/>
          <w:color w:val="000000"/>
          <w:szCs w:val="24"/>
        </w:rPr>
        <w:t xml:space="preserve">.  </w:t>
      </w:r>
      <w:r w:rsidRPr="00663BE6">
        <w:rPr>
          <w:rFonts w:ascii="Calibri" w:hAnsi="Calibri" w:cs="Calibri"/>
          <w:color w:val="000000"/>
          <w:szCs w:val="24"/>
        </w:rPr>
        <w:t>wykształcenie wyższe magisterskie psychologiczne wraz z przygotowaniem pedagogicznym lub wykształcenie wyższe magisterskie pedagogiczne uprawniające do przeprowadzenia warsztatów rozwijających kreatywność</w:t>
      </w:r>
      <w:r>
        <w:rPr>
          <w:rFonts w:ascii="Calibri" w:hAnsi="Calibri" w:cs="Calibri"/>
          <w:color w:val="000000"/>
          <w:szCs w:val="24"/>
        </w:rPr>
        <w:t xml:space="preserve">; </w:t>
      </w:r>
      <w:r w:rsidRPr="00663BE6">
        <w:rPr>
          <w:rFonts w:ascii="Calibri" w:hAnsi="Calibri" w:cs="Calibri"/>
          <w:color w:val="000000"/>
          <w:szCs w:val="24"/>
        </w:rPr>
        <w:t xml:space="preserve">co najmniej 3-letni staż pracy, w tym co najmniej </w:t>
      </w:r>
      <w:r>
        <w:rPr>
          <w:rFonts w:ascii="Calibri" w:hAnsi="Calibri" w:cs="Calibri"/>
          <w:color w:val="000000"/>
          <w:szCs w:val="24"/>
        </w:rPr>
        <w:t>dwa lata</w:t>
      </w:r>
      <w:r w:rsidRPr="00663BE6">
        <w:rPr>
          <w:rFonts w:ascii="Calibri" w:hAnsi="Calibri" w:cs="Calibri"/>
          <w:color w:val="000000"/>
          <w:szCs w:val="24"/>
        </w:rPr>
        <w:t xml:space="preserve"> pracy jako psycholog lub pedagog w szkole podstawowej, ponadpodstawowej lub poradni psychologiczno-pedagogicznej.</w:t>
      </w:r>
    </w:p>
    <w:p w14:paraId="43101033" w14:textId="77777777" w:rsidR="00830BDB" w:rsidRPr="0077050C" w:rsidRDefault="00830BDB" w:rsidP="00830BD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 xml:space="preserve">5 i więcej lat </w:t>
      </w:r>
      <w:r w:rsidR="008E5281">
        <w:rPr>
          <w:rFonts w:asciiTheme="minorHAnsi" w:hAnsiTheme="minorHAnsi" w:cstheme="minorHAnsi"/>
          <w:szCs w:val="24"/>
          <w:lang w:eastAsia="pl-PL"/>
        </w:rPr>
        <w:t>pracy jako pedagog/psycholog</w:t>
      </w:r>
    </w:p>
    <w:p w14:paraId="5A4A5136" w14:textId="77777777" w:rsidR="00830BDB" w:rsidRPr="0077050C" w:rsidRDefault="00830BDB" w:rsidP="00830BD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 xml:space="preserve">4 lata pracy </w:t>
      </w:r>
      <w:r w:rsidR="008E5281">
        <w:rPr>
          <w:rFonts w:asciiTheme="minorHAnsi" w:hAnsiTheme="minorHAnsi" w:cstheme="minorHAnsi"/>
          <w:szCs w:val="24"/>
          <w:lang w:eastAsia="pl-PL"/>
        </w:rPr>
        <w:t>jako pedagog/psycholog</w:t>
      </w:r>
    </w:p>
    <w:p w14:paraId="701A78E7" w14:textId="77777777" w:rsidR="00830BDB" w:rsidRPr="0077050C" w:rsidRDefault="00830BDB" w:rsidP="00830BD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 xml:space="preserve">3 lata pracy </w:t>
      </w:r>
      <w:r w:rsidR="008E5281">
        <w:rPr>
          <w:rFonts w:asciiTheme="minorHAnsi" w:hAnsiTheme="minorHAnsi" w:cstheme="minorHAnsi"/>
          <w:szCs w:val="24"/>
          <w:lang w:eastAsia="pl-PL"/>
        </w:rPr>
        <w:t>jako pedagog/psycholog</w:t>
      </w:r>
    </w:p>
    <w:p w14:paraId="429D3286" w14:textId="77777777" w:rsidR="00830BDB" w:rsidRPr="0077050C" w:rsidRDefault="00830BDB" w:rsidP="00830BD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 xml:space="preserve">2 lata pracy </w:t>
      </w:r>
      <w:r w:rsidR="008E5281">
        <w:rPr>
          <w:rFonts w:asciiTheme="minorHAnsi" w:hAnsiTheme="minorHAnsi" w:cstheme="minorHAnsi"/>
          <w:szCs w:val="24"/>
          <w:lang w:eastAsia="pl-PL"/>
        </w:rPr>
        <w:t>jako pedagog/psycholog</w:t>
      </w:r>
    </w:p>
    <w:p w14:paraId="23A81B38" w14:textId="77777777" w:rsidR="00830BDB" w:rsidRPr="0077050C" w:rsidRDefault="00830BDB" w:rsidP="00830BDB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</w:p>
    <w:p w14:paraId="0328F356" w14:textId="77777777" w:rsidR="00830BDB" w:rsidRPr="0077050C" w:rsidRDefault="00830BDB" w:rsidP="00830BDB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(wpisać słownie ilość lat pracy </w:t>
      </w:r>
      <w:r w:rsidR="008E5281">
        <w:rPr>
          <w:rFonts w:asciiTheme="minorHAnsi" w:eastAsia="Times New Roman" w:hAnsiTheme="minorHAnsi" w:cstheme="minorHAnsi"/>
          <w:szCs w:val="24"/>
          <w:lang w:eastAsia="pl-PL"/>
        </w:rPr>
        <w:t>jako pedagog/psycholog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) ………………………………………………………</w:t>
      </w:r>
    </w:p>
    <w:p w14:paraId="550BE25D" w14:textId="77777777" w:rsidR="00830BDB" w:rsidRPr="0077050C" w:rsidRDefault="00830BDB" w:rsidP="00830BDB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43F7E580" w14:textId="77777777" w:rsidR="005D2417" w:rsidRDefault="005D2417" w:rsidP="005D2417">
      <w:pPr>
        <w:spacing w:after="0" w:line="240" w:lineRule="auto"/>
        <w:rPr>
          <w:rFonts w:ascii="Calibri" w:hAnsi="Calibri" w:cs="Calibri"/>
          <w:bCs/>
          <w:sz w:val="22"/>
        </w:rPr>
      </w:pPr>
    </w:p>
    <w:p w14:paraId="182C3692" w14:textId="77777777" w:rsidR="004A3B8C" w:rsidRPr="0077050C" w:rsidRDefault="004A3B8C" w:rsidP="005D2417">
      <w:pPr>
        <w:spacing w:after="0" w:line="360" w:lineRule="auto"/>
        <w:rPr>
          <w:rFonts w:ascii="Calibri" w:hAnsi="Calibri" w:cs="Calibri"/>
          <w:bCs/>
          <w:sz w:val="22"/>
        </w:rPr>
      </w:pPr>
      <w:r w:rsidRPr="0077050C">
        <w:rPr>
          <w:rFonts w:ascii="Calibri" w:hAnsi="Calibri" w:cs="Calibri"/>
          <w:bCs/>
          <w:sz w:val="22"/>
        </w:rPr>
        <w:t>Ponadto oświadczam (-y), że:</w:t>
      </w:r>
    </w:p>
    <w:p w14:paraId="7336350F" w14:textId="77777777" w:rsidR="004A3B8C" w:rsidRPr="0077050C" w:rsidRDefault="004A3B8C" w:rsidP="004A3B8C">
      <w:pPr>
        <w:numPr>
          <w:ilvl w:val="0"/>
          <w:numId w:val="17"/>
        </w:numPr>
        <w:spacing w:after="0" w:line="360" w:lineRule="auto"/>
        <w:ind w:left="357" w:hanging="357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oferowana cena jest ceną ryczałtową,</w:t>
      </w:r>
    </w:p>
    <w:p w14:paraId="019E7F3B" w14:textId="77777777" w:rsidR="004A3B8C" w:rsidRPr="0077050C" w:rsidRDefault="004A3B8C" w:rsidP="004A3B8C">
      <w:pPr>
        <w:numPr>
          <w:ilvl w:val="0"/>
          <w:numId w:val="17"/>
        </w:numPr>
        <w:spacing w:after="0" w:line="360" w:lineRule="auto"/>
        <w:ind w:left="357" w:hanging="357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 xml:space="preserve">oferowana kwota uwzględnia cenę realizacji zamówienia zgodnie z warunkami określonymi w SWZ </w:t>
      </w:r>
    </w:p>
    <w:p w14:paraId="3883BACC" w14:textId="77777777" w:rsidR="004A3B8C" w:rsidRPr="0077050C" w:rsidRDefault="004A3B8C" w:rsidP="004A3B8C">
      <w:pPr>
        <w:numPr>
          <w:ilvl w:val="0"/>
          <w:numId w:val="17"/>
        </w:numPr>
        <w:spacing w:after="0" w:line="360" w:lineRule="auto"/>
        <w:ind w:left="357" w:hanging="357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zapoznaliśmy się z postanowieniami specyfikacji warunków zamówienia oraz PPU i nie wnosimy żadnych zastrzeżeń oraz zdobyliśmy konieczne informacje potrzebne do właściwego wykonania zamówienia,</w:t>
      </w:r>
    </w:p>
    <w:p w14:paraId="30A1FF13" w14:textId="77777777" w:rsidR="004A3B8C" w:rsidRPr="0077050C" w:rsidRDefault="004A3B8C" w:rsidP="004A3B8C">
      <w:pPr>
        <w:numPr>
          <w:ilvl w:val="0"/>
          <w:numId w:val="17"/>
        </w:numPr>
        <w:spacing w:after="0" w:line="360" w:lineRule="auto"/>
        <w:ind w:left="357" w:hanging="357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 xml:space="preserve">zawarte w specyfikacji warunków zamówienia, projektowane postanowienia umowy zostały przez nas zaakceptowane i zobowiązujemy się w przypadku wybrania naszej oferty do zawarcia umowy </w:t>
      </w:r>
      <w:r w:rsidRPr="0077050C">
        <w:rPr>
          <w:rFonts w:ascii="Calibri" w:hAnsi="Calibri" w:cs="Calibri"/>
          <w:sz w:val="22"/>
        </w:rPr>
        <w:br/>
        <w:t>w miejscu i terminie wyznaczonym przez zamawiającego,</w:t>
      </w:r>
    </w:p>
    <w:p w14:paraId="51C34E79" w14:textId="77777777" w:rsidR="004A3B8C" w:rsidRPr="0077050C" w:rsidRDefault="004A3B8C" w:rsidP="004A3B8C">
      <w:pPr>
        <w:numPr>
          <w:ilvl w:val="0"/>
          <w:numId w:val="17"/>
        </w:numPr>
        <w:spacing w:after="0" w:line="360" w:lineRule="auto"/>
        <w:ind w:left="357" w:hanging="357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akceptujemy warunki płatności określone w projektowanych postanowieniach umowy,</w:t>
      </w:r>
    </w:p>
    <w:p w14:paraId="4CA6583D" w14:textId="77777777" w:rsidR="004A3B8C" w:rsidRPr="0077050C" w:rsidRDefault="004A3B8C" w:rsidP="004A3B8C">
      <w:pPr>
        <w:numPr>
          <w:ilvl w:val="0"/>
          <w:numId w:val="17"/>
        </w:numPr>
        <w:spacing w:after="0" w:line="360" w:lineRule="auto"/>
        <w:ind w:left="357" w:hanging="357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uważamy się za związanych niniejszą ofertą przez okres określony w SWZ,</w:t>
      </w:r>
    </w:p>
    <w:p w14:paraId="249405A9" w14:textId="77777777" w:rsidR="004A3B8C" w:rsidRPr="0077050C" w:rsidRDefault="004A3B8C" w:rsidP="0077050C">
      <w:pPr>
        <w:numPr>
          <w:ilvl w:val="0"/>
          <w:numId w:val="17"/>
        </w:numPr>
        <w:spacing w:after="0" w:line="360" w:lineRule="auto"/>
        <w:ind w:left="357" w:hanging="357"/>
        <w:jc w:val="both"/>
        <w:rPr>
          <w:rFonts w:asciiTheme="minorHAnsi" w:hAnsiTheme="minorHAnsi" w:cstheme="minorHAnsi"/>
          <w:sz w:val="22"/>
        </w:rPr>
      </w:pPr>
      <w:r w:rsidRPr="0077050C">
        <w:rPr>
          <w:rFonts w:ascii="Calibri" w:hAnsi="Calibri" w:cs="Calibri"/>
          <w:sz w:val="22"/>
        </w:rPr>
        <w:t>Oświadczamy, że w przedmiotowym zamówieniu publicznym:</w:t>
      </w:r>
      <w:bookmarkStart w:id="1" w:name="_Hlk66722486"/>
    </w:p>
    <w:p w14:paraId="5DA9F4A4" w14:textId="77777777" w:rsidR="0077050C" w:rsidRPr="0077050C" w:rsidRDefault="0077050C" w:rsidP="0077050C">
      <w:pPr>
        <w:spacing w:after="0" w:line="360" w:lineRule="auto"/>
        <w:ind w:left="357"/>
        <w:jc w:val="both"/>
        <w:rPr>
          <w:rFonts w:ascii="Calibri" w:hAnsi="Calibri" w:cs="Calibri"/>
          <w:sz w:val="22"/>
        </w:rPr>
      </w:pPr>
    </w:p>
    <w:p w14:paraId="5C1B2605" w14:textId="77777777" w:rsidR="0077050C" w:rsidRDefault="004A3B8C" w:rsidP="004A3B8C">
      <w:pPr>
        <w:pStyle w:val="Akapitzlist"/>
        <w:spacing w:after="100" w:afterAutospacing="1"/>
        <w:ind w:left="0"/>
        <w:jc w:val="both"/>
        <w:rPr>
          <w:rFonts w:asciiTheme="minorHAnsi" w:hAnsiTheme="minorHAnsi" w:cstheme="minorHAnsi"/>
          <w:szCs w:val="24"/>
        </w:rPr>
      </w:pPr>
      <w:r w:rsidRPr="0077050C">
        <w:rPr>
          <w:rFonts w:ascii="Calibri" w:hAnsi="Calibri" w:cs="Calibri"/>
          <w:b/>
        </w:rPr>
        <w:t xml:space="preserve">Część nr 1. </w:t>
      </w:r>
      <w:r w:rsidR="0077050C" w:rsidRPr="0077050C">
        <w:rPr>
          <w:rFonts w:asciiTheme="minorHAnsi" w:hAnsiTheme="minorHAnsi" w:cstheme="minorHAnsi"/>
          <w:b/>
          <w:szCs w:val="24"/>
        </w:rPr>
        <w:t>Zajęcia pozalekcyjne z matematyki – szkoła podstawowa</w:t>
      </w:r>
    </w:p>
    <w:p w14:paraId="188E83FB" w14:textId="77777777" w:rsidR="0077050C" w:rsidRPr="0077050C" w:rsidRDefault="0077050C" w:rsidP="004A3B8C">
      <w:pPr>
        <w:pStyle w:val="Akapitzlist"/>
        <w:spacing w:after="100" w:afterAutospacing="1"/>
        <w:ind w:left="0"/>
        <w:jc w:val="both"/>
        <w:rPr>
          <w:rFonts w:asciiTheme="minorHAnsi" w:hAnsiTheme="minorHAnsi" w:cstheme="minorHAnsi"/>
          <w:b/>
        </w:rPr>
      </w:pPr>
    </w:p>
    <w:p w14:paraId="2E69F8D2" w14:textId="77777777" w:rsidR="004A3B8C" w:rsidRPr="0077050C" w:rsidRDefault="004A3B8C" w:rsidP="0077050C">
      <w:pPr>
        <w:pStyle w:val="Akapitzlist"/>
        <w:numPr>
          <w:ilvl w:val="0"/>
          <w:numId w:val="21"/>
        </w:numPr>
        <w:spacing w:after="100" w:afterAutospacing="1"/>
        <w:jc w:val="both"/>
        <w:rPr>
          <w:rFonts w:ascii="Calibri" w:hAnsi="Calibri" w:cs="Calibri"/>
          <w:b/>
          <w:sz w:val="22"/>
        </w:rPr>
      </w:pPr>
      <w:r w:rsidRPr="0077050C">
        <w:rPr>
          <w:rFonts w:ascii="Calibri" w:hAnsi="Calibri" w:cs="Calibri"/>
          <w:sz w:val="22"/>
        </w:rPr>
        <w:t>zamierzam powierzyć do wykonania podwykonawcom następującą część zamówienia</w:t>
      </w:r>
      <w:r w:rsidRPr="0077050C">
        <w:rPr>
          <w:rFonts w:ascii="Calibri" w:hAnsi="Calibri" w:cs="Calibri"/>
          <w:b/>
          <w:sz w:val="22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4A3B8C" w:rsidRPr="0077050C" w14:paraId="61A304A8" w14:textId="77777777" w:rsidTr="00B72B18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27B5274" w14:textId="77777777" w:rsidR="004A3B8C" w:rsidRPr="0077050C" w:rsidRDefault="004A3B8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hAnsi="Calibri" w:cs="Calibri"/>
                <w:b/>
                <w:sz w:val="22"/>
                <w:lang w:eastAsia="ar-SA"/>
              </w:rPr>
            </w:pPr>
          </w:p>
          <w:p w14:paraId="4016EE87" w14:textId="77777777" w:rsidR="004A3B8C" w:rsidRPr="0077050C" w:rsidRDefault="004A3B8C" w:rsidP="00B72B18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Lp.</w:t>
            </w:r>
          </w:p>
          <w:p w14:paraId="4AC98856" w14:textId="77777777" w:rsidR="004A3B8C" w:rsidRPr="0077050C" w:rsidRDefault="004A3B8C" w:rsidP="00B72B18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080162C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CDF620A" w14:textId="77777777" w:rsidR="004A3B8C" w:rsidRPr="0077050C" w:rsidRDefault="004A3B8C" w:rsidP="00B72B18">
            <w:pPr>
              <w:suppressAutoHyphens/>
              <w:jc w:val="center"/>
              <w:rPr>
                <w:rFonts w:ascii="Calibri" w:eastAsia="MS Mincho" w:hAnsi="Calibri" w:cs="Calibri"/>
                <w:b/>
                <w:iCs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Wartość brutto (</w:t>
            </w:r>
            <w:r w:rsidRPr="0077050C">
              <w:rPr>
                <w:rFonts w:ascii="Calibri" w:eastAsia="MS Mincho" w:hAnsi="Calibri" w:cs="Calibri"/>
                <w:b/>
                <w:iCs/>
                <w:sz w:val="22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0C0DB1E" w14:textId="77777777" w:rsidR="004A3B8C" w:rsidRPr="0077050C" w:rsidRDefault="004A3B8C" w:rsidP="00B72B18">
            <w:pPr>
              <w:suppressAutoHyphens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Nazwa i adres podwykonawcy</w:t>
            </w:r>
          </w:p>
        </w:tc>
      </w:tr>
      <w:tr w:rsidR="004A3B8C" w:rsidRPr="0077050C" w14:paraId="0D022CDE" w14:textId="77777777" w:rsidTr="00B72B18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5F69D6A" w14:textId="77777777" w:rsidR="004A3B8C" w:rsidRPr="0077050C" w:rsidRDefault="004A3B8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2101B311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93F588F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E35476E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4</w:t>
            </w:r>
          </w:p>
        </w:tc>
      </w:tr>
      <w:tr w:rsidR="004A3B8C" w:rsidRPr="0077050C" w14:paraId="5913D2AC" w14:textId="77777777" w:rsidTr="00B72B18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7FF553" w14:textId="77777777" w:rsidR="004A3B8C" w:rsidRPr="0077050C" w:rsidRDefault="004A3B8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F33F3A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CD783F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B038A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</w:tr>
      <w:tr w:rsidR="004A3B8C" w:rsidRPr="0077050C" w14:paraId="2DC70A49" w14:textId="77777777" w:rsidTr="00B72B18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85EEF8" w14:textId="77777777" w:rsidR="004A3B8C" w:rsidRPr="0077050C" w:rsidRDefault="004A3B8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2D7BCE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F37443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013DE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</w:tr>
    </w:tbl>
    <w:p w14:paraId="47E255CE" w14:textId="77777777" w:rsidR="0077050C" w:rsidRDefault="0077050C" w:rsidP="0077050C">
      <w:pPr>
        <w:suppressAutoHyphens/>
        <w:spacing w:after="0" w:line="240" w:lineRule="auto"/>
        <w:ind w:left="1077"/>
        <w:jc w:val="both"/>
        <w:rPr>
          <w:rFonts w:asciiTheme="minorHAnsi" w:hAnsiTheme="minorHAnsi" w:cstheme="minorHAnsi"/>
          <w:sz w:val="22"/>
        </w:rPr>
      </w:pPr>
    </w:p>
    <w:p w14:paraId="51029E05" w14:textId="77777777" w:rsidR="004A3B8C" w:rsidRPr="0077050C" w:rsidRDefault="004A3B8C" w:rsidP="0077050C">
      <w:pPr>
        <w:numPr>
          <w:ilvl w:val="3"/>
          <w:numId w:val="19"/>
        </w:numPr>
        <w:suppressAutoHyphens/>
        <w:spacing w:after="0" w:line="240" w:lineRule="auto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nie zamierzam powierzać podwykonawcom żadnej części zamówienia</w:t>
      </w:r>
      <w:r w:rsidRPr="0077050C">
        <w:rPr>
          <w:rFonts w:ascii="Calibri" w:hAnsi="Calibri" w:cs="Calibri"/>
          <w:b/>
          <w:sz w:val="22"/>
        </w:rPr>
        <w:t xml:space="preserve"> *</w:t>
      </w:r>
    </w:p>
    <w:p w14:paraId="6C750C04" w14:textId="77777777" w:rsidR="0077050C" w:rsidRPr="0077050C" w:rsidRDefault="0077050C" w:rsidP="0077050C">
      <w:pPr>
        <w:pStyle w:val="Akapitzlist"/>
        <w:ind w:left="0"/>
        <w:jc w:val="both"/>
        <w:rPr>
          <w:rStyle w:val="FontStyle19"/>
          <w:rFonts w:asciiTheme="minorHAnsi" w:hAnsiTheme="minorHAnsi" w:cstheme="minorHAnsi"/>
          <w:b/>
          <w:szCs w:val="24"/>
        </w:rPr>
      </w:pPr>
    </w:p>
    <w:p w14:paraId="615AEC5D" w14:textId="77777777" w:rsidR="0077050C" w:rsidRPr="0077050C" w:rsidRDefault="0077050C" w:rsidP="0077050C">
      <w:pPr>
        <w:pStyle w:val="Akapitzlist"/>
        <w:ind w:left="0"/>
        <w:jc w:val="both"/>
        <w:rPr>
          <w:rStyle w:val="FontStyle19"/>
          <w:rFonts w:asciiTheme="minorHAnsi" w:hAnsiTheme="minorHAnsi" w:cstheme="minorHAnsi"/>
          <w:b/>
          <w:sz w:val="24"/>
          <w:szCs w:val="24"/>
        </w:rPr>
      </w:pPr>
    </w:p>
    <w:p w14:paraId="782A8FD0" w14:textId="77777777" w:rsidR="0077050C" w:rsidRPr="0077050C" w:rsidRDefault="0077050C" w:rsidP="0077050C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Część nr 2. Zajęcia pozalekcyjne z matematyki – szkoła ponadpodstawowa gr. 1</w:t>
      </w:r>
    </w:p>
    <w:p w14:paraId="13DC0B36" w14:textId="77777777" w:rsidR="0077050C" w:rsidRPr="0077050C" w:rsidRDefault="0077050C" w:rsidP="0077050C">
      <w:pPr>
        <w:pStyle w:val="Akapitzlist"/>
        <w:ind w:left="0"/>
        <w:jc w:val="both"/>
        <w:rPr>
          <w:rFonts w:ascii="Calibri" w:hAnsi="Calibri" w:cs="Calibri"/>
          <w:b/>
          <w:color w:val="000000"/>
          <w:szCs w:val="24"/>
        </w:rPr>
      </w:pPr>
    </w:p>
    <w:p w14:paraId="7BA6D8C7" w14:textId="77777777" w:rsidR="004A3B8C" w:rsidRPr="0077050C" w:rsidRDefault="004A3B8C" w:rsidP="004A3B8C">
      <w:pPr>
        <w:pStyle w:val="Akapitzlist"/>
        <w:numPr>
          <w:ilvl w:val="0"/>
          <w:numId w:val="20"/>
        </w:numPr>
        <w:suppressAutoHyphens/>
        <w:spacing w:after="0" w:line="360" w:lineRule="auto"/>
        <w:jc w:val="both"/>
        <w:rPr>
          <w:rFonts w:ascii="Calibri" w:hAnsi="Calibri" w:cs="Calibri"/>
          <w:b/>
          <w:sz w:val="22"/>
        </w:rPr>
      </w:pPr>
      <w:r w:rsidRPr="0077050C">
        <w:rPr>
          <w:rFonts w:ascii="Calibri" w:hAnsi="Calibri" w:cs="Calibri"/>
          <w:sz w:val="22"/>
        </w:rPr>
        <w:t>zamierzam powierzyć do wykonania podwykonawcom następującą część zamówienia</w:t>
      </w:r>
      <w:r w:rsidRPr="0077050C">
        <w:rPr>
          <w:rFonts w:ascii="Calibri" w:hAnsi="Calibri" w:cs="Calibri"/>
          <w:b/>
          <w:sz w:val="22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4A3B8C" w:rsidRPr="0077050C" w14:paraId="63C9141D" w14:textId="77777777" w:rsidTr="00B72B18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AD7330B" w14:textId="77777777" w:rsidR="004A3B8C" w:rsidRPr="0077050C" w:rsidRDefault="004A3B8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hAnsi="Calibri" w:cs="Calibri"/>
                <w:b/>
                <w:sz w:val="22"/>
                <w:lang w:eastAsia="ar-SA"/>
              </w:rPr>
            </w:pPr>
          </w:p>
          <w:p w14:paraId="3CCE0470" w14:textId="77777777" w:rsidR="004A3B8C" w:rsidRPr="0077050C" w:rsidRDefault="004A3B8C" w:rsidP="00B72B18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Lp.</w:t>
            </w:r>
          </w:p>
          <w:p w14:paraId="468D158D" w14:textId="77777777" w:rsidR="004A3B8C" w:rsidRPr="0077050C" w:rsidRDefault="004A3B8C" w:rsidP="00B72B18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2D80AC66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C62874B" w14:textId="77777777" w:rsidR="004A3B8C" w:rsidRPr="0077050C" w:rsidRDefault="004A3B8C" w:rsidP="00B72B18">
            <w:pPr>
              <w:suppressAutoHyphens/>
              <w:jc w:val="center"/>
              <w:rPr>
                <w:rFonts w:ascii="Calibri" w:eastAsia="MS Mincho" w:hAnsi="Calibri" w:cs="Calibri"/>
                <w:b/>
                <w:iCs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Wartość brutto (</w:t>
            </w:r>
            <w:r w:rsidRPr="0077050C">
              <w:rPr>
                <w:rFonts w:ascii="Calibri" w:eastAsia="MS Mincho" w:hAnsi="Calibri" w:cs="Calibri"/>
                <w:b/>
                <w:iCs/>
                <w:sz w:val="22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AED119A" w14:textId="77777777" w:rsidR="004A3B8C" w:rsidRPr="0077050C" w:rsidRDefault="004A3B8C" w:rsidP="00B72B18">
            <w:pPr>
              <w:suppressAutoHyphens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Nazwa i adres podwykonawcy</w:t>
            </w:r>
          </w:p>
        </w:tc>
      </w:tr>
      <w:tr w:rsidR="004A3B8C" w:rsidRPr="0077050C" w14:paraId="00461A6B" w14:textId="77777777" w:rsidTr="00B72B18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34158E34" w14:textId="77777777" w:rsidR="004A3B8C" w:rsidRPr="0077050C" w:rsidRDefault="004A3B8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39FD296C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02AE77B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8FF2BF4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4</w:t>
            </w:r>
          </w:p>
        </w:tc>
      </w:tr>
      <w:tr w:rsidR="004A3B8C" w:rsidRPr="0077050C" w14:paraId="58D98BBD" w14:textId="77777777" w:rsidTr="00B72B18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702821" w14:textId="77777777" w:rsidR="004A3B8C" w:rsidRPr="0077050C" w:rsidRDefault="004A3B8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C048BE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B35F38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891AD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</w:tr>
      <w:tr w:rsidR="004A3B8C" w:rsidRPr="0077050C" w14:paraId="697B33E8" w14:textId="77777777" w:rsidTr="00B72B18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D2AF19" w14:textId="77777777" w:rsidR="004A3B8C" w:rsidRPr="0077050C" w:rsidRDefault="004A3B8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9418F7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E8F20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59ED5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</w:tr>
    </w:tbl>
    <w:p w14:paraId="36834604" w14:textId="77777777" w:rsidR="0077050C" w:rsidRDefault="0077050C" w:rsidP="0077050C">
      <w:pPr>
        <w:suppressAutoHyphens/>
        <w:spacing w:after="0" w:line="240" w:lineRule="auto"/>
        <w:ind w:left="1077"/>
        <w:jc w:val="both"/>
        <w:rPr>
          <w:rFonts w:asciiTheme="minorHAnsi" w:hAnsiTheme="minorHAnsi" w:cstheme="minorHAnsi"/>
          <w:sz w:val="22"/>
        </w:rPr>
      </w:pPr>
    </w:p>
    <w:p w14:paraId="6521CF28" w14:textId="77777777" w:rsidR="004A3B8C" w:rsidRPr="0077050C" w:rsidRDefault="004A3B8C" w:rsidP="0077050C">
      <w:pPr>
        <w:numPr>
          <w:ilvl w:val="3"/>
          <w:numId w:val="19"/>
        </w:numPr>
        <w:suppressAutoHyphens/>
        <w:spacing w:after="0" w:line="240" w:lineRule="auto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nie zamierzam powierzać podwykonawcom żadnej części zamówienia</w:t>
      </w:r>
      <w:r w:rsidRPr="0077050C">
        <w:rPr>
          <w:rFonts w:ascii="Calibri" w:hAnsi="Calibri" w:cs="Calibri"/>
          <w:b/>
          <w:sz w:val="22"/>
        </w:rPr>
        <w:t xml:space="preserve"> *</w:t>
      </w:r>
    </w:p>
    <w:bookmarkEnd w:id="1"/>
    <w:p w14:paraId="5D152B37" w14:textId="77777777" w:rsidR="004A3B8C" w:rsidRPr="0077050C" w:rsidRDefault="004A3B8C" w:rsidP="004A3B8C">
      <w:pPr>
        <w:suppressAutoHyphens/>
        <w:jc w:val="both"/>
        <w:rPr>
          <w:rFonts w:ascii="Calibri" w:hAnsi="Calibri" w:cs="Calibri"/>
          <w:sz w:val="22"/>
        </w:rPr>
      </w:pPr>
    </w:p>
    <w:p w14:paraId="1027B639" w14:textId="77777777" w:rsidR="004A3B8C" w:rsidRPr="0077050C" w:rsidRDefault="004A3B8C" w:rsidP="004A3B8C">
      <w:pPr>
        <w:pStyle w:val="Akapitzlist"/>
        <w:ind w:left="0"/>
        <w:jc w:val="both"/>
        <w:rPr>
          <w:rFonts w:ascii="Calibri" w:hAnsi="Calibri" w:cs="Calibri"/>
          <w:b/>
          <w:sz w:val="22"/>
        </w:rPr>
      </w:pPr>
    </w:p>
    <w:p w14:paraId="5E8668FE" w14:textId="77777777" w:rsidR="005D2417" w:rsidRDefault="005D2417">
      <w:pPr>
        <w:spacing w:after="0" w:line="240" w:lineRule="auto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br w:type="page"/>
      </w:r>
    </w:p>
    <w:p w14:paraId="6576D2A1" w14:textId="77777777" w:rsidR="0077050C" w:rsidRPr="0077050C" w:rsidRDefault="0077050C" w:rsidP="0077050C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Część nr 3. Zajęcia pozalekcyjne z matematyki – szkoła ponadpodstawowa gr. 2</w:t>
      </w:r>
    </w:p>
    <w:p w14:paraId="1A7B5C15" w14:textId="77777777" w:rsidR="0077050C" w:rsidRPr="0077050C" w:rsidRDefault="0077050C" w:rsidP="0077050C">
      <w:pPr>
        <w:pStyle w:val="Akapitzlist"/>
        <w:ind w:left="0"/>
        <w:jc w:val="both"/>
        <w:rPr>
          <w:rFonts w:ascii="Calibri" w:hAnsi="Calibri" w:cs="Calibri"/>
          <w:b/>
        </w:rPr>
      </w:pPr>
    </w:p>
    <w:p w14:paraId="09885332" w14:textId="77777777" w:rsidR="004A3B8C" w:rsidRPr="0077050C" w:rsidRDefault="004A3B8C" w:rsidP="004A3B8C">
      <w:pPr>
        <w:pStyle w:val="Akapitzlist"/>
        <w:numPr>
          <w:ilvl w:val="0"/>
          <w:numId w:val="20"/>
        </w:numPr>
        <w:suppressAutoHyphens/>
        <w:spacing w:after="0" w:line="360" w:lineRule="auto"/>
        <w:jc w:val="both"/>
        <w:rPr>
          <w:rFonts w:ascii="Calibri" w:hAnsi="Calibri" w:cs="Calibri"/>
          <w:b/>
          <w:sz w:val="22"/>
        </w:rPr>
      </w:pPr>
      <w:r w:rsidRPr="0077050C">
        <w:rPr>
          <w:rFonts w:ascii="Calibri" w:hAnsi="Calibri" w:cs="Calibri"/>
          <w:sz w:val="22"/>
        </w:rPr>
        <w:t>zamierzam powierzyć do wykonania podwykonawcom następującą część zamówienia</w:t>
      </w:r>
      <w:r w:rsidRPr="0077050C">
        <w:rPr>
          <w:rFonts w:ascii="Calibri" w:hAnsi="Calibri" w:cs="Calibri"/>
          <w:b/>
          <w:sz w:val="22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4A3B8C" w:rsidRPr="0077050C" w14:paraId="2F742B2A" w14:textId="77777777" w:rsidTr="00B72B18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DEC562B" w14:textId="77777777" w:rsidR="004A3B8C" w:rsidRPr="0077050C" w:rsidRDefault="004A3B8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hAnsi="Calibri" w:cs="Calibri"/>
                <w:b/>
                <w:sz w:val="22"/>
                <w:lang w:eastAsia="ar-SA"/>
              </w:rPr>
            </w:pPr>
          </w:p>
          <w:p w14:paraId="7EB28184" w14:textId="77777777" w:rsidR="004A3B8C" w:rsidRPr="0077050C" w:rsidRDefault="004A3B8C" w:rsidP="00B72B18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Lp.</w:t>
            </w:r>
          </w:p>
          <w:p w14:paraId="211F9340" w14:textId="77777777" w:rsidR="004A3B8C" w:rsidRPr="0077050C" w:rsidRDefault="004A3B8C" w:rsidP="00B72B18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360C01C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1B6E569" w14:textId="77777777" w:rsidR="004A3B8C" w:rsidRPr="0077050C" w:rsidRDefault="004A3B8C" w:rsidP="00B72B18">
            <w:pPr>
              <w:suppressAutoHyphens/>
              <w:jc w:val="center"/>
              <w:rPr>
                <w:rFonts w:ascii="Calibri" w:eastAsia="MS Mincho" w:hAnsi="Calibri" w:cs="Calibri"/>
                <w:b/>
                <w:iCs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Wartość brutto (</w:t>
            </w:r>
            <w:r w:rsidRPr="0077050C">
              <w:rPr>
                <w:rFonts w:ascii="Calibri" w:eastAsia="MS Mincho" w:hAnsi="Calibri" w:cs="Calibri"/>
                <w:b/>
                <w:iCs/>
                <w:sz w:val="22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08BD4EC" w14:textId="77777777" w:rsidR="004A3B8C" w:rsidRPr="0077050C" w:rsidRDefault="004A3B8C" w:rsidP="00B72B18">
            <w:pPr>
              <w:suppressAutoHyphens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Nazwa i adres podwykonawcy</w:t>
            </w:r>
          </w:p>
        </w:tc>
      </w:tr>
      <w:tr w:rsidR="004A3B8C" w:rsidRPr="0077050C" w14:paraId="0925D396" w14:textId="77777777" w:rsidTr="00B72B18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16A8C466" w14:textId="77777777" w:rsidR="004A3B8C" w:rsidRPr="0077050C" w:rsidRDefault="004A3B8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383443C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3DDDA111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A78D8E5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4</w:t>
            </w:r>
          </w:p>
        </w:tc>
      </w:tr>
      <w:tr w:rsidR="004A3B8C" w:rsidRPr="0077050C" w14:paraId="19D7F628" w14:textId="77777777" w:rsidTr="00B72B18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32E7DA" w14:textId="77777777" w:rsidR="004A3B8C" w:rsidRPr="0077050C" w:rsidRDefault="004A3B8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F55F2D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511809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4178B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</w:tr>
      <w:tr w:rsidR="004A3B8C" w:rsidRPr="0077050C" w14:paraId="3968D993" w14:textId="77777777" w:rsidTr="00B72B18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0B1B06" w14:textId="77777777" w:rsidR="004A3B8C" w:rsidRPr="0077050C" w:rsidRDefault="004A3B8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187B62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426660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E2972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</w:tr>
    </w:tbl>
    <w:p w14:paraId="066FAA1B" w14:textId="77777777" w:rsidR="0077050C" w:rsidRDefault="0077050C" w:rsidP="0077050C">
      <w:pPr>
        <w:suppressAutoHyphens/>
        <w:spacing w:after="0" w:line="360" w:lineRule="auto"/>
        <w:ind w:left="1077"/>
        <w:jc w:val="both"/>
        <w:rPr>
          <w:rFonts w:asciiTheme="minorHAnsi" w:hAnsiTheme="minorHAnsi" w:cstheme="minorHAnsi"/>
          <w:sz w:val="22"/>
        </w:rPr>
      </w:pPr>
    </w:p>
    <w:p w14:paraId="04DD8F26" w14:textId="77777777" w:rsidR="004A3B8C" w:rsidRPr="0077050C" w:rsidRDefault="004A3B8C" w:rsidP="0077050C">
      <w:pPr>
        <w:numPr>
          <w:ilvl w:val="3"/>
          <w:numId w:val="19"/>
        </w:numPr>
        <w:suppressAutoHyphens/>
        <w:spacing w:after="0" w:line="360" w:lineRule="auto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nie zamierzam powierzać podwykonawcom żadnej części zamówienia</w:t>
      </w:r>
      <w:r w:rsidRPr="0077050C">
        <w:rPr>
          <w:rFonts w:ascii="Calibri" w:hAnsi="Calibri" w:cs="Calibri"/>
          <w:b/>
          <w:sz w:val="22"/>
        </w:rPr>
        <w:t xml:space="preserve"> *</w:t>
      </w:r>
    </w:p>
    <w:p w14:paraId="42C96744" w14:textId="77777777" w:rsidR="004A3B8C" w:rsidRPr="0077050C" w:rsidRDefault="004A3B8C" w:rsidP="004A3B8C">
      <w:pPr>
        <w:suppressAutoHyphens/>
        <w:jc w:val="both"/>
        <w:rPr>
          <w:rFonts w:asciiTheme="minorHAnsi" w:hAnsiTheme="minorHAnsi" w:cstheme="minorHAnsi"/>
          <w:sz w:val="22"/>
        </w:rPr>
      </w:pPr>
    </w:p>
    <w:p w14:paraId="438B79F7" w14:textId="77777777" w:rsidR="0077050C" w:rsidRPr="0077050C" w:rsidRDefault="0077050C" w:rsidP="0077050C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Część nr 4. Zajęcia pozalekcyjnych z fizyki – szkoła podstawowa</w:t>
      </w:r>
    </w:p>
    <w:p w14:paraId="58D2BF89" w14:textId="77777777" w:rsidR="0077050C" w:rsidRPr="0077050C" w:rsidRDefault="0077050C" w:rsidP="0077050C">
      <w:pPr>
        <w:pStyle w:val="Akapitzlist"/>
        <w:spacing w:after="100" w:afterAutospacing="1"/>
        <w:ind w:left="0"/>
        <w:jc w:val="both"/>
        <w:rPr>
          <w:rFonts w:asciiTheme="minorHAnsi" w:hAnsiTheme="minorHAnsi" w:cstheme="minorHAnsi"/>
          <w:b/>
        </w:rPr>
      </w:pPr>
    </w:p>
    <w:p w14:paraId="280ADD90" w14:textId="77777777" w:rsidR="0077050C" w:rsidRPr="0077050C" w:rsidRDefault="0077050C" w:rsidP="0077050C">
      <w:pPr>
        <w:pStyle w:val="Akapitzlist"/>
        <w:numPr>
          <w:ilvl w:val="0"/>
          <w:numId w:val="20"/>
        </w:numPr>
        <w:spacing w:after="100" w:afterAutospacing="1"/>
        <w:jc w:val="both"/>
        <w:rPr>
          <w:rFonts w:ascii="Calibri" w:hAnsi="Calibri" w:cs="Calibri"/>
          <w:b/>
          <w:sz w:val="22"/>
        </w:rPr>
      </w:pPr>
      <w:r w:rsidRPr="0077050C">
        <w:rPr>
          <w:rFonts w:ascii="Calibri" w:hAnsi="Calibri" w:cs="Calibri"/>
          <w:sz w:val="22"/>
        </w:rPr>
        <w:t>zamierzam powierzyć do wykonania podwykonawcom następującą część zamówienia</w:t>
      </w:r>
      <w:r w:rsidRPr="0077050C">
        <w:rPr>
          <w:rFonts w:ascii="Calibri" w:hAnsi="Calibri" w:cs="Calibri"/>
          <w:b/>
          <w:sz w:val="22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77050C" w:rsidRPr="0077050C" w14:paraId="62E26198" w14:textId="77777777" w:rsidTr="00B72B18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3E29B47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hAnsi="Calibri" w:cs="Calibri"/>
                <w:b/>
                <w:sz w:val="22"/>
                <w:lang w:eastAsia="ar-SA"/>
              </w:rPr>
            </w:pPr>
          </w:p>
          <w:p w14:paraId="676BD4F2" w14:textId="77777777" w:rsidR="0077050C" w:rsidRPr="0077050C" w:rsidRDefault="0077050C" w:rsidP="00B72B18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Lp.</w:t>
            </w:r>
          </w:p>
          <w:p w14:paraId="2ED5462B" w14:textId="77777777" w:rsidR="0077050C" w:rsidRPr="0077050C" w:rsidRDefault="0077050C" w:rsidP="00B72B18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6F1BBEF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2C39145" w14:textId="77777777" w:rsidR="0077050C" w:rsidRPr="0077050C" w:rsidRDefault="0077050C" w:rsidP="00B72B18">
            <w:pPr>
              <w:suppressAutoHyphens/>
              <w:jc w:val="center"/>
              <w:rPr>
                <w:rFonts w:ascii="Calibri" w:eastAsia="MS Mincho" w:hAnsi="Calibri" w:cs="Calibri"/>
                <w:b/>
                <w:iCs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Wartość brutto (</w:t>
            </w:r>
            <w:r w:rsidRPr="0077050C">
              <w:rPr>
                <w:rFonts w:ascii="Calibri" w:eastAsia="MS Mincho" w:hAnsi="Calibri" w:cs="Calibri"/>
                <w:b/>
                <w:iCs/>
                <w:sz w:val="22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3A8EEEA" w14:textId="77777777" w:rsidR="0077050C" w:rsidRPr="0077050C" w:rsidRDefault="0077050C" w:rsidP="00B72B18">
            <w:pPr>
              <w:suppressAutoHyphens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Nazwa i adres podwykonawcy</w:t>
            </w:r>
          </w:p>
        </w:tc>
      </w:tr>
      <w:tr w:rsidR="0077050C" w:rsidRPr="0077050C" w14:paraId="688B96F6" w14:textId="77777777" w:rsidTr="00B72B18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21C6F536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8B9EF28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018C9DE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205188D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4</w:t>
            </w:r>
          </w:p>
        </w:tc>
      </w:tr>
      <w:tr w:rsidR="0077050C" w:rsidRPr="0077050C" w14:paraId="754758C5" w14:textId="77777777" w:rsidTr="00B72B18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2B4EFB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81D76F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32BEE1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17376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</w:tr>
      <w:tr w:rsidR="0077050C" w:rsidRPr="0077050C" w14:paraId="2C919B74" w14:textId="77777777" w:rsidTr="00B72B18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2574C7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FDCFD5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1AFA8B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A6A01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</w:tr>
    </w:tbl>
    <w:p w14:paraId="69058AFA" w14:textId="77777777" w:rsidR="0077050C" w:rsidRDefault="0077050C" w:rsidP="0077050C">
      <w:pPr>
        <w:suppressAutoHyphens/>
        <w:spacing w:after="0" w:line="240" w:lineRule="auto"/>
        <w:ind w:left="1077"/>
        <w:jc w:val="both"/>
        <w:rPr>
          <w:rFonts w:asciiTheme="minorHAnsi" w:hAnsiTheme="minorHAnsi" w:cstheme="minorHAnsi"/>
          <w:sz w:val="22"/>
        </w:rPr>
      </w:pPr>
    </w:p>
    <w:p w14:paraId="14B190DC" w14:textId="77777777" w:rsidR="0077050C" w:rsidRPr="0077050C" w:rsidRDefault="0077050C" w:rsidP="0077050C">
      <w:pPr>
        <w:numPr>
          <w:ilvl w:val="3"/>
          <w:numId w:val="19"/>
        </w:numPr>
        <w:suppressAutoHyphens/>
        <w:spacing w:after="0" w:line="240" w:lineRule="auto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nie zamierzam powierzać podwykonawcom żadnej części zamówienia</w:t>
      </w:r>
      <w:r w:rsidRPr="0077050C">
        <w:rPr>
          <w:rFonts w:ascii="Calibri" w:hAnsi="Calibri" w:cs="Calibri"/>
          <w:b/>
          <w:sz w:val="22"/>
        </w:rPr>
        <w:t xml:space="preserve"> *</w:t>
      </w:r>
    </w:p>
    <w:p w14:paraId="7B0EFAF2" w14:textId="77777777" w:rsidR="0077050C" w:rsidRPr="0077050C" w:rsidRDefault="0077050C" w:rsidP="0077050C">
      <w:pPr>
        <w:pStyle w:val="Akapitzlist"/>
        <w:ind w:left="0"/>
        <w:jc w:val="both"/>
        <w:rPr>
          <w:rStyle w:val="FontStyle19"/>
          <w:rFonts w:asciiTheme="minorHAnsi" w:hAnsiTheme="minorHAnsi" w:cstheme="minorHAnsi"/>
          <w:b/>
          <w:szCs w:val="24"/>
        </w:rPr>
      </w:pPr>
    </w:p>
    <w:p w14:paraId="08BE0A82" w14:textId="77777777" w:rsidR="0077050C" w:rsidRPr="0077050C" w:rsidRDefault="0077050C" w:rsidP="0077050C">
      <w:pPr>
        <w:pStyle w:val="Akapitzlist"/>
        <w:ind w:left="0"/>
        <w:jc w:val="both"/>
        <w:rPr>
          <w:rStyle w:val="FontStyle19"/>
          <w:rFonts w:asciiTheme="minorHAnsi" w:hAnsiTheme="minorHAnsi" w:cstheme="minorHAnsi"/>
          <w:b/>
          <w:sz w:val="24"/>
          <w:szCs w:val="24"/>
        </w:rPr>
      </w:pPr>
    </w:p>
    <w:p w14:paraId="7DA5C29D" w14:textId="77777777" w:rsidR="0077050C" w:rsidRDefault="0077050C" w:rsidP="0077050C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</w:rPr>
      </w:pPr>
    </w:p>
    <w:p w14:paraId="5B27F360" w14:textId="77777777" w:rsidR="005D2417" w:rsidRDefault="005D2417">
      <w:pPr>
        <w:spacing w:after="0" w:line="240" w:lineRule="auto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br w:type="page"/>
      </w:r>
    </w:p>
    <w:p w14:paraId="26B08AE9" w14:textId="77777777" w:rsidR="0077050C" w:rsidRPr="0077050C" w:rsidRDefault="0077050C" w:rsidP="0077050C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Część nr 5. Zajęcia pozalekcyjne z fizyki – szkoła ponadpodstawowa </w:t>
      </w:r>
    </w:p>
    <w:p w14:paraId="5DCDC8BC" w14:textId="77777777" w:rsidR="0077050C" w:rsidRPr="0077050C" w:rsidRDefault="0077050C" w:rsidP="0077050C">
      <w:pPr>
        <w:pStyle w:val="Akapitzlist"/>
        <w:ind w:left="0"/>
        <w:jc w:val="both"/>
        <w:rPr>
          <w:rFonts w:ascii="Calibri" w:hAnsi="Calibri" w:cs="Calibri"/>
          <w:b/>
          <w:color w:val="000000"/>
          <w:szCs w:val="24"/>
        </w:rPr>
      </w:pPr>
    </w:p>
    <w:p w14:paraId="3A9AC810" w14:textId="77777777" w:rsidR="0077050C" w:rsidRPr="0077050C" w:rsidRDefault="0077050C" w:rsidP="0077050C">
      <w:pPr>
        <w:pStyle w:val="Akapitzlist"/>
        <w:numPr>
          <w:ilvl w:val="0"/>
          <w:numId w:val="20"/>
        </w:numPr>
        <w:suppressAutoHyphens/>
        <w:spacing w:after="0" w:line="360" w:lineRule="auto"/>
        <w:jc w:val="both"/>
        <w:rPr>
          <w:rFonts w:ascii="Calibri" w:hAnsi="Calibri" w:cs="Calibri"/>
          <w:b/>
          <w:sz w:val="22"/>
        </w:rPr>
      </w:pPr>
      <w:r w:rsidRPr="0077050C">
        <w:rPr>
          <w:rFonts w:ascii="Calibri" w:hAnsi="Calibri" w:cs="Calibri"/>
          <w:sz w:val="22"/>
        </w:rPr>
        <w:t>zamierzam powierzyć do wykonania podwykonawcom następującą część zamówienia</w:t>
      </w:r>
      <w:r w:rsidRPr="0077050C">
        <w:rPr>
          <w:rFonts w:ascii="Calibri" w:hAnsi="Calibri" w:cs="Calibri"/>
          <w:b/>
          <w:sz w:val="22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77050C" w:rsidRPr="0077050C" w14:paraId="7253648F" w14:textId="77777777" w:rsidTr="00B72B18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EF9D9A3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hAnsi="Calibri" w:cs="Calibri"/>
                <w:b/>
                <w:sz w:val="22"/>
                <w:lang w:eastAsia="ar-SA"/>
              </w:rPr>
            </w:pPr>
          </w:p>
          <w:p w14:paraId="321F3B86" w14:textId="77777777" w:rsidR="0077050C" w:rsidRPr="0077050C" w:rsidRDefault="0077050C" w:rsidP="00B72B18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Lp.</w:t>
            </w:r>
          </w:p>
          <w:p w14:paraId="733B6070" w14:textId="77777777" w:rsidR="0077050C" w:rsidRPr="0077050C" w:rsidRDefault="0077050C" w:rsidP="00B72B18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7EFA3F2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F714D1C" w14:textId="77777777" w:rsidR="0077050C" w:rsidRPr="0077050C" w:rsidRDefault="0077050C" w:rsidP="00B72B18">
            <w:pPr>
              <w:suppressAutoHyphens/>
              <w:jc w:val="center"/>
              <w:rPr>
                <w:rFonts w:ascii="Calibri" w:eastAsia="MS Mincho" w:hAnsi="Calibri" w:cs="Calibri"/>
                <w:b/>
                <w:iCs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Wartość brutto (</w:t>
            </w:r>
            <w:r w:rsidRPr="0077050C">
              <w:rPr>
                <w:rFonts w:ascii="Calibri" w:eastAsia="MS Mincho" w:hAnsi="Calibri" w:cs="Calibri"/>
                <w:b/>
                <w:iCs/>
                <w:sz w:val="22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8A80EFA" w14:textId="77777777" w:rsidR="0077050C" w:rsidRPr="0077050C" w:rsidRDefault="0077050C" w:rsidP="00B72B18">
            <w:pPr>
              <w:suppressAutoHyphens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Nazwa i adres podwykonawcy</w:t>
            </w:r>
          </w:p>
        </w:tc>
      </w:tr>
      <w:tr w:rsidR="0077050C" w:rsidRPr="0077050C" w14:paraId="3F3D75F4" w14:textId="77777777" w:rsidTr="00B72B18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0445B6B1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017E57C8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6FA3EF6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94E631F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4</w:t>
            </w:r>
          </w:p>
        </w:tc>
      </w:tr>
      <w:tr w:rsidR="0077050C" w:rsidRPr="0077050C" w14:paraId="5ADCDD43" w14:textId="77777777" w:rsidTr="00B72B18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E2D560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20A582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7A39B4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48130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</w:tr>
      <w:tr w:rsidR="0077050C" w:rsidRPr="0077050C" w14:paraId="0AFCB77E" w14:textId="77777777" w:rsidTr="00B72B18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213079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4D89B2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A82F2F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6D66C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</w:tr>
    </w:tbl>
    <w:p w14:paraId="1C18107A" w14:textId="77777777" w:rsidR="0077050C" w:rsidRDefault="0077050C" w:rsidP="0077050C">
      <w:pPr>
        <w:suppressAutoHyphens/>
        <w:spacing w:after="0" w:line="240" w:lineRule="auto"/>
        <w:ind w:left="1077"/>
        <w:jc w:val="both"/>
        <w:rPr>
          <w:rFonts w:asciiTheme="minorHAnsi" w:hAnsiTheme="minorHAnsi" w:cstheme="minorHAnsi"/>
          <w:sz w:val="22"/>
        </w:rPr>
      </w:pPr>
    </w:p>
    <w:p w14:paraId="623CD888" w14:textId="77777777" w:rsidR="0077050C" w:rsidRPr="0077050C" w:rsidRDefault="0077050C" w:rsidP="0077050C">
      <w:pPr>
        <w:numPr>
          <w:ilvl w:val="3"/>
          <w:numId w:val="19"/>
        </w:numPr>
        <w:suppressAutoHyphens/>
        <w:spacing w:after="0" w:line="240" w:lineRule="auto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nie zamierzam powierzać podwykonawcom żadnej części zamówienia</w:t>
      </w:r>
      <w:r w:rsidRPr="0077050C">
        <w:rPr>
          <w:rFonts w:ascii="Calibri" w:hAnsi="Calibri" w:cs="Calibri"/>
          <w:b/>
          <w:sz w:val="22"/>
        </w:rPr>
        <w:t xml:space="preserve"> *</w:t>
      </w:r>
    </w:p>
    <w:p w14:paraId="534BCCCC" w14:textId="77777777" w:rsidR="0077050C" w:rsidRPr="0077050C" w:rsidRDefault="0077050C" w:rsidP="0077050C">
      <w:pPr>
        <w:suppressAutoHyphens/>
        <w:jc w:val="both"/>
        <w:rPr>
          <w:rFonts w:ascii="Calibri" w:hAnsi="Calibri" w:cs="Calibri"/>
          <w:sz w:val="22"/>
        </w:rPr>
      </w:pPr>
    </w:p>
    <w:p w14:paraId="1DFC7D76" w14:textId="77777777" w:rsidR="0077050C" w:rsidRPr="0077050C" w:rsidRDefault="0077050C" w:rsidP="0077050C">
      <w:pPr>
        <w:pStyle w:val="Akapitzlist"/>
        <w:ind w:left="0"/>
        <w:jc w:val="both"/>
        <w:rPr>
          <w:rFonts w:ascii="Calibri" w:hAnsi="Calibri" w:cs="Calibri"/>
          <w:b/>
          <w:sz w:val="22"/>
        </w:rPr>
      </w:pPr>
    </w:p>
    <w:p w14:paraId="7A65D90D" w14:textId="77777777" w:rsidR="0077050C" w:rsidRPr="0077050C" w:rsidRDefault="0077050C" w:rsidP="0077050C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Część nr 6. Zajęcia pozalekcyjne z informatyki – szkoła podstawowa</w:t>
      </w:r>
    </w:p>
    <w:p w14:paraId="3044C8FA" w14:textId="77777777" w:rsidR="0077050C" w:rsidRPr="0077050C" w:rsidRDefault="0077050C" w:rsidP="0077050C">
      <w:pPr>
        <w:pStyle w:val="Akapitzlist"/>
        <w:ind w:left="0"/>
        <w:jc w:val="both"/>
        <w:rPr>
          <w:rFonts w:ascii="Calibri" w:hAnsi="Calibri" w:cs="Calibri"/>
          <w:b/>
        </w:rPr>
      </w:pPr>
    </w:p>
    <w:p w14:paraId="59DEDF08" w14:textId="77777777" w:rsidR="0077050C" w:rsidRPr="0077050C" w:rsidRDefault="0077050C" w:rsidP="0077050C">
      <w:pPr>
        <w:pStyle w:val="Akapitzlist"/>
        <w:numPr>
          <w:ilvl w:val="0"/>
          <w:numId w:val="20"/>
        </w:numPr>
        <w:suppressAutoHyphens/>
        <w:spacing w:after="0" w:line="360" w:lineRule="auto"/>
        <w:jc w:val="both"/>
        <w:rPr>
          <w:rFonts w:ascii="Calibri" w:hAnsi="Calibri" w:cs="Calibri"/>
          <w:b/>
          <w:sz w:val="22"/>
        </w:rPr>
      </w:pPr>
      <w:r w:rsidRPr="0077050C">
        <w:rPr>
          <w:rFonts w:ascii="Calibri" w:hAnsi="Calibri" w:cs="Calibri"/>
          <w:sz w:val="22"/>
        </w:rPr>
        <w:t>zamierzam powierzyć do wykonania podwykonawcom następującą część zamówienia</w:t>
      </w:r>
      <w:r w:rsidRPr="0077050C">
        <w:rPr>
          <w:rFonts w:ascii="Calibri" w:hAnsi="Calibri" w:cs="Calibri"/>
          <w:b/>
          <w:sz w:val="22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77050C" w:rsidRPr="0077050C" w14:paraId="2685B692" w14:textId="77777777" w:rsidTr="00B72B18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61F294B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hAnsi="Calibri" w:cs="Calibri"/>
                <w:b/>
                <w:sz w:val="22"/>
                <w:lang w:eastAsia="ar-SA"/>
              </w:rPr>
            </w:pPr>
          </w:p>
          <w:p w14:paraId="048017F6" w14:textId="77777777" w:rsidR="0077050C" w:rsidRPr="0077050C" w:rsidRDefault="0077050C" w:rsidP="00B72B18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Lp.</w:t>
            </w:r>
          </w:p>
          <w:p w14:paraId="4123F98E" w14:textId="77777777" w:rsidR="0077050C" w:rsidRPr="0077050C" w:rsidRDefault="0077050C" w:rsidP="00B72B18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1C29977A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02A4E377" w14:textId="77777777" w:rsidR="0077050C" w:rsidRPr="0077050C" w:rsidRDefault="0077050C" w:rsidP="00B72B18">
            <w:pPr>
              <w:suppressAutoHyphens/>
              <w:jc w:val="center"/>
              <w:rPr>
                <w:rFonts w:ascii="Calibri" w:eastAsia="MS Mincho" w:hAnsi="Calibri" w:cs="Calibri"/>
                <w:b/>
                <w:iCs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Wartość brutto (</w:t>
            </w:r>
            <w:r w:rsidRPr="0077050C">
              <w:rPr>
                <w:rFonts w:ascii="Calibri" w:eastAsia="MS Mincho" w:hAnsi="Calibri" w:cs="Calibri"/>
                <w:b/>
                <w:iCs/>
                <w:sz w:val="22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AB6EBEE" w14:textId="77777777" w:rsidR="0077050C" w:rsidRPr="0077050C" w:rsidRDefault="0077050C" w:rsidP="00B72B18">
            <w:pPr>
              <w:suppressAutoHyphens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Nazwa i adres podwykonawcy</w:t>
            </w:r>
          </w:p>
        </w:tc>
      </w:tr>
      <w:tr w:rsidR="0077050C" w:rsidRPr="0077050C" w14:paraId="28B2D27A" w14:textId="77777777" w:rsidTr="00B72B18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2B9D6D8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E7408ED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24875646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7057DAA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4</w:t>
            </w:r>
          </w:p>
        </w:tc>
      </w:tr>
      <w:tr w:rsidR="0077050C" w:rsidRPr="0077050C" w14:paraId="4E24E67B" w14:textId="77777777" w:rsidTr="00B72B18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416590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E23DF3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6F57D7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98E4D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</w:tr>
      <w:tr w:rsidR="0077050C" w:rsidRPr="0077050C" w14:paraId="6FA2F698" w14:textId="77777777" w:rsidTr="00B72B18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AAD399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848965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97C86D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0C42E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</w:tr>
    </w:tbl>
    <w:p w14:paraId="59DB15E9" w14:textId="77777777" w:rsidR="0077050C" w:rsidRDefault="0077050C" w:rsidP="0077050C">
      <w:pPr>
        <w:suppressAutoHyphens/>
        <w:spacing w:after="0" w:line="360" w:lineRule="auto"/>
        <w:ind w:left="1077"/>
        <w:jc w:val="both"/>
        <w:rPr>
          <w:rFonts w:asciiTheme="minorHAnsi" w:hAnsiTheme="minorHAnsi" w:cstheme="minorHAnsi"/>
          <w:sz w:val="22"/>
        </w:rPr>
      </w:pPr>
    </w:p>
    <w:p w14:paraId="44E46CAD" w14:textId="77777777" w:rsidR="0077050C" w:rsidRPr="0077050C" w:rsidRDefault="0077050C" w:rsidP="0077050C">
      <w:pPr>
        <w:numPr>
          <w:ilvl w:val="3"/>
          <w:numId w:val="19"/>
        </w:numPr>
        <w:suppressAutoHyphens/>
        <w:spacing w:after="0" w:line="360" w:lineRule="auto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nie zamierzam powierzać podwykonawcom żadnej części zamówienia</w:t>
      </w:r>
      <w:r w:rsidRPr="0077050C">
        <w:rPr>
          <w:rFonts w:ascii="Calibri" w:hAnsi="Calibri" w:cs="Calibri"/>
          <w:b/>
          <w:sz w:val="22"/>
        </w:rPr>
        <w:t xml:space="preserve"> *</w:t>
      </w:r>
    </w:p>
    <w:p w14:paraId="0A2A0B4F" w14:textId="77777777" w:rsidR="0077050C" w:rsidRPr="0077050C" w:rsidRDefault="0077050C" w:rsidP="004A3B8C">
      <w:pPr>
        <w:suppressAutoHyphens/>
        <w:jc w:val="both"/>
        <w:rPr>
          <w:rFonts w:asciiTheme="minorHAnsi" w:hAnsiTheme="minorHAnsi" w:cstheme="minorHAnsi"/>
          <w:sz w:val="22"/>
        </w:rPr>
      </w:pPr>
    </w:p>
    <w:p w14:paraId="0A007CBE" w14:textId="77777777" w:rsidR="0077050C" w:rsidRPr="0077050C" w:rsidRDefault="0077050C" w:rsidP="0077050C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Część nr 7. Zajęcia pozalekcyjne z informatyki – szkoła ponadpodstawowa</w:t>
      </w:r>
    </w:p>
    <w:p w14:paraId="4FBE2A7D" w14:textId="77777777" w:rsidR="0077050C" w:rsidRPr="0077050C" w:rsidRDefault="0077050C" w:rsidP="0077050C">
      <w:pPr>
        <w:pStyle w:val="Akapitzlist"/>
        <w:spacing w:after="100" w:afterAutospacing="1"/>
        <w:ind w:left="0"/>
        <w:jc w:val="both"/>
        <w:rPr>
          <w:rFonts w:asciiTheme="minorHAnsi" w:hAnsiTheme="minorHAnsi" w:cstheme="minorHAnsi"/>
          <w:b/>
        </w:rPr>
      </w:pPr>
    </w:p>
    <w:p w14:paraId="4D70D05B" w14:textId="77777777" w:rsidR="0077050C" w:rsidRPr="0077050C" w:rsidRDefault="0077050C" w:rsidP="0077050C">
      <w:pPr>
        <w:pStyle w:val="Akapitzlist"/>
        <w:numPr>
          <w:ilvl w:val="0"/>
          <w:numId w:val="20"/>
        </w:numPr>
        <w:spacing w:after="100" w:afterAutospacing="1"/>
        <w:jc w:val="both"/>
        <w:rPr>
          <w:rFonts w:ascii="Calibri" w:hAnsi="Calibri" w:cs="Calibri"/>
          <w:b/>
          <w:sz w:val="22"/>
        </w:rPr>
      </w:pPr>
      <w:r w:rsidRPr="0077050C">
        <w:rPr>
          <w:rFonts w:ascii="Calibri" w:hAnsi="Calibri" w:cs="Calibri"/>
          <w:sz w:val="22"/>
        </w:rPr>
        <w:t>zamierzam powierzyć do wykonania podwykonawcom następującą część zamówienia</w:t>
      </w:r>
      <w:r w:rsidRPr="0077050C">
        <w:rPr>
          <w:rFonts w:ascii="Calibri" w:hAnsi="Calibri" w:cs="Calibri"/>
          <w:b/>
          <w:sz w:val="22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77050C" w:rsidRPr="0077050C" w14:paraId="739D4819" w14:textId="77777777" w:rsidTr="00B72B18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BF60FD1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hAnsi="Calibri" w:cs="Calibri"/>
                <w:b/>
                <w:sz w:val="22"/>
                <w:lang w:eastAsia="ar-SA"/>
              </w:rPr>
            </w:pPr>
          </w:p>
          <w:p w14:paraId="29C9C02F" w14:textId="77777777" w:rsidR="0077050C" w:rsidRPr="0077050C" w:rsidRDefault="0077050C" w:rsidP="00B72B18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Lp.</w:t>
            </w:r>
          </w:p>
          <w:p w14:paraId="3BDE9D45" w14:textId="77777777" w:rsidR="0077050C" w:rsidRPr="0077050C" w:rsidRDefault="0077050C" w:rsidP="00B72B18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64443DE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3EC99C0" w14:textId="77777777" w:rsidR="0077050C" w:rsidRPr="0077050C" w:rsidRDefault="0077050C" w:rsidP="00B72B18">
            <w:pPr>
              <w:suppressAutoHyphens/>
              <w:jc w:val="center"/>
              <w:rPr>
                <w:rFonts w:ascii="Calibri" w:eastAsia="MS Mincho" w:hAnsi="Calibri" w:cs="Calibri"/>
                <w:b/>
                <w:iCs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Wartość brutto (</w:t>
            </w:r>
            <w:r w:rsidRPr="0077050C">
              <w:rPr>
                <w:rFonts w:ascii="Calibri" w:eastAsia="MS Mincho" w:hAnsi="Calibri" w:cs="Calibri"/>
                <w:b/>
                <w:iCs/>
                <w:sz w:val="22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6D34F7E" w14:textId="77777777" w:rsidR="0077050C" w:rsidRPr="0077050C" w:rsidRDefault="0077050C" w:rsidP="00B72B18">
            <w:pPr>
              <w:suppressAutoHyphens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Nazwa i adres podwykonawcy</w:t>
            </w:r>
          </w:p>
        </w:tc>
      </w:tr>
      <w:tr w:rsidR="0077050C" w:rsidRPr="0077050C" w14:paraId="2000BC7C" w14:textId="77777777" w:rsidTr="00B72B18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3E3D12D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05DCB359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ED90484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68F3C14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4</w:t>
            </w:r>
          </w:p>
        </w:tc>
      </w:tr>
      <w:tr w:rsidR="0077050C" w:rsidRPr="0077050C" w14:paraId="47302DCF" w14:textId="77777777" w:rsidTr="00B72B18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4BA621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312BF7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704C64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F71DE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</w:tr>
      <w:tr w:rsidR="0077050C" w:rsidRPr="0077050C" w14:paraId="353C1DFA" w14:textId="77777777" w:rsidTr="00B72B18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5A4813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8BCDA2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5C7353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12F30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</w:tr>
    </w:tbl>
    <w:p w14:paraId="5E56DBFB" w14:textId="77777777" w:rsidR="0077050C" w:rsidRDefault="0077050C" w:rsidP="0077050C">
      <w:pPr>
        <w:suppressAutoHyphens/>
        <w:spacing w:after="0" w:line="240" w:lineRule="auto"/>
        <w:ind w:left="1077"/>
        <w:jc w:val="both"/>
        <w:rPr>
          <w:rFonts w:asciiTheme="minorHAnsi" w:hAnsiTheme="minorHAnsi" w:cstheme="minorHAnsi"/>
          <w:sz w:val="22"/>
        </w:rPr>
      </w:pPr>
    </w:p>
    <w:p w14:paraId="4542160F" w14:textId="77777777" w:rsidR="0077050C" w:rsidRPr="0077050C" w:rsidRDefault="0077050C" w:rsidP="0077050C">
      <w:pPr>
        <w:numPr>
          <w:ilvl w:val="3"/>
          <w:numId w:val="19"/>
        </w:numPr>
        <w:suppressAutoHyphens/>
        <w:spacing w:after="0" w:line="240" w:lineRule="auto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nie zamierzam powierzać podwykonawcom żadnej części zamówienia</w:t>
      </w:r>
      <w:r w:rsidRPr="0077050C">
        <w:rPr>
          <w:rFonts w:ascii="Calibri" w:hAnsi="Calibri" w:cs="Calibri"/>
          <w:b/>
          <w:sz w:val="22"/>
        </w:rPr>
        <w:t xml:space="preserve"> *</w:t>
      </w:r>
    </w:p>
    <w:p w14:paraId="13550A2E" w14:textId="77777777" w:rsidR="0077050C" w:rsidRPr="0077050C" w:rsidRDefault="0077050C" w:rsidP="0077050C">
      <w:pPr>
        <w:pStyle w:val="Akapitzlist"/>
        <w:ind w:left="0"/>
        <w:jc w:val="both"/>
        <w:rPr>
          <w:rStyle w:val="FontStyle19"/>
          <w:rFonts w:asciiTheme="minorHAnsi" w:hAnsiTheme="minorHAnsi" w:cstheme="minorHAnsi"/>
          <w:b/>
          <w:szCs w:val="24"/>
        </w:rPr>
      </w:pPr>
    </w:p>
    <w:p w14:paraId="40743A30" w14:textId="77777777" w:rsidR="0077050C" w:rsidRPr="0077050C" w:rsidRDefault="0077050C" w:rsidP="0077050C">
      <w:pPr>
        <w:pStyle w:val="Akapitzlist"/>
        <w:ind w:left="0"/>
        <w:jc w:val="both"/>
        <w:rPr>
          <w:rStyle w:val="FontStyle19"/>
          <w:rFonts w:asciiTheme="minorHAnsi" w:hAnsiTheme="minorHAnsi" w:cstheme="minorHAnsi"/>
          <w:b/>
          <w:sz w:val="24"/>
          <w:szCs w:val="24"/>
        </w:rPr>
      </w:pPr>
    </w:p>
    <w:p w14:paraId="45E9151C" w14:textId="77777777" w:rsidR="0077050C" w:rsidRDefault="0077050C" w:rsidP="005D2417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Część nr 8. Zajęcia pozalekcyjne z biologii – szkoła podstawowa</w:t>
      </w:r>
    </w:p>
    <w:p w14:paraId="19DBAC90" w14:textId="77777777" w:rsidR="005D2417" w:rsidRPr="005D2417" w:rsidRDefault="005D2417" w:rsidP="005D2417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</w:rPr>
      </w:pPr>
    </w:p>
    <w:p w14:paraId="1B77DE8A" w14:textId="77777777" w:rsidR="0077050C" w:rsidRPr="0077050C" w:rsidRDefault="0077050C" w:rsidP="0077050C">
      <w:pPr>
        <w:pStyle w:val="Akapitzlist"/>
        <w:numPr>
          <w:ilvl w:val="0"/>
          <w:numId w:val="20"/>
        </w:numPr>
        <w:suppressAutoHyphens/>
        <w:spacing w:after="0" w:line="360" w:lineRule="auto"/>
        <w:jc w:val="both"/>
        <w:rPr>
          <w:rFonts w:ascii="Calibri" w:hAnsi="Calibri" w:cs="Calibri"/>
          <w:b/>
          <w:sz w:val="22"/>
        </w:rPr>
      </w:pPr>
      <w:r w:rsidRPr="0077050C">
        <w:rPr>
          <w:rFonts w:ascii="Calibri" w:hAnsi="Calibri" w:cs="Calibri"/>
          <w:sz w:val="22"/>
        </w:rPr>
        <w:t>zamierzam powierzyć do wykonania podwykonawcom następującą część zamówienia</w:t>
      </w:r>
      <w:r w:rsidRPr="0077050C">
        <w:rPr>
          <w:rFonts w:ascii="Calibri" w:hAnsi="Calibri" w:cs="Calibri"/>
          <w:b/>
          <w:sz w:val="22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77050C" w:rsidRPr="0077050C" w14:paraId="7C0AB885" w14:textId="77777777" w:rsidTr="00B72B18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0A11FE2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hAnsi="Calibri" w:cs="Calibri"/>
                <w:b/>
                <w:sz w:val="22"/>
                <w:lang w:eastAsia="ar-SA"/>
              </w:rPr>
            </w:pPr>
          </w:p>
          <w:p w14:paraId="20511372" w14:textId="77777777" w:rsidR="0077050C" w:rsidRPr="0077050C" w:rsidRDefault="0077050C" w:rsidP="00B72B18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Lp.</w:t>
            </w:r>
          </w:p>
          <w:p w14:paraId="6163B6EE" w14:textId="77777777" w:rsidR="0077050C" w:rsidRPr="0077050C" w:rsidRDefault="0077050C" w:rsidP="00B72B18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96DC358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12EBDC9D" w14:textId="77777777" w:rsidR="0077050C" w:rsidRPr="0077050C" w:rsidRDefault="0077050C" w:rsidP="00B72B18">
            <w:pPr>
              <w:suppressAutoHyphens/>
              <w:jc w:val="center"/>
              <w:rPr>
                <w:rFonts w:ascii="Calibri" w:eastAsia="MS Mincho" w:hAnsi="Calibri" w:cs="Calibri"/>
                <w:b/>
                <w:iCs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Wartość brutto (</w:t>
            </w:r>
            <w:r w:rsidRPr="0077050C">
              <w:rPr>
                <w:rFonts w:ascii="Calibri" w:eastAsia="MS Mincho" w:hAnsi="Calibri" w:cs="Calibri"/>
                <w:b/>
                <w:iCs/>
                <w:sz w:val="22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D7B3E1C" w14:textId="77777777" w:rsidR="0077050C" w:rsidRPr="0077050C" w:rsidRDefault="0077050C" w:rsidP="00B72B18">
            <w:pPr>
              <w:suppressAutoHyphens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Nazwa i adres podwykonawcy</w:t>
            </w:r>
          </w:p>
        </w:tc>
      </w:tr>
      <w:tr w:rsidR="0077050C" w:rsidRPr="0077050C" w14:paraId="5EA8D343" w14:textId="77777777" w:rsidTr="00B72B18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255CC5D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08DE3F9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0E6FBFA5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017DDE7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4</w:t>
            </w:r>
          </w:p>
        </w:tc>
      </w:tr>
      <w:tr w:rsidR="0077050C" w:rsidRPr="0077050C" w14:paraId="1AED1D3D" w14:textId="77777777" w:rsidTr="00B72B18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BDA45C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5709EE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24C542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027A0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</w:tr>
      <w:tr w:rsidR="0077050C" w:rsidRPr="0077050C" w14:paraId="1A44F9F4" w14:textId="77777777" w:rsidTr="00B72B18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876728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8D33A4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02C057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9B86C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</w:tr>
    </w:tbl>
    <w:p w14:paraId="6335BCB6" w14:textId="77777777" w:rsidR="0077050C" w:rsidRDefault="0077050C" w:rsidP="0077050C">
      <w:pPr>
        <w:suppressAutoHyphens/>
        <w:spacing w:after="0" w:line="240" w:lineRule="auto"/>
        <w:ind w:left="1077"/>
        <w:jc w:val="both"/>
        <w:rPr>
          <w:rFonts w:asciiTheme="minorHAnsi" w:hAnsiTheme="minorHAnsi" w:cstheme="minorHAnsi"/>
          <w:sz w:val="22"/>
        </w:rPr>
      </w:pPr>
    </w:p>
    <w:p w14:paraId="1F957F5D" w14:textId="77777777" w:rsidR="0077050C" w:rsidRPr="0077050C" w:rsidRDefault="0077050C" w:rsidP="0077050C">
      <w:pPr>
        <w:numPr>
          <w:ilvl w:val="3"/>
          <w:numId w:val="19"/>
        </w:numPr>
        <w:suppressAutoHyphens/>
        <w:spacing w:after="0" w:line="240" w:lineRule="auto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nie zamierzam powierzać podwykonawcom żadnej części zamówienia</w:t>
      </w:r>
      <w:r w:rsidRPr="0077050C">
        <w:rPr>
          <w:rFonts w:ascii="Calibri" w:hAnsi="Calibri" w:cs="Calibri"/>
          <w:b/>
          <w:sz w:val="22"/>
        </w:rPr>
        <w:t xml:space="preserve"> *</w:t>
      </w:r>
    </w:p>
    <w:p w14:paraId="4543E62E" w14:textId="77777777" w:rsidR="0077050C" w:rsidRPr="0077050C" w:rsidRDefault="0077050C" w:rsidP="0077050C">
      <w:pPr>
        <w:pStyle w:val="Akapitzlist"/>
        <w:ind w:left="0"/>
        <w:jc w:val="both"/>
        <w:rPr>
          <w:rFonts w:ascii="Calibri" w:hAnsi="Calibri" w:cs="Calibri"/>
          <w:b/>
          <w:sz w:val="22"/>
        </w:rPr>
      </w:pPr>
    </w:p>
    <w:p w14:paraId="58E252EB" w14:textId="77777777" w:rsidR="0077050C" w:rsidRPr="009A3615" w:rsidRDefault="0077050C" w:rsidP="0077050C">
      <w:pPr>
        <w:pStyle w:val="Akapitzlist"/>
        <w:ind w:left="0"/>
        <w:jc w:val="both"/>
        <w:rPr>
          <w:rFonts w:ascii="Calibri" w:hAnsi="Calibri" w:cs="Calibri"/>
          <w:b/>
          <w:sz w:val="22"/>
        </w:rPr>
      </w:pPr>
    </w:p>
    <w:p w14:paraId="7D93E3E6" w14:textId="77777777" w:rsidR="0077050C" w:rsidRPr="009A3615" w:rsidRDefault="0077050C" w:rsidP="0077050C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</w:rPr>
      </w:pPr>
      <w:r w:rsidRPr="009A3615">
        <w:rPr>
          <w:rFonts w:asciiTheme="minorHAnsi" w:hAnsiTheme="minorHAnsi" w:cstheme="minorHAnsi"/>
          <w:b/>
          <w:szCs w:val="24"/>
        </w:rPr>
        <w:t>Część nr 9. Zajęcia pozalekcyjne z biologii – szkoła ponadpodstawowa</w:t>
      </w:r>
    </w:p>
    <w:p w14:paraId="2D9AE94A" w14:textId="77777777" w:rsidR="0077050C" w:rsidRPr="0077050C" w:rsidRDefault="0077050C" w:rsidP="0077050C">
      <w:pPr>
        <w:pStyle w:val="Akapitzlist"/>
        <w:ind w:left="0"/>
        <w:jc w:val="both"/>
        <w:rPr>
          <w:rFonts w:ascii="Calibri" w:hAnsi="Calibri" w:cs="Calibri"/>
          <w:b/>
        </w:rPr>
      </w:pPr>
    </w:p>
    <w:p w14:paraId="2AF483BE" w14:textId="77777777" w:rsidR="0077050C" w:rsidRPr="0077050C" w:rsidRDefault="0077050C" w:rsidP="0077050C">
      <w:pPr>
        <w:pStyle w:val="Akapitzlist"/>
        <w:numPr>
          <w:ilvl w:val="0"/>
          <w:numId w:val="20"/>
        </w:numPr>
        <w:suppressAutoHyphens/>
        <w:spacing w:after="0" w:line="360" w:lineRule="auto"/>
        <w:jc w:val="both"/>
        <w:rPr>
          <w:rFonts w:ascii="Calibri" w:hAnsi="Calibri" w:cs="Calibri"/>
          <w:b/>
          <w:sz w:val="22"/>
        </w:rPr>
      </w:pPr>
      <w:r w:rsidRPr="0077050C">
        <w:rPr>
          <w:rFonts w:ascii="Calibri" w:hAnsi="Calibri" w:cs="Calibri"/>
          <w:sz w:val="22"/>
        </w:rPr>
        <w:t>zamierzam powierzyć do wykonania podwykonawcom następującą część zamówienia</w:t>
      </w:r>
      <w:r w:rsidRPr="0077050C">
        <w:rPr>
          <w:rFonts w:ascii="Calibri" w:hAnsi="Calibri" w:cs="Calibri"/>
          <w:b/>
          <w:sz w:val="22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77050C" w:rsidRPr="0077050C" w14:paraId="6A67BB1B" w14:textId="77777777" w:rsidTr="00B72B18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016ECAEC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hAnsi="Calibri" w:cs="Calibri"/>
                <w:b/>
                <w:sz w:val="22"/>
                <w:lang w:eastAsia="ar-SA"/>
              </w:rPr>
            </w:pPr>
          </w:p>
          <w:p w14:paraId="126B6A5F" w14:textId="77777777" w:rsidR="0077050C" w:rsidRPr="0077050C" w:rsidRDefault="0077050C" w:rsidP="00B72B18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Lp.</w:t>
            </w:r>
          </w:p>
          <w:p w14:paraId="3DDC7F8D" w14:textId="77777777" w:rsidR="0077050C" w:rsidRPr="0077050C" w:rsidRDefault="0077050C" w:rsidP="00B72B18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F161CAD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1E56EFEB" w14:textId="77777777" w:rsidR="0077050C" w:rsidRPr="0077050C" w:rsidRDefault="0077050C" w:rsidP="00B72B18">
            <w:pPr>
              <w:suppressAutoHyphens/>
              <w:jc w:val="center"/>
              <w:rPr>
                <w:rFonts w:ascii="Calibri" w:eastAsia="MS Mincho" w:hAnsi="Calibri" w:cs="Calibri"/>
                <w:b/>
                <w:iCs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Wartość brutto (</w:t>
            </w:r>
            <w:r w:rsidRPr="0077050C">
              <w:rPr>
                <w:rFonts w:ascii="Calibri" w:eastAsia="MS Mincho" w:hAnsi="Calibri" w:cs="Calibri"/>
                <w:b/>
                <w:iCs/>
                <w:sz w:val="22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83EC066" w14:textId="77777777" w:rsidR="0077050C" w:rsidRPr="0077050C" w:rsidRDefault="0077050C" w:rsidP="00B72B18">
            <w:pPr>
              <w:suppressAutoHyphens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Nazwa i adres podwykonawcy</w:t>
            </w:r>
          </w:p>
        </w:tc>
      </w:tr>
      <w:tr w:rsidR="0077050C" w:rsidRPr="0077050C" w14:paraId="5AB267B0" w14:textId="77777777" w:rsidTr="00B72B18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2881E189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19B61FBC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AEC3667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2EFF5B8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4</w:t>
            </w:r>
          </w:p>
        </w:tc>
      </w:tr>
      <w:tr w:rsidR="0077050C" w:rsidRPr="0077050C" w14:paraId="39151B80" w14:textId="77777777" w:rsidTr="00B72B18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40AE99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76C707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BE07CD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DF60C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</w:tr>
      <w:tr w:rsidR="0077050C" w:rsidRPr="0077050C" w14:paraId="66CB941F" w14:textId="77777777" w:rsidTr="00B72B18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CCE1FA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0623EA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9C97A8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2E518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</w:tr>
    </w:tbl>
    <w:p w14:paraId="2AFE5144" w14:textId="77777777" w:rsidR="0077050C" w:rsidRDefault="0077050C" w:rsidP="0077050C">
      <w:pPr>
        <w:suppressAutoHyphens/>
        <w:spacing w:after="0" w:line="360" w:lineRule="auto"/>
        <w:ind w:left="1077"/>
        <w:jc w:val="both"/>
        <w:rPr>
          <w:rFonts w:asciiTheme="minorHAnsi" w:hAnsiTheme="minorHAnsi" w:cstheme="minorHAnsi"/>
          <w:sz w:val="22"/>
        </w:rPr>
      </w:pPr>
    </w:p>
    <w:p w14:paraId="798055AC" w14:textId="77777777" w:rsidR="0077050C" w:rsidRPr="0077050C" w:rsidRDefault="0077050C" w:rsidP="0077050C">
      <w:pPr>
        <w:numPr>
          <w:ilvl w:val="3"/>
          <w:numId w:val="19"/>
        </w:numPr>
        <w:suppressAutoHyphens/>
        <w:spacing w:after="0" w:line="360" w:lineRule="auto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nie zamierzam powierzać podwykonawcom żadnej części zamówienia</w:t>
      </w:r>
      <w:r w:rsidRPr="0077050C">
        <w:rPr>
          <w:rFonts w:ascii="Calibri" w:hAnsi="Calibri" w:cs="Calibri"/>
          <w:b/>
          <w:sz w:val="22"/>
        </w:rPr>
        <w:t xml:space="preserve"> *</w:t>
      </w:r>
    </w:p>
    <w:p w14:paraId="4B639B9F" w14:textId="77777777" w:rsidR="0077050C" w:rsidRPr="0077050C" w:rsidRDefault="0077050C" w:rsidP="0077050C">
      <w:pPr>
        <w:suppressAutoHyphens/>
        <w:jc w:val="both"/>
        <w:rPr>
          <w:rFonts w:asciiTheme="minorHAnsi" w:hAnsiTheme="minorHAnsi" w:cstheme="minorHAnsi"/>
          <w:sz w:val="22"/>
        </w:rPr>
      </w:pPr>
    </w:p>
    <w:p w14:paraId="47561195" w14:textId="77777777" w:rsidR="009A3615" w:rsidRDefault="009A3615">
      <w:pPr>
        <w:spacing w:after="0" w:line="240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br w:type="page"/>
      </w:r>
    </w:p>
    <w:p w14:paraId="4BED4D68" w14:textId="77777777" w:rsidR="009A3615" w:rsidRPr="009A3615" w:rsidRDefault="009A3615" w:rsidP="009A3615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</w:rPr>
      </w:pPr>
      <w:r w:rsidRPr="009A3615">
        <w:rPr>
          <w:rFonts w:asciiTheme="minorHAnsi" w:hAnsiTheme="minorHAnsi" w:cstheme="minorHAnsi"/>
          <w:b/>
          <w:szCs w:val="24"/>
        </w:rPr>
        <w:t xml:space="preserve">Część nr 10. Zajęcia pozalekcyjne z chemii – szkoła podstawowa </w:t>
      </w:r>
    </w:p>
    <w:p w14:paraId="69BF652C" w14:textId="77777777" w:rsidR="0077050C" w:rsidRPr="0077050C" w:rsidRDefault="0077050C" w:rsidP="0077050C">
      <w:pPr>
        <w:pStyle w:val="Akapitzlist"/>
        <w:spacing w:after="100" w:afterAutospacing="1"/>
        <w:ind w:left="0"/>
        <w:jc w:val="both"/>
        <w:rPr>
          <w:rFonts w:asciiTheme="minorHAnsi" w:hAnsiTheme="minorHAnsi" w:cstheme="minorHAnsi"/>
          <w:b/>
        </w:rPr>
      </w:pPr>
    </w:p>
    <w:p w14:paraId="6E993361" w14:textId="77777777" w:rsidR="0077050C" w:rsidRPr="0077050C" w:rsidRDefault="0077050C" w:rsidP="0077050C">
      <w:pPr>
        <w:pStyle w:val="Akapitzlist"/>
        <w:numPr>
          <w:ilvl w:val="0"/>
          <w:numId w:val="20"/>
        </w:numPr>
        <w:spacing w:after="100" w:afterAutospacing="1"/>
        <w:jc w:val="both"/>
        <w:rPr>
          <w:rFonts w:ascii="Calibri" w:hAnsi="Calibri" w:cs="Calibri"/>
          <w:b/>
          <w:sz w:val="22"/>
        </w:rPr>
      </w:pPr>
      <w:r w:rsidRPr="0077050C">
        <w:rPr>
          <w:rFonts w:ascii="Calibri" w:hAnsi="Calibri" w:cs="Calibri"/>
          <w:sz w:val="22"/>
        </w:rPr>
        <w:t>zamierzam powierzyć do wykonania podwykonawcom następującą część zamówienia</w:t>
      </w:r>
      <w:r w:rsidRPr="0077050C">
        <w:rPr>
          <w:rFonts w:ascii="Calibri" w:hAnsi="Calibri" w:cs="Calibri"/>
          <w:b/>
          <w:sz w:val="22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77050C" w:rsidRPr="0077050C" w14:paraId="77ADB0B3" w14:textId="77777777" w:rsidTr="00B72B18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06550DBF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hAnsi="Calibri" w:cs="Calibri"/>
                <w:b/>
                <w:sz w:val="22"/>
                <w:lang w:eastAsia="ar-SA"/>
              </w:rPr>
            </w:pPr>
          </w:p>
          <w:p w14:paraId="07FD1575" w14:textId="77777777" w:rsidR="0077050C" w:rsidRPr="0077050C" w:rsidRDefault="0077050C" w:rsidP="00B72B18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Lp.</w:t>
            </w:r>
          </w:p>
          <w:p w14:paraId="132CDE68" w14:textId="77777777" w:rsidR="0077050C" w:rsidRPr="0077050C" w:rsidRDefault="0077050C" w:rsidP="00B72B18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B5CF866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8B238DE" w14:textId="77777777" w:rsidR="0077050C" w:rsidRPr="0077050C" w:rsidRDefault="0077050C" w:rsidP="00B72B18">
            <w:pPr>
              <w:suppressAutoHyphens/>
              <w:jc w:val="center"/>
              <w:rPr>
                <w:rFonts w:ascii="Calibri" w:eastAsia="MS Mincho" w:hAnsi="Calibri" w:cs="Calibri"/>
                <w:b/>
                <w:iCs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Wartość brutto (</w:t>
            </w:r>
            <w:r w:rsidRPr="0077050C">
              <w:rPr>
                <w:rFonts w:ascii="Calibri" w:eastAsia="MS Mincho" w:hAnsi="Calibri" w:cs="Calibri"/>
                <w:b/>
                <w:iCs/>
                <w:sz w:val="22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83C985A" w14:textId="77777777" w:rsidR="0077050C" w:rsidRPr="0077050C" w:rsidRDefault="0077050C" w:rsidP="00B72B18">
            <w:pPr>
              <w:suppressAutoHyphens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Nazwa i adres podwykonawcy</w:t>
            </w:r>
          </w:p>
        </w:tc>
      </w:tr>
      <w:tr w:rsidR="0077050C" w:rsidRPr="0077050C" w14:paraId="44935394" w14:textId="77777777" w:rsidTr="00B72B18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D60B478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1F839BB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0ACBA87B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20B3F97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4</w:t>
            </w:r>
          </w:p>
        </w:tc>
      </w:tr>
      <w:tr w:rsidR="0077050C" w:rsidRPr="0077050C" w14:paraId="45A7226D" w14:textId="77777777" w:rsidTr="00B72B18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FA38CB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61B065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B8D4B5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4D835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</w:tr>
      <w:tr w:rsidR="0077050C" w:rsidRPr="0077050C" w14:paraId="12A0BF05" w14:textId="77777777" w:rsidTr="00B72B18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E079C7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AC9A64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ABB2AA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1F069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</w:tr>
    </w:tbl>
    <w:p w14:paraId="3BCCD23F" w14:textId="77777777" w:rsidR="0077050C" w:rsidRDefault="0077050C" w:rsidP="0077050C">
      <w:pPr>
        <w:suppressAutoHyphens/>
        <w:spacing w:after="0" w:line="240" w:lineRule="auto"/>
        <w:ind w:left="1077"/>
        <w:jc w:val="both"/>
        <w:rPr>
          <w:rFonts w:asciiTheme="minorHAnsi" w:hAnsiTheme="minorHAnsi" w:cstheme="minorHAnsi"/>
          <w:sz w:val="22"/>
        </w:rPr>
      </w:pPr>
    </w:p>
    <w:p w14:paraId="3BAA93E7" w14:textId="77777777" w:rsidR="0077050C" w:rsidRPr="0077050C" w:rsidRDefault="0077050C" w:rsidP="0077050C">
      <w:pPr>
        <w:numPr>
          <w:ilvl w:val="3"/>
          <w:numId w:val="19"/>
        </w:numPr>
        <w:suppressAutoHyphens/>
        <w:spacing w:after="0" w:line="240" w:lineRule="auto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nie zamierzam powierzać podwykonawcom żadnej części zamówienia</w:t>
      </w:r>
      <w:r w:rsidRPr="0077050C">
        <w:rPr>
          <w:rFonts w:ascii="Calibri" w:hAnsi="Calibri" w:cs="Calibri"/>
          <w:b/>
          <w:sz w:val="22"/>
        </w:rPr>
        <w:t xml:space="preserve"> *</w:t>
      </w:r>
    </w:p>
    <w:p w14:paraId="19F8D6AB" w14:textId="77777777" w:rsidR="0077050C" w:rsidRPr="0077050C" w:rsidRDefault="0077050C" w:rsidP="0077050C">
      <w:pPr>
        <w:pStyle w:val="Akapitzlist"/>
        <w:ind w:left="0"/>
        <w:jc w:val="both"/>
        <w:rPr>
          <w:rStyle w:val="FontStyle19"/>
          <w:rFonts w:asciiTheme="minorHAnsi" w:hAnsiTheme="minorHAnsi" w:cstheme="minorHAnsi"/>
          <w:b/>
          <w:szCs w:val="24"/>
        </w:rPr>
      </w:pPr>
    </w:p>
    <w:p w14:paraId="7A50181D" w14:textId="77777777" w:rsidR="0077050C" w:rsidRPr="0077050C" w:rsidRDefault="0077050C" w:rsidP="0077050C">
      <w:pPr>
        <w:pStyle w:val="Akapitzlist"/>
        <w:ind w:left="0"/>
        <w:jc w:val="both"/>
        <w:rPr>
          <w:rStyle w:val="FontStyle19"/>
          <w:rFonts w:asciiTheme="minorHAnsi" w:hAnsiTheme="minorHAnsi" w:cstheme="minorHAnsi"/>
          <w:b/>
          <w:sz w:val="24"/>
          <w:szCs w:val="24"/>
        </w:rPr>
      </w:pPr>
    </w:p>
    <w:p w14:paraId="6DBA0100" w14:textId="77777777" w:rsidR="0077050C" w:rsidRDefault="009A3615" w:rsidP="009A3615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</w:rPr>
      </w:pPr>
      <w:r w:rsidRPr="009A3615">
        <w:rPr>
          <w:rFonts w:asciiTheme="minorHAnsi" w:hAnsiTheme="minorHAnsi" w:cstheme="minorHAnsi"/>
          <w:b/>
          <w:szCs w:val="24"/>
        </w:rPr>
        <w:t>Część nr 11. Zajęcia pozalekcyjne z chemii – szkoła ponadpodstawowa</w:t>
      </w:r>
    </w:p>
    <w:p w14:paraId="13C54F92" w14:textId="77777777" w:rsidR="009A3615" w:rsidRPr="009A3615" w:rsidRDefault="009A3615" w:rsidP="009A3615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</w:rPr>
      </w:pPr>
    </w:p>
    <w:p w14:paraId="138A3D2E" w14:textId="77777777" w:rsidR="0077050C" w:rsidRPr="0077050C" w:rsidRDefault="0077050C" w:rsidP="0077050C">
      <w:pPr>
        <w:pStyle w:val="Akapitzlist"/>
        <w:numPr>
          <w:ilvl w:val="0"/>
          <w:numId w:val="20"/>
        </w:numPr>
        <w:suppressAutoHyphens/>
        <w:spacing w:after="0" w:line="360" w:lineRule="auto"/>
        <w:jc w:val="both"/>
        <w:rPr>
          <w:rFonts w:ascii="Calibri" w:hAnsi="Calibri" w:cs="Calibri"/>
          <w:b/>
          <w:sz w:val="22"/>
        </w:rPr>
      </w:pPr>
      <w:r w:rsidRPr="0077050C">
        <w:rPr>
          <w:rFonts w:ascii="Calibri" w:hAnsi="Calibri" w:cs="Calibri"/>
          <w:sz w:val="22"/>
        </w:rPr>
        <w:t>zamierzam powierzyć do wykonania podwykonawcom następującą część zamówienia</w:t>
      </w:r>
      <w:r w:rsidRPr="0077050C">
        <w:rPr>
          <w:rFonts w:ascii="Calibri" w:hAnsi="Calibri" w:cs="Calibri"/>
          <w:b/>
          <w:sz w:val="22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77050C" w:rsidRPr="0077050C" w14:paraId="0FE68FD9" w14:textId="77777777" w:rsidTr="00B72B18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59B679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hAnsi="Calibri" w:cs="Calibri"/>
                <w:b/>
                <w:sz w:val="22"/>
                <w:lang w:eastAsia="ar-SA"/>
              </w:rPr>
            </w:pPr>
          </w:p>
          <w:p w14:paraId="41BA129A" w14:textId="77777777" w:rsidR="0077050C" w:rsidRPr="0077050C" w:rsidRDefault="0077050C" w:rsidP="00B72B18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Lp.</w:t>
            </w:r>
          </w:p>
          <w:p w14:paraId="1A688533" w14:textId="77777777" w:rsidR="0077050C" w:rsidRPr="0077050C" w:rsidRDefault="0077050C" w:rsidP="00B72B18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6CAB48B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197D091F" w14:textId="77777777" w:rsidR="0077050C" w:rsidRPr="0077050C" w:rsidRDefault="0077050C" w:rsidP="00B72B18">
            <w:pPr>
              <w:suppressAutoHyphens/>
              <w:jc w:val="center"/>
              <w:rPr>
                <w:rFonts w:ascii="Calibri" w:eastAsia="MS Mincho" w:hAnsi="Calibri" w:cs="Calibri"/>
                <w:b/>
                <w:iCs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Wartość brutto (</w:t>
            </w:r>
            <w:r w:rsidRPr="0077050C">
              <w:rPr>
                <w:rFonts w:ascii="Calibri" w:eastAsia="MS Mincho" w:hAnsi="Calibri" w:cs="Calibri"/>
                <w:b/>
                <w:iCs/>
                <w:sz w:val="22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CD3AED2" w14:textId="77777777" w:rsidR="0077050C" w:rsidRPr="0077050C" w:rsidRDefault="0077050C" w:rsidP="00B72B18">
            <w:pPr>
              <w:suppressAutoHyphens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Nazwa i adres podwykonawcy</w:t>
            </w:r>
          </w:p>
        </w:tc>
      </w:tr>
      <w:tr w:rsidR="0077050C" w:rsidRPr="0077050C" w14:paraId="7794D1A7" w14:textId="77777777" w:rsidTr="00B72B18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1B293E7E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184F2644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2F7BC4EA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A3E000D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4</w:t>
            </w:r>
          </w:p>
        </w:tc>
      </w:tr>
      <w:tr w:rsidR="0077050C" w:rsidRPr="0077050C" w14:paraId="33F97C5D" w14:textId="77777777" w:rsidTr="00B72B18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3BF931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D39AA7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E0C7F2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34923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</w:tr>
      <w:tr w:rsidR="0077050C" w:rsidRPr="0077050C" w14:paraId="26B831C9" w14:textId="77777777" w:rsidTr="00B72B18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24BB8E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3BD9CD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1F758D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D613D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</w:tr>
    </w:tbl>
    <w:p w14:paraId="035AB095" w14:textId="77777777" w:rsidR="0077050C" w:rsidRDefault="0077050C" w:rsidP="0077050C">
      <w:pPr>
        <w:suppressAutoHyphens/>
        <w:spacing w:after="0" w:line="240" w:lineRule="auto"/>
        <w:ind w:left="1077"/>
        <w:jc w:val="both"/>
        <w:rPr>
          <w:rFonts w:asciiTheme="minorHAnsi" w:hAnsiTheme="minorHAnsi" w:cstheme="minorHAnsi"/>
          <w:sz w:val="22"/>
        </w:rPr>
      </w:pPr>
    </w:p>
    <w:p w14:paraId="4934FF52" w14:textId="77777777" w:rsidR="0077050C" w:rsidRPr="0077050C" w:rsidRDefault="0077050C" w:rsidP="0077050C">
      <w:pPr>
        <w:numPr>
          <w:ilvl w:val="3"/>
          <w:numId w:val="19"/>
        </w:numPr>
        <w:suppressAutoHyphens/>
        <w:spacing w:after="0" w:line="240" w:lineRule="auto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nie zamierzam powierzać podwykonawcom żadnej części zamówienia</w:t>
      </w:r>
      <w:r w:rsidRPr="0077050C">
        <w:rPr>
          <w:rFonts w:ascii="Calibri" w:hAnsi="Calibri" w:cs="Calibri"/>
          <w:b/>
          <w:sz w:val="22"/>
        </w:rPr>
        <w:t xml:space="preserve"> *</w:t>
      </w:r>
    </w:p>
    <w:p w14:paraId="1133D9AA" w14:textId="77777777" w:rsidR="0077050C" w:rsidRPr="0077050C" w:rsidRDefault="0077050C" w:rsidP="0077050C">
      <w:pPr>
        <w:pStyle w:val="Akapitzlist"/>
        <w:ind w:left="0"/>
        <w:jc w:val="both"/>
        <w:rPr>
          <w:rFonts w:ascii="Calibri" w:hAnsi="Calibri" w:cs="Calibri"/>
          <w:b/>
          <w:sz w:val="22"/>
        </w:rPr>
      </w:pPr>
    </w:p>
    <w:p w14:paraId="0D31FF51" w14:textId="77777777" w:rsidR="009A3615" w:rsidRPr="009A3615" w:rsidRDefault="009A3615" w:rsidP="009A3615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</w:rPr>
      </w:pPr>
      <w:r w:rsidRPr="009A3615">
        <w:rPr>
          <w:rFonts w:asciiTheme="minorHAnsi" w:hAnsiTheme="minorHAnsi" w:cstheme="minorHAnsi"/>
          <w:b/>
          <w:szCs w:val="24"/>
        </w:rPr>
        <w:t>Część nr 12. Zajęcia pozalekcyjne z kompetencji społecznych – szkoła podstawowa</w:t>
      </w:r>
    </w:p>
    <w:p w14:paraId="521C6E83" w14:textId="77777777" w:rsidR="0077050C" w:rsidRPr="0077050C" w:rsidRDefault="0077050C" w:rsidP="0077050C">
      <w:pPr>
        <w:pStyle w:val="Akapitzlist"/>
        <w:ind w:left="0"/>
        <w:jc w:val="both"/>
        <w:rPr>
          <w:rFonts w:ascii="Calibri" w:hAnsi="Calibri" w:cs="Calibri"/>
          <w:b/>
        </w:rPr>
      </w:pPr>
    </w:p>
    <w:p w14:paraId="27C87840" w14:textId="77777777" w:rsidR="0077050C" w:rsidRPr="0077050C" w:rsidRDefault="0077050C" w:rsidP="0077050C">
      <w:pPr>
        <w:pStyle w:val="Akapitzlist"/>
        <w:numPr>
          <w:ilvl w:val="0"/>
          <w:numId w:val="20"/>
        </w:numPr>
        <w:suppressAutoHyphens/>
        <w:spacing w:after="0" w:line="360" w:lineRule="auto"/>
        <w:jc w:val="both"/>
        <w:rPr>
          <w:rFonts w:ascii="Calibri" w:hAnsi="Calibri" w:cs="Calibri"/>
          <w:b/>
          <w:sz w:val="22"/>
        </w:rPr>
      </w:pPr>
      <w:r w:rsidRPr="0077050C">
        <w:rPr>
          <w:rFonts w:ascii="Calibri" w:hAnsi="Calibri" w:cs="Calibri"/>
          <w:sz w:val="22"/>
        </w:rPr>
        <w:t>zamierzam powierzyć do wykonania podwykonawcom następującą część zamówienia</w:t>
      </w:r>
      <w:r w:rsidRPr="0077050C">
        <w:rPr>
          <w:rFonts w:ascii="Calibri" w:hAnsi="Calibri" w:cs="Calibri"/>
          <w:b/>
          <w:sz w:val="22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77050C" w:rsidRPr="0077050C" w14:paraId="7BF4E56E" w14:textId="77777777" w:rsidTr="00B72B18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0B9EEDD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hAnsi="Calibri" w:cs="Calibri"/>
                <w:b/>
                <w:sz w:val="22"/>
                <w:lang w:eastAsia="ar-SA"/>
              </w:rPr>
            </w:pPr>
          </w:p>
          <w:p w14:paraId="080D764C" w14:textId="77777777" w:rsidR="0077050C" w:rsidRPr="0077050C" w:rsidRDefault="0077050C" w:rsidP="00B72B18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Lp.</w:t>
            </w:r>
          </w:p>
          <w:p w14:paraId="077FE534" w14:textId="77777777" w:rsidR="0077050C" w:rsidRPr="0077050C" w:rsidRDefault="0077050C" w:rsidP="00B72B18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088BA15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28578854" w14:textId="77777777" w:rsidR="0077050C" w:rsidRPr="0077050C" w:rsidRDefault="0077050C" w:rsidP="00B72B18">
            <w:pPr>
              <w:suppressAutoHyphens/>
              <w:jc w:val="center"/>
              <w:rPr>
                <w:rFonts w:ascii="Calibri" w:eastAsia="MS Mincho" w:hAnsi="Calibri" w:cs="Calibri"/>
                <w:b/>
                <w:iCs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Wartość brutto (</w:t>
            </w:r>
            <w:r w:rsidRPr="0077050C">
              <w:rPr>
                <w:rFonts w:ascii="Calibri" w:eastAsia="MS Mincho" w:hAnsi="Calibri" w:cs="Calibri"/>
                <w:b/>
                <w:iCs/>
                <w:sz w:val="22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115CA0B" w14:textId="77777777" w:rsidR="0077050C" w:rsidRPr="0077050C" w:rsidRDefault="0077050C" w:rsidP="00B72B18">
            <w:pPr>
              <w:suppressAutoHyphens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Nazwa i adres podwykonawcy</w:t>
            </w:r>
          </w:p>
        </w:tc>
      </w:tr>
      <w:tr w:rsidR="0077050C" w:rsidRPr="0077050C" w14:paraId="5269C5ED" w14:textId="77777777" w:rsidTr="009A3615">
        <w:trPr>
          <w:trHeight w:val="22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D129A34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DB2B6CC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C1B9E54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A95DDC6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4</w:t>
            </w:r>
          </w:p>
        </w:tc>
      </w:tr>
      <w:tr w:rsidR="0077050C" w:rsidRPr="0077050C" w14:paraId="0CF1F62B" w14:textId="77777777" w:rsidTr="00B72B18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DAFC80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158773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FA3586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41B24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</w:tr>
      <w:tr w:rsidR="0077050C" w:rsidRPr="0077050C" w14:paraId="15C49239" w14:textId="77777777" w:rsidTr="00B72B18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7D8B0A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4BDA0C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F8C8EA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08896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</w:tr>
    </w:tbl>
    <w:p w14:paraId="312A633C" w14:textId="77777777" w:rsidR="0077050C" w:rsidRDefault="0077050C" w:rsidP="0077050C">
      <w:pPr>
        <w:suppressAutoHyphens/>
        <w:spacing w:after="0" w:line="360" w:lineRule="auto"/>
        <w:jc w:val="both"/>
        <w:rPr>
          <w:rFonts w:asciiTheme="minorHAnsi" w:hAnsiTheme="minorHAnsi" w:cstheme="minorHAnsi"/>
          <w:sz w:val="22"/>
        </w:rPr>
      </w:pPr>
    </w:p>
    <w:p w14:paraId="422DB60F" w14:textId="77777777" w:rsidR="0077050C" w:rsidRPr="0077050C" w:rsidRDefault="0077050C" w:rsidP="0077050C">
      <w:pPr>
        <w:pStyle w:val="Akapitzlist"/>
        <w:numPr>
          <w:ilvl w:val="0"/>
          <w:numId w:val="20"/>
        </w:numPr>
        <w:suppressAutoHyphens/>
        <w:spacing w:after="0" w:line="360" w:lineRule="auto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nie zamierzam powierzać podwykonawcom żadnej części zamówienia</w:t>
      </w:r>
      <w:r w:rsidRPr="0077050C">
        <w:rPr>
          <w:rFonts w:ascii="Calibri" w:hAnsi="Calibri" w:cs="Calibri"/>
          <w:b/>
          <w:sz w:val="22"/>
        </w:rPr>
        <w:t xml:space="preserve"> *</w:t>
      </w:r>
    </w:p>
    <w:p w14:paraId="6EAE3F4E" w14:textId="77777777" w:rsidR="0077050C" w:rsidRPr="0077050C" w:rsidRDefault="0077050C" w:rsidP="004A3B8C">
      <w:pPr>
        <w:suppressAutoHyphens/>
        <w:jc w:val="both"/>
        <w:rPr>
          <w:rFonts w:asciiTheme="minorHAnsi" w:hAnsiTheme="minorHAnsi" w:cstheme="minorHAnsi"/>
          <w:sz w:val="22"/>
        </w:rPr>
      </w:pPr>
    </w:p>
    <w:p w14:paraId="2DBF75B8" w14:textId="77777777" w:rsidR="009A3615" w:rsidRPr="009A3615" w:rsidRDefault="009A3615" w:rsidP="009A3615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</w:rPr>
      </w:pPr>
      <w:r w:rsidRPr="009A3615">
        <w:rPr>
          <w:rFonts w:asciiTheme="minorHAnsi" w:hAnsiTheme="minorHAnsi" w:cstheme="minorHAnsi"/>
          <w:b/>
          <w:szCs w:val="24"/>
        </w:rPr>
        <w:t>Część nr 13. Zajęcia pozalekcyjne z kompetencji społecznych – szkoła ponadpodstawowa</w:t>
      </w:r>
    </w:p>
    <w:p w14:paraId="2513DA5A" w14:textId="77777777" w:rsidR="0077050C" w:rsidRPr="0077050C" w:rsidRDefault="0077050C" w:rsidP="0077050C">
      <w:pPr>
        <w:pStyle w:val="Akapitzlist"/>
        <w:ind w:left="0"/>
        <w:jc w:val="both"/>
        <w:rPr>
          <w:rFonts w:ascii="Calibri" w:hAnsi="Calibri" w:cs="Calibri"/>
          <w:b/>
          <w:color w:val="000000"/>
          <w:szCs w:val="24"/>
        </w:rPr>
      </w:pPr>
    </w:p>
    <w:p w14:paraId="05AC859E" w14:textId="77777777" w:rsidR="0077050C" w:rsidRPr="0077050C" w:rsidRDefault="0077050C" w:rsidP="0077050C">
      <w:pPr>
        <w:pStyle w:val="Akapitzlist"/>
        <w:numPr>
          <w:ilvl w:val="0"/>
          <w:numId w:val="20"/>
        </w:numPr>
        <w:suppressAutoHyphens/>
        <w:spacing w:after="0" w:line="360" w:lineRule="auto"/>
        <w:jc w:val="both"/>
        <w:rPr>
          <w:rFonts w:ascii="Calibri" w:hAnsi="Calibri" w:cs="Calibri"/>
          <w:b/>
          <w:sz w:val="22"/>
        </w:rPr>
      </w:pPr>
      <w:r w:rsidRPr="0077050C">
        <w:rPr>
          <w:rFonts w:ascii="Calibri" w:hAnsi="Calibri" w:cs="Calibri"/>
          <w:sz w:val="22"/>
        </w:rPr>
        <w:t>zamierzam powierzyć do wykonania podwykonawcom następującą część zamówienia</w:t>
      </w:r>
      <w:r w:rsidRPr="0077050C">
        <w:rPr>
          <w:rFonts w:ascii="Calibri" w:hAnsi="Calibri" w:cs="Calibri"/>
          <w:b/>
          <w:sz w:val="22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77050C" w:rsidRPr="0077050C" w14:paraId="55564FA4" w14:textId="77777777" w:rsidTr="00B72B18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68EA67C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hAnsi="Calibri" w:cs="Calibri"/>
                <w:b/>
                <w:sz w:val="22"/>
                <w:lang w:eastAsia="ar-SA"/>
              </w:rPr>
            </w:pPr>
          </w:p>
          <w:p w14:paraId="6995C3B4" w14:textId="77777777" w:rsidR="0077050C" w:rsidRPr="0077050C" w:rsidRDefault="0077050C" w:rsidP="00B72B18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Lp.</w:t>
            </w:r>
          </w:p>
          <w:p w14:paraId="3181B65F" w14:textId="77777777" w:rsidR="0077050C" w:rsidRPr="0077050C" w:rsidRDefault="0077050C" w:rsidP="00B72B18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83E1627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0E4C67C" w14:textId="77777777" w:rsidR="0077050C" w:rsidRPr="0077050C" w:rsidRDefault="0077050C" w:rsidP="00B72B18">
            <w:pPr>
              <w:suppressAutoHyphens/>
              <w:jc w:val="center"/>
              <w:rPr>
                <w:rFonts w:ascii="Calibri" w:eastAsia="MS Mincho" w:hAnsi="Calibri" w:cs="Calibri"/>
                <w:b/>
                <w:iCs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Wartość brutto (</w:t>
            </w:r>
            <w:r w:rsidRPr="0077050C">
              <w:rPr>
                <w:rFonts w:ascii="Calibri" w:eastAsia="MS Mincho" w:hAnsi="Calibri" w:cs="Calibri"/>
                <w:b/>
                <w:iCs/>
                <w:sz w:val="22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39F679A" w14:textId="77777777" w:rsidR="0077050C" w:rsidRPr="0077050C" w:rsidRDefault="0077050C" w:rsidP="00B72B18">
            <w:pPr>
              <w:suppressAutoHyphens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Nazwa i adres podwykonawcy</w:t>
            </w:r>
          </w:p>
        </w:tc>
      </w:tr>
      <w:tr w:rsidR="0077050C" w:rsidRPr="0077050C" w14:paraId="16A84A8B" w14:textId="77777777" w:rsidTr="00B72B18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B3A3878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33953108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D86C6DC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687E6A6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4</w:t>
            </w:r>
          </w:p>
        </w:tc>
      </w:tr>
      <w:tr w:rsidR="0077050C" w:rsidRPr="0077050C" w14:paraId="67104843" w14:textId="77777777" w:rsidTr="00B72B18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4080F9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A0BF6D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DC92CF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903B7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</w:tr>
      <w:tr w:rsidR="0077050C" w:rsidRPr="0077050C" w14:paraId="13872136" w14:textId="77777777" w:rsidTr="00B72B18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B128CC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720FC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391539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015F5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</w:tr>
    </w:tbl>
    <w:p w14:paraId="4211D9DA" w14:textId="77777777" w:rsidR="0077050C" w:rsidRDefault="0077050C" w:rsidP="0077050C">
      <w:pPr>
        <w:suppressAutoHyphens/>
        <w:spacing w:after="0" w:line="240" w:lineRule="auto"/>
        <w:ind w:left="1077"/>
        <w:jc w:val="both"/>
        <w:rPr>
          <w:rFonts w:asciiTheme="minorHAnsi" w:hAnsiTheme="minorHAnsi" w:cstheme="minorHAnsi"/>
          <w:sz w:val="22"/>
        </w:rPr>
      </w:pPr>
    </w:p>
    <w:p w14:paraId="41DF53BE" w14:textId="77777777" w:rsidR="0077050C" w:rsidRPr="0077050C" w:rsidRDefault="0077050C" w:rsidP="0077050C">
      <w:pPr>
        <w:numPr>
          <w:ilvl w:val="3"/>
          <w:numId w:val="19"/>
        </w:numPr>
        <w:suppressAutoHyphens/>
        <w:spacing w:after="0" w:line="240" w:lineRule="auto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nie zamierzam powierzać podwykonawcom żadnej części zamówienia</w:t>
      </w:r>
      <w:r w:rsidRPr="0077050C">
        <w:rPr>
          <w:rFonts w:ascii="Calibri" w:hAnsi="Calibri" w:cs="Calibri"/>
          <w:b/>
          <w:sz w:val="22"/>
        </w:rPr>
        <w:t xml:space="preserve"> *</w:t>
      </w:r>
    </w:p>
    <w:p w14:paraId="2F9C67CE" w14:textId="77777777" w:rsidR="0077050C" w:rsidRPr="0077050C" w:rsidRDefault="0077050C" w:rsidP="0077050C">
      <w:pPr>
        <w:pStyle w:val="Akapitzlist"/>
        <w:ind w:left="0"/>
        <w:jc w:val="both"/>
        <w:rPr>
          <w:rFonts w:ascii="Calibri" w:hAnsi="Calibri" w:cs="Calibri"/>
          <w:b/>
          <w:sz w:val="22"/>
        </w:rPr>
      </w:pPr>
    </w:p>
    <w:p w14:paraId="1E472420" w14:textId="77777777" w:rsidR="009A3615" w:rsidRPr="009A3615" w:rsidRDefault="009A3615" w:rsidP="009A3615">
      <w:pPr>
        <w:pStyle w:val="Akapitzlist"/>
        <w:spacing w:after="0" w:line="240" w:lineRule="auto"/>
        <w:ind w:left="-720" w:firstLine="708"/>
        <w:jc w:val="both"/>
        <w:rPr>
          <w:rFonts w:asciiTheme="minorHAnsi" w:hAnsiTheme="minorHAnsi" w:cstheme="minorHAnsi"/>
          <w:b/>
          <w:szCs w:val="24"/>
        </w:rPr>
      </w:pPr>
      <w:r w:rsidRPr="009A3615">
        <w:rPr>
          <w:rFonts w:asciiTheme="minorHAnsi" w:hAnsiTheme="minorHAnsi" w:cstheme="minorHAnsi"/>
          <w:b/>
          <w:szCs w:val="24"/>
        </w:rPr>
        <w:t>Część nr 14. Warsztaty rozwijające kreatywność</w:t>
      </w:r>
    </w:p>
    <w:p w14:paraId="2A41B4BF" w14:textId="77777777" w:rsidR="0077050C" w:rsidRPr="0077050C" w:rsidRDefault="0077050C" w:rsidP="0077050C">
      <w:pPr>
        <w:pStyle w:val="Akapitzlist"/>
        <w:ind w:left="0"/>
        <w:jc w:val="both"/>
        <w:rPr>
          <w:rFonts w:ascii="Calibri" w:hAnsi="Calibri" w:cs="Calibri"/>
          <w:b/>
        </w:rPr>
      </w:pPr>
    </w:p>
    <w:p w14:paraId="35BFC40D" w14:textId="77777777" w:rsidR="0077050C" w:rsidRPr="0077050C" w:rsidRDefault="0077050C" w:rsidP="0077050C">
      <w:pPr>
        <w:pStyle w:val="Akapitzlist"/>
        <w:numPr>
          <w:ilvl w:val="0"/>
          <w:numId w:val="20"/>
        </w:numPr>
        <w:suppressAutoHyphens/>
        <w:spacing w:after="0" w:line="360" w:lineRule="auto"/>
        <w:jc w:val="both"/>
        <w:rPr>
          <w:rFonts w:ascii="Calibri" w:hAnsi="Calibri" w:cs="Calibri"/>
          <w:b/>
          <w:sz w:val="22"/>
        </w:rPr>
      </w:pPr>
      <w:r w:rsidRPr="0077050C">
        <w:rPr>
          <w:rFonts w:ascii="Calibri" w:hAnsi="Calibri" w:cs="Calibri"/>
          <w:sz w:val="22"/>
        </w:rPr>
        <w:t>zamierzam powierzyć do wykonania podwykonawcom następującą część zamówienia</w:t>
      </w:r>
      <w:r w:rsidRPr="0077050C">
        <w:rPr>
          <w:rFonts w:ascii="Calibri" w:hAnsi="Calibri" w:cs="Calibri"/>
          <w:b/>
          <w:sz w:val="22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77050C" w:rsidRPr="0077050C" w14:paraId="5DD1BB4C" w14:textId="77777777" w:rsidTr="00B72B18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18D0F733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hAnsi="Calibri" w:cs="Calibri"/>
                <w:b/>
                <w:sz w:val="22"/>
                <w:lang w:eastAsia="ar-SA"/>
              </w:rPr>
            </w:pPr>
          </w:p>
          <w:p w14:paraId="23A81627" w14:textId="77777777" w:rsidR="0077050C" w:rsidRPr="0077050C" w:rsidRDefault="0077050C" w:rsidP="00B72B18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Lp.</w:t>
            </w:r>
          </w:p>
          <w:p w14:paraId="0266999C" w14:textId="77777777" w:rsidR="0077050C" w:rsidRPr="0077050C" w:rsidRDefault="0077050C" w:rsidP="00B72B18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51F9511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17A68B24" w14:textId="77777777" w:rsidR="0077050C" w:rsidRPr="0077050C" w:rsidRDefault="0077050C" w:rsidP="00B72B18">
            <w:pPr>
              <w:suppressAutoHyphens/>
              <w:jc w:val="center"/>
              <w:rPr>
                <w:rFonts w:ascii="Calibri" w:eastAsia="MS Mincho" w:hAnsi="Calibri" w:cs="Calibri"/>
                <w:b/>
                <w:iCs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Wartość brutto (</w:t>
            </w:r>
            <w:r w:rsidRPr="0077050C">
              <w:rPr>
                <w:rFonts w:ascii="Calibri" w:eastAsia="MS Mincho" w:hAnsi="Calibri" w:cs="Calibri"/>
                <w:b/>
                <w:iCs/>
                <w:sz w:val="22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B34A603" w14:textId="77777777" w:rsidR="0077050C" w:rsidRPr="0077050C" w:rsidRDefault="0077050C" w:rsidP="00B72B18">
            <w:pPr>
              <w:suppressAutoHyphens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Nazwa i adres podwykonawcy</w:t>
            </w:r>
          </w:p>
        </w:tc>
      </w:tr>
      <w:tr w:rsidR="0077050C" w:rsidRPr="0077050C" w14:paraId="1524EA4B" w14:textId="77777777" w:rsidTr="00B72B18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20B3657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13307862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586F3BC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5414C9C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4</w:t>
            </w:r>
          </w:p>
        </w:tc>
      </w:tr>
      <w:tr w:rsidR="0077050C" w:rsidRPr="0077050C" w14:paraId="377DBF95" w14:textId="77777777" w:rsidTr="00B72B18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3D0F1F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79E3DD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2779B0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43E0F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</w:tr>
      <w:tr w:rsidR="0077050C" w:rsidRPr="0077050C" w14:paraId="70196930" w14:textId="77777777" w:rsidTr="00B72B18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2B93D0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D286DB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8C2F70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4B827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</w:tr>
    </w:tbl>
    <w:p w14:paraId="19E5390C" w14:textId="77777777" w:rsidR="0077050C" w:rsidRDefault="0077050C" w:rsidP="0077050C">
      <w:pPr>
        <w:suppressAutoHyphens/>
        <w:spacing w:after="0" w:line="360" w:lineRule="auto"/>
        <w:ind w:left="1077"/>
        <w:jc w:val="both"/>
        <w:rPr>
          <w:rFonts w:asciiTheme="minorHAnsi" w:hAnsiTheme="minorHAnsi" w:cstheme="minorHAnsi"/>
          <w:sz w:val="22"/>
        </w:rPr>
      </w:pPr>
    </w:p>
    <w:p w14:paraId="09CA3656" w14:textId="77777777" w:rsidR="0077050C" w:rsidRPr="0077050C" w:rsidRDefault="0077050C" w:rsidP="0077050C">
      <w:pPr>
        <w:numPr>
          <w:ilvl w:val="3"/>
          <w:numId w:val="19"/>
        </w:numPr>
        <w:suppressAutoHyphens/>
        <w:spacing w:after="0" w:line="360" w:lineRule="auto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nie zamierzam powierzać podwykonawcom żadnej części zamówienia</w:t>
      </w:r>
      <w:r w:rsidRPr="0077050C">
        <w:rPr>
          <w:rFonts w:ascii="Calibri" w:hAnsi="Calibri" w:cs="Calibri"/>
          <w:b/>
          <w:sz w:val="22"/>
        </w:rPr>
        <w:t xml:space="preserve"> *</w:t>
      </w:r>
    </w:p>
    <w:p w14:paraId="2D9344D4" w14:textId="77777777" w:rsidR="0077050C" w:rsidRDefault="0077050C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05C44CB7" w14:textId="77777777" w:rsidR="004A3B8C" w:rsidRPr="0077050C" w:rsidRDefault="004A3B8C" w:rsidP="004A3B8C">
      <w:pPr>
        <w:numPr>
          <w:ilvl w:val="0"/>
          <w:numId w:val="17"/>
        </w:numPr>
        <w:spacing w:after="240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sposób reprezentacji Wykonawcy/Wykonawców wspólnie ubiegających się o zamówienie* dla potrzeb  niniejszego zamówienia jest następujący:</w:t>
      </w:r>
    </w:p>
    <w:p w14:paraId="29E742EF" w14:textId="77777777" w:rsidR="003D1866" w:rsidRDefault="003D1866" w:rsidP="004A3B8C">
      <w:pPr>
        <w:rPr>
          <w:rFonts w:ascii="Calibri" w:hAnsi="Calibri" w:cs="Calibri"/>
          <w:sz w:val="22"/>
        </w:rPr>
      </w:pPr>
    </w:p>
    <w:p w14:paraId="53CD4140" w14:textId="26691F6C" w:rsidR="004A3B8C" w:rsidRPr="0077050C" w:rsidRDefault="0077050C" w:rsidP="004A3B8C">
      <w:pPr>
        <w:rPr>
          <w:rFonts w:ascii="Calibri" w:hAnsi="Calibri" w:cs="Calibri"/>
          <w:i/>
          <w:sz w:val="22"/>
        </w:rPr>
      </w:pPr>
      <w:r w:rsidRPr="0077050C">
        <w:rPr>
          <w:rFonts w:asciiTheme="minorHAnsi" w:hAnsiTheme="minorHAnsi" w:cstheme="minorHAnsi"/>
          <w:i/>
          <w:sz w:val="22"/>
        </w:rPr>
        <w:t xml:space="preserve">      </w:t>
      </w:r>
      <w:r w:rsidR="004A3B8C" w:rsidRPr="0077050C">
        <w:rPr>
          <w:rFonts w:ascii="Calibri" w:hAnsi="Calibri" w:cs="Calibri"/>
          <w:i/>
          <w:sz w:val="22"/>
        </w:rPr>
        <w:t>(wypełniają jedynie przedsiębiorcy składający wspólną ofertę-spółki cywilne, konsorcja)</w:t>
      </w:r>
    </w:p>
    <w:p w14:paraId="044D143D" w14:textId="77777777" w:rsidR="004A3B8C" w:rsidRPr="0077050C" w:rsidRDefault="004A3B8C" w:rsidP="004A3B8C">
      <w:pPr>
        <w:rPr>
          <w:rFonts w:ascii="Calibri" w:hAnsi="Calibri" w:cs="Calibri"/>
          <w:i/>
          <w:sz w:val="22"/>
        </w:rPr>
      </w:pPr>
    </w:p>
    <w:p w14:paraId="1C0E0F6D" w14:textId="77777777" w:rsidR="004A3B8C" w:rsidRPr="0077050C" w:rsidRDefault="004A3B8C" w:rsidP="004A3B8C">
      <w:pPr>
        <w:pStyle w:val="Tekstprzypisudolnego"/>
        <w:numPr>
          <w:ilvl w:val="0"/>
          <w:numId w:val="17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7050C">
        <w:rPr>
          <w:rFonts w:ascii="Calibri" w:hAnsi="Calibri" w:cs="Calibri"/>
          <w:sz w:val="22"/>
          <w:szCs w:val="22"/>
          <w:u w:val="single"/>
        </w:rPr>
        <w:t xml:space="preserve">Oświadczenie Wykonawcy potwierdzające znajomość obowiązków wynikających z RODO, </w:t>
      </w:r>
      <w:r w:rsidRPr="0077050C">
        <w:rPr>
          <w:rFonts w:ascii="Calibri" w:hAnsi="Calibri" w:cs="Calibri"/>
          <w:sz w:val="22"/>
          <w:szCs w:val="22"/>
          <w:u w:val="single"/>
        </w:rPr>
        <w:br/>
        <w:t>w szczególności w zakresie wypełnienia obowiązków informacyjnych przewidzianych w art. 13 lub art. 14 RODO.</w:t>
      </w:r>
      <w:r w:rsidRPr="0077050C">
        <w:rPr>
          <w:rFonts w:ascii="Calibri" w:hAnsi="Calibri" w:cs="Calibri"/>
          <w:sz w:val="22"/>
          <w:szCs w:val="22"/>
        </w:rPr>
        <w:t xml:space="preserve"> </w:t>
      </w:r>
      <w:r w:rsidRPr="0077050C">
        <w:rPr>
          <w:rFonts w:ascii="Calibri" w:hAnsi="Calibri" w:cs="Calibri"/>
          <w:color w:val="000000"/>
          <w:sz w:val="22"/>
          <w:szCs w:val="22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77050C">
        <w:rPr>
          <w:rFonts w:ascii="Calibri" w:hAnsi="Calibri" w:cs="Calibri"/>
          <w:sz w:val="22"/>
          <w:szCs w:val="22"/>
        </w:rPr>
        <w:t>od których dane osobowe bezpośrednio lub pośrednio pozyskałem</w:t>
      </w:r>
      <w:r w:rsidRPr="0077050C">
        <w:rPr>
          <w:rFonts w:ascii="Calibri" w:hAnsi="Calibri" w:cs="Calibr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77050C">
        <w:rPr>
          <w:rFonts w:ascii="Calibri" w:hAnsi="Calibri" w:cs="Calibri"/>
          <w:sz w:val="22"/>
          <w:szCs w:val="22"/>
        </w:rPr>
        <w:t>.</w:t>
      </w:r>
      <w:r w:rsidRPr="0077050C">
        <w:rPr>
          <w:rFonts w:ascii="Calibri" w:hAnsi="Calibri" w:cs="Calibri"/>
          <w:b/>
          <w:sz w:val="22"/>
          <w:szCs w:val="22"/>
        </w:rPr>
        <w:t>*</w:t>
      </w:r>
      <w:r w:rsidRPr="0077050C">
        <w:rPr>
          <w:rFonts w:ascii="Calibri" w:hAnsi="Calibri" w:cs="Calibri"/>
          <w:sz w:val="22"/>
          <w:szCs w:val="22"/>
        </w:rPr>
        <w:t xml:space="preserve">   </w:t>
      </w:r>
    </w:p>
    <w:p w14:paraId="627282F7" w14:textId="77777777" w:rsidR="004A3B8C" w:rsidRPr="0077050C" w:rsidRDefault="004A3B8C" w:rsidP="004A3B8C">
      <w:pPr>
        <w:pStyle w:val="Tekstprzypisudolnego"/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</w:p>
    <w:p w14:paraId="5E172AAD" w14:textId="77777777" w:rsidR="004A3B8C" w:rsidRPr="0077050C" w:rsidRDefault="004A3B8C" w:rsidP="004A3B8C">
      <w:pPr>
        <w:numPr>
          <w:ilvl w:val="0"/>
          <w:numId w:val="17"/>
        </w:numPr>
        <w:spacing w:after="240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Upoważnionym do kontaktu w sprawie przedmiotowego postępowania jest:</w:t>
      </w:r>
    </w:p>
    <w:p w14:paraId="39CD0CBC" w14:textId="77777777" w:rsidR="004A3B8C" w:rsidRPr="0077050C" w:rsidRDefault="004A3B8C" w:rsidP="004A3B8C">
      <w:pPr>
        <w:pStyle w:val="Akapitzlist"/>
        <w:rPr>
          <w:rFonts w:ascii="Calibri" w:hAnsi="Calibri" w:cs="Calibri"/>
          <w:sz w:val="22"/>
        </w:rPr>
      </w:pPr>
    </w:p>
    <w:p w14:paraId="0A6E52A1" w14:textId="77777777" w:rsidR="004A3B8C" w:rsidRPr="0077050C" w:rsidRDefault="004A3B8C" w:rsidP="004A3B8C">
      <w:pPr>
        <w:spacing w:after="240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Imię i nazwisko: ……………………………………………………………………………………….</w:t>
      </w:r>
    </w:p>
    <w:p w14:paraId="4564A528" w14:textId="77777777" w:rsidR="004A3B8C" w:rsidRPr="0077050C" w:rsidRDefault="004A3B8C" w:rsidP="004A3B8C">
      <w:pPr>
        <w:spacing w:after="240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Tel. ………………. E-mail: ………………………………………………</w:t>
      </w:r>
    </w:p>
    <w:p w14:paraId="4120D1FD" w14:textId="77777777" w:rsidR="004A3B8C" w:rsidRPr="0077050C" w:rsidRDefault="004A3B8C" w:rsidP="004A3B8C">
      <w:pPr>
        <w:pStyle w:val="Akapitzlist"/>
        <w:rPr>
          <w:rFonts w:ascii="Calibri" w:hAnsi="Calibri" w:cs="Calibri"/>
          <w:b/>
          <w:sz w:val="22"/>
        </w:rPr>
      </w:pPr>
    </w:p>
    <w:p w14:paraId="2324A450" w14:textId="77777777" w:rsidR="004A3B8C" w:rsidRPr="0077050C" w:rsidRDefault="004A3B8C" w:rsidP="004A3B8C">
      <w:pPr>
        <w:numPr>
          <w:ilvl w:val="0"/>
          <w:numId w:val="17"/>
        </w:numPr>
        <w:spacing w:after="240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b/>
          <w:sz w:val="22"/>
        </w:rPr>
        <w:t>załącznikami do niniejszej oferty są</w:t>
      </w:r>
      <w:r w:rsidRPr="0077050C">
        <w:rPr>
          <w:rFonts w:ascii="Calibri" w:hAnsi="Calibri" w:cs="Calibri"/>
          <w:sz w:val="22"/>
        </w:rPr>
        <w:t>:</w:t>
      </w:r>
    </w:p>
    <w:p w14:paraId="4FC05CE4" w14:textId="77777777" w:rsidR="004A3B8C" w:rsidRPr="0077050C" w:rsidRDefault="004A3B8C" w:rsidP="004A3B8C">
      <w:pPr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………………………………………………</w:t>
      </w:r>
    </w:p>
    <w:p w14:paraId="21B869C7" w14:textId="77777777" w:rsidR="004A3B8C" w:rsidRPr="0077050C" w:rsidRDefault="004A3B8C" w:rsidP="004A3B8C">
      <w:pPr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………………………………………………</w:t>
      </w:r>
    </w:p>
    <w:p w14:paraId="3ABEADB1" w14:textId="77777777" w:rsidR="004A3B8C" w:rsidRPr="0077050C" w:rsidRDefault="004A3B8C" w:rsidP="004A3B8C">
      <w:pPr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………………………………………………</w:t>
      </w:r>
    </w:p>
    <w:p w14:paraId="401A3432" w14:textId="77777777" w:rsidR="004A3B8C" w:rsidRPr="0077050C" w:rsidRDefault="004A3B8C" w:rsidP="004A3B8C">
      <w:pPr>
        <w:shd w:val="clear" w:color="auto" w:fill="FFFFFF"/>
        <w:spacing w:line="360" w:lineRule="auto"/>
        <w:rPr>
          <w:rFonts w:ascii="Calibri" w:hAnsi="Calibri" w:cs="Calibri"/>
          <w:sz w:val="22"/>
          <w:u w:val="single"/>
        </w:rPr>
      </w:pPr>
    </w:p>
    <w:p w14:paraId="48513449" w14:textId="77777777" w:rsidR="004A3B8C" w:rsidRPr="0077050C" w:rsidRDefault="004A3B8C" w:rsidP="004A3B8C">
      <w:pPr>
        <w:pStyle w:val="NormalnyWeb"/>
        <w:spacing w:line="276" w:lineRule="auto"/>
        <w:ind w:left="142" w:hanging="142"/>
        <w:jc w:val="both"/>
        <w:rPr>
          <w:rFonts w:ascii="Calibri" w:hAnsi="Calibri" w:cs="Calibri"/>
        </w:rPr>
      </w:pPr>
      <w:r w:rsidRPr="0077050C">
        <w:rPr>
          <w:rFonts w:ascii="Calibri" w:hAnsi="Calibri" w:cs="Calibri"/>
          <w:b/>
        </w:rPr>
        <w:t>*</w:t>
      </w:r>
      <w:r w:rsidRPr="0077050C">
        <w:rPr>
          <w:rFonts w:ascii="Calibri" w:hAnsi="Calibri" w:cs="Calibri"/>
          <w:color w:val="000000"/>
        </w:rPr>
        <w:t xml:space="preserve"> </w:t>
      </w:r>
      <w:r w:rsidRPr="0077050C">
        <w:rPr>
          <w:rFonts w:ascii="Calibri" w:hAnsi="Calibri" w:cs="Calibri"/>
          <w:i/>
          <w:color w:val="000000"/>
        </w:rPr>
        <w:t xml:space="preserve">W przypadku gdy wykonawca </w:t>
      </w:r>
      <w:r w:rsidRPr="0077050C">
        <w:rPr>
          <w:rFonts w:ascii="Calibri" w:hAnsi="Calibri" w:cs="Calibri"/>
          <w:i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E4FB15A" w14:textId="77777777" w:rsidR="004A3B8C" w:rsidRPr="0077050C" w:rsidRDefault="004A3B8C" w:rsidP="004A3B8C">
      <w:pPr>
        <w:shd w:val="clear" w:color="auto" w:fill="FFFFFF"/>
        <w:spacing w:line="360" w:lineRule="auto"/>
        <w:rPr>
          <w:rFonts w:ascii="Calibri" w:hAnsi="Calibri" w:cs="Calibri"/>
          <w:sz w:val="22"/>
          <w:u w:val="single"/>
        </w:rPr>
      </w:pPr>
    </w:p>
    <w:p w14:paraId="0253CBED" w14:textId="77777777" w:rsidR="004A3B8C" w:rsidRPr="0077050C" w:rsidRDefault="004A3B8C" w:rsidP="004A3B8C">
      <w:pPr>
        <w:shd w:val="clear" w:color="auto" w:fill="FFFFFF"/>
        <w:spacing w:line="360" w:lineRule="auto"/>
        <w:rPr>
          <w:rFonts w:ascii="Calibri" w:hAnsi="Calibri" w:cs="Calibri"/>
          <w:sz w:val="22"/>
          <w:u w:val="single"/>
        </w:rPr>
      </w:pPr>
      <w:r w:rsidRPr="0077050C">
        <w:rPr>
          <w:rFonts w:ascii="Calibri" w:hAnsi="Calibri" w:cs="Calibri"/>
          <w:sz w:val="22"/>
          <w:u w:val="single"/>
        </w:rPr>
        <w:t>Pozostałe dane Wykonawcy</w:t>
      </w:r>
    </w:p>
    <w:p w14:paraId="63C2EAE2" w14:textId="77777777" w:rsidR="004A3B8C" w:rsidRPr="0077050C" w:rsidRDefault="004A3B8C" w:rsidP="004A3B8C">
      <w:pPr>
        <w:tabs>
          <w:tab w:val="center" w:pos="-2127"/>
        </w:tabs>
        <w:spacing w:line="300" w:lineRule="atLeast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b/>
          <w:sz w:val="22"/>
        </w:rPr>
        <w:t>Czy wykonawca jest mikroprzedsiębiorstwem bądź małym lub średnim przedsiębiorstwem?</w:t>
      </w:r>
    </w:p>
    <w:p w14:paraId="47B9CB40" w14:textId="77777777" w:rsidR="004A3B8C" w:rsidRPr="0077050C" w:rsidRDefault="004A3B8C" w:rsidP="004A3B8C">
      <w:pPr>
        <w:numPr>
          <w:ilvl w:val="0"/>
          <w:numId w:val="18"/>
        </w:numPr>
        <w:tabs>
          <w:tab w:val="center" w:pos="-2127"/>
        </w:tabs>
        <w:spacing w:after="0" w:line="300" w:lineRule="atLeast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Jestem mikroprzedsiębiorstwem</w:t>
      </w:r>
    </w:p>
    <w:p w14:paraId="3DB73D5A" w14:textId="77777777" w:rsidR="004A3B8C" w:rsidRPr="0077050C" w:rsidRDefault="004A3B8C" w:rsidP="004A3B8C">
      <w:pPr>
        <w:numPr>
          <w:ilvl w:val="0"/>
          <w:numId w:val="18"/>
        </w:numPr>
        <w:tabs>
          <w:tab w:val="center" w:pos="-2127"/>
        </w:tabs>
        <w:spacing w:after="0" w:line="300" w:lineRule="atLeast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Jestem małym przedsiębiorstwem</w:t>
      </w:r>
    </w:p>
    <w:p w14:paraId="39B97D23" w14:textId="77777777" w:rsidR="004A3B8C" w:rsidRPr="0077050C" w:rsidRDefault="004A3B8C" w:rsidP="004A3B8C">
      <w:pPr>
        <w:numPr>
          <w:ilvl w:val="0"/>
          <w:numId w:val="18"/>
        </w:numPr>
        <w:tabs>
          <w:tab w:val="center" w:pos="-2127"/>
        </w:tabs>
        <w:spacing w:after="0" w:line="300" w:lineRule="atLeast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Jestem średnim przedsiębiorstwem</w:t>
      </w:r>
    </w:p>
    <w:p w14:paraId="1C028095" w14:textId="77777777" w:rsidR="004A3B8C" w:rsidRPr="0077050C" w:rsidRDefault="004A3B8C" w:rsidP="004A3B8C">
      <w:pPr>
        <w:numPr>
          <w:ilvl w:val="0"/>
          <w:numId w:val="18"/>
        </w:numPr>
        <w:tabs>
          <w:tab w:val="center" w:pos="-2127"/>
        </w:tabs>
        <w:spacing w:after="0" w:line="300" w:lineRule="atLeast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Jestem dużym przedsiębiorstwem</w:t>
      </w:r>
    </w:p>
    <w:p w14:paraId="270B97F1" w14:textId="77777777" w:rsidR="004A3B8C" w:rsidRPr="0077050C" w:rsidRDefault="004A3B8C" w:rsidP="004A3B8C">
      <w:pPr>
        <w:tabs>
          <w:tab w:val="center" w:pos="-2127"/>
        </w:tabs>
        <w:spacing w:line="300" w:lineRule="atLeast"/>
        <w:rPr>
          <w:rFonts w:ascii="Calibri" w:hAnsi="Calibri" w:cs="Calibri"/>
          <w:b/>
          <w:sz w:val="22"/>
        </w:rPr>
      </w:pPr>
      <w:r w:rsidRPr="0077050C">
        <w:rPr>
          <w:rFonts w:ascii="Calibri" w:hAnsi="Calibri" w:cs="Calibri"/>
          <w:b/>
          <w:sz w:val="22"/>
        </w:rPr>
        <w:t>Czy Wykonawca pochodzi z innego niż Polska państwa członkowskiego Unii Europejskiej:</w:t>
      </w:r>
    </w:p>
    <w:p w14:paraId="02D0BACB" w14:textId="77777777" w:rsidR="004A3B8C" w:rsidRPr="0077050C" w:rsidRDefault="004A3B8C" w:rsidP="004A3B8C">
      <w:pPr>
        <w:numPr>
          <w:ilvl w:val="0"/>
          <w:numId w:val="18"/>
        </w:numPr>
        <w:tabs>
          <w:tab w:val="center" w:pos="-2127"/>
        </w:tabs>
        <w:spacing w:after="0" w:line="300" w:lineRule="atLeast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TAK    Skrót literowy Państwa: …………………….</w:t>
      </w:r>
    </w:p>
    <w:p w14:paraId="1C9AA0BD" w14:textId="77777777" w:rsidR="004A3B8C" w:rsidRPr="0077050C" w:rsidRDefault="004A3B8C" w:rsidP="004A3B8C">
      <w:pPr>
        <w:numPr>
          <w:ilvl w:val="0"/>
          <w:numId w:val="18"/>
        </w:numPr>
        <w:tabs>
          <w:tab w:val="center" w:pos="-2127"/>
        </w:tabs>
        <w:spacing w:after="0" w:line="300" w:lineRule="atLeast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NIE</w:t>
      </w:r>
    </w:p>
    <w:p w14:paraId="731545D5" w14:textId="77777777" w:rsidR="004A3B8C" w:rsidRPr="0077050C" w:rsidRDefault="004A3B8C" w:rsidP="004A3B8C">
      <w:pPr>
        <w:tabs>
          <w:tab w:val="center" w:pos="-2127"/>
        </w:tabs>
        <w:spacing w:line="300" w:lineRule="atLeast"/>
        <w:ind w:left="720"/>
        <w:jc w:val="both"/>
        <w:rPr>
          <w:rFonts w:ascii="Calibri" w:hAnsi="Calibri" w:cs="Calibri"/>
          <w:sz w:val="22"/>
        </w:rPr>
      </w:pPr>
    </w:p>
    <w:p w14:paraId="1224DEB0" w14:textId="77777777" w:rsidR="004A3B8C" w:rsidRPr="0077050C" w:rsidRDefault="004A3B8C" w:rsidP="004A3B8C">
      <w:pPr>
        <w:tabs>
          <w:tab w:val="center" w:pos="-2127"/>
        </w:tabs>
        <w:spacing w:line="300" w:lineRule="atLeast"/>
        <w:rPr>
          <w:rFonts w:ascii="Calibri" w:hAnsi="Calibri" w:cs="Calibri"/>
          <w:b/>
          <w:sz w:val="22"/>
        </w:rPr>
      </w:pPr>
      <w:r w:rsidRPr="0077050C">
        <w:rPr>
          <w:rFonts w:ascii="Calibri" w:hAnsi="Calibri" w:cs="Calibri"/>
          <w:b/>
          <w:sz w:val="22"/>
        </w:rPr>
        <w:t>Czy Wykonawca pochodzi z państwa niebędącego członkiem Unii Europejskiej:</w:t>
      </w:r>
    </w:p>
    <w:p w14:paraId="2B7FC567" w14:textId="77777777" w:rsidR="004A3B8C" w:rsidRPr="0077050C" w:rsidRDefault="004A3B8C" w:rsidP="004A3B8C">
      <w:pPr>
        <w:numPr>
          <w:ilvl w:val="0"/>
          <w:numId w:val="18"/>
        </w:numPr>
        <w:tabs>
          <w:tab w:val="center" w:pos="-2127"/>
        </w:tabs>
        <w:spacing w:after="0" w:line="300" w:lineRule="atLeast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TAK    Skrót literowy Państwa: …………………….</w:t>
      </w:r>
    </w:p>
    <w:p w14:paraId="5FC4D47C" w14:textId="77777777" w:rsidR="004A3B8C" w:rsidRPr="0077050C" w:rsidRDefault="004A3B8C" w:rsidP="004A3B8C">
      <w:pPr>
        <w:numPr>
          <w:ilvl w:val="0"/>
          <w:numId w:val="18"/>
        </w:numPr>
        <w:tabs>
          <w:tab w:val="center" w:pos="-2127"/>
        </w:tabs>
        <w:spacing w:after="0" w:line="300" w:lineRule="atLeast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NIE</w:t>
      </w:r>
    </w:p>
    <w:p w14:paraId="1D18919C" w14:textId="77777777" w:rsidR="004A3B8C" w:rsidRPr="0077050C" w:rsidRDefault="004A3B8C" w:rsidP="004A3B8C">
      <w:pPr>
        <w:rPr>
          <w:rFonts w:ascii="Calibri" w:hAnsi="Calibri" w:cs="Calibri"/>
          <w:b/>
          <w:color w:val="FF0000"/>
          <w:sz w:val="22"/>
        </w:rPr>
      </w:pPr>
    </w:p>
    <w:p w14:paraId="5296CB1D" w14:textId="77777777" w:rsidR="004A3B8C" w:rsidRPr="0077050C" w:rsidRDefault="004A3B8C" w:rsidP="004A3B8C">
      <w:pPr>
        <w:rPr>
          <w:rFonts w:ascii="Calibri" w:hAnsi="Calibri" w:cs="Calibri"/>
          <w:b/>
          <w:sz w:val="22"/>
        </w:rPr>
      </w:pPr>
      <w:r w:rsidRPr="0077050C">
        <w:rPr>
          <w:rFonts w:ascii="Calibri" w:hAnsi="Calibri" w:cs="Calibri"/>
          <w:b/>
          <w:sz w:val="22"/>
        </w:rPr>
        <w:t xml:space="preserve">Uwaga:  </w:t>
      </w:r>
      <w:r w:rsidRPr="0077050C">
        <w:rPr>
          <w:rFonts w:ascii="Calibri" w:hAnsi="Calibri" w:cs="Calibri"/>
          <w:sz w:val="22"/>
        </w:rPr>
        <w:t xml:space="preserve">zaznaczyć odpowiednie. </w:t>
      </w:r>
    </w:p>
    <w:p w14:paraId="7DFAEF46" w14:textId="77777777" w:rsidR="004A3B8C" w:rsidRPr="0077050C" w:rsidRDefault="004A3B8C" w:rsidP="004A3B8C">
      <w:pPr>
        <w:ind w:hanging="12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b/>
          <w:sz w:val="22"/>
        </w:rPr>
        <w:t>Przez Mikroprzedsiębiorstwo rozumie się:</w:t>
      </w:r>
      <w:r w:rsidRPr="0077050C">
        <w:rPr>
          <w:rFonts w:ascii="Calibri" w:hAnsi="Calibri" w:cs="Calibri"/>
          <w:sz w:val="22"/>
        </w:rPr>
        <w:t xml:space="preserve"> przedsiębiorstwo, które </w:t>
      </w:r>
      <w:r w:rsidRPr="0077050C">
        <w:rPr>
          <w:rFonts w:ascii="Calibri" w:hAnsi="Calibri" w:cs="Calibri"/>
          <w:b/>
          <w:sz w:val="22"/>
        </w:rPr>
        <w:t>zatrudnia mniej niż 10 osób</w:t>
      </w:r>
      <w:r w:rsidRPr="0077050C">
        <w:rPr>
          <w:rFonts w:ascii="Calibri" w:hAnsi="Calibri" w:cs="Calibri"/>
          <w:sz w:val="22"/>
        </w:rPr>
        <w:t xml:space="preserve"> i którego roczny obrót lub roczna suma bilansowa </w:t>
      </w:r>
      <w:r w:rsidRPr="0077050C">
        <w:rPr>
          <w:rFonts w:ascii="Calibri" w:hAnsi="Calibri" w:cs="Calibri"/>
          <w:b/>
          <w:sz w:val="22"/>
        </w:rPr>
        <w:t>nie przekracza 2 milionów EUR</w:t>
      </w:r>
      <w:r w:rsidRPr="0077050C">
        <w:rPr>
          <w:rFonts w:ascii="Calibri" w:hAnsi="Calibri" w:cs="Calibri"/>
          <w:sz w:val="22"/>
        </w:rPr>
        <w:t>.</w:t>
      </w:r>
    </w:p>
    <w:p w14:paraId="1EBA452C" w14:textId="77777777" w:rsidR="004A3B8C" w:rsidRPr="0077050C" w:rsidRDefault="004A3B8C" w:rsidP="004A3B8C">
      <w:pPr>
        <w:ind w:hanging="12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b/>
          <w:sz w:val="22"/>
        </w:rPr>
        <w:t>Przez Małe przedsiębiorstwo rozumie się:</w:t>
      </w:r>
      <w:r w:rsidRPr="0077050C">
        <w:rPr>
          <w:rFonts w:ascii="Calibri" w:hAnsi="Calibri" w:cs="Calibri"/>
          <w:sz w:val="22"/>
        </w:rPr>
        <w:t xml:space="preserve"> przedsiębiorstwo, które </w:t>
      </w:r>
      <w:r w:rsidRPr="0077050C">
        <w:rPr>
          <w:rFonts w:ascii="Calibri" w:hAnsi="Calibri" w:cs="Calibri"/>
          <w:b/>
          <w:sz w:val="22"/>
        </w:rPr>
        <w:t>zatrudnia mniej niż 50 osób</w:t>
      </w:r>
      <w:r w:rsidRPr="0077050C">
        <w:rPr>
          <w:rFonts w:ascii="Calibri" w:hAnsi="Calibri" w:cs="Calibri"/>
          <w:sz w:val="22"/>
        </w:rPr>
        <w:t xml:space="preserve"> i którego roczny obrót lub roczna suma bilansowa </w:t>
      </w:r>
      <w:r w:rsidRPr="0077050C">
        <w:rPr>
          <w:rFonts w:ascii="Calibri" w:hAnsi="Calibri" w:cs="Calibri"/>
          <w:b/>
          <w:sz w:val="22"/>
        </w:rPr>
        <w:t>nie przekracza 10 milionów EUR</w:t>
      </w:r>
      <w:r w:rsidRPr="0077050C">
        <w:rPr>
          <w:rFonts w:ascii="Calibri" w:hAnsi="Calibri" w:cs="Calibri"/>
          <w:sz w:val="22"/>
        </w:rPr>
        <w:t>.</w:t>
      </w:r>
    </w:p>
    <w:p w14:paraId="6AFC5C75" w14:textId="77777777" w:rsidR="004A3B8C" w:rsidRPr="0077050C" w:rsidRDefault="004A3B8C" w:rsidP="004A3B8C">
      <w:pPr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b/>
          <w:sz w:val="22"/>
        </w:rPr>
        <w:t>Przez Średnie przedsiębiorstwa rozumie się: przedsiębiorstwa, które nie są mikroprzedsiębiorstwami ani małymi przedsiębiorstwami</w:t>
      </w:r>
      <w:r w:rsidRPr="0077050C">
        <w:rPr>
          <w:rFonts w:ascii="Calibri" w:hAnsi="Calibri" w:cs="Calibri"/>
          <w:sz w:val="22"/>
        </w:rPr>
        <w:t xml:space="preserve"> i które </w:t>
      </w:r>
      <w:r w:rsidRPr="0077050C">
        <w:rPr>
          <w:rFonts w:ascii="Calibri" w:hAnsi="Calibri" w:cs="Calibri"/>
          <w:b/>
          <w:sz w:val="22"/>
        </w:rPr>
        <w:t>zatrudniają mniej niż 250 osób</w:t>
      </w:r>
      <w:r w:rsidRPr="0077050C">
        <w:rPr>
          <w:rFonts w:ascii="Calibri" w:hAnsi="Calibri" w:cs="Calibri"/>
          <w:sz w:val="22"/>
        </w:rPr>
        <w:t xml:space="preserve"> i których </w:t>
      </w:r>
      <w:r w:rsidRPr="0077050C">
        <w:rPr>
          <w:rFonts w:ascii="Calibri" w:hAnsi="Calibri" w:cs="Calibri"/>
          <w:b/>
          <w:sz w:val="22"/>
        </w:rPr>
        <w:t>roczny obrót nie przekracza 50 milionów EUR</w:t>
      </w:r>
      <w:r w:rsidRPr="0077050C">
        <w:rPr>
          <w:rFonts w:ascii="Calibri" w:hAnsi="Calibri" w:cs="Calibri"/>
          <w:sz w:val="22"/>
        </w:rPr>
        <w:t xml:space="preserve"> </w:t>
      </w:r>
      <w:r w:rsidRPr="0077050C">
        <w:rPr>
          <w:rFonts w:ascii="Calibri" w:hAnsi="Calibri" w:cs="Calibri"/>
          <w:b/>
          <w:i/>
          <w:sz w:val="22"/>
        </w:rPr>
        <w:t>lub</w:t>
      </w:r>
      <w:r w:rsidRPr="0077050C">
        <w:rPr>
          <w:rFonts w:ascii="Calibri" w:hAnsi="Calibri" w:cs="Calibri"/>
          <w:sz w:val="22"/>
        </w:rPr>
        <w:t xml:space="preserve"> </w:t>
      </w:r>
      <w:r w:rsidRPr="0077050C">
        <w:rPr>
          <w:rFonts w:ascii="Calibri" w:hAnsi="Calibri" w:cs="Calibri"/>
          <w:b/>
          <w:sz w:val="22"/>
        </w:rPr>
        <w:t>roczna suma bilansowa nie przekracza 43 milionów EUR.</w:t>
      </w:r>
    </w:p>
    <w:p w14:paraId="6E73EC89" w14:textId="77777777" w:rsidR="004A3B8C" w:rsidRPr="0077050C" w:rsidRDefault="004A3B8C" w:rsidP="004A3B8C">
      <w:pPr>
        <w:rPr>
          <w:rFonts w:ascii="Calibri" w:hAnsi="Calibri" w:cs="Calibri"/>
          <w:b/>
          <w:sz w:val="22"/>
          <w:u w:val="single"/>
        </w:rPr>
      </w:pPr>
    </w:p>
    <w:p w14:paraId="704643AB" w14:textId="77777777" w:rsidR="004A3B8C" w:rsidRPr="0077050C" w:rsidRDefault="004A3B8C" w:rsidP="004A3B8C">
      <w:pPr>
        <w:rPr>
          <w:rFonts w:ascii="Calibri" w:hAnsi="Calibri" w:cs="Calibri"/>
          <w:b/>
          <w:sz w:val="22"/>
          <w:u w:val="single"/>
        </w:rPr>
      </w:pPr>
      <w:r w:rsidRPr="0077050C">
        <w:rPr>
          <w:rFonts w:ascii="Calibri" w:hAnsi="Calibri" w:cs="Calibri"/>
          <w:b/>
          <w:sz w:val="22"/>
          <w:u w:val="single"/>
        </w:rPr>
        <w:t>Powyższe informacje są wymagane wyłącznie do celów statystycznych</w:t>
      </w:r>
    </w:p>
    <w:p w14:paraId="529EF9B8" w14:textId="77777777" w:rsidR="004A3B8C" w:rsidRPr="0077050C" w:rsidRDefault="004A3B8C" w:rsidP="004A3B8C">
      <w:pPr>
        <w:rPr>
          <w:rFonts w:ascii="Calibri" w:hAnsi="Calibri" w:cs="Calibri"/>
          <w:sz w:val="22"/>
        </w:rPr>
      </w:pPr>
    </w:p>
    <w:p w14:paraId="37DEF8C3" w14:textId="77777777" w:rsidR="004A3B8C" w:rsidRPr="0077050C" w:rsidRDefault="004A3B8C" w:rsidP="004A3B8C">
      <w:pPr>
        <w:jc w:val="both"/>
        <w:rPr>
          <w:rFonts w:ascii="Calibri" w:hAnsi="Calibri" w:cs="Calibri"/>
          <w:b/>
          <w:sz w:val="22"/>
        </w:rPr>
      </w:pPr>
      <w:r w:rsidRPr="0077050C">
        <w:rPr>
          <w:rFonts w:ascii="Calibri" w:hAnsi="Calibri" w:cs="Calibri"/>
          <w:b/>
          <w:sz w:val="22"/>
          <w:highlight w:val="yellow"/>
          <w:u w:val="single"/>
        </w:rPr>
        <w:t xml:space="preserve">UWAGA. </w:t>
      </w:r>
      <w:r w:rsidRPr="0077050C">
        <w:rPr>
          <w:rFonts w:ascii="Calibri" w:hAnsi="Calibri" w:cs="Calibri"/>
          <w:b/>
          <w:sz w:val="22"/>
          <w:highlight w:val="yellow"/>
        </w:rPr>
        <w:t>Plik należy podpisać kwalifikowanym podpisem elektronicznym lub podpisem zaufanym lub elektronicznym podpisem osobistym przez osobę/osoby uprawnioną/-</w:t>
      </w:r>
      <w:proofErr w:type="spellStart"/>
      <w:r w:rsidRPr="0077050C">
        <w:rPr>
          <w:rFonts w:ascii="Calibri" w:hAnsi="Calibri" w:cs="Calibri"/>
          <w:b/>
          <w:sz w:val="22"/>
          <w:highlight w:val="yellow"/>
        </w:rPr>
        <w:t>ne</w:t>
      </w:r>
      <w:proofErr w:type="spellEnd"/>
      <w:r w:rsidRPr="0077050C">
        <w:rPr>
          <w:rFonts w:ascii="Calibri" w:hAnsi="Calibri" w:cs="Calibri"/>
          <w:b/>
          <w:sz w:val="22"/>
          <w:highlight w:val="yellow"/>
        </w:rPr>
        <w:t xml:space="preserve"> do składania oświadczeń woli w imieniu Wykonawcy</w:t>
      </w:r>
    </w:p>
    <w:p w14:paraId="7FFA2069" w14:textId="77777777" w:rsidR="004A3B8C" w:rsidRPr="0077050C" w:rsidRDefault="004A3B8C" w:rsidP="004A3B8C">
      <w:pPr>
        <w:rPr>
          <w:rFonts w:ascii="Calibri" w:hAnsi="Calibri" w:cs="Calibri"/>
          <w:sz w:val="22"/>
        </w:rPr>
      </w:pPr>
    </w:p>
    <w:p w14:paraId="39BA589A" w14:textId="77777777" w:rsidR="004A3B8C" w:rsidRPr="0077050C" w:rsidRDefault="004A3B8C" w:rsidP="004A3B8C">
      <w:pPr>
        <w:pStyle w:val="Style23"/>
        <w:widowControl/>
        <w:spacing w:line="274" w:lineRule="exact"/>
        <w:jc w:val="center"/>
        <w:outlineLvl w:val="0"/>
        <w:rPr>
          <w:rStyle w:val="FontStyle96"/>
          <w:rFonts w:ascii="Calibri" w:hAnsi="Calibri" w:cs="Calibri"/>
        </w:rPr>
      </w:pPr>
    </w:p>
    <w:bookmarkEnd w:id="0"/>
    <w:p w14:paraId="3CE5DA8C" w14:textId="77777777" w:rsidR="00C05E6D" w:rsidRPr="0077050C" w:rsidRDefault="00C05E6D">
      <w:pPr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</w:p>
    <w:sectPr w:rsidR="00C05E6D" w:rsidRPr="0077050C" w:rsidSect="00BC3EC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6" w:right="1417" w:bottom="1134" w:left="1417" w:header="340" w:footer="5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9C4AD" w14:textId="77777777" w:rsidR="000F38AB" w:rsidRDefault="000F38AB">
      <w:r>
        <w:separator/>
      </w:r>
    </w:p>
  </w:endnote>
  <w:endnote w:type="continuationSeparator" w:id="0">
    <w:p w14:paraId="2B987DDD" w14:textId="77777777" w:rsidR="000F38AB" w:rsidRDefault="000F3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53ECF" w14:textId="77777777" w:rsidR="00A537C4" w:rsidRDefault="00066F8E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77EAB" w14:textId="77777777" w:rsidR="0064771C" w:rsidRPr="00BC3EC4" w:rsidRDefault="00BC3EC4" w:rsidP="00BC3EC4">
    <w:pPr>
      <w:pStyle w:val="Stopka"/>
      <w:spacing w:after="0" w:line="240" w:lineRule="auto"/>
      <w:jc w:val="center"/>
      <w:rPr>
        <w:i/>
        <w:color w:val="7F7F7F"/>
        <w:szCs w:val="20"/>
      </w:rPr>
    </w:pPr>
    <w:r>
      <w:rPr>
        <w:i/>
        <w:noProof/>
        <w:color w:val="7F7F7F"/>
        <w:szCs w:val="20"/>
        <w:lang w:eastAsia="pl-PL"/>
      </w:rPr>
      <w:drawing>
        <wp:anchor distT="0" distB="0" distL="114300" distR="114300" simplePos="0" relativeHeight="251664896" behindDoc="0" locked="0" layoutInCell="0" allowOverlap="1" wp14:anchorId="06EC34E0" wp14:editId="2EB51A77">
          <wp:simplePos x="0" y="0"/>
          <wp:positionH relativeFrom="page">
            <wp:posOffset>419100</wp:posOffset>
          </wp:positionH>
          <wp:positionV relativeFrom="page">
            <wp:posOffset>10382250</wp:posOffset>
          </wp:positionV>
          <wp:extent cx="7023735" cy="190500"/>
          <wp:effectExtent l="19050" t="0" r="5715" b="0"/>
          <wp:wrapNone/>
          <wp:docPr id="2" name="Obraz 286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9483A">
      <w:rPr>
        <w:i/>
        <w:color w:val="7F7F7F"/>
        <w:szCs w:val="20"/>
      </w:rPr>
      <w:t>„Zdolni z Pomorza – powiat chojnicki”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4FDF5" w14:textId="77777777" w:rsidR="0064771C" w:rsidRDefault="0064771C" w:rsidP="004F24C4">
    <w:pPr>
      <w:pStyle w:val="Stopka"/>
      <w:spacing w:after="0" w:line="240" w:lineRule="auto"/>
      <w:jc w:val="center"/>
      <w:rPr>
        <w:i/>
        <w:color w:val="7F7F7F"/>
        <w:szCs w:val="20"/>
      </w:rPr>
    </w:pPr>
    <w:r w:rsidRPr="0059483A">
      <w:rPr>
        <w:i/>
        <w:color w:val="7F7F7F"/>
        <w:szCs w:val="20"/>
      </w:rPr>
      <w:t>„Zdolni z Pomorza – powiat chojnicki”</w:t>
    </w:r>
  </w:p>
  <w:p w14:paraId="1F4F5116" w14:textId="77777777" w:rsidR="0064771C" w:rsidRPr="00B01F08" w:rsidRDefault="0064771C" w:rsidP="004F24C4">
    <w:pPr>
      <w:pStyle w:val="Stopka"/>
      <w:spacing w:line="240" w:lineRule="auto"/>
      <w:jc w:val="center"/>
    </w:pPr>
    <w:r>
      <w:rPr>
        <w:noProof/>
        <w:lang w:eastAsia="pl-PL"/>
      </w:rPr>
      <w:drawing>
        <wp:anchor distT="0" distB="0" distL="114300" distR="114300" simplePos="0" relativeHeight="251657728" behindDoc="0" locked="0" layoutInCell="0" allowOverlap="1" wp14:anchorId="2846F36C" wp14:editId="44F54F40">
          <wp:simplePos x="0" y="0"/>
          <wp:positionH relativeFrom="page">
            <wp:posOffset>265430</wp:posOffset>
          </wp:positionH>
          <wp:positionV relativeFrom="page">
            <wp:posOffset>10167620</wp:posOffset>
          </wp:positionV>
          <wp:extent cx="7023735" cy="194310"/>
          <wp:effectExtent l="0" t="0" r="5715" b="0"/>
          <wp:wrapNone/>
          <wp:docPr id="286" name="Obraz 286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49100" w14:textId="77777777" w:rsidR="000F38AB" w:rsidRDefault="000F38AB">
      <w:r>
        <w:separator/>
      </w:r>
    </w:p>
  </w:footnote>
  <w:footnote w:type="continuationSeparator" w:id="0">
    <w:p w14:paraId="5A9FD5B9" w14:textId="77777777" w:rsidR="000F38AB" w:rsidRDefault="000F38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81082" w14:textId="77777777" w:rsidR="0064771C" w:rsidRDefault="0064771C" w:rsidP="0064771C">
    <w:pPr>
      <w:pStyle w:val="Nagwek"/>
      <w:jc w:val="center"/>
    </w:pPr>
    <w:r w:rsidRPr="0064771C">
      <w:rPr>
        <w:noProof/>
      </w:rPr>
      <w:drawing>
        <wp:anchor distT="0" distB="0" distL="114300" distR="114300" simplePos="0" relativeHeight="251662848" behindDoc="0" locked="0" layoutInCell="0" allowOverlap="1" wp14:anchorId="14C8EE84" wp14:editId="7B73074E">
          <wp:simplePos x="0" y="0"/>
          <wp:positionH relativeFrom="page">
            <wp:posOffset>200025</wp:posOffset>
          </wp:positionH>
          <wp:positionV relativeFrom="page">
            <wp:posOffset>114300</wp:posOffset>
          </wp:positionV>
          <wp:extent cx="7019925" cy="752475"/>
          <wp:effectExtent l="19050" t="0" r="9525" b="0"/>
          <wp:wrapNone/>
          <wp:docPr id="1" name="Obraz 284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59A34" w14:textId="77777777" w:rsidR="0064771C" w:rsidRDefault="0064771C" w:rsidP="004F24C4">
    <w:pPr>
      <w:pStyle w:val="Nagwek"/>
    </w:pPr>
    <w:r w:rsidRPr="00513111">
      <w:rPr>
        <w:noProof/>
        <w:color w:val="FFFFFF" w:themeColor="background1"/>
        <w:sz w:val="18"/>
        <w:szCs w:val="18"/>
        <w:lang w:eastAsia="pl-PL"/>
      </w:rPr>
      <w:drawing>
        <wp:anchor distT="0" distB="0" distL="114300" distR="114300" simplePos="0" relativeHeight="251660800" behindDoc="0" locked="0" layoutInCell="1" allowOverlap="1" wp14:anchorId="74C51DB2" wp14:editId="49112708">
          <wp:simplePos x="0" y="0"/>
          <wp:positionH relativeFrom="page">
            <wp:posOffset>5847715</wp:posOffset>
          </wp:positionH>
          <wp:positionV relativeFrom="page">
            <wp:posOffset>1114425</wp:posOffset>
          </wp:positionV>
          <wp:extent cx="1438910" cy="358775"/>
          <wp:effectExtent l="0" t="0" r="8890" b="3175"/>
          <wp:wrapSquare wrapText="bothSides"/>
          <wp:docPr id="283" name="Obraz 2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chojnick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358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752" behindDoc="0" locked="0" layoutInCell="0" allowOverlap="1" wp14:anchorId="32133101" wp14:editId="254BB7B3">
          <wp:simplePos x="0" y="0"/>
          <wp:positionH relativeFrom="page">
            <wp:posOffset>268605</wp:posOffset>
          </wp:positionH>
          <wp:positionV relativeFrom="page">
            <wp:posOffset>278765</wp:posOffset>
          </wp:positionV>
          <wp:extent cx="7019925" cy="752475"/>
          <wp:effectExtent l="0" t="0" r="9525" b="9525"/>
          <wp:wrapNone/>
          <wp:docPr id="284" name="Obraz 284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64D31AAD" wp14:editId="11B35816">
          <wp:simplePos x="0" y="0"/>
          <wp:positionH relativeFrom="column">
            <wp:posOffset>-304800</wp:posOffset>
          </wp:positionH>
          <wp:positionV relativeFrom="paragraph">
            <wp:posOffset>1009015</wp:posOffset>
          </wp:positionV>
          <wp:extent cx="883920" cy="972185"/>
          <wp:effectExtent l="0" t="0" r="0" b="0"/>
          <wp:wrapSquare wrapText="bothSides"/>
          <wp:docPr id="285" name="Obraz 285" descr="OS_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S_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920" cy="972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9499409" w14:textId="77777777" w:rsidR="0064771C" w:rsidRDefault="0064771C">
    <w:pPr>
      <w:pStyle w:val="Nagwek"/>
    </w:pPr>
  </w:p>
  <w:p w14:paraId="66C0DA42" w14:textId="77777777" w:rsidR="0064771C" w:rsidRDefault="006477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1BF3A11"/>
    <w:multiLevelType w:val="hybridMultilevel"/>
    <w:tmpl w:val="3A2ACD2A"/>
    <w:lvl w:ilvl="0" w:tplc="ECF62356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D443D"/>
    <w:multiLevelType w:val="hybridMultilevel"/>
    <w:tmpl w:val="3A2ACD2A"/>
    <w:lvl w:ilvl="0" w:tplc="ECF62356">
      <w:start w:val="2"/>
      <w:numFmt w:val="upp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3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B5F03"/>
    <w:multiLevelType w:val="multilevel"/>
    <w:tmpl w:val="7B4233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0B6B420C"/>
    <w:multiLevelType w:val="hybridMultilevel"/>
    <w:tmpl w:val="2964526A"/>
    <w:lvl w:ilvl="0" w:tplc="A32A18A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6" w15:restartNumberingAfterBreak="0">
    <w:nsid w:val="0CD3350A"/>
    <w:multiLevelType w:val="hybridMultilevel"/>
    <w:tmpl w:val="DE7E28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EA7506"/>
    <w:multiLevelType w:val="hybridMultilevel"/>
    <w:tmpl w:val="2964526A"/>
    <w:lvl w:ilvl="0" w:tplc="A32A18A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8" w15:restartNumberingAfterBreak="0">
    <w:nsid w:val="0DFA6CD1"/>
    <w:multiLevelType w:val="hybridMultilevel"/>
    <w:tmpl w:val="37CE6C00"/>
    <w:lvl w:ilvl="0" w:tplc="3C6A21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A32A18AA">
      <w:start w:val="1"/>
      <w:numFmt w:val="upperLetter"/>
      <w:lvlText w:val="%4."/>
      <w:lvlJc w:val="left"/>
      <w:pPr>
        <w:ind w:left="14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9" w15:restartNumberingAfterBreak="0">
    <w:nsid w:val="12C83EDB"/>
    <w:multiLevelType w:val="hybridMultilevel"/>
    <w:tmpl w:val="335CE1B8"/>
    <w:lvl w:ilvl="0" w:tplc="25E62FC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9127B0"/>
    <w:multiLevelType w:val="hybridMultilevel"/>
    <w:tmpl w:val="A928E57C"/>
    <w:lvl w:ilvl="0" w:tplc="55F8735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6086D"/>
    <w:multiLevelType w:val="hybridMultilevel"/>
    <w:tmpl w:val="31F28074"/>
    <w:lvl w:ilvl="0" w:tplc="9BB27A7E">
      <w:start w:val="1"/>
      <w:numFmt w:val="bullet"/>
      <w:lvlText w:val="□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7293E77"/>
    <w:multiLevelType w:val="hybridMultilevel"/>
    <w:tmpl w:val="3A2ACD2A"/>
    <w:lvl w:ilvl="0" w:tplc="ECF62356">
      <w:start w:val="2"/>
      <w:numFmt w:val="upp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13" w15:restartNumberingAfterBreak="0">
    <w:nsid w:val="177639E6"/>
    <w:multiLevelType w:val="hybridMultilevel"/>
    <w:tmpl w:val="FD3228B8"/>
    <w:lvl w:ilvl="0" w:tplc="A32A18A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186A4122"/>
    <w:multiLevelType w:val="hybridMultilevel"/>
    <w:tmpl w:val="3A2ACD2A"/>
    <w:lvl w:ilvl="0" w:tplc="ECF62356">
      <w:start w:val="2"/>
      <w:numFmt w:val="upp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15" w15:restartNumberingAfterBreak="0">
    <w:nsid w:val="1C5D5AFD"/>
    <w:multiLevelType w:val="hybridMultilevel"/>
    <w:tmpl w:val="2964526A"/>
    <w:lvl w:ilvl="0" w:tplc="A32A18A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6" w15:restartNumberingAfterBreak="0">
    <w:nsid w:val="1CE70526"/>
    <w:multiLevelType w:val="hybridMultilevel"/>
    <w:tmpl w:val="7640E874"/>
    <w:lvl w:ilvl="0" w:tplc="4E0A67B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4400DC"/>
    <w:multiLevelType w:val="hybridMultilevel"/>
    <w:tmpl w:val="AE8EEE30"/>
    <w:lvl w:ilvl="0" w:tplc="251C12CE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1" w:tplc="818A187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8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9" w15:restartNumberingAfterBreak="0">
    <w:nsid w:val="2AA95C97"/>
    <w:multiLevelType w:val="hybridMultilevel"/>
    <w:tmpl w:val="E4D0A3E2"/>
    <w:lvl w:ilvl="0" w:tplc="A096483E">
      <w:start w:val="2"/>
      <w:numFmt w:val="upperLetter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938" w:hanging="360"/>
      </w:pPr>
    </w:lvl>
    <w:lvl w:ilvl="2" w:tplc="0415001B" w:tentative="1">
      <w:start w:val="1"/>
      <w:numFmt w:val="lowerRoman"/>
      <w:lvlText w:val="%3."/>
      <w:lvlJc w:val="right"/>
      <w:pPr>
        <w:ind w:left="-218" w:hanging="180"/>
      </w:pPr>
    </w:lvl>
    <w:lvl w:ilvl="3" w:tplc="0415000F" w:tentative="1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1222" w:hanging="360"/>
      </w:pPr>
    </w:lvl>
    <w:lvl w:ilvl="5" w:tplc="0415001B" w:tentative="1">
      <w:start w:val="1"/>
      <w:numFmt w:val="lowerRoman"/>
      <w:lvlText w:val="%6."/>
      <w:lvlJc w:val="right"/>
      <w:pPr>
        <w:ind w:left="1942" w:hanging="180"/>
      </w:pPr>
    </w:lvl>
    <w:lvl w:ilvl="6" w:tplc="0415000F" w:tentative="1">
      <w:start w:val="1"/>
      <w:numFmt w:val="decimal"/>
      <w:lvlText w:val="%7."/>
      <w:lvlJc w:val="left"/>
      <w:pPr>
        <w:ind w:left="2662" w:hanging="360"/>
      </w:pPr>
    </w:lvl>
    <w:lvl w:ilvl="7" w:tplc="04150019" w:tentative="1">
      <w:start w:val="1"/>
      <w:numFmt w:val="lowerLetter"/>
      <w:lvlText w:val="%8."/>
      <w:lvlJc w:val="left"/>
      <w:pPr>
        <w:ind w:left="3382" w:hanging="360"/>
      </w:pPr>
    </w:lvl>
    <w:lvl w:ilvl="8" w:tplc="0415001B" w:tentative="1">
      <w:start w:val="1"/>
      <w:numFmt w:val="lowerRoman"/>
      <w:lvlText w:val="%9."/>
      <w:lvlJc w:val="right"/>
      <w:pPr>
        <w:ind w:left="4102" w:hanging="180"/>
      </w:pPr>
    </w:lvl>
  </w:abstractNum>
  <w:abstractNum w:abstractNumId="20" w15:restartNumberingAfterBreak="0">
    <w:nsid w:val="3326013C"/>
    <w:multiLevelType w:val="hybridMultilevel"/>
    <w:tmpl w:val="1506D3F2"/>
    <w:lvl w:ilvl="0" w:tplc="3F7A7D90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653B44"/>
    <w:multiLevelType w:val="hybridMultilevel"/>
    <w:tmpl w:val="BC84BAF6"/>
    <w:lvl w:ilvl="0" w:tplc="A32A18A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2" w15:restartNumberingAfterBreak="0">
    <w:nsid w:val="3D2212C3"/>
    <w:multiLevelType w:val="hybridMultilevel"/>
    <w:tmpl w:val="3A2ACD2A"/>
    <w:lvl w:ilvl="0" w:tplc="ECF62356">
      <w:start w:val="2"/>
      <w:numFmt w:val="upp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23" w15:restartNumberingAfterBreak="0">
    <w:nsid w:val="3F654FE4"/>
    <w:multiLevelType w:val="hybridMultilevel"/>
    <w:tmpl w:val="2F24C888"/>
    <w:lvl w:ilvl="0" w:tplc="C4B01734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8E0ABF"/>
    <w:multiLevelType w:val="hybridMultilevel"/>
    <w:tmpl w:val="E4D0A3E2"/>
    <w:lvl w:ilvl="0" w:tplc="A096483E">
      <w:start w:val="2"/>
      <w:numFmt w:val="upp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25" w15:restartNumberingAfterBreak="0">
    <w:nsid w:val="48C9140D"/>
    <w:multiLevelType w:val="hybridMultilevel"/>
    <w:tmpl w:val="712E50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24"/>
        <w:szCs w:val="24"/>
      </w:rPr>
    </w:lvl>
    <w:lvl w:ilvl="1" w:tplc="BEAA295C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2" w:tplc="CE4A96AA">
      <w:start w:val="1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2345025"/>
    <w:multiLevelType w:val="hybridMultilevel"/>
    <w:tmpl w:val="2964526A"/>
    <w:lvl w:ilvl="0" w:tplc="A32A18A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7" w15:restartNumberingAfterBreak="0">
    <w:nsid w:val="570D6527"/>
    <w:multiLevelType w:val="hybridMultilevel"/>
    <w:tmpl w:val="CDB08476"/>
    <w:lvl w:ilvl="0" w:tplc="A32A18A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8" w15:restartNumberingAfterBreak="0">
    <w:nsid w:val="5BFE6E7E"/>
    <w:multiLevelType w:val="hybridMultilevel"/>
    <w:tmpl w:val="E4D0A3E2"/>
    <w:lvl w:ilvl="0" w:tplc="A096483E">
      <w:start w:val="2"/>
      <w:numFmt w:val="upp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29" w15:restartNumberingAfterBreak="0">
    <w:nsid w:val="60A0227E"/>
    <w:multiLevelType w:val="hybridMultilevel"/>
    <w:tmpl w:val="908CD8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45357"/>
    <w:multiLevelType w:val="hybridMultilevel"/>
    <w:tmpl w:val="E6DC0C7C"/>
    <w:lvl w:ilvl="0" w:tplc="A32A18A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1" w15:restartNumberingAfterBreak="0">
    <w:nsid w:val="6C6F38A0"/>
    <w:multiLevelType w:val="hybridMultilevel"/>
    <w:tmpl w:val="2964526A"/>
    <w:lvl w:ilvl="0" w:tplc="A32A18A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2" w15:restartNumberingAfterBreak="0">
    <w:nsid w:val="6EAA37FA"/>
    <w:multiLevelType w:val="hybridMultilevel"/>
    <w:tmpl w:val="E4D0A3E2"/>
    <w:lvl w:ilvl="0" w:tplc="A096483E">
      <w:start w:val="2"/>
      <w:numFmt w:val="upperLetter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938" w:hanging="360"/>
      </w:pPr>
    </w:lvl>
    <w:lvl w:ilvl="2" w:tplc="0415001B" w:tentative="1">
      <w:start w:val="1"/>
      <w:numFmt w:val="lowerRoman"/>
      <w:lvlText w:val="%3."/>
      <w:lvlJc w:val="right"/>
      <w:pPr>
        <w:ind w:left="-218" w:hanging="180"/>
      </w:pPr>
    </w:lvl>
    <w:lvl w:ilvl="3" w:tplc="0415000F" w:tentative="1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1222" w:hanging="360"/>
      </w:pPr>
    </w:lvl>
    <w:lvl w:ilvl="5" w:tplc="0415001B" w:tentative="1">
      <w:start w:val="1"/>
      <w:numFmt w:val="lowerRoman"/>
      <w:lvlText w:val="%6."/>
      <w:lvlJc w:val="right"/>
      <w:pPr>
        <w:ind w:left="1942" w:hanging="180"/>
      </w:pPr>
    </w:lvl>
    <w:lvl w:ilvl="6" w:tplc="0415000F" w:tentative="1">
      <w:start w:val="1"/>
      <w:numFmt w:val="decimal"/>
      <w:lvlText w:val="%7."/>
      <w:lvlJc w:val="left"/>
      <w:pPr>
        <w:ind w:left="2662" w:hanging="360"/>
      </w:pPr>
    </w:lvl>
    <w:lvl w:ilvl="7" w:tplc="04150019" w:tentative="1">
      <w:start w:val="1"/>
      <w:numFmt w:val="lowerLetter"/>
      <w:lvlText w:val="%8."/>
      <w:lvlJc w:val="left"/>
      <w:pPr>
        <w:ind w:left="3382" w:hanging="360"/>
      </w:pPr>
    </w:lvl>
    <w:lvl w:ilvl="8" w:tplc="0415001B" w:tentative="1">
      <w:start w:val="1"/>
      <w:numFmt w:val="lowerRoman"/>
      <w:lvlText w:val="%9."/>
      <w:lvlJc w:val="right"/>
      <w:pPr>
        <w:ind w:left="4102" w:hanging="180"/>
      </w:pPr>
    </w:lvl>
  </w:abstractNum>
  <w:abstractNum w:abstractNumId="33" w15:restartNumberingAfterBreak="0">
    <w:nsid w:val="75F92443"/>
    <w:multiLevelType w:val="hybridMultilevel"/>
    <w:tmpl w:val="2964526A"/>
    <w:lvl w:ilvl="0" w:tplc="A32A18A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4" w15:restartNumberingAfterBreak="0">
    <w:nsid w:val="764B7A0F"/>
    <w:multiLevelType w:val="hybridMultilevel"/>
    <w:tmpl w:val="DE982146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7E4391"/>
    <w:multiLevelType w:val="hybridMultilevel"/>
    <w:tmpl w:val="E4D0A3E2"/>
    <w:lvl w:ilvl="0" w:tplc="A096483E">
      <w:start w:val="2"/>
      <w:numFmt w:val="upp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36" w15:restartNumberingAfterBreak="0">
    <w:nsid w:val="78A0725F"/>
    <w:multiLevelType w:val="hybridMultilevel"/>
    <w:tmpl w:val="2964526A"/>
    <w:lvl w:ilvl="0" w:tplc="A32A18A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7" w15:restartNumberingAfterBreak="0">
    <w:nsid w:val="78C73474"/>
    <w:multiLevelType w:val="hybridMultilevel"/>
    <w:tmpl w:val="24122164"/>
    <w:lvl w:ilvl="0" w:tplc="441AE7C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5B57A9"/>
    <w:multiLevelType w:val="hybridMultilevel"/>
    <w:tmpl w:val="E4D0A3E2"/>
    <w:lvl w:ilvl="0" w:tplc="A096483E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A16C47"/>
    <w:multiLevelType w:val="hybridMultilevel"/>
    <w:tmpl w:val="46549276"/>
    <w:lvl w:ilvl="0" w:tplc="A32A18A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4"/>
  </w:num>
  <w:num w:numId="2">
    <w:abstractNumId w:val="37"/>
  </w:num>
  <w:num w:numId="3">
    <w:abstractNumId w:val="17"/>
  </w:num>
  <w:num w:numId="4">
    <w:abstractNumId w:val="0"/>
  </w:num>
  <w:num w:numId="5">
    <w:abstractNumId w:val="16"/>
  </w:num>
  <w:num w:numId="6">
    <w:abstractNumId w:val="8"/>
  </w:num>
  <w:num w:numId="7">
    <w:abstractNumId w:val="1"/>
  </w:num>
  <w:num w:numId="8">
    <w:abstractNumId w:val="6"/>
  </w:num>
  <w:num w:numId="9">
    <w:abstractNumId w:val="9"/>
  </w:num>
  <w:num w:numId="10">
    <w:abstractNumId w:val="25"/>
  </w:num>
  <w:num w:numId="11">
    <w:abstractNumId w:val="29"/>
  </w:num>
  <w:num w:numId="12">
    <w:abstractNumId w:val="31"/>
  </w:num>
  <w:num w:numId="13">
    <w:abstractNumId w:val="38"/>
  </w:num>
  <w:num w:numId="14">
    <w:abstractNumId w:val="39"/>
  </w:num>
  <w:num w:numId="15">
    <w:abstractNumId w:val="20"/>
  </w:num>
  <w:num w:numId="16">
    <w:abstractNumId w:val="26"/>
  </w:num>
  <w:num w:numId="17">
    <w:abstractNumId w:val="10"/>
  </w:num>
  <w:num w:numId="18">
    <w:abstractNumId w:val="3"/>
  </w:num>
  <w:num w:numId="19">
    <w:abstractNumId w:val="18"/>
  </w:num>
  <w:num w:numId="20">
    <w:abstractNumId w:val="11"/>
  </w:num>
  <w:num w:numId="21">
    <w:abstractNumId w:val="34"/>
  </w:num>
  <w:num w:numId="22">
    <w:abstractNumId w:val="23"/>
  </w:num>
  <w:num w:numId="23">
    <w:abstractNumId w:val="7"/>
  </w:num>
  <w:num w:numId="24">
    <w:abstractNumId w:val="19"/>
  </w:num>
  <w:num w:numId="25">
    <w:abstractNumId w:val="30"/>
  </w:num>
  <w:num w:numId="26">
    <w:abstractNumId w:val="12"/>
  </w:num>
  <w:num w:numId="27">
    <w:abstractNumId w:val="5"/>
  </w:num>
  <w:num w:numId="28">
    <w:abstractNumId w:val="35"/>
  </w:num>
  <w:num w:numId="29">
    <w:abstractNumId w:val="27"/>
  </w:num>
  <w:num w:numId="30">
    <w:abstractNumId w:val="14"/>
  </w:num>
  <w:num w:numId="31">
    <w:abstractNumId w:val="36"/>
  </w:num>
  <w:num w:numId="32">
    <w:abstractNumId w:val="32"/>
  </w:num>
  <w:num w:numId="33">
    <w:abstractNumId w:val="21"/>
  </w:num>
  <w:num w:numId="34">
    <w:abstractNumId w:val="2"/>
  </w:num>
  <w:num w:numId="35">
    <w:abstractNumId w:val="15"/>
  </w:num>
  <w:num w:numId="36">
    <w:abstractNumId w:val="28"/>
  </w:num>
  <w:num w:numId="37">
    <w:abstractNumId w:val="13"/>
  </w:num>
  <w:num w:numId="38">
    <w:abstractNumId w:val="22"/>
  </w:num>
  <w:num w:numId="39">
    <w:abstractNumId w:val="33"/>
  </w:num>
  <w:num w:numId="40">
    <w:abstractNumId w:val="2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24EE"/>
    <w:rsid w:val="00024897"/>
    <w:rsid w:val="0003176C"/>
    <w:rsid w:val="00040859"/>
    <w:rsid w:val="00061F20"/>
    <w:rsid w:val="00062FF1"/>
    <w:rsid w:val="00063A8F"/>
    <w:rsid w:val="00066F8E"/>
    <w:rsid w:val="00080D83"/>
    <w:rsid w:val="000C636E"/>
    <w:rsid w:val="000D283E"/>
    <w:rsid w:val="000D6151"/>
    <w:rsid w:val="000F38AB"/>
    <w:rsid w:val="000F5EC2"/>
    <w:rsid w:val="001230A1"/>
    <w:rsid w:val="00124D4A"/>
    <w:rsid w:val="001304E7"/>
    <w:rsid w:val="00130B23"/>
    <w:rsid w:val="00140A23"/>
    <w:rsid w:val="00140F7A"/>
    <w:rsid w:val="00162E6F"/>
    <w:rsid w:val="0017574B"/>
    <w:rsid w:val="001917D5"/>
    <w:rsid w:val="001A6DA8"/>
    <w:rsid w:val="001B0656"/>
    <w:rsid w:val="001B1EE8"/>
    <w:rsid w:val="001B210F"/>
    <w:rsid w:val="00221034"/>
    <w:rsid w:val="002278D8"/>
    <w:rsid w:val="00241C1F"/>
    <w:rsid w:val="002425AE"/>
    <w:rsid w:val="002531F7"/>
    <w:rsid w:val="002724EE"/>
    <w:rsid w:val="002C10CD"/>
    <w:rsid w:val="002C6347"/>
    <w:rsid w:val="002E5CDC"/>
    <w:rsid w:val="002E749D"/>
    <w:rsid w:val="002F1111"/>
    <w:rsid w:val="00314E4A"/>
    <w:rsid w:val="00315901"/>
    <w:rsid w:val="00320AAC"/>
    <w:rsid w:val="00325198"/>
    <w:rsid w:val="003343FE"/>
    <w:rsid w:val="00343C5D"/>
    <w:rsid w:val="00352DBC"/>
    <w:rsid w:val="0035482A"/>
    <w:rsid w:val="003619F2"/>
    <w:rsid w:val="0036554D"/>
    <w:rsid w:val="00365820"/>
    <w:rsid w:val="00367D40"/>
    <w:rsid w:val="003C554F"/>
    <w:rsid w:val="003D0053"/>
    <w:rsid w:val="003D1866"/>
    <w:rsid w:val="003E4C57"/>
    <w:rsid w:val="003E5292"/>
    <w:rsid w:val="003F12A7"/>
    <w:rsid w:val="0040149C"/>
    <w:rsid w:val="00414478"/>
    <w:rsid w:val="00421019"/>
    <w:rsid w:val="00492BD3"/>
    <w:rsid w:val="004A319F"/>
    <w:rsid w:val="004A3B8C"/>
    <w:rsid w:val="004B70BD"/>
    <w:rsid w:val="004F1869"/>
    <w:rsid w:val="004F24C4"/>
    <w:rsid w:val="0052111D"/>
    <w:rsid w:val="0052768D"/>
    <w:rsid w:val="005313DD"/>
    <w:rsid w:val="00537270"/>
    <w:rsid w:val="00551362"/>
    <w:rsid w:val="00553A56"/>
    <w:rsid w:val="005760A9"/>
    <w:rsid w:val="00594464"/>
    <w:rsid w:val="005B193F"/>
    <w:rsid w:val="005B7BE6"/>
    <w:rsid w:val="005D2417"/>
    <w:rsid w:val="005E1221"/>
    <w:rsid w:val="005E5512"/>
    <w:rsid w:val="00602984"/>
    <w:rsid w:val="0060689F"/>
    <w:rsid w:val="00622781"/>
    <w:rsid w:val="00640BFF"/>
    <w:rsid w:val="0064771C"/>
    <w:rsid w:val="00657951"/>
    <w:rsid w:val="0069621B"/>
    <w:rsid w:val="006A4083"/>
    <w:rsid w:val="006A75E9"/>
    <w:rsid w:val="006B4267"/>
    <w:rsid w:val="006E6AE8"/>
    <w:rsid w:val="006F209E"/>
    <w:rsid w:val="00712146"/>
    <w:rsid w:val="00727F94"/>
    <w:rsid w:val="00731803"/>
    <w:rsid w:val="007337EB"/>
    <w:rsid w:val="00745D18"/>
    <w:rsid w:val="007474ED"/>
    <w:rsid w:val="00751743"/>
    <w:rsid w:val="0077050C"/>
    <w:rsid w:val="00776530"/>
    <w:rsid w:val="007821AD"/>
    <w:rsid w:val="00791E8E"/>
    <w:rsid w:val="0079209F"/>
    <w:rsid w:val="007A0109"/>
    <w:rsid w:val="007B2500"/>
    <w:rsid w:val="007C65C5"/>
    <w:rsid w:val="007D61D6"/>
    <w:rsid w:val="007D7C81"/>
    <w:rsid w:val="007E1B19"/>
    <w:rsid w:val="007F3623"/>
    <w:rsid w:val="007F482C"/>
    <w:rsid w:val="0081516B"/>
    <w:rsid w:val="00827311"/>
    <w:rsid w:val="00830BDB"/>
    <w:rsid w:val="00834768"/>
    <w:rsid w:val="00834BB4"/>
    <w:rsid w:val="00835187"/>
    <w:rsid w:val="00860677"/>
    <w:rsid w:val="00873501"/>
    <w:rsid w:val="00876326"/>
    <w:rsid w:val="00893333"/>
    <w:rsid w:val="008945D9"/>
    <w:rsid w:val="008A180F"/>
    <w:rsid w:val="008C5429"/>
    <w:rsid w:val="008E5281"/>
    <w:rsid w:val="00900F13"/>
    <w:rsid w:val="00902435"/>
    <w:rsid w:val="00936769"/>
    <w:rsid w:val="00943D48"/>
    <w:rsid w:val="009502DE"/>
    <w:rsid w:val="00950841"/>
    <w:rsid w:val="00953511"/>
    <w:rsid w:val="00993C0B"/>
    <w:rsid w:val="009A3615"/>
    <w:rsid w:val="009A7A90"/>
    <w:rsid w:val="009B1098"/>
    <w:rsid w:val="009C20BC"/>
    <w:rsid w:val="009D71C1"/>
    <w:rsid w:val="009E5BCB"/>
    <w:rsid w:val="009F2CF0"/>
    <w:rsid w:val="00A04690"/>
    <w:rsid w:val="00A3035E"/>
    <w:rsid w:val="00A40DD3"/>
    <w:rsid w:val="00A537C4"/>
    <w:rsid w:val="00A63D4C"/>
    <w:rsid w:val="00A66CFC"/>
    <w:rsid w:val="00A8311B"/>
    <w:rsid w:val="00AD1EFE"/>
    <w:rsid w:val="00AD2D4F"/>
    <w:rsid w:val="00AD6D3D"/>
    <w:rsid w:val="00B01F08"/>
    <w:rsid w:val="00B070B8"/>
    <w:rsid w:val="00B16E8F"/>
    <w:rsid w:val="00B24F4F"/>
    <w:rsid w:val="00B30401"/>
    <w:rsid w:val="00B30F24"/>
    <w:rsid w:val="00B41661"/>
    <w:rsid w:val="00B6637D"/>
    <w:rsid w:val="00B72B18"/>
    <w:rsid w:val="00B83961"/>
    <w:rsid w:val="00BA5A2E"/>
    <w:rsid w:val="00BA7213"/>
    <w:rsid w:val="00BB3D73"/>
    <w:rsid w:val="00BB76D0"/>
    <w:rsid w:val="00BC363C"/>
    <w:rsid w:val="00BC3EC4"/>
    <w:rsid w:val="00BF24CD"/>
    <w:rsid w:val="00BF3E90"/>
    <w:rsid w:val="00C05E6D"/>
    <w:rsid w:val="00C52B13"/>
    <w:rsid w:val="00C62C24"/>
    <w:rsid w:val="00C635B6"/>
    <w:rsid w:val="00C8234A"/>
    <w:rsid w:val="00CB7652"/>
    <w:rsid w:val="00CD22A0"/>
    <w:rsid w:val="00CE005B"/>
    <w:rsid w:val="00CE55CC"/>
    <w:rsid w:val="00CF0C11"/>
    <w:rsid w:val="00CF469E"/>
    <w:rsid w:val="00CF5D5E"/>
    <w:rsid w:val="00D00410"/>
    <w:rsid w:val="00D0361A"/>
    <w:rsid w:val="00D30ADD"/>
    <w:rsid w:val="00D30AFE"/>
    <w:rsid w:val="00D43A0D"/>
    <w:rsid w:val="00D46867"/>
    <w:rsid w:val="00D526F3"/>
    <w:rsid w:val="00D5336A"/>
    <w:rsid w:val="00D83B9A"/>
    <w:rsid w:val="00D87DF3"/>
    <w:rsid w:val="00DA2034"/>
    <w:rsid w:val="00DB522B"/>
    <w:rsid w:val="00DB668E"/>
    <w:rsid w:val="00DC733E"/>
    <w:rsid w:val="00DE67E5"/>
    <w:rsid w:val="00DF19D0"/>
    <w:rsid w:val="00DF57BE"/>
    <w:rsid w:val="00E06500"/>
    <w:rsid w:val="00E57060"/>
    <w:rsid w:val="00E84736"/>
    <w:rsid w:val="00E87616"/>
    <w:rsid w:val="00E95223"/>
    <w:rsid w:val="00EA5C16"/>
    <w:rsid w:val="00EB5881"/>
    <w:rsid w:val="00EC26F0"/>
    <w:rsid w:val="00ED068C"/>
    <w:rsid w:val="00ED33B5"/>
    <w:rsid w:val="00ED4C76"/>
    <w:rsid w:val="00ED6EDD"/>
    <w:rsid w:val="00EF000D"/>
    <w:rsid w:val="00EF1859"/>
    <w:rsid w:val="00F06C11"/>
    <w:rsid w:val="00F10958"/>
    <w:rsid w:val="00F363E5"/>
    <w:rsid w:val="00F545A3"/>
    <w:rsid w:val="00F64277"/>
    <w:rsid w:val="00F85E0F"/>
    <w:rsid w:val="00FB0F02"/>
    <w:rsid w:val="00FB5706"/>
    <w:rsid w:val="00FE7CC8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B4E5FE"/>
  <w15:docId w15:val="{4810D48F-F5BC-4A6C-BB08-5A0D351C6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24EE"/>
    <w:pPr>
      <w:spacing w:after="200" w:line="276" w:lineRule="auto"/>
    </w:pPr>
    <w:rPr>
      <w:rFonts w:eastAsia="Calibri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2724EE"/>
    <w:pPr>
      <w:ind w:left="720"/>
      <w:contextualSpacing/>
    </w:pPr>
  </w:style>
  <w:style w:type="character" w:styleId="Hipercze">
    <w:name w:val="Hyperlink"/>
    <w:unhideWhenUsed/>
    <w:rsid w:val="002724EE"/>
    <w:rPr>
      <w:color w:val="0000FF"/>
      <w:u w:val="single"/>
    </w:rPr>
  </w:style>
  <w:style w:type="character" w:styleId="Pogrubienie">
    <w:name w:val="Strong"/>
    <w:qFormat/>
    <w:rsid w:val="002724EE"/>
    <w:rPr>
      <w:b/>
      <w:bCs/>
    </w:rPr>
  </w:style>
  <w:style w:type="paragraph" w:styleId="Tekstdymka">
    <w:name w:val="Balloon Text"/>
    <w:basedOn w:val="Normalny"/>
    <w:link w:val="TekstdymkaZnak"/>
    <w:rsid w:val="00551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51362"/>
    <w:rPr>
      <w:rFonts w:ascii="Tahoma" w:eastAsia="Calibri" w:hAnsi="Tahoma" w:cs="Tahoma"/>
      <w:sz w:val="16"/>
      <w:szCs w:val="16"/>
      <w:lang w:eastAsia="en-US"/>
    </w:rPr>
  </w:style>
  <w:style w:type="paragraph" w:customStyle="1" w:styleId="Default">
    <w:name w:val="Default"/>
    <w:rsid w:val="002C10C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2C1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AD2D4F"/>
  </w:style>
  <w:style w:type="character" w:customStyle="1" w:styleId="NagwekZnak">
    <w:name w:val="Nagłówek Znak"/>
    <w:basedOn w:val="Domylnaczcionkaakapitu"/>
    <w:link w:val="Nagwek"/>
    <w:uiPriority w:val="99"/>
    <w:rsid w:val="004F24C4"/>
    <w:rPr>
      <w:rFonts w:eastAsia="Calibri"/>
      <w:sz w:val="24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A180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180F"/>
    <w:rPr>
      <w:rFonts w:eastAsia="Calibri"/>
      <w:lang w:eastAsia="en-US"/>
    </w:rPr>
  </w:style>
  <w:style w:type="character" w:styleId="Odwoanieprzypisudolnego">
    <w:name w:val="footnote reference"/>
    <w:basedOn w:val="Domylnaczcionkaakapitu"/>
    <w:uiPriority w:val="99"/>
    <w:rsid w:val="008A180F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rsid w:val="003E4C57"/>
    <w:pPr>
      <w:widowControl w:val="0"/>
      <w:autoSpaceDE w:val="0"/>
      <w:autoSpaceDN w:val="0"/>
      <w:adjustRightInd w:val="0"/>
      <w:spacing w:after="120" w:line="240" w:lineRule="auto"/>
    </w:pPr>
    <w:rPr>
      <w:rFonts w:ascii="Verdana" w:eastAsia="Times New Roman" w:hAnsi="Verdan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E4C57"/>
    <w:rPr>
      <w:rFonts w:ascii="Verdana" w:hAnsi="Verdana"/>
      <w:sz w:val="16"/>
      <w:szCs w:val="16"/>
    </w:rPr>
  </w:style>
  <w:style w:type="character" w:customStyle="1" w:styleId="FontStyle97">
    <w:name w:val="Font Style97"/>
    <w:rsid w:val="003E4C57"/>
    <w:rPr>
      <w:rFonts w:ascii="Times New Roman" w:hAnsi="Times New Roman" w:cs="Times New Roman"/>
      <w:color w:val="000000"/>
      <w:sz w:val="22"/>
      <w:szCs w:val="22"/>
    </w:rPr>
  </w:style>
  <w:style w:type="paragraph" w:customStyle="1" w:styleId="Tekstpodstawowy22">
    <w:name w:val="Tekst podstawowy 22"/>
    <w:basedOn w:val="Normalny"/>
    <w:rsid w:val="005313DD"/>
    <w:pPr>
      <w:suppressAutoHyphens/>
      <w:spacing w:after="0" w:line="240" w:lineRule="auto"/>
      <w:jc w:val="both"/>
    </w:pPr>
    <w:rPr>
      <w:rFonts w:eastAsia="Times New Roman"/>
      <w:szCs w:val="20"/>
      <w:lang w:eastAsia="ar-SA"/>
    </w:rPr>
  </w:style>
  <w:style w:type="paragraph" w:customStyle="1" w:styleId="Style23">
    <w:name w:val="Style23"/>
    <w:basedOn w:val="Normalny"/>
    <w:uiPriority w:val="99"/>
    <w:rsid w:val="004A3B8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eastAsia="Times New Roman"/>
      <w:szCs w:val="24"/>
      <w:lang w:eastAsia="pl-PL"/>
    </w:rPr>
  </w:style>
  <w:style w:type="character" w:customStyle="1" w:styleId="FontStyle96">
    <w:name w:val="Font Style96"/>
    <w:uiPriority w:val="99"/>
    <w:rsid w:val="004A3B8C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NormalnyWeb">
    <w:name w:val="Normal (Web)"/>
    <w:basedOn w:val="Normalny"/>
    <w:uiPriority w:val="99"/>
    <w:rsid w:val="004A3B8C"/>
    <w:pPr>
      <w:spacing w:before="100" w:after="100" w:line="240" w:lineRule="auto"/>
    </w:pPr>
    <w:rPr>
      <w:rFonts w:ascii="Tahoma" w:eastAsia="Times New Roman" w:hAnsi="Tahoma" w:cs="Tahoma"/>
      <w:sz w:val="22"/>
      <w:lang w:eastAsia="pl-PL"/>
    </w:rPr>
  </w:style>
  <w:style w:type="character" w:customStyle="1" w:styleId="FontStyle19">
    <w:name w:val="Font Style19"/>
    <w:uiPriority w:val="99"/>
    <w:rsid w:val="004A3B8C"/>
    <w:rPr>
      <w:rFonts w:ascii="Arial" w:hAnsi="Arial" w:cs="Arial"/>
      <w:color w:val="000000"/>
      <w:sz w:val="14"/>
      <w:szCs w:val="1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,Wypunktowanie Znak"/>
    <w:link w:val="Akapitzlist"/>
    <w:uiPriority w:val="34"/>
    <w:rsid w:val="004A3B8C"/>
    <w:rPr>
      <w:rFonts w:eastAsia="Calibr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0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7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8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2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5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gnieszkaKlunder\Downloads\listownik-Pomorskie-FE-UMWP-UE-EFS-RPO2014-2020-2015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7DB22-350B-4499-AC34-76C4A9053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listownik-Pomorskie-FE-UMWP-UE-EFS-RPO2014-2020-2015(2).dot</Template>
  <TotalTime>8</TotalTime>
  <Pages>1</Pages>
  <Words>5538</Words>
  <Characters>33233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38694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Klunder</dc:creator>
  <cp:lastModifiedBy>Matusik Arleta</cp:lastModifiedBy>
  <cp:revision>4</cp:revision>
  <cp:lastPrinted>2021-10-28T13:55:00Z</cp:lastPrinted>
  <dcterms:created xsi:type="dcterms:W3CDTF">2021-11-28T17:53:00Z</dcterms:created>
  <dcterms:modified xsi:type="dcterms:W3CDTF">2021-11-29T08:18:00Z</dcterms:modified>
</cp:coreProperties>
</file>