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C6DF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1A479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39E30B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49C7FFD4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8AE31E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DBCFBC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613D61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209E1B0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023FDE6" w14:textId="23CF7EA8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7A1D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A3280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4FD015AE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CDC85BB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30348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00AC44B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58194337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5C348A3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66A850A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29FDBD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FF81FE9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CED2F3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386D40" w14:textId="77777777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3F404D90" w14:textId="77FF870B" w:rsidR="00A31B27" w:rsidRPr="00A32802" w:rsidRDefault="00A32802" w:rsidP="000860DB">
      <w:pPr>
        <w:spacing w:after="0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A32802">
        <w:rPr>
          <w:rFonts w:ascii="Arial" w:eastAsia="Times New Roman" w:hAnsi="Arial" w:cs="Arial"/>
          <w:b/>
          <w:i/>
          <w:sz w:val="21"/>
          <w:szCs w:val="21"/>
          <w:lang w:eastAsia="pl-PL"/>
        </w:rPr>
        <w:t>Dostawa materiałów niezbędnych do przeprowadzenia inwestycji</w:t>
      </w:r>
      <w:r w:rsidR="00DC4B37">
        <w:rPr>
          <w:rFonts w:ascii="Arial" w:eastAsia="Times New Roman" w:hAnsi="Arial" w:cs="Arial"/>
          <w:b/>
          <w:i/>
          <w:sz w:val="21"/>
          <w:szCs w:val="21"/>
          <w:lang w:eastAsia="pl-PL"/>
        </w:rPr>
        <w:t xml:space="preserve"> drogowych</w:t>
      </w:r>
    </w:p>
    <w:p w14:paraId="63EAEA97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46369EC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8766F7E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2A012E2" w14:textId="77777777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4201475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461A82E9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21D083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2ED15BE8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30BFAE06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3E562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303CC34" w14:textId="77777777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13BD9413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AE664A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3B167DD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EA5E7A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056F" w14:textId="77777777" w:rsidR="00587C72" w:rsidRDefault="00587C72">
      <w:r>
        <w:separator/>
      </w:r>
    </w:p>
  </w:endnote>
  <w:endnote w:type="continuationSeparator" w:id="0">
    <w:p w14:paraId="36F54DCD" w14:textId="77777777" w:rsidR="00587C72" w:rsidRDefault="005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F125" w14:textId="77777777" w:rsidR="0025292B" w:rsidRDefault="0025292B">
    <w:pPr>
      <w:pStyle w:val="Stopka"/>
    </w:pPr>
  </w:p>
  <w:p w14:paraId="5F99CF5D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5C51" w14:textId="77777777" w:rsidR="00587C72" w:rsidRDefault="00587C72">
      <w:r>
        <w:separator/>
      </w:r>
    </w:p>
  </w:footnote>
  <w:footnote w:type="continuationSeparator" w:id="0">
    <w:p w14:paraId="6216BEA7" w14:textId="77777777" w:rsidR="00587C72" w:rsidRDefault="005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F592" w14:textId="77777777" w:rsidR="0025292B" w:rsidRDefault="0025292B">
    <w:pPr>
      <w:pStyle w:val="Nagwek"/>
    </w:pPr>
  </w:p>
  <w:p w14:paraId="10FA9884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75057873">
    <w:abstractNumId w:val="1"/>
  </w:num>
  <w:num w:numId="2" w16cid:durableId="11622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B2BEE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A7275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A1D02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31B27"/>
    <w:rsid w:val="00A32802"/>
    <w:rsid w:val="00A41E57"/>
    <w:rsid w:val="00A632D4"/>
    <w:rsid w:val="00A65010"/>
    <w:rsid w:val="00A86095"/>
    <w:rsid w:val="00A91C06"/>
    <w:rsid w:val="00A977B3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4B37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9B609AD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8</cp:revision>
  <cp:lastPrinted>2021-02-24T10:24:00Z</cp:lastPrinted>
  <dcterms:created xsi:type="dcterms:W3CDTF">2022-07-03T06:31:00Z</dcterms:created>
  <dcterms:modified xsi:type="dcterms:W3CDTF">2024-03-18T09:27:00Z</dcterms:modified>
</cp:coreProperties>
</file>