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4973" w14:textId="4D685F4B" w:rsidR="00EE4DD9" w:rsidRPr="004C5374" w:rsidRDefault="00FE243F" w:rsidP="00EE4DD9">
      <w:pPr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</w:rPr>
        <w:tab/>
      </w:r>
      <w:r w:rsidR="004C5374" w:rsidRPr="004C5374">
        <w:rPr>
          <w:rFonts w:ascii="Times New Roman" w:hAnsi="Times New Roman" w:cs="Times New Roman"/>
        </w:rPr>
        <w:tab/>
      </w:r>
      <w:r w:rsidR="004C5374" w:rsidRPr="004C5374">
        <w:rPr>
          <w:rFonts w:ascii="Times New Roman" w:hAnsi="Times New Roman" w:cs="Times New Roman"/>
        </w:rPr>
        <w:tab/>
      </w:r>
      <w:r w:rsidR="004C5374" w:rsidRPr="004C5374">
        <w:rPr>
          <w:rFonts w:ascii="Times New Roman" w:hAnsi="Times New Roman" w:cs="Times New Roman"/>
        </w:rPr>
        <w:tab/>
      </w:r>
      <w:r w:rsidR="00EE4DD9" w:rsidRPr="004C5374">
        <w:rPr>
          <w:rFonts w:ascii="Times New Roman" w:hAnsi="Times New Roman" w:cs="Times New Roman"/>
        </w:rPr>
        <w:t>Sopot, dn</w:t>
      </w:r>
      <w:r w:rsidR="004C5374" w:rsidRPr="004C5374">
        <w:rPr>
          <w:rFonts w:ascii="Times New Roman" w:hAnsi="Times New Roman" w:cs="Times New Roman"/>
        </w:rPr>
        <w:t>ia</w:t>
      </w:r>
      <w:r w:rsidR="00EE4DD9" w:rsidRPr="004C5374">
        <w:rPr>
          <w:rFonts w:ascii="Times New Roman" w:hAnsi="Times New Roman" w:cs="Times New Roman"/>
        </w:rPr>
        <w:t xml:space="preserve"> ……….</w:t>
      </w:r>
      <w:r w:rsidRPr="004C5374">
        <w:rPr>
          <w:rFonts w:ascii="Times New Roman" w:hAnsi="Times New Roman" w:cs="Times New Roman"/>
        </w:rPr>
        <w:t>2023 r.</w:t>
      </w:r>
    </w:p>
    <w:p w14:paraId="3FF303D4" w14:textId="77777777" w:rsidR="00FE243F" w:rsidRPr="004C5374" w:rsidRDefault="00FE243F" w:rsidP="00FE243F">
      <w:pPr>
        <w:jc w:val="center"/>
        <w:rPr>
          <w:rFonts w:ascii="Times New Roman" w:hAnsi="Times New Roman" w:cs="Times New Roman"/>
          <w:b/>
          <w:bCs/>
        </w:rPr>
      </w:pPr>
    </w:p>
    <w:p w14:paraId="5E29638B" w14:textId="2637A649" w:rsidR="00EE4DD9" w:rsidRPr="004C5374" w:rsidRDefault="00EE4DD9" w:rsidP="00FE243F">
      <w:pPr>
        <w:jc w:val="center"/>
        <w:rPr>
          <w:rFonts w:ascii="Times New Roman" w:hAnsi="Times New Roman" w:cs="Times New Roman"/>
          <w:b/>
          <w:bCs/>
        </w:rPr>
      </w:pPr>
      <w:r w:rsidRPr="004C5374">
        <w:rPr>
          <w:rFonts w:ascii="Times New Roman" w:hAnsi="Times New Roman" w:cs="Times New Roman"/>
          <w:b/>
          <w:bCs/>
        </w:rPr>
        <w:t>PROTOKÓŁ ODBIORU (WZÓR)</w:t>
      </w:r>
    </w:p>
    <w:p w14:paraId="75F54310" w14:textId="584A706A" w:rsidR="00FE243F" w:rsidRPr="004C5374" w:rsidRDefault="00EE4DD9" w:rsidP="00FE243F">
      <w:pPr>
        <w:jc w:val="center"/>
        <w:rPr>
          <w:rFonts w:ascii="Times New Roman" w:hAnsi="Times New Roman" w:cs="Times New Roman"/>
          <w:b/>
          <w:bCs/>
        </w:rPr>
      </w:pPr>
      <w:r w:rsidRPr="004C5374">
        <w:rPr>
          <w:rFonts w:ascii="Times New Roman" w:hAnsi="Times New Roman" w:cs="Times New Roman"/>
          <w:b/>
          <w:bCs/>
        </w:rPr>
        <w:t>(do umowy nr …………….. z dnia ……………)</w:t>
      </w:r>
    </w:p>
    <w:p w14:paraId="134BD933" w14:textId="77777777" w:rsidR="00FE243F" w:rsidRPr="004C5374" w:rsidRDefault="00FE243F" w:rsidP="00FE243F">
      <w:pPr>
        <w:jc w:val="center"/>
        <w:rPr>
          <w:rFonts w:ascii="Times New Roman" w:hAnsi="Times New Roman" w:cs="Times New Roman"/>
          <w:b/>
          <w:bCs/>
        </w:rPr>
      </w:pPr>
    </w:p>
    <w:p w14:paraId="515D9EC1" w14:textId="68E6B687" w:rsidR="00EE4DD9" w:rsidRPr="004C5374" w:rsidRDefault="00EE4DD9" w:rsidP="004C537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  <w:b/>
          <w:bCs/>
        </w:rPr>
        <w:t>ZAMAWIAJĄCY</w:t>
      </w:r>
      <w:r w:rsidRPr="004C5374">
        <w:rPr>
          <w:rFonts w:ascii="Times New Roman" w:hAnsi="Times New Roman" w:cs="Times New Roman"/>
        </w:rPr>
        <w:t>:</w:t>
      </w:r>
    </w:p>
    <w:p w14:paraId="108EECA0" w14:textId="1708CC1E" w:rsidR="00EE4DD9" w:rsidRPr="004C5374" w:rsidRDefault="00501BAA" w:rsidP="004C537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EE4DD9" w:rsidRPr="004C5374">
        <w:rPr>
          <w:rFonts w:ascii="Times New Roman" w:hAnsi="Times New Roman" w:cs="Times New Roman"/>
        </w:rPr>
        <w:t>,</w:t>
      </w:r>
    </w:p>
    <w:p w14:paraId="561861F5" w14:textId="77777777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w imieniu którego odbioru dokonują:</w:t>
      </w:r>
    </w:p>
    <w:p w14:paraId="0072D7D0" w14:textId="3B668652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0CDF7F1" w14:textId="16D4A509" w:rsidR="00EE4DD9" w:rsidRPr="004C5374" w:rsidRDefault="00EE4DD9" w:rsidP="004C5374">
      <w:pPr>
        <w:jc w:val="both"/>
        <w:rPr>
          <w:rFonts w:ascii="Times New Roman" w:hAnsi="Times New Roman" w:cs="Times New Roman"/>
          <w:i/>
          <w:iCs/>
        </w:rPr>
      </w:pPr>
      <w:r w:rsidRPr="004C5374">
        <w:rPr>
          <w:rFonts w:ascii="Times New Roman" w:hAnsi="Times New Roman" w:cs="Times New Roman"/>
          <w:i/>
          <w:iCs/>
        </w:rPr>
        <w:t xml:space="preserve">Imię,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 xml:space="preserve">Nazwisko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>stanowisko</w:t>
      </w:r>
    </w:p>
    <w:p w14:paraId="08ADA6EE" w14:textId="778EC69E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08E9B741" w14:textId="1C4ED1D5" w:rsidR="00EE4DD9" w:rsidRPr="004C5374" w:rsidRDefault="00EE4DD9" w:rsidP="004C5374">
      <w:pPr>
        <w:jc w:val="both"/>
        <w:rPr>
          <w:rFonts w:ascii="Times New Roman" w:hAnsi="Times New Roman" w:cs="Times New Roman"/>
          <w:i/>
          <w:iCs/>
        </w:rPr>
      </w:pPr>
      <w:r w:rsidRPr="004C5374">
        <w:rPr>
          <w:rFonts w:ascii="Times New Roman" w:hAnsi="Times New Roman" w:cs="Times New Roman"/>
          <w:i/>
          <w:iCs/>
        </w:rPr>
        <w:t xml:space="preserve">Imię,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 xml:space="preserve">Nazwisko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>stanowisko</w:t>
      </w:r>
    </w:p>
    <w:p w14:paraId="0927F456" w14:textId="77777777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 xml:space="preserve">niniejszym potwierdza przyjęcie od </w:t>
      </w:r>
      <w:r w:rsidRPr="004C5374">
        <w:rPr>
          <w:rFonts w:ascii="Times New Roman" w:hAnsi="Times New Roman" w:cs="Times New Roman"/>
          <w:b/>
          <w:bCs/>
        </w:rPr>
        <w:t>WYKONAWCY:</w:t>
      </w:r>
    </w:p>
    <w:p w14:paraId="5CD531CD" w14:textId="78B29F1B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9E465E7" w14:textId="77777777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w imieniu którego przekazuje:</w:t>
      </w:r>
    </w:p>
    <w:p w14:paraId="4A26465A" w14:textId="1862A504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FE243F" w:rsidRPr="004C5374">
        <w:rPr>
          <w:rFonts w:ascii="Times New Roman" w:hAnsi="Times New Roman" w:cs="Times New Roman"/>
        </w:rPr>
        <w:t>...</w:t>
      </w:r>
      <w:r w:rsidRPr="004C5374">
        <w:rPr>
          <w:rFonts w:ascii="Times New Roman" w:hAnsi="Times New Roman" w:cs="Times New Roman"/>
        </w:rPr>
        <w:t>.</w:t>
      </w:r>
    </w:p>
    <w:p w14:paraId="3965D937" w14:textId="352E7D35" w:rsidR="00EE4DD9" w:rsidRPr="004C5374" w:rsidRDefault="00EE4DD9" w:rsidP="004C5374">
      <w:pPr>
        <w:jc w:val="both"/>
        <w:rPr>
          <w:rFonts w:ascii="Times New Roman" w:hAnsi="Times New Roman" w:cs="Times New Roman"/>
          <w:i/>
          <w:iCs/>
        </w:rPr>
      </w:pPr>
      <w:r w:rsidRPr="004C5374">
        <w:rPr>
          <w:rFonts w:ascii="Times New Roman" w:hAnsi="Times New Roman" w:cs="Times New Roman"/>
          <w:i/>
          <w:iCs/>
        </w:rPr>
        <w:t xml:space="preserve">Imię,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 xml:space="preserve">Nazwisko </w:t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</w:r>
      <w:r w:rsidRPr="004C5374">
        <w:rPr>
          <w:rFonts w:ascii="Times New Roman" w:hAnsi="Times New Roman" w:cs="Times New Roman"/>
          <w:i/>
          <w:iCs/>
        </w:rPr>
        <w:tab/>
        <w:t>stanowisko</w:t>
      </w:r>
    </w:p>
    <w:p w14:paraId="654AD279" w14:textId="77777777" w:rsidR="00EE4DD9" w:rsidRDefault="00EE4DD9" w:rsidP="004C5374">
      <w:pPr>
        <w:spacing w:after="0"/>
        <w:ind w:right="1782"/>
        <w:jc w:val="both"/>
        <w:rPr>
          <w:rFonts w:ascii="Times New Roman" w:hAnsi="Times New Roman" w:cs="Times New Roman"/>
          <w:b/>
        </w:rPr>
      </w:pPr>
      <w:r w:rsidRPr="004C5374">
        <w:rPr>
          <w:rFonts w:ascii="Times New Roman" w:hAnsi="Times New Roman" w:cs="Times New Roman"/>
        </w:rPr>
        <w:t>następujące urządzenia:</w:t>
      </w:r>
      <w:r w:rsidRPr="004C5374">
        <w:rPr>
          <w:rFonts w:ascii="Times New Roman" w:hAnsi="Times New Roman" w:cs="Times New Roman"/>
          <w:b/>
        </w:rPr>
        <w:t xml:space="preserve"> </w:t>
      </w:r>
    </w:p>
    <w:p w14:paraId="03AB8289" w14:textId="77777777" w:rsidR="000B44D3" w:rsidRPr="004C5374" w:rsidRDefault="000B44D3" w:rsidP="004C5374">
      <w:pPr>
        <w:spacing w:after="0"/>
        <w:ind w:right="1782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253" w:type="dxa"/>
        <w:tblInd w:w="-161" w:type="dxa"/>
        <w:tblCellMar>
          <w:left w:w="103" w:type="dxa"/>
          <w:right w:w="38" w:type="dxa"/>
        </w:tblCellMar>
        <w:tblLook w:val="04A0" w:firstRow="1" w:lastRow="0" w:firstColumn="1" w:lastColumn="0" w:noHBand="0" w:noVBand="1"/>
      </w:tblPr>
      <w:tblGrid>
        <w:gridCol w:w="577"/>
        <w:gridCol w:w="4046"/>
        <w:gridCol w:w="2726"/>
        <w:gridCol w:w="2222"/>
        <w:gridCol w:w="682"/>
      </w:tblGrid>
      <w:tr w:rsidR="00EE4DD9" w:rsidRPr="004C5374" w14:paraId="0E254638" w14:textId="77777777" w:rsidTr="00215C3F">
        <w:trPr>
          <w:trHeight w:val="56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95922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  <w:b/>
              </w:rPr>
              <w:t xml:space="preserve">L.p. </w:t>
            </w:r>
          </w:p>
        </w:tc>
        <w:tc>
          <w:tcPr>
            <w:tcW w:w="40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D2A6C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  <w:b/>
              </w:rPr>
              <w:t xml:space="preserve">Nazwa </w:t>
            </w:r>
          </w:p>
        </w:tc>
        <w:tc>
          <w:tcPr>
            <w:tcW w:w="27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12624" w14:textId="77777777" w:rsidR="00EE4DD9" w:rsidRPr="004C5374" w:rsidRDefault="00EE4DD9" w:rsidP="004C5374">
            <w:pPr>
              <w:spacing w:line="259" w:lineRule="auto"/>
              <w:ind w:right="52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  <w:b/>
              </w:rPr>
              <w:t xml:space="preserve">Typ / Model </w:t>
            </w:r>
          </w:p>
        </w:tc>
        <w:tc>
          <w:tcPr>
            <w:tcW w:w="22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0E053" w14:textId="77777777" w:rsidR="00EE4DD9" w:rsidRPr="004C5374" w:rsidRDefault="00EE4DD9" w:rsidP="004C5374">
            <w:pPr>
              <w:spacing w:line="259" w:lineRule="auto"/>
              <w:ind w:right="60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  <w:b/>
              </w:rPr>
              <w:t xml:space="preserve">Nr seryjny 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5FAB602" w14:textId="77777777" w:rsidR="00EE4DD9" w:rsidRPr="004C5374" w:rsidRDefault="00EE4DD9" w:rsidP="004C5374">
            <w:pPr>
              <w:spacing w:line="259" w:lineRule="auto"/>
              <w:ind w:left="19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  <w:b/>
              </w:rPr>
              <w:t>Ilość</w:t>
            </w: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4DD9" w:rsidRPr="004C5374" w14:paraId="70D6E195" w14:textId="77777777" w:rsidTr="00215C3F">
        <w:trPr>
          <w:trHeight w:val="557"/>
        </w:trPr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37D81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28950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ABEE4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A2259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8946AEC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4DD9" w:rsidRPr="004C5374" w14:paraId="448DD48F" w14:textId="77777777" w:rsidTr="00215C3F">
        <w:trPr>
          <w:trHeight w:val="562"/>
        </w:trPr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90916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E89DA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B4995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2CDB8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6DAD798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4DD9" w:rsidRPr="004C5374" w14:paraId="768F8E07" w14:textId="77777777" w:rsidTr="00215C3F">
        <w:trPr>
          <w:trHeight w:val="562"/>
        </w:trPr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052FC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4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C49A4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1E5FB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09A04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3C1380A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4DD9" w:rsidRPr="004C5374" w14:paraId="4080CB93" w14:textId="77777777" w:rsidTr="00215C3F">
        <w:trPr>
          <w:trHeight w:val="562"/>
        </w:trPr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89DCC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4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A93AC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FEB00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73DB6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C97395F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4DD9" w:rsidRPr="004C5374" w14:paraId="6CA0447F" w14:textId="77777777" w:rsidTr="00215C3F">
        <w:trPr>
          <w:trHeight w:val="557"/>
        </w:trPr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280EACFB" w14:textId="77777777" w:rsidR="00EE4DD9" w:rsidRPr="004C5374" w:rsidRDefault="00EE4DD9" w:rsidP="004C5374">
            <w:pPr>
              <w:spacing w:line="259" w:lineRule="auto"/>
              <w:ind w:right="5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0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560EE635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14A274F8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376E0F48" w14:textId="77777777" w:rsidR="00EE4DD9" w:rsidRPr="004C5374" w:rsidRDefault="00EE4DD9" w:rsidP="004C5374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D180C" w14:textId="77777777" w:rsidR="00EE4DD9" w:rsidRPr="004C5374" w:rsidRDefault="00EE4DD9" w:rsidP="004C5374">
            <w:pPr>
              <w:spacing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4C5374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B70A88E" w14:textId="77777777" w:rsidR="00EE4DD9" w:rsidRPr="004C5374" w:rsidRDefault="00EE4DD9" w:rsidP="004C5374">
      <w:pPr>
        <w:spacing w:after="6"/>
        <w:ind w:left="77"/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 xml:space="preserve"> </w:t>
      </w:r>
    </w:p>
    <w:p w14:paraId="16F40711" w14:textId="70B73AF2" w:rsidR="00EE4DD9" w:rsidRPr="004C5374" w:rsidRDefault="00EE4DD9" w:rsidP="004C537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  <w:b/>
          <w:bCs/>
        </w:rPr>
        <w:t>ZAMAWIAJĄCY</w:t>
      </w:r>
      <w:r w:rsidRPr="004C5374">
        <w:rPr>
          <w:rFonts w:ascii="Times New Roman" w:hAnsi="Times New Roman" w:cs="Times New Roman"/>
        </w:rPr>
        <w:t xml:space="preserve"> potwierdza, że otrzymał wraz z dostarczonymi urządzeniami:</w:t>
      </w:r>
    </w:p>
    <w:p w14:paraId="2ABFCE06" w14:textId="5EF26376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paszport techniczny o ile jest wymagany,</w:t>
      </w:r>
    </w:p>
    <w:p w14:paraId="1B4F9486" w14:textId="6F08E44E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dokumentację techniczną sprzętu (DTR),</w:t>
      </w:r>
    </w:p>
    <w:p w14:paraId="57019213" w14:textId="69EC2CBA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dokumenty wskazane w Szczegółowym opisie przedmiotu zamówienia,</w:t>
      </w:r>
    </w:p>
    <w:p w14:paraId="724DC1FC" w14:textId="78A0E82D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instrukcje obsługi w języku polskim po jednym egzemplarzu w formie papierowej i elektronicznej,</w:t>
      </w:r>
    </w:p>
    <w:p w14:paraId="2C17CDA5" w14:textId="1047DFC3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dokumenty licencji oprogramowania (o ile są wymagane),</w:t>
      </w:r>
    </w:p>
    <w:p w14:paraId="2838F867" w14:textId="6FB990FD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instrukcje/zalecenia dotyczące mycia i dezynfekcji,</w:t>
      </w:r>
    </w:p>
    <w:p w14:paraId="4F76BBA5" w14:textId="13633160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lastRenderedPageBreak/>
        <w:t>oświadczenie autoryzowanego serwisu lub producenta sprzętu dotyczące zasad wykonywania przeglądów technicznych, ich częstotliwości oraz pomiarów bezpieczeństwa elektrycznego,</w:t>
      </w:r>
    </w:p>
    <w:p w14:paraId="1D27619D" w14:textId="16ADACCB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wykaz materiałów zużywalnych wykorzystywanych w bieżącej eksploatacji dla danego rodzaju sprzętu,</w:t>
      </w:r>
    </w:p>
    <w:p w14:paraId="0AD8939D" w14:textId="24D1ACDD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oświadczenie gwarancyjne (dokument gwarancji)</w:t>
      </w:r>
      <w:r w:rsidR="00FE243F" w:rsidRPr="004C5374">
        <w:rPr>
          <w:rFonts w:ascii="Times New Roman" w:hAnsi="Times New Roman" w:cs="Times New Roman"/>
        </w:rPr>
        <w:t>,</w:t>
      </w:r>
    </w:p>
    <w:p w14:paraId="31A39DC4" w14:textId="1AAAC6B3" w:rsidR="00EE4DD9" w:rsidRPr="004C5374" w:rsidRDefault="00EE4DD9" w:rsidP="004C537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inne: ………………………………………………………….</w:t>
      </w:r>
    </w:p>
    <w:p w14:paraId="40FA27B0" w14:textId="5291DA52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Ponadto stosownie do treści art. 90 ust. 3 i 4 ustawy z dnia 20 maja 2010 r. o wyrobach medycznych (j.t. Dz.U. z 2020., poz. 186 ze zm.):</w:t>
      </w:r>
    </w:p>
    <w:p w14:paraId="6FF178AB" w14:textId="77777777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Jeżeli dostarczany sprzęt medyczny dla prawidłowego i bezpiecznego działania wymaga specjalnych części zamiennych, części zużywalnych lub materiałów eksploatacyjnych określonych przez wytwórcę wyrobu, załącza do wyrobu wykaz dostawców takich części i materiałów.</w:t>
      </w:r>
    </w:p>
    <w:p w14:paraId="09BB28D6" w14:textId="1875880F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 xml:space="preserve">Jeżeli dostarczany sprzęt medyczny dla prawidłowego i bezpiecznego działania wymaga fachowej instalacji, okresowej konserwacji, okresowej lub doraźnej obsługi serwisowej, aktualizacji oprogramowania, okresowych lub doraźnych przeglądów, regulacji, kalibracji, </w:t>
      </w:r>
      <w:proofErr w:type="spellStart"/>
      <w:r w:rsidRPr="004C5374">
        <w:rPr>
          <w:rFonts w:ascii="Times New Roman" w:hAnsi="Times New Roman" w:cs="Times New Roman"/>
        </w:rPr>
        <w:t>wzorcowań</w:t>
      </w:r>
      <w:proofErr w:type="spellEnd"/>
      <w:r w:rsidRPr="004C5374">
        <w:rPr>
          <w:rFonts w:ascii="Times New Roman" w:hAnsi="Times New Roman" w:cs="Times New Roman"/>
        </w:rPr>
        <w:t>, sprawdzeń lub kontroli bezpieczeństwa - które zgodnie z instrukcją używania wyrobu nie mogą być wykonane przez użytkownika - załącza do wyrobu wykaz podmiotów upoważnionych przez wytwórcę lub autoryzowanego przedstawiciela do wykonywania tych czynności.</w:t>
      </w:r>
    </w:p>
    <w:p w14:paraId="6C1A578E" w14:textId="62541D87" w:rsidR="00EE4DD9" w:rsidRPr="004C5374" w:rsidRDefault="00EE4DD9" w:rsidP="004C537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ZAMAWIAJĄCY potwierdza wykonanie przez Wykonawcę następujących prac:</w:t>
      </w:r>
    </w:p>
    <w:p w14:paraId="483A9AC1" w14:textId="5419D297" w:rsidR="00EE4DD9" w:rsidRPr="004C5374" w:rsidRDefault="00EE4DD9" w:rsidP="004C53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instalacja i uruchomienie sprzętu</w:t>
      </w:r>
      <w:r w:rsidR="004C56FA" w:rsidRPr="004C5374">
        <w:rPr>
          <w:rFonts w:ascii="Times New Roman" w:hAnsi="Times New Roman" w:cs="Times New Roman"/>
        </w:rPr>
        <w:t>,</w:t>
      </w:r>
    </w:p>
    <w:p w14:paraId="5732A1D6" w14:textId="7FB3D65F" w:rsidR="00EE4DD9" w:rsidRPr="004C5374" w:rsidRDefault="00EE4DD9" w:rsidP="004C537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inne:…………………………………………………………………………………………………..</w:t>
      </w:r>
    </w:p>
    <w:p w14:paraId="3200B1FC" w14:textId="77777777" w:rsidR="00EE4DD9" w:rsidRPr="004C5374" w:rsidRDefault="00EE4DD9" w:rsidP="004C5374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C92FA57" w14:textId="1F01333B" w:rsidR="00EE4DD9" w:rsidRPr="004C5374" w:rsidRDefault="00EE4DD9" w:rsidP="004C537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Zasady wykonywania przeglądów okresowych (zalecenia producenta i częstotliwość):</w:t>
      </w:r>
    </w:p>
    <w:p w14:paraId="60600276" w14:textId="36F1BB25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4B549D" w14:textId="3476D9FB" w:rsidR="00EE4DD9" w:rsidRPr="004C5374" w:rsidRDefault="00EE4DD9" w:rsidP="004C537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Uwagi i zastrzeżenia:</w:t>
      </w:r>
    </w:p>
    <w:p w14:paraId="30F369DB" w14:textId="3CCAA436" w:rsidR="00EE4DD9" w:rsidRPr="004C5374" w:rsidRDefault="00EE4DD9" w:rsidP="004C5374">
      <w:pPr>
        <w:jc w:val="both"/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54E2D" w14:textId="77777777" w:rsidR="00EB7176" w:rsidRPr="004C5374" w:rsidRDefault="00EB7176" w:rsidP="00EE4DD9">
      <w:pPr>
        <w:rPr>
          <w:rFonts w:ascii="Times New Roman" w:hAnsi="Times New Roman" w:cs="Times New Roman"/>
        </w:rPr>
      </w:pPr>
    </w:p>
    <w:p w14:paraId="457DBFC4" w14:textId="5C1727F8" w:rsidR="00F9382B" w:rsidRPr="004C5374" w:rsidRDefault="00EE4DD9" w:rsidP="00EE4DD9">
      <w:pPr>
        <w:rPr>
          <w:rFonts w:ascii="Times New Roman" w:hAnsi="Times New Roman" w:cs="Times New Roman"/>
        </w:rPr>
      </w:pPr>
      <w:r w:rsidRPr="004C5374">
        <w:rPr>
          <w:rFonts w:ascii="Times New Roman" w:hAnsi="Times New Roman" w:cs="Times New Roman"/>
          <w:b/>
          <w:bCs/>
        </w:rPr>
        <w:t>ZAMAWIAJĄCY</w:t>
      </w:r>
      <w:r w:rsidRPr="004C5374">
        <w:rPr>
          <w:rFonts w:ascii="Times New Roman" w:hAnsi="Times New Roman" w:cs="Times New Roman"/>
        </w:rPr>
        <w:t xml:space="preserve"> </w:t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="00EB7176" w:rsidRPr="004C5374">
        <w:rPr>
          <w:rFonts w:ascii="Times New Roman" w:hAnsi="Times New Roman" w:cs="Times New Roman"/>
        </w:rPr>
        <w:tab/>
      </w:r>
      <w:r w:rsidRPr="004C5374">
        <w:rPr>
          <w:rFonts w:ascii="Times New Roman" w:hAnsi="Times New Roman" w:cs="Times New Roman"/>
          <w:b/>
          <w:bCs/>
        </w:rPr>
        <w:t>WYKONAWCA</w:t>
      </w:r>
    </w:p>
    <w:sectPr w:rsidR="00F9382B" w:rsidRPr="004C53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C97DB" w14:textId="77777777" w:rsidR="00E92861" w:rsidRDefault="00E92861" w:rsidP="00C71867">
      <w:pPr>
        <w:spacing w:after="0" w:line="240" w:lineRule="auto"/>
      </w:pPr>
      <w:r>
        <w:separator/>
      </w:r>
    </w:p>
  </w:endnote>
  <w:endnote w:type="continuationSeparator" w:id="0">
    <w:p w14:paraId="7D4CCCEB" w14:textId="77777777" w:rsidR="00E92861" w:rsidRDefault="00E92861" w:rsidP="00C7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092923742"/>
      <w:docPartObj>
        <w:docPartGallery w:val="Page Numbers (Bottom of Page)"/>
        <w:docPartUnique/>
      </w:docPartObj>
    </w:sdtPr>
    <w:sdtEndPr/>
    <w:sdtContent>
      <w:p w14:paraId="770D8D67" w14:textId="3CFA0A6A" w:rsidR="00C71867" w:rsidRPr="00C71867" w:rsidRDefault="00C71867">
        <w:pPr>
          <w:pStyle w:val="Stopka"/>
          <w:jc w:val="center"/>
          <w:rPr>
            <w:rFonts w:ascii="Times New Roman" w:hAnsi="Times New Roman" w:cs="Times New Roman"/>
          </w:rPr>
        </w:pPr>
        <w:r w:rsidRPr="00C71867">
          <w:rPr>
            <w:rFonts w:ascii="Times New Roman" w:hAnsi="Times New Roman" w:cs="Times New Roman"/>
          </w:rPr>
          <w:fldChar w:fldCharType="begin"/>
        </w:r>
        <w:r w:rsidRPr="00C71867">
          <w:rPr>
            <w:rFonts w:ascii="Times New Roman" w:hAnsi="Times New Roman" w:cs="Times New Roman"/>
          </w:rPr>
          <w:instrText>PAGE   \* MERGEFORMAT</w:instrText>
        </w:r>
        <w:r w:rsidRPr="00C71867">
          <w:rPr>
            <w:rFonts w:ascii="Times New Roman" w:hAnsi="Times New Roman" w:cs="Times New Roman"/>
          </w:rPr>
          <w:fldChar w:fldCharType="separate"/>
        </w:r>
        <w:r w:rsidRPr="00C71867">
          <w:rPr>
            <w:rFonts w:ascii="Times New Roman" w:hAnsi="Times New Roman" w:cs="Times New Roman"/>
          </w:rPr>
          <w:t>2</w:t>
        </w:r>
        <w:r w:rsidRPr="00C71867">
          <w:rPr>
            <w:rFonts w:ascii="Times New Roman" w:hAnsi="Times New Roman" w:cs="Times New Roman"/>
          </w:rPr>
          <w:fldChar w:fldCharType="end"/>
        </w:r>
      </w:p>
    </w:sdtContent>
  </w:sdt>
  <w:p w14:paraId="21EAF36C" w14:textId="77777777" w:rsidR="00C71867" w:rsidRPr="00C71867" w:rsidRDefault="00C71867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E4016" w14:textId="77777777" w:rsidR="00E92861" w:rsidRDefault="00E92861" w:rsidP="00C71867">
      <w:pPr>
        <w:spacing w:after="0" w:line="240" w:lineRule="auto"/>
      </w:pPr>
      <w:r>
        <w:separator/>
      </w:r>
    </w:p>
  </w:footnote>
  <w:footnote w:type="continuationSeparator" w:id="0">
    <w:p w14:paraId="386D0986" w14:textId="77777777" w:rsidR="00E92861" w:rsidRDefault="00E92861" w:rsidP="00C71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8A9"/>
    <w:multiLevelType w:val="hybridMultilevel"/>
    <w:tmpl w:val="443E8E1A"/>
    <w:lvl w:ilvl="0" w:tplc="08B695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84AA8"/>
    <w:multiLevelType w:val="hybridMultilevel"/>
    <w:tmpl w:val="8C84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816BB"/>
    <w:multiLevelType w:val="hybridMultilevel"/>
    <w:tmpl w:val="508A1B1E"/>
    <w:lvl w:ilvl="0" w:tplc="ADFAFA20">
      <w:start w:val="1"/>
      <w:numFmt w:val="decimal"/>
      <w:lvlText w:val="%1."/>
      <w:lvlJc w:val="left"/>
      <w:pPr>
        <w:ind w:left="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F4A0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0A2D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0B3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0A70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52A1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DE2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D264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BA5A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BE38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EC752C7"/>
    <w:multiLevelType w:val="hybridMultilevel"/>
    <w:tmpl w:val="190A1EEA"/>
    <w:lvl w:ilvl="0" w:tplc="7DB2A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327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38394573">
    <w:abstractNumId w:val="2"/>
  </w:num>
  <w:num w:numId="2" w16cid:durableId="15618203">
    <w:abstractNumId w:val="1"/>
  </w:num>
  <w:num w:numId="3" w16cid:durableId="1923484615">
    <w:abstractNumId w:val="5"/>
  </w:num>
  <w:num w:numId="4" w16cid:durableId="1293439689">
    <w:abstractNumId w:val="4"/>
  </w:num>
  <w:num w:numId="5" w16cid:durableId="1424260015">
    <w:abstractNumId w:val="3"/>
  </w:num>
  <w:num w:numId="6" w16cid:durableId="100331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D9"/>
    <w:rsid w:val="000B44D3"/>
    <w:rsid w:val="004C5374"/>
    <w:rsid w:val="004C56FA"/>
    <w:rsid w:val="00501BAA"/>
    <w:rsid w:val="00662878"/>
    <w:rsid w:val="007D1A4D"/>
    <w:rsid w:val="00A82D36"/>
    <w:rsid w:val="00C71867"/>
    <w:rsid w:val="00E92861"/>
    <w:rsid w:val="00EB7176"/>
    <w:rsid w:val="00EE4DD9"/>
    <w:rsid w:val="00F9382B"/>
    <w:rsid w:val="00FE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24C3"/>
  <w15:chartTrackingRefBased/>
  <w15:docId w15:val="{2A0CE568-12B0-46C6-AB76-C6450803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E4DD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E4D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867"/>
  </w:style>
  <w:style w:type="paragraph" w:styleId="Stopka">
    <w:name w:val="footer"/>
    <w:basedOn w:val="Normalny"/>
    <w:link w:val="StopkaZnak"/>
    <w:uiPriority w:val="99"/>
    <w:unhideWhenUsed/>
    <w:rsid w:val="00C7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2481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57819</dc:creator>
  <cp:keywords/>
  <dc:description/>
  <cp:lastModifiedBy>Anna Gotzek-Bałdowska</cp:lastModifiedBy>
  <cp:revision>2</cp:revision>
  <dcterms:created xsi:type="dcterms:W3CDTF">2023-09-14T13:13:00Z</dcterms:created>
  <dcterms:modified xsi:type="dcterms:W3CDTF">2023-09-14T13:13:00Z</dcterms:modified>
</cp:coreProperties>
</file>