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A77133" w:rsidTr="001763D7">
        <w:tc>
          <w:tcPr>
            <w:tcW w:w="2268" w:type="dxa"/>
            <w:shd w:val="pct5" w:color="auto" w:fill="FFFFFF"/>
            <w:vAlign w:val="center"/>
          </w:tcPr>
          <w:p w:rsidR="00A77133" w:rsidRDefault="00A77133" w:rsidP="00A77133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A77133" w:rsidRPr="000B522C" w:rsidRDefault="00A77133" w:rsidP="00A77133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A77133" w:rsidRDefault="00A77133" w:rsidP="00A77133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POWIATOWEJ W </w:t>
            </w:r>
          </w:p>
          <w:p w:rsidR="00A77133" w:rsidRDefault="00A77133" w:rsidP="00A77133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A77133" w:rsidRPr="00286864" w:rsidRDefault="00A77133" w:rsidP="00A77133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A77133" w:rsidTr="001763D7">
        <w:tc>
          <w:tcPr>
            <w:tcW w:w="2268" w:type="dxa"/>
            <w:shd w:val="pct5" w:color="auto" w:fill="FFFFFF"/>
            <w:vAlign w:val="center"/>
          </w:tcPr>
          <w:p w:rsidR="00A77133" w:rsidRPr="00CD701D" w:rsidRDefault="00A77133" w:rsidP="00A77133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A77133" w:rsidRPr="00A2674D" w:rsidRDefault="00A77133" w:rsidP="00A77133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A77133" w:rsidRPr="00B418A8" w:rsidRDefault="00A77133" w:rsidP="00A77133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NIWNICE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A77133" w:rsidTr="00D321F5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A77133" w:rsidRPr="00CD701D" w:rsidRDefault="00A77133" w:rsidP="00A77133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A77133" w:rsidRDefault="00A77133" w:rsidP="00A7713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67/64, 67/62, 67/59, 51/4, 67/56, 67/55, 67/53, 53/8, 53/6, 51/6, 49/22</w:t>
            </w:r>
          </w:p>
          <w:p w:rsidR="00A77133" w:rsidRDefault="00A77133" w:rsidP="00A7713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0030</w:t>
            </w:r>
          </w:p>
          <w:p w:rsidR="00A77133" w:rsidRPr="00B418A8" w:rsidRDefault="00A77133" w:rsidP="00A7713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021203_5.0030</w:t>
            </w:r>
          </w:p>
        </w:tc>
      </w:tr>
      <w:tr w:rsidR="00A77133" w:rsidRPr="008D49D6" w:rsidTr="00B97AEB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A77133" w:rsidRPr="00CD701D" w:rsidRDefault="00A77133" w:rsidP="00A77133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A77133" w:rsidRPr="00CD701D" w:rsidRDefault="00A77133" w:rsidP="00A77133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A77133" w:rsidRDefault="00A77133" w:rsidP="00A771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NIWNICE</w:t>
            </w:r>
          </w:p>
          <w:p w:rsidR="00A77133" w:rsidRPr="00286864" w:rsidRDefault="00A77133" w:rsidP="00A77133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67/64, 67/62, 67/59, 51/4, 67/56, 67/55, 67/53, 53/8, 53/6, 51/6, 49/22</w:t>
            </w:r>
          </w:p>
        </w:tc>
      </w:tr>
      <w:tr w:rsidR="00A77133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A77133" w:rsidRPr="00B97AEB" w:rsidRDefault="00A77133" w:rsidP="00A77133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A77133" w:rsidRPr="00CD701D" w:rsidRDefault="00A77133" w:rsidP="00A77133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A77133" w:rsidRPr="00CD701D" w:rsidRDefault="00A77133" w:rsidP="00A77133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A77133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A77133" w:rsidRPr="00CD701D" w:rsidRDefault="00A77133" w:rsidP="00A77133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A77133" w:rsidRPr="00B92FD0" w:rsidRDefault="00A77133" w:rsidP="00A77133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7D01EF07" wp14:editId="4E3BD88D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:rsidR="00A77133" w:rsidRPr="00CD701D" w:rsidRDefault="00A77133" w:rsidP="00A7713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tr w:rsidR="00E5715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E57157" w:rsidRPr="00032375" w:rsidRDefault="00032375" w:rsidP="00A8001F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48"/>
                <w:szCs w:val="4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32375">
              <w:rPr>
                <w:rFonts w:ascii="Arial Black" w:hAnsi="Arial Black" w:cs="Arial"/>
                <w:b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ZAŁĄCZNIKI PROJEKTU BUDOWLANEGO</w:t>
            </w:r>
          </w:p>
        </w:tc>
      </w:tr>
    </w:tbl>
    <w:p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:rsidR="002512A6" w:rsidRDefault="002512A6" w:rsidP="00BB691B">
      <w:pPr>
        <w:jc w:val="both"/>
        <w:rPr>
          <w:rFonts w:ascii="Arial" w:hAnsi="Arial" w:cs="Arial"/>
        </w:rPr>
      </w:pPr>
    </w:p>
    <w:p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EA6BF8" w:rsidRDefault="00EA6BF8" w:rsidP="00DE0C4E">
      <w:pPr>
        <w:pStyle w:val="Akapitzlist"/>
        <w:rPr>
          <w:b/>
          <w:sz w:val="22"/>
          <w:szCs w:val="22"/>
        </w:rPr>
      </w:pPr>
    </w:p>
    <w:p w:rsidR="00F74288" w:rsidRPr="00A77133" w:rsidRDefault="00F74288" w:rsidP="00A77133">
      <w:pPr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  <w:r w:rsidRPr="007E167A">
        <w:rPr>
          <w:b/>
          <w:sz w:val="28"/>
          <w:szCs w:val="24"/>
          <w:u w:val="single"/>
        </w:rPr>
        <w:t>Spis treści projektu technicznego</w:t>
      </w:r>
    </w:p>
    <w:p w:rsidR="00F87438" w:rsidRDefault="00F87438" w:rsidP="008261BA">
      <w:pPr>
        <w:pStyle w:val="Akapitzlist"/>
        <w:rPr>
          <w:b/>
          <w:sz w:val="22"/>
          <w:szCs w:val="22"/>
        </w:rPr>
      </w:pPr>
    </w:p>
    <w:p w:rsidR="00EA6BF8" w:rsidRPr="008B5423" w:rsidRDefault="00EA6BF8" w:rsidP="00EA6BF8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1" w:left="0" w:hangingChars="1" w:hanging="2"/>
        <w:textDirection w:val="btLr"/>
        <w:textAlignment w:val="top"/>
        <w:outlineLvl w:val="0"/>
        <w:rPr>
          <w:sz w:val="24"/>
          <w:szCs w:val="24"/>
        </w:rPr>
      </w:pPr>
      <w:r w:rsidRPr="008B5423">
        <w:rPr>
          <w:sz w:val="24"/>
          <w:szCs w:val="24"/>
        </w:rPr>
        <w:t xml:space="preserve">Informacja dotycząca bezpieczeństwa i ochrony zdrowia </w:t>
      </w:r>
      <w:r w:rsidRPr="008B5423">
        <w:rPr>
          <w:sz w:val="24"/>
          <w:szCs w:val="24"/>
        </w:rPr>
        <w:tab/>
      </w:r>
      <w:r w:rsidRPr="008B5423">
        <w:rPr>
          <w:sz w:val="24"/>
          <w:szCs w:val="24"/>
        </w:rPr>
        <w:tab/>
      </w:r>
      <w:r w:rsidRPr="008B5423">
        <w:rPr>
          <w:sz w:val="24"/>
          <w:szCs w:val="24"/>
        </w:rPr>
        <w:tab/>
        <w:t>str. 2</w:t>
      </w:r>
    </w:p>
    <w:p w:rsidR="00EA6BF8" w:rsidRDefault="00A77133" w:rsidP="00EA6BF8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1" w:left="0" w:hangingChars="1" w:hanging="2"/>
        <w:textDirection w:val="btLr"/>
        <w:textAlignment w:val="top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Uzgodnienie z </w:t>
      </w:r>
      <w:proofErr w:type="spellStart"/>
      <w:r>
        <w:rPr>
          <w:sz w:val="24"/>
          <w:szCs w:val="24"/>
        </w:rPr>
        <w:t>UGiM</w:t>
      </w:r>
      <w:proofErr w:type="spellEnd"/>
      <w:r>
        <w:rPr>
          <w:sz w:val="24"/>
          <w:szCs w:val="24"/>
        </w:rPr>
        <w:t xml:space="preserve"> Lwówek Śląski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A6BF8">
        <w:rPr>
          <w:sz w:val="24"/>
          <w:szCs w:val="24"/>
        </w:rPr>
        <w:t>str.7</w:t>
      </w:r>
    </w:p>
    <w:p w:rsidR="00A77133" w:rsidRDefault="00A77133" w:rsidP="00EA6BF8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1" w:left="0" w:hangingChars="1" w:hanging="2"/>
        <w:textDirection w:val="btLr"/>
        <w:textAlignment w:val="top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Uzgodnienie ZDP w Lwówku Śląskim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str. 8</w:t>
      </w:r>
    </w:p>
    <w:p w:rsidR="00A77133" w:rsidRDefault="00A77133" w:rsidP="00EA6BF8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1" w:left="0" w:hangingChars="1" w:hanging="2"/>
        <w:textDirection w:val="btLr"/>
        <w:textAlignment w:val="top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Uzgodnienie Wody Polskie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str. 9</w:t>
      </w:r>
    </w:p>
    <w:p w:rsidR="00EA6BF8" w:rsidRPr="008B5423" w:rsidRDefault="00EA6BF8" w:rsidP="00EA6BF8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1" w:left="0" w:hangingChars="1" w:hanging="2"/>
        <w:textDirection w:val="btLr"/>
        <w:textAlignment w:val="top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Oblic</w:t>
      </w:r>
      <w:r w:rsidR="00A77133">
        <w:rPr>
          <w:sz w:val="24"/>
          <w:szCs w:val="24"/>
        </w:rPr>
        <w:t>zenia fotometryczne</w:t>
      </w:r>
      <w:r w:rsidR="00A77133">
        <w:rPr>
          <w:sz w:val="24"/>
          <w:szCs w:val="24"/>
        </w:rPr>
        <w:tab/>
      </w:r>
      <w:r w:rsidR="00A77133">
        <w:rPr>
          <w:sz w:val="24"/>
          <w:szCs w:val="24"/>
        </w:rPr>
        <w:tab/>
      </w:r>
      <w:r w:rsidR="00A77133">
        <w:rPr>
          <w:sz w:val="24"/>
          <w:szCs w:val="24"/>
        </w:rPr>
        <w:tab/>
      </w:r>
      <w:r w:rsidR="00A77133">
        <w:rPr>
          <w:sz w:val="24"/>
          <w:szCs w:val="24"/>
        </w:rPr>
        <w:tab/>
      </w:r>
      <w:r w:rsidR="00A77133">
        <w:rPr>
          <w:sz w:val="24"/>
          <w:szCs w:val="24"/>
        </w:rPr>
        <w:tab/>
      </w:r>
      <w:r w:rsidR="00A77133">
        <w:rPr>
          <w:sz w:val="24"/>
          <w:szCs w:val="24"/>
        </w:rPr>
        <w:tab/>
      </w:r>
      <w:r w:rsidR="00A77133">
        <w:rPr>
          <w:sz w:val="24"/>
          <w:szCs w:val="24"/>
        </w:rPr>
        <w:tab/>
        <w:t>str.11</w:t>
      </w: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F87438" w:rsidRDefault="00F87438" w:rsidP="00DE0C4E">
      <w:pPr>
        <w:pStyle w:val="Tekstpodstawowy"/>
        <w:rPr>
          <w:b w:val="0"/>
          <w:sz w:val="22"/>
          <w:szCs w:val="22"/>
        </w:rPr>
      </w:pPr>
    </w:p>
    <w:p w:rsidR="00F87438" w:rsidRDefault="00F87438" w:rsidP="00DE0C4E">
      <w:pPr>
        <w:pStyle w:val="Tekstpodstawowy"/>
        <w:rPr>
          <w:b w:val="0"/>
          <w:sz w:val="22"/>
          <w:szCs w:val="22"/>
        </w:rPr>
      </w:pPr>
    </w:p>
    <w:p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:rsidR="008261BA" w:rsidRDefault="008261BA" w:rsidP="00DE0C4E">
      <w:pPr>
        <w:pStyle w:val="Tekstpodstawowy"/>
        <w:rPr>
          <w:b w:val="0"/>
          <w:sz w:val="22"/>
          <w:szCs w:val="22"/>
        </w:rPr>
      </w:pPr>
    </w:p>
    <w:sectPr w:rsidR="008261BA" w:rsidSect="00A8001F">
      <w:headerReference w:type="default" r:id="rId9"/>
      <w:pgSz w:w="11906" w:h="16838" w:code="9"/>
      <w:pgMar w:top="1135" w:right="1133" w:bottom="851" w:left="1701" w:header="426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7AC" w:rsidRDefault="00B867AC">
      <w:r>
        <w:separator/>
      </w:r>
    </w:p>
  </w:endnote>
  <w:endnote w:type="continuationSeparator" w:id="0">
    <w:p w:rsidR="00B867AC" w:rsidRDefault="00B8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7AC" w:rsidRDefault="00B867AC">
      <w:r>
        <w:separator/>
      </w:r>
    </w:p>
  </w:footnote>
  <w:footnote w:type="continuationSeparator" w:id="0">
    <w:p w:rsidR="00B867AC" w:rsidRDefault="00B8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Pr="007D65FE" w:rsidRDefault="007D65FE" w:rsidP="007D65FE">
    <w:pPr>
      <w:pStyle w:val="Nagwek"/>
      <w:jc w:val="right"/>
    </w:pPr>
    <w:r>
      <w:rPr>
        <w:noProof/>
      </w:rPr>
      <w:drawing>
        <wp:inline distT="0" distB="0" distL="0" distR="0">
          <wp:extent cx="981435" cy="98143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1963" cy="9919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4526398"/>
    <w:multiLevelType w:val="multilevel"/>
    <w:tmpl w:val="749A9384"/>
    <w:lvl w:ilvl="0">
      <w:start w:val="1"/>
      <w:numFmt w:val="decimal"/>
      <w:lvlText w:val="%1."/>
      <w:lvlJc w:val="left"/>
      <w:pPr>
        <w:ind w:left="758" w:hanging="360"/>
      </w:pPr>
      <w:rPr>
        <w:rFonts w:ascii="Calibri" w:eastAsia="Calibri" w:hAnsi="Calibri" w:cs="Calibri"/>
        <w:b w:val="0"/>
        <w:i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118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1838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98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58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918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78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38" w:hanging="360"/>
      </w:pPr>
      <w:rPr>
        <w:vertAlign w:val="baseline"/>
      </w:rPr>
    </w:lvl>
  </w:abstractNum>
  <w:abstractNum w:abstractNumId="3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5274FD7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7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121A6"/>
    <w:rsid w:val="00014E6D"/>
    <w:rsid w:val="000163D8"/>
    <w:rsid w:val="00017360"/>
    <w:rsid w:val="00020A05"/>
    <w:rsid w:val="00027F7B"/>
    <w:rsid w:val="00030EA5"/>
    <w:rsid w:val="00030F7F"/>
    <w:rsid w:val="00032375"/>
    <w:rsid w:val="00032C42"/>
    <w:rsid w:val="000352E6"/>
    <w:rsid w:val="00053560"/>
    <w:rsid w:val="00053B8E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304"/>
    <w:rsid w:val="000F0D65"/>
    <w:rsid w:val="000F1C3F"/>
    <w:rsid w:val="000F23CB"/>
    <w:rsid w:val="000F518D"/>
    <w:rsid w:val="000F6C54"/>
    <w:rsid w:val="000F6E79"/>
    <w:rsid w:val="000F7F3E"/>
    <w:rsid w:val="00103579"/>
    <w:rsid w:val="00114051"/>
    <w:rsid w:val="001174C9"/>
    <w:rsid w:val="00123A23"/>
    <w:rsid w:val="001254AD"/>
    <w:rsid w:val="001323C2"/>
    <w:rsid w:val="0013422F"/>
    <w:rsid w:val="001445B1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2050"/>
    <w:rsid w:val="001F3366"/>
    <w:rsid w:val="001F5C69"/>
    <w:rsid w:val="001F711B"/>
    <w:rsid w:val="00202260"/>
    <w:rsid w:val="0020456A"/>
    <w:rsid w:val="00205C1B"/>
    <w:rsid w:val="002063D8"/>
    <w:rsid w:val="00206923"/>
    <w:rsid w:val="00210F38"/>
    <w:rsid w:val="002114F9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31E90"/>
    <w:rsid w:val="003364AA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47E"/>
    <w:rsid w:val="00374C45"/>
    <w:rsid w:val="003843E9"/>
    <w:rsid w:val="003A1F0D"/>
    <w:rsid w:val="003A2C39"/>
    <w:rsid w:val="003B24D4"/>
    <w:rsid w:val="003B4026"/>
    <w:rsid w:val="003B48CF"/>
    <w:rsid w:val="003C0BB4"/>
    <w:rsid w:val="003C17F7"/>
    <w:rsid w:val="003C3A5E"/>
    <w:rsid w:val="003D02B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45CF"/>
    <w:rsid w:val="00436AB0"/>
    <w:rsid w:val="00440123"/>
    <w:rsid w:val="0044147D"/>
    <w:rsid w:val="00443CBA"/>
    <w:rsid w:val="00445502"/>
    <w:rsid w:val="00451123"/>
    <w:rsid w:val="00457915"/>
    <w:rsid w:val="00464FD1"/>
    <w:rsid w:val="00465209"/>
    <w:rsid w:val="00466920"/>
    <w:rsid w:val="004733B5"/>
    <w:rsid w:val="004825A6"/>
    <w:rsid w:val="00482701"/>
    <w:rsid w:val="00484BCC"/>
    <w:rsid w:val="00485519"/>
    <w:rsid w:val="00490159"/>
    <w:rsid w:val="00491048"/>
    <w:rsid w:val="00496F61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658A"/>
    <w:rsid w:val="004F42EC"/>
    <w:rsid w:val="00500A99"/>
    <w:rsid w:val="005011DF"/>
    <w:rsid w:val="00507C83"/>
    <w:rsid w:val="0051101B"/>
    <w:rsid w:val="00513338"/>
    <w:rsid w:val="005168E9"/>
    <w:rsid w:val="005232FF"/>
    <w:rsid w:val="00524015"/>
    <w:rsid w:val="00525734"/>
    <w:rsid w:val="0052685C"/>
    <w:rsid w:val="00526FAD"/>
    <w:rsid w:val="0054111F"/>
    <w:rsid w:val="005442AB"/>
    <w:rsid w:val="00545ADE"/>
    <w:rsid w:val="00550F36"/>
    <w:rsid w:val="005544CA"/>
    <w:rsid w:val="00554C48"/>
    <w:rsid w:val="0056249D"/>
    <w:rsid w:val="005647F5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D3B06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407C7"/>
    <w:rsid w:val="00642C7D"/>
    <w:rsid w:val="00650EE1"/>
    <w:rsid w:val="00653B2A"/>
    <w:rsid w:val="00660E66"/>
    <w:rsid w:val="00661027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9D9"/>
    <w:rsid w:val="006A4E12"/>
    <w:rsid w:val="006A6B0B"/>
    <w:rsid w:val="006A745A"/>
    <w:rsid w:val="006A748C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B42"/>
    <w:rsid w:val="00756DCA"/>
    <w:rsid w:val="007612FD"/>
    <w:rsid w:val="0076215E"/>
    <w:rsid w:val="00771B7D"/>
    <w:rsid w:val="007737F7"/>
    <w:rsid w:val="00774DEE"/>
    <w:rsid w:val="00776C5C"/>
    <w:rsid w:val="0078604F"/>
    <w:rsid w:val="0079016D"/>
    <w:rsid w:val="0079713F"/>
    <w:rsid w:val="007A1A1E"/>
    <w:rsid w:val="007A1DA9"/>
    <w:rsid w:val="007A2C88"/>
    <w:rsid w:val="007B1A64"/>
    <w:rsid w:val="007C1CB4"/>
    <w:rsid w:val="007C313E"/>
    <w:rsid w:val="007C5E77"/>
    <w:rsid w:val="007C6380"/>
    <w:rsid w:val="007D2783"/>
    <w:rsid w:val="007D65FE"/>
    <w:rsid w:val="007D6B77"/>
    <w:rsid w:val="007E5C2A"/>
    <w:rsid w:val="007F02B8"/>
    <w:rsid w:val="007F7563"/>
    <w:rsid w:val="007F77BA"/>
    <w:rsid w:val="00800EE3"/>
    <w:rsid w:val="008029C5"/>
    <w:rsid w:val="0080389D"/>
    <w:rsid w:val="008072AA"/>
    <w:rsid w:val="00813291"/>
    <w:rsid w:val="00814147"/>
    <w:rsid w:val="008167F9"/>
    <w:rsid w:val="00821CB0"/>
    <w:rsid w:val="008261BA"/>
    <w:rsid w:val="00834EA1"/>
    <w:rsid w:val="00834F6F"/>
    <w:rsid w:val="008353C4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F15AD"/>
    <w:rsid w:val="008F2D73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7B96"/>
    <w:rsid w:val="009C434D"/>
    <w:rsid w:val="009C45A7"/>
    <w:rsid w:val="009C4C9B"/>
    <w:rsid w:val="009C77F4"/>
    <w:rsid w:val="009C7DFD"/>
    <w:rsid w:val="009D0D2E"/>
    <w:rsid w:val="009D30D3"/>
    <w:rsid w:val="009E137D"/>
    <w:rsid w:val="009E1AC7"/>
    <w:rsid w:val="009E5B2A"/>
    <w:rsid w:val="009E67A3"/>
    <w:rsid w:val="009F241A"/>
    <w:rsid w:val="009F2D4F"/>
    <w:rsid w:val="009F4676"/>
    <w:rsid w:val="009F6184"/>
    <w:rsid w:val="009F7CD1"/>
    <w:rsid w:val="00A05A42"/>
    <w:rsid w:val="00A07299"/>
    <w:rsid w:val="00A104F8"/>
    <w:rsid w:val="00A110E1"/>
    <w:rsid w:val="00A14557"/>
    <w:rsid w:val="00A17B84"/>
    <w:rsid w:val="00A27B02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77133"/>
    <w:rsid w:val="00A8001F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867AC"/>
    <w:rsid w:val="00B9004E"/>
    <w:rsid w:val="00B930B9"/>
    <w:rsid w:val="00B95D1C"/>
    <w:rsid w:val="00B9620B"/>
    <w:rsid w:val="00B964EF"/>
    <w:rsid w:val="00B978A0"/>
    <w:rsid w:val="00B97AEB"/>
    <w:rsid w:val="00BA0A6B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31E47"/>
    <w:rsid w:val="00C31F0C"/>
    <w:rsid w:val="00C33C84"/>
    <w:rsid w:val="00C41CB8"/>
    <w:rsid w:val="00C56C3B"/>
    <w:rsid w:val="00C57B1F"/>
    <w:rsid w:val="00C6192C"/>
    <w:rsid w:val="00C62D48"/>
    <w:rsid w:val="00C72EE7"/>
    <w:rsid w:val="00C7314B"/>
    <w:rsid w:val="00C75A18"/>
    <w:rsid w:val="00C761B2"/>
    <w:rsid w:val="00C76A1C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421A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3CA7"/>
    <w:rsid w:val="00DA6FA5"/>
    <w:rsid w:val="00DB5E15"/>
    <w:rsid w:val="00DC1201"/>
    <w:rsid w:val="00DC31A9"/>
    <w:rsid w:val="00DD322B"/>
    <w:rsid w:val="00DD41ED"/>
    <w:rsid w:val="00DE0C4E"/>
    <w:rsid w:val="00DE2E8C"/>
    <w:rsid w:val="00DE4008"/>
    <w:rsid w:val="00DF0694"/>
    <w:rsid w:val="00E013A5"/>
    <w:rsid w:val="00E03EF7"/>
    <w:rsid w:val="00E06F22"/>
    <w:rsid w:val="00E15048"/>
    <w:rsid w:val="00E16A5A"/>
    <w:rsid w:val="00E20B2A"/>
    <w:rsid w:val="00E35762"/>
    <w:rsid w:val="00E3613F"/>
    <w:rsid w:val="00E364F9"/>
    <w:rsid w:val="00E43CE2"/>
    <w:rsid w:val="00E445C7"/>
    <w:rsid w:val="00E46093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2A77"/>
    <w:rsid w:val="00EA065E"/>
    <w:rsid w:val="00EA14C3"/>
    <w:rsid w:val="00EA2CC4"/>
    <w:rsid w:val="00EA6BF8"/>
    <w:rsid w:val="00EA6E04"/>
    <w:rsid w:val="00EA6FCA"/>
    <w:rsid w:val="00EC7F85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244A2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4288"/>
    <w:rsid w:val="00F76918"/>
    <w:rsid w:val="00F87438"/>
    <w:rsid w:val="00F87D8E"/>
    <w:rsid w:val="00F9757D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D7E9A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7D8322-F140-4994-B939-20D8D4C1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B97A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FF1A6-3113-485D-8940-C988910F4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16</TotalTime>
  <Pages>2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8</cp:revision>
  <cp:lastPrinted>2023-04-17T07:24:00Z</cp:lastPrinted>
  <dcterms:created xsi:type="dcterms:W3CDTF">2022-05-06T04:56:00Z</dcterms:created>
  <dcterms:modified xsi:type="dcterms:W3CDTF">2023-04-17T07:29:00Z</dcterms:modified>
</cp:coreProperties>
</file>