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A86A" w14:textId="223CDECB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D17A2D">
        <w:rPr>
          <w:rFonts w:cs="Arial"/>
          <w:sz w:val="20"/>
          <w:szCs w:val="20"/>
        </w:rPr>
        <w:t>26</w:t>
      </w:r>
      <w:r w:rsidR="00313244">
        <w:rPr>
          <w:rFonts w:cs="Arial"/>
          <w:sz w:val="20"/>
          <w:szCs w:val="20"/>
        </w:rPr>
        <w:t>.202</w:t>
      </w:r>
      <w:r w:rsidR="00DC2A92">
        <w:rPr>
          <w:rFonts w:cs="Arial"/>
          <w:sz w:val="20"/>
          <w:szCs w:val="20"/>
        </w:rPr>
        <w:t>2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0F588949" w14:textId="345AE4F5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1E0E6C0A" w14:textId="77777777" w:rsidR="008745AB" w:rsidRPr="00EB76C0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52976D7D" w14:textId="3570B0DA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</w:p>
    <w:p w14:paraId="3F3D7915" w14:textId="77777777" w:rsidR="008745AB" w:rsidRPr="00337357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3FA3389" w14:textId="439D7F90" w:rsidR="003B7604" w:rsidRDefault="003B7604" w:rsidP="003B7604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657247B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3E32F7C" w14:textId="51A086F6" w:rsidR="003B7604" w:rsidRDefault="00E8370B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666697B" w14:textId="77777777" w:rsidR="003B7604" w:rsidRPr="003B7604" w:rsidRDefault="003B7604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5133EBA4" w14:textId="366569BE" w:rsidR="003B7604" w:rsidRPr="008745AB" w:rsidRDefault="000C2176" w:rsidP="00D17A2D">
      <w:pPr>
        <w:jc w:val="both"/>
        <w:rPr>
          <w:rFonts w:cs="Arial"/>
          <w:b/>
          <w:sz w:val="20"/>
          <w:szCs w:val="20"/>
        </w:rPr>
      </w:pPr>
      <w:r w:rsidRPr="00DC2A92">
        <w:rPr>
          <w:rFonts w:cs="Arial"/>
          <w:sz w:val="20"/>
          <w:szCs w:val="20"/>
        </w:rPr>
        <w:t>Nawiązując do ogłoszenia</w:t>
      </w:r>
      <w:r w:rsidR="008745AB">
        <w:rPr>
          <w:rFonts w:cs="Arial"/>
          <w:sz w:val="20"/>
          <w:szCs w:val="20"/>
        </w:rPr>
        <w:t xml:space="preserve"> o zamówieniu</w:t>
      </w:r>
      <w:r w:rsidRPr="00DC2A92">
        <w:rPr>
          <w:rFonts w:cs="Arial"/>
          <w:sz w:val="20"/>
          <w:szCs w:val="20"/>
        </w:rPr>
        <w:t xml:space="preserve"> na </w:t>
      </w:r>
      <w:r w:rsidR="00A03598">
        <w:rPr>
          <w:rFonts w:cs="Arial"/>
          <w:sz w:val="20"/>
          <w:szCs w:val="20"/>
        </w:rPr>
        <w:t xml:space="preserve">usługi </w:t>
      </w:r>
      <w:r w:rsidRPr="00DC2A92">
        <w:rPr>
          <w:rFonts w:cs="Arial"/>
          <w:sz w:val="20"/>
          <w:szCs w:val="20"/>
        </w:rPr>
        <w:t>pn</w:t>
      </w:r>
      <w:r w:rsidR="00D17A2D">
        <w:rPr>
          <w:rFonts w:cs="Arial"/>
          <w:sz w:val="20"/>
          <w:szCs w:val="20"/>
        </w:rPr>
        <w:t>.</w:t>
      </w:r>
      <w:r w:rsidR="00D17A2D" w:rsidRPr="00D17A2D">
        <w:rPr>
          <w:rFonts w:cs="Arial"/>
          <w:b/>
          <w:sz w:val="20"/>
          <w:szCs w:val="20"/>
        </w:rPr>
        <w:t xml:space="preserve"> Nadzór inwestorski nad zad.pn.: </w:t>
      </w:r>
      <w:r w:rsidR="00D17A2D">
        <w:rPr>
          <w:rFonts w:cs="Arial"/>
          <w:b/>
          <w:sz w:val="20"/>
          <w:szCs w:val="20"/>
        </w:rPr>
        <w:t>„</w:t>
      </w:r>
      <w:r w:rsidR="00D17A2D" w:rsidRPr="00D17A2D">
        <w:rPr>
          <w:rFonts w:cs="Arial"/>
          <w:b/>
          <w:sz w:val="20"/>
          <w:szCs w:val="20"/>
        </w:rPr>
        <w:t>Rozbudowa drogi powiatowej nr 2642G na odcinku od miejscowości Klawkowo do drogi gminnej nr 236040G, wraz z przebudową drogi powiatowej nr 2626G Rytel – Zapędowo.</w:t>
      </w:r>
      <w:r w:rsidR="00D17A2D">
        <w:rPr>
          <w:rFonts w:cs="Arial"/>
          <w:b/>
          <w:sz w:val="20"/>
          <w:szCs w:val="20"/>
        </w:rPr>
        <w:t xml:space="preserve">” </w:t>
      </w:r>
      <w:r w:rsidRPr="00DC2A92">
        <w:rPr>
          <w:rFonts w:cs="Arial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96CBBD" w14:textId="77777777" w:rsidR="00D748CF" w:rsidRPr="00D748CF" w:rsidRDefault="00D748CF" w:rsidP="00D748CF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4609AE9D" w14:textId="3E8BD108" w:rsidR="00D748CF" w:rsidRPr="003B7604" w:rsidRDefault="00D748CF" w:rsidP="003B7604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 w:rsidR="003B7604"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……………………………………………………….……………zł</w:t>
      </w:r>
    </w:p>
    <w:p w14:paraId="7C7CA482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4C00982" w14:textId="4592017A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 w:rsidR="003B7604"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6639AAD9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4D5C32E1" w14:textId="2A4A7684" w:rsid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</w:t>
      </w:r>
      <w:r w:rsidR="003B7604">
        <w:rPr>
          <w:b/>
          <w:sz w:val="20"/>
          <w:szCs w:val="20"/>
        </w:rPr>
        <w:t>………...</w:t>
      </w:r>
      <w:r>
        <w:rPr>
          <w:b/>
          <w:sz w:val="20"/>
          <w:szCs w:val="20"/>
        </w:rPr>
        <w:t>z</w:t>
      </w:r>
      <w:r w:rsidRPr="00D748CF">
        <w:rPr>
          <w:b/>
          <w:sz w:val="20"/>
          <w:szCs w:val="20"/>
        </w:rPr>
        <w:t>łotych</w:t>
      </w:r>
    </w:p>
    <w:p w14:paraId="3A39ACA2" w14:textId="77777777" w:rsidR="003B7604" w:rsidRPr="00D17A2D" w:rsidRDefault="003B7604" w:rsidP="00D17A2D">
      <w:pPr>
        <w:spacing w:after="100"/>
        <w:rPr>
          <w:b/>
          <w:sz w:val="20"/>
          <w:szCs w:val="20"/>
        </w:rPr>
      </w:pPr>
    </w:p>
    <w:p w14:paraId="6F874CFC" w14:textId="259A67D6" w:rsidR="00B60FD7" w:rsidRPr="00BC35DE" w:rsidRDefault="00B60FD7" w:rsidP="003B7604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34A14EAB" w14:textId="77777777" w:rsidR="00B60FD7" w:rsidRPr="00CB5120" w:rsidRDefault="00B60FD7" w:rsidP="00B60FD7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która będzie pełnić funkcję</w:t>
      </w:r>
      <w:r w:rsidRPr="00CB5120">
        <w:rPr>
          <w:rFonts w:cs="Arial"/>
          <w:b/>
          <w:color w:val="70AD47"/>
          <w:sz w:val="20"/>
          <w:szCs w:val="20"/>
        </w:rPr>
        <w:t xml:space="preserve"> </w:t>
      </w:r>
    </w:p>
    <w:p w14:paraId="40D05CC0" w14:textId="392A47A0" w:rsidR="00CE6FA8" w:rsidRPr="00D17A2D" w:rsidRDefault="002D07D3" w:rsidP="0085728D">
      <w:pPr>
        <w:keepNext/>
        <w:spacing w:before="120" w:line="276" w:lineRule="auto"/>
        <w:jc w:val="both"/>
        <w:outlineLvl w:val="3"/>
        <w:rPr>
          <w:rFonts w:cs="Arial"/>
          <w:b/>
          <w:bCs/>
          <w:sz w:val="20"/>
          <w:szCs w:val="20"/>
        </w:rPr>
      </w:pPr>
      <w:r w:rsidRPr="002D07D3">
        <w:rPr>
          <w:rFonts w:cs="Arial"/>
          <w:b/>
          <w:bCs/>
          <w:sz w:val="20"/>
          <w:szCs w:val="20"/>
        </w:rPr>
        <w:t>inspektora nadzoru robót branży drogowej, posiada uprawnienia budowlane do kierowania robotami budowlanymi  w specjalności inżynieryjnej drogowej bez ograniczeń</w:t>
      </w:r>
      <w:r>
        <w:rPr>
          <w:rFonts w:cs="Arial"/>
          <w:b/>
          <w:bCs/>
          <w:sz w:val="20"/>
          <w:szCs w:val="20"/>
        </w:rPr>
        <w:t xml:space="preserve"> </w:t>
      </w:r>
      <w:r w:rsidR="00A03598" w:rsidRPr="00A03598">
        <w:rPr>
          <w:rFonts w:cs="Arial"/>
          <w:bCs/>
          <w:sz w:val="20"/>
          <w:szCs w:val="20"/>
        </w:rPr>
        <w:t>w rozumieniu ustawy z dnia 7 lipca 1994 r. Prawo budowlane (</w:t>
      </w:r>
      <w:r w:rsidR="00D17A2D" w:rsidRPr="00D17A2D">
        <w:rPr>
          <w:rFonts w:cs="Arial"/>
          <w:bCs/>
          <w:sz w:val="20"/>
          <w:szCs w:val="20"/>
        </w:rPr>
        <w:t xml:space="preserve">t. j. - Dz. U. z 2021 r. poz. 2351 ze zm.) </w:t>
      </w:r>
      <w:r w:rsidR="00A03598" w:rsidRPr="00A03598">
        <w:rPr>
          <w:rFonts w:cs="Arial"/>
          <w:bCs/>
          <w:sz w:val="20"/>
          <w:szCs w:val="20"/>
        </w:rPr>
        <w:t xml:space="preserve">oraz Rozporządzenia </w:t>
      </w:r>
      <w:r w:rsidR="00A03598" w:rsidRPr="00A03598">
        <w:rPr>
          <w:rFonts w:cs="Arial"/>
          <w:bCs/>
          <w:sz w:val="20"/>
          <w:szCs w:val="20"/>
        </w:rPr>
        <w:lastRenderedPageBreak/>
        <w:t>Ministra Inwestycji i Rozwoju z dn. 29.04.2019 r. w sprawie przygotowania zawodowego do wykonywania samodzielnych funkcji technicznych w budownictwie (Dz.U. z 2019 r. poz. 831)</w:t>
      </w:r>
      <w:r w:rsidR="00DC2A92" w:rsidRPr="0085728D">
        <w:rPr>
          <w:rFonts w:cs="Arial"/>
          <w:sz w:val="20"/>
          <w:szCs w:val="20"/>
        </w:rPr>
        <w:t xml:space="preserve"> </w:t>
      </w:r>
      <w:r w:rsidR="00DC2A92" w:rsidRPr="0085728D">
        <w:rPr>
          <w:rFonts w:eastAsia="Calibri" w:cs="Arial"/>
          <w:b/>
          <w:bCs/>
          <w:sz w:val="20"/>
          <w:szCs w:val="20"/>
          <w:lang w:eastAsia="en-US"/>
        </w:rPr>
        <w:t xml:space="preserve">oraz  posiada </w:t>
      </w:r>
      <w:r w:rsidR="00DC2A92" w:rsidRPr="0085728D">
        <w:rPr>
          <w:rFonts w:eastAsia="Calibri" w:cs="Arial"/>
          <w:b/>
          <w:sz w:val="20"/>
          <w:szCs w:val="20"/>
          <w:lang w:eastAsia="en-US"/>
        </w:rPr>
        <w:t xml:space="preserve">doświadczenie 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>w pełnieniu funkcji inspektora nadzoru inwestorskiego robót branży</w:t>
      </w:r>
      <w:r w:rsidR="00A03598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drogowej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, lub kierownika budowy robót branży </w:t>
      </w:r>
      <w:r w:rsidR="00CE6FA8">
        <w:rPr>
          <w:rFonts w:eastAsia="Calibri" w:cs="Arial"/>
          <w:b/>
          <w:bCs/>
          <w:sz w:val="20"/>
          <w:szCs w:val="20"/>
          <w:lang w:eastAsia="en-US"/>
        </w:rPr>
        <w:t>drogowej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na:</w:t>
      </w:r>
      <w:r w:rsidR="0085728D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r w:rsidR="0085728D" w:rsidRPr="00D17A2D">
        <w:rPr>
          <w:rFonts w:eastAsia="Calibri" w:cs="Arial"/>
          <w:i/>
          <w:iCs/>
          <w:sz w:val="20"/>
          <w:szCs w:val="20"/>
          <w:lang w:eastAsia="en-US"/>
        </w:rPr>
        <w:t>(zaznaczy i wpisać słownie)</w:t>
      </w:r>
    </w:p>
    <w:p w14:paraId="0D1CDBC0" w14:textId="02D31141" w:rsidR="00D17A2D" w:rsidRPr="00D17A2D" w:rsidRDefault="00D17A2D" w:rsidP="00D17A2D">
      <w:pPr>
        <w:pStyle w:val="Akapitzlist"/>
        <w:keepNext/>
        <w:numPr>
          <w:ilvl w:val="0"/>
          <w:numId w:val="16"/>
        </w:numPr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  <w:r w:rsidRPr="00D17A2D">
        <w:rPr>
          <w:rFonts w:eastAsia="Calibri" w:cs="Arial"/>
          <w:bCs/>
          <w:sz w:val="20"/>
          <w:szCs w:val="20"/>
          <w:lang w:eastAsia="en-US"/>
        </w:rPr>
        <w:t xml:space="preserve">jednej budowie, rozbudowie, przebudowie dróg lub ulic o nawierzchni asfaltowej lub bitumicznej  o wartości minimum  3 mln  </w:t>
      </w:r>
    </w:p>
    <w:p w14:paraId="27271557" w14:textId="75545AA4" w:rsidR="00D17A2D" w:rsidRPr="00D17A2D" w:rsidRDefault="00D17A2D" w:rsidP="00D17A2D">
      <w:pPr>
        <w:pStyle w:val="Akapitzlist"/>
        <w:keepNext/>
        <w:numPr>
          <w:ilvl w:val="0"/>
          <w:numId w:val="16"/>
        </w:numPr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  <w:r w:rsidRPr="00D17A2D">
        <w:rPr>
          <w:rFonts w:eastAsia="Calibri" w:cs="Arial"/>
          <w:bCs/>
          <w:sz w:val="20"/>
          <w:szCs w:val="20"/>
          <w:lang w:eastAsia="en-US"/>
        </w:rPr>
        <w:t xml:space="preserve">dwóch  budowach, rozbudowach, przebudowach  dróg lub ulic o nawierzchni asfaltowej lub bitumicznej – o wartości dla każdej inwestycji minimum 4,5 mln </w:t>
      </w:r>
    </w:p>
    <w:p w14:paraId="3913C9AA" w14:textId="4A871198" w:rsidR="00D748CF" w:rsidRDefault="00D17A2D" w:rsidP="00DC2A92">
      <w:pPr>
        <w:pStyle w:val="Akapitzlist"/>
        <w:keepNext/>
        <w:numPr>
          <w:ilvl w:val="0"/>
          <w:numId w:val="16"/>
        </w:numPr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  <w:r w:rsidRPr="00D17A2D">
        <w:rPr>
          <w:rFonts w:eastAsia="Calibri" w:cs="Arial"/>
          <w:bCs/>
          <w:sz w:val="20"/>
          <w:szCs w:val="20"/>
          <w:lang w:eastAsia="en-US"/>
        </w:rPr>
        <w:t xml:space="preserve">trzech  budowach, rozbudowach, przebudowach  dróg lub ulic o nawierzchni asfaltowej lub bitumicznej – o wartości dla każdej inwestycji minimum 4,5 mln </w:t>
      </w:r>
    </w:p>
    <w:p w14:paraId="3ABAD554" w14:textId="77777777" w:rsidR="00D17A2D" w:rsidRPr="00D17A2D" w:rsidRDefault="00D17A2D" w:rsidP="00D17A2D">
      <w:pPr>
        <w:pStyle w:val="Akapitzlist"/>
        <w:keepNext/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791FDA74" w14:textId="0C0A2519" w:rsidR="00B60FD7" w:rsidRPr="0085728D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="0085728D"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5E84D915" w14:textId="1EA4B40E" w:rsidR="0085728D" w:rsidRPr="0085728D" w:rsidRDefault="0085728D" w:rsidP="0085728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 xml:space="preserve">jednej, dwóch </w:t>
      </w:r>
      <w:r w:rsidR="00CE6FA8">
        <w:rPr>
          <w:rFonts w:cs="Arial"/>
          <w:i/>
          <w:iCs/>
          <w:sz w:val="20"/>
          <w:szCs w:val="20"/>
        </w:rPr>
        <w:t>budowach</w:t>
      </w:r>
      <w:r w:rsidRPr="0085728D">
        <w:rPr>
          <w:rFonts w:cs="Arial"/>
          <w:i/>
          <w:iCs/>
          <w:sz w:val="20"/>
          <w:szCs w:val="20"/>
        </w:rPr>
        <w:t xml:space="preserve">  </w:t>
      </w:r>
      <w:r w:rsidR="00666C47">
        <w:rPr>
          <w:rFonts w:cs="Arial"/>
          <w:i/>
          <w:iCs/>
          <w:sz w:val="20"/>
          <w:szCs w:val="20"/>
        </w:rPr>
        <w:t>lub trzech</w:t>
      </w:r>
      <w:r w:rsidRPr="0085728D">
        <w:rPr>
          <w:rFonts w:cs="Arial"/>
          <w:i/>
          <w:iCs/>
          <w:sz w:val="20"/>
          <w:szCs w:val="20"/>
        </w:rPr>
        <w:t>)</w:t>
      </w:r>
    </w:p>
    <w:p w14:paraId="6C6CA7E1" w14:textId="77777777" w:rsidR="00707BA3" w:rsidRPr="00D748CF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FB633DB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</w:t>
      </w:r>
      <w:r w:rsidR="008E0BEF">
        <w:rPr>
          <w:rFonts w:cs="Arial"/>
          <w:sz w:val="20"/>
          <w:szCs w:val="20"/>
        </w:rPr>
        <w:t>projektową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30DC8B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3E0E15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BB3A13" w14:textId="67EA6D22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7925E75" w14:textId="77777777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F67C810" w14:textId="54C7A80C" w:rsidR="000C2176" w:rsidRDefault="000C2176" w:rsidP="000C2176">
      <w:pPr>
        <w:rPr>
          <w:rFonts w:cs="Arial"/>
          <w:sz w:val="20"/>
          <w:szCs w:val="20"/>
        </w:rPr>
      </w:pPr>
    </w:p>
    <w:p w14:paraId="0A86AC7B" w14:textId="6B938F2C" w:rsidR="00CE6FA8" w:rsidRDefault="00CE6FA8" w:rsidP="000C2176">
      <w:pPr>
        <w:rPr>
          <w:rFonts w:cs="Arial"/>
          <w:sz w:val="20"/>
          <w:szCs w:val="20"/>
        </w:rPr>
      </w:pPr>
    </w:p>
    <w:p w14:paraId="16E8766F" w14:textId="6F144614" w:rsidR="00CE6FA8" w:rsidRDefault="00CE6FA8" w:rsidP="000C2176">
      <w:pPr>
        <w:rPr>
          <w:rFonts w:cs="Arial"/>
          <w:sz w:val="20"/>
          <w:szCs w:val="20"/>
        </w:rPr>
      </w:pP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177259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F264B" w14:textId="77777777" w:rsidR="003C2916" w:rsidRDefault="003C2916">
      <w:r>
        <w:separator/>
      </w:r>
    </w:p>
  </w:endnote>
  <w:endnote w:type="continuationSeparator" w:id="0">
    <w:p w14:paraId="7768E91A" w14:textId="77777777" w:rsidR="003C2916" w:rsidRDefault="003C2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5D63F" w14:textId="77777777" w:rsidR="003C2916" w:rsidRDefault="003C2916">
      <w:r>
        <w:separator/>
      </w:r>
    </w:p>
  </w:footnote>
  <w:footnote w:type="continuationSeparator" w:id="0">
    <w:p w14:paraId="69BE9105" w14:textId="77777777" w:rsidR="003C2916" w:rsidRDefault="003C2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48A4B13"/>
    <w:multiLevelType w:val="hybridMultilevel"/>
    <w:tmpl w:val="C38A08F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6"/>
  </w:num>
  <w:num w:numId="2" w16cid:durableId="479687491">
    <w:abstractNumId w:val="5"/>
  </w:num>
  <w:num w:numId="3" w16cid:durableId="960654042">
    <w:abstractNumId w:val="3"/>
  </w:num>
  <w:num w:numId="4" w16cid:durableId="1498114899">
    <w:abstractNumId w:val="2"/>
  </w:num>
  <w:num w:numId="5" w16cid:durableId="435640673">
    <w:abstractNumId w:val="8"/>
  </w:num>
  <w:num w:numId="6" w16cid:durableId="623079396">
    <w:abstractNumId w:val="12"/>
  </w:num>
  <w:num w:numId="7" w16cid:durableId="1820803447">
    <w:abstractNumId w:val="0"/>
  </w:num>
  <w:num w:numId="8" w16cid:durableId="252512673">
    <w:abstractNumId w:val="9"/>
  </w:num>
  <w:num w:numId="9" w16cid:durableId="473373497">
    <w:abstractNumId w:val="4"/>
  </w:num>
  <w:num w:numId="10" w16cid:durableId="410548678">
    <w:abstractNumId w:val="1"/>
  </w:num>
  <w:num w:numId="11" w16cid:durableId="794442640">
    <w:abstractNumId w:val="14"/>
  </w:num>
  <w:num w:numId="12" w16cid:durableId="510068442">
    <w:abstractNumId w:val="7"/>
  </w:num>
  <w:num w:numId="13" w16cid:durableId="1297101073">
    <w:abstractNumId w:val="10"/>
  </w:num>
  <w:num w:numId="14" w16cid:durableId="207644832">
    <w:abstractNumId w:val="15"/>
  </w:num>
  <w:num w:numId="15" w16cid:durableId="603029011">
    <w:abstractNumId w:val="13"/>
  </w:num>
  <w:num w:numId="16" w16cid:durableId="20981640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950D7"/>
    <w:rsid w:val="000C2176"/>
    <w:rsid w:val="000D283E"/>
    <w:rsid w:val="000D39B7"/>
    <w:rsid w:val="00100DBB"/>
    <w:rsid w:val="00124D4A"/>
    <w:rsid w:val="00130B23"/>
    <w:rsid w:val="001413F0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2916"/>
    <w:rsid w:val="003C554F"/>
    <w:rsid w:val="003D23BF"/>
    <w:rsid w:val="003E3CB7"/>
    <w:rsid w:val="003F331B"/>
    <w:rsid w:val="0040149C"/>
    <w:rsid w:val="00414478"/>
    <w:rsid w:val="00420390"/>
    <w:rsid w:val="00426FBE"/>
    <w:rsid w:val="0045078D"/>
    <w:rsid w:val="004861BD"/>
    <w:rsid w:val="00492BD3"/>
    <w:rsid w:val="004B70BD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66C47"/>
    <w:rsid w:val="00676853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109"/>
    <w:rsid w:val="007B230F"/>
    <w:rsid w:val="007B2500"/>
    <w:rsid w:val="007B7E0B"/>
    <w:rsid w:val="007D61D6"/>
    <w:rsid w:val="007E1B19"/>
    <w:rsid w:val="007F3623"/>
    <w:rsid w:val="00827311"/>
    <w:rsid w:val="00834BB4"/>
    <w:rsid w:val="00835187"/>
    <w:rsid w:val="00846C9A"/>
    <w:rsid w:val="00856E3A"/>
    <w:rsid w:val="0085728D"/>
    <w:rsid w:val="008745AB"/>
    <w:rsid w:val="00886091"/>
    <w:rsid w:val="00890BDD"/>
    <w:rsid w:val="008945D9"/>
    <w:rsid w:val="008A2728"/>
    <w:rsid w:val="008C0260"/>
    <w:rsid w:val="008E0BE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F39E6"/>
    <w:rsid w:val="00B01F08"/>
    <w:rsid w:val="00B16E8F"/>
    <w:rsid w:val="00B30401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17A2D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19</TotalTime>
  <Pages>1</Pages>
  <Words>979</Words>
  <Characters>5877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8</cp:revision>
  <cp:lastPrinted>2021-04-12T14:11:00Z</cp:lastPrinted>
  <dcterms:created xsi:type="dcterms:W3CDTF">2022-04-19T13:52:00Z</dcterms:created>
  <dcterms:modified xsi:type="dcterms:W3CDTF">2022-12-19T20:53:00Z</dcterms:modified>
</cp:coreProperties>
</file>