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BE5D" w14:textId="77777777" w:rsidR="0067538D" w:rsidRPr="0067538D" w:rsidRDefault="0067538D" w:rsidP="00CE02E8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656C969" w14:textId="25F94ADC" w:rsidR="00E15CC3" w:rsidRPr="00E15CC3" w:rsidRDefault="00A24B36" w:rsidP="00E15CC3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</w:t>
      </w:r>
      <w:r w:rsidR="00E15CC3"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9F3ED4"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="00E15CC3" w:rsidRPr="00E15CC3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9F3ED4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4A796988" w14:textId="77777777" w:rsidR="00E15CC3" w:rsidRPr="00E15CC3" w:rsidRDefault="00E15CC3" w:rsidP="00E15CC3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i/>
          <w:sz w:val="20"/>
          <w:szCs w:val="20"/>
          <w:lang w:eastAsia="pl-PL"/>
        </w:rPr>
        <w:t>Załącznik nr 1 do SWZ</w:t>
      </w:r>
    </w:p>
    <w:p w14:paraId="2ED25C93" w14:textId="77777777" w:rsidR="00E15CC3" w:rsidRPr="00E15CC3" w:rsidRDefault="00E15CC3" w:rsidP="00E15CC3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</w:p>
    <w:p w14:paraId="573648E5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8975CB2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>Gmina Czersk</w:t>
      </w:r>
    </w:p>
    <w:p w14:paraId="41CBFAE5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>ul. Kościuszki 27</w:t>
      </w:r>
    </w:p>
    <w:p w14:paraId="4965020D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89-650 Czersk</w:t>
      </w:r>
    </w:p>
    <w:p w14:paraId="430C84EA" w14:textId="77777777" w:rsidR="00E15CC3" w:rsidRPr="00E15CC3" w:rsidRDefault="00E15CC3" w:rsidP="00E15CC3">
      <w:pPr>
        <w:keepNext/>
        <w:spacing w:after="0" w:line="23" w:lineRule="atLeast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15CC3">
        <w:rPr>
          <w:rFonts w:ascii="Arial" w:eastAsia="Times New Roman" w:hAnsi="Arial" w:cs="Arial"/>
          <w:b/>
          <w:sz w:val="24"/>
          <w:szCs w:val="24"/>
        </w:rPr>
        <w:t>FORMULARZ OFERTOWY</w:t>
      </w:r>
    </w:p>
    <w:p w14:paraId="5253D6D4" w14:textId="77777777" w:rsidR="00E15CC3" w:rsidRPr="00E15CC3" w:rsidRDefault="00E15CC3" w:rsidP="00E15CC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656A57" w14:textId="456B5BA1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Nazwa Wykonawcy: </w:t>
      </w:r>
    </w:p>
    <w:p w14:paraId="4EAD77F4" w14:textId="5F955A8A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Adres:</w:t>
      </w:r>
    </w:p>
    <w:p w14:paraId="6FDF984A" w14:textId="6A61461D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Województwo</w:t>
      </w:r>
      <w:r w:rsidR="00DA47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FE2481D" w14:textId="30CBAB04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Tel./fax:</w:t>
      </w:r>
    </w:p>
    <w:p w14:paraId="56F57CD7" w14:textId="106C8230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Numer KRS:</w:t>
      </w:r>
    </w:p>
    <w:p w14:paraId="22C32B22" w14:textId="2DCB14B9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NIP:</w:t>
      </w:r>
    </w:p>
    <w:p w14:paraId="345A87D3" w14:textId="4D505378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e-mail</w:t>
      </w:r>
      <w:r w:rsidR="00DA47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01986A4" w14:textId="77777777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nr konta Wykonawcy …………………………………………………………… w banku ………………………...</w:t>
      </w:r>
    </w:p>
    <w:p w14:paraId="3E4F0504" w14:textId="77777777" w:rsidR="00E15CC3" w:rsidRPr="00E15CC3" w:rsidRDefault="00E15CC3" w:rsidP="00E15CC3">
      <w:pPr>
        <w:widowControl w:val="0"/>
        <w:autoSpaceDE w:val="0"/>
        <w:autoSpaceDN w:val="0"/>
        <w:adjustRightInd w:val="0"/>
        <w:spacing w:after="0" w:line="240" w:lineRule="auto"/>
        <w:ind w:right="10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15CC3">
        <w:rPr>
          <w:rFonts w:ascii="Arial" w:eastAsia="Times New Roman" w:hAnsi="Arial" w:cs="Arial"/>
          <w:i/>
          <w:sz w:val="16"/>
          <w:szCs w:val="16"/>
          <w:lang w:eastAsia="pl-PL"/>
        </w:rPr>
        <w:t>(nazwa (firma), dokładny adres Wykonawcy / Wykonawców)</w:t>
      </w:r>
    </w:p>
    <w:p w14:paraId="78803035" w14:textId="77777777" w:rsidR="00E15CC3" w:rsidRPr="00E15CC3" w:rsidRDefault="00E15CC3" w:rsidP="00E15CC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i/>
          <w:sz w:val="16"/>
          <w:szCs w:val="16"/>
          <w:u w:val="single"/>
          <w:lang w:eastAsia="x-none"/>
        </w:rPr>
      </w:pPr>
      <w:r w:rsidRPr="00E15CC3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15CC3">
        <w:rPr>
          <w:rFonts w:ascii="Arial" w:eastAsia="Times New Roman" w:hAnsi="Arial"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8C66593" w14:textId="661FEAE9" w:rsidR="00246139" w:rsidRDefault="009E1AD7" w:rsidP="00246139">
      <w:p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24776C">
        <w:rPr>
          <w:rFonts w:ascii="Arial" w:hAnsi="Arial" w:cs="Arial"/>
          <w:sz w:val="20"/>
          <w:szCs w:val="20"/>
        </w:rPr>
        <w:t xml:space="preserve">Nawiązując do ogłoszenia o przetargu nieograniczonym </w:t>
      </w:r>
      <w:r w:rsidR="00BE68B9" w:rsidRPr="0024776C">
        <w:rPr>
          <w:rFonts w:ascii="Arial" w:hAnsi="Arial" w:cs="Arial"/>
          <w:sz w:val="20"/>
          <w:szCs w:val="20"/>
        </w:rPr>
        <w:t xml:space="preserve">na </w:t>
      </w:r>
      <w:r w:rsidR="00CE02E8">
        <w:rPr>
          <w:rFonts w:ascii="Arial" w:hAnsi="Arial" w:cs="Arial"/>
          <w:sz w:val="20"/>
          <w:szCs w:val="20"/>
        </w:rPr>
        <w:t>zadani</w:t>
      </w:r>
      <w:r w:rsidR="00F64D94">
        <w:rPr>
          <w:rFonts w:ascii="Arial" w:hAnsi="Arial" w:cs="Arial"/>
          <w:sz w:val="20"/>
          <w:szCs w:val="20"/>
        </w:rPr>
        <w:t>e</w:t>
      </w:r>
      <w:r w:rsidR="00CE02E8">
        <w:rPr>
          <w:rFonts w:ascii="Arial" w:hAnsi="Arial" w:cs="Arial"/>
          <w:sz w:val="20"/>
          <w:szCs w:val="20"/>
        </w:rPr>
        <w:t xml:space="preserve"> </w:t>
      </w:r>
      <w:r w:rsidR="002B6088" w:rsidRPr="0024776C">
        <w:rPr>
          <w:rFonts w:ascii="Arial" w:hAnsi="Arial" w:cs="Arial"/>
          <w:sz w:val="20"/>
          <w:szCs w:val="20"/>
        </w:rPr>
        <w:t>pn.</w:t>
      </w:r>
      <w:r w:rsidRPr="0024776C">
        <w:rPr>
          <w:rFonts w:ascii="Arial" w:hAnsi="Arial" w:cs="Arial"/>
          <w:sz w:val="20"/>
          <w:szCs w:val="20"/>
        </w:rPr>
        <w:t>:</w:t>
      </w:r>
      <w:r w:rsidR="002B6088" w:rsidRPr="0024776C">
        <w:rPr>
          <w:rFonts w:ascii="Arial" w:hAnsi="Arial" w:cs="Arial"/>
          <w:b/>
          <w:sz w:val="20"/>
          <w:szCs w:val="20"/>
        </w:rPr>
        <w:t xml:space="preserve"> </w:t>
      </w:r>
      <w:r w:rsidR="005B5292" w:rsidRPr="0024776C">
        <w:rPr>
          <w:rFonts w:ascii="Arial" w:hAnsi="Arial" w:cs="Arial"/>
          <w:b/>
          <w:sz w:val="20"/>
          <w:szCs w:val="20"/>
        </w:rPr>
        <w:t>„</w:t>
      </w:r>
      <w:r w:rsidR="00067E64" w:rsidRPr="00067E64">
        <w:rPr>
          <w:rFonts w:ascii="Arial" w:hAnsi="Arial" w:cs="Arial"/>
          <w:b/>
          <w:sz w:val="20"/>
          <w:szCs w:val="20"/>
        </w:rPr>
        <w:t xml:space="preserve">Usługi związane z zimowym utrzymaniem ulic i dróg gminnych oraz niektórych dróg powiatowych na terenie Gminy Czersk </w:t>
      </w:r>
      <w:r w:rsidR="00067E64">
        <w:rPr>
          <w:rFonts w:ascii="Arial" w:hAnsi="Arial" w:cs="Arial"/>
          <w:b/>
          <w:sz w:val="20"/>
          <w:szCs w:val="20"/>
        </w:rPr>
        <w:t xml:space="preserve">            </w:t>
      </w:r>
      <w:r w:rsidR="00067E64" w:rsidRPr="00067E64">
        <w:rPr>
          <w:rFonts w:ascii="Arial" w:hAnsi="Arial" w:cs="Arial"/>
          <w:b/>
          <w:sz w:val="20"/>
          <w:szCs w:val="20"/>
        </w:rPr>
        <w:t>w sezonie zima 202</w:t>
      </w:r>
      <w:r w:rsidR="009F3ED4">
        <w:rPr>
          <w:rFonts w:ascii="Arial" w:hAnsi="Arial" w:cs="Arial"/>
          <w:b/>
          <w:sz w:val="20"/>
          <w:szCs w:val="20"/>
        </w:rPr>
        <w:t>4</w:t>
      </w:r>
      <w:r w:rsidR="00067E64" w:rsidRPr="00067E64">
        <w:rPr>
          <w:rFonts w:ascii="Arial" w:hAnsi="Arial" w:cs="Arial"/>
          <w:b/>
          <w:sz w:val="20"/>
          <w:szCs w:val="20"/>
        </w:rPr>
        <w:t>/202</w:t>
      </w:r>
      <w:r w:rsidR="009F3ED4">
        <w:rPr>
          <w:rFonts w:ascii="Arial" w:hAnsi="Arial" w:cs="Arial"/>
          <w:b/>
          <w:sz w:val="20"/>
          <w:szCs w:val="20"/>
        </w:rPr>
        <w:t>5</w:t>
      </w:r>
      <w:r w:rsidR="00F64D94">
        <w:rPr>
          <w:rFonts w:ascii="Arial" w:hAnsi="Arial" w:cs="Arial"/>
          <w:b/>
          <w:sz w:val="20"/>
          <w:szCs w:val="20"/>
        </w:rPr>
        <w:t>”,</w:t>
      </w:r>
      <w:r w:rsidR="00F64D94">
        <w:rPr>
          <w:rFonts w:ascii="Arial" w:hAnsi="Arial" w:cs="Arial"/>
          <w:sz w:val="20"/>
          <w:szCs w:val="20"/>
        </w:rPr>
        <w:t xml:space="preserve"> składam(y) niniejszą ofertę:</w:t>
      </w:r>
    </w:p>
    <w:p w14:paraId="1E33B037" w14:textId="77777777" w:rsidR="00F64D94" w:rsidRPr="00F64D94" w:rsidRDefault="00F64D94" w:rsidP="00246139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64D94">
        <w:rPr>
          <w:rFonts w:ascii="Arial" w:hAnsi="Arial" w:cs="Arial"/>
          <w:b/>
          <w:bCs/>
          <w:sz w:val="20"/>
          <w:szCs w:val="20"/>
          <w:u w:val="single"/>
        </w:rPr>
        <w:t>na część 1 zamówienia:</w:t>
      </w:r>
    </w:p>
    <w:p w14:paraId="3FFBF277" w14:textId="77777777" w:rsidR="009E1AD7" w:rsidRPr="000403E1" w:rsidRDefault="000965C1" w:rsidP="003050D4">
      <w:pPr>
        <w:pStyle w:val="Akapitzlist"/>
        <w:numPr>
          <w:ilvl w:val="0"/>
          <w:numId w:val="3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</w:t>
      </w:r>
      <w:r w:rsidR="00F64D94" w:rsidRPr="000403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03E1">
        <w:rPr>
          <w:rFonts w:ascii="Arial" w:hAnsi="Arial" w:cs="Arial"/>
          <w:b/>
          <w:bCs/>
          <w:sz w:val="20"/>
          <w:szCs w:val="20"/>
        </w:rPr>
        <w:t>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="009E1AD7" w:rsidRPr="000403E1">
        <w:rPr>
          <w:rFonts w:ascii="Arial" w:hAnsi="Arial" w:cs="Arial"/>
          <w:bCs/>
          <w:sz w:val="20"/>
          <w:szCs w:val="20"/>
        </w:rPr>
        <w:t>..................................................................................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3F9199D2" w14:textId="77777777" w:rsidR="009E1AD7" w:rsidRDefault="009E1AD7" w:rsidP="009E1AD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4FC6D7EB" w14:textId="77777777" w:rsidR="00F64D94" w:rsidRDefault="00F64D94" w:rsidP="009E1AD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 x cena jednostkowa za 1 godz. usługi</w:t>
      </w:r>
      <w:r w:rsidR="000E5207">
        <w:rPr>
          <w:rFonts w:ascii="Arial" w:hAnsi="Arial" w:cs="Arial"/>
          <w:bCs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79259F" w:rsidRPr="008C3006" w14:paraId="13CA7FD0" w14:textId="77777777" w:rsidTr="008C3006">
        <w:tc>
          <w:tcPr>
            <w:tcW w:w="9494" w:type="dxa"/>
            <w:gridSpan w:val="3"/>
            <w:shd w:val="clear" w:color="auto" w:fill="auto"/>
          </w:tcPr>
          <w:p w14:paraId="1A5628EA" w14:textId="77777777" w:rsidR="0079259F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/>
                <w:bCs/>
                <w:sz w:val="20"/>
                <w:szCs w:val="20"/>
              </w:rPr>
              <w:t>Część 1</w:t>
            </w:r>
          </w:p>
          <w:p w14:paraId="766C6AFA" w14:textId="77777777" w:rsidR="00A30D0F" w:rsidRPr="00A30D0F" w:rsidRDefault="000E5207" w:rsidP="00A30D0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30D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miasto Czersk – </w:t>
            </w:r>
            <w:r w:rsidR="00A54946" w:rsidRPr="00A30D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30D0F" w:rsidRPr="00A30D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zimowe utrzymanie ulic, dróg, parkingów i placów </w:t>
            </w:r>
            <w:r w:rsidR="00A30D0F">
              <w:rPr>
                <w:rFonts w:ascii="Arial" w:hAnsi="Arial" w:cs="Arial"/>
                <w:b/>
                <w:bCs/>
                <w:sz w:val="20"/>
                <w:szCs w:val="20"/>
              </w:rPr>
              <w:t>gminnych w mieście</w:t>
            </w:r>
          </w:p>
          <w:p w14:paraId="3850EE15" w14:textId="77777777" w:rsidR="000E5207" w:rsidRPr="008C3006" w:rsidRDefault="000E5207" w:rsidP="00A5494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4D94" w:rsidRPr="008C3006" w14:paraId="5E3F0FA3" w14:textId="77777777" w:rsidTr="008C3006">
        <w:tc>
          <w:tcPr>
            <w:tcW w:w="3164" w:type="dxa"/>
            <w:shd w:val="clear" w:color="auto" w:fill="auto"/>
          </w:tcPr>
          <w:p w14:paraId="5A95FC6B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7017501" w14:textId="77777777" w:rsidR="00F64D94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1DF282EE" w14:textId="77777777" w:rsidR="0079259F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B959696" w14:textId="77777777" w:rsidR="00F64D94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</w:t>
            </w:r>
            <w:r w:rsidR="000E5207" w:rsidRPr="008C300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brutto </w:t>
            </w: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 1 godzinę usługi</w:t>
            </w:r>
          </w:p>
        </w:tc>
        <w:tc>
          <w:tcPr>
            <w:tcW w:w="3165" w:type="dxa"/>
            <w:shd w:val="clear" w:color="auto" w:fill="auto"/>
          </w:tcPr>
          <w:p w14:paraId="34BEE630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1A919648" w14:textId="77777777" w:rsidR="0079259F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F64D94" w:rsidRPr="008C3006" w14:paraId="47FE8B7A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3447C4FF" w14:textId="77777777" w:rsidR="00F64D94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405D29E0" w14:textId="77777777" w:rsidR="00F64D94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511C5BE7" w14:textId="77777777" w:rsidR="00F64D94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79259F" w:rsidRPr="008C3006" w14:paraId="3942A77A" w14:textId="77777777" w:rsidTr="008C3006">
        <w:tc>
          <w:tcPr>
            <w:tcW w:w="3164" w:type="dxa"/>
            <w:shd w:val="clear" w:color="auto" w:fill="auto"/>
          </w:tcPr>
          <w:p w14:paraId="0B39AA01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3BA44E" w14:textId="5C47F341" w:rsidR="0079259F" w:rsidRPr="008C3006" w:rsidRDefault="003005E4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3165" w:type="dxa"/>
            <w:shd w:val="clear" w:color="auto" w:fill="auto"/>
          </w:tcPr>
          <w:p w14:paraId="111B2A2B" w14:textId="77777777" w:rsidR="0079259F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2D6153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19FBA5B7" w14:textId="77777777" w:rsidR="0079259F" w:rsidRPr="008C3006" w:rsidRDefault="0079259F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111AEB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4D1FC1B2" w14:textId="77777777" w:rsidR="000403E1" w:rsidRDefault="000403E1" w:rsidP="000403E1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5656A35A" w14:textId="77777777" w:rsidR="000403E1" w:rsidRPr="000403E1" w:rsidRDefault="000403E1" w:rsidP="008A0CB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54C59DCB" w14:textId="77777777" w:rsidR="000403E1" w:rsidRPr="000403E1" w:rsidRDefault="00DD4036" w:rsidP="008A0CB0">
      <w:pPr>
        <w:spacing w:after="120" w:line="240" w:lineRule="auto"/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3C435661" w14:textId="2F1FFD1A" w:rsidR="000403E1" w:rsidRPr="000403E1" w:rsidRDefault="00DD4036" w:rsidP="008A0CB0">
      <w:pPr>
        <w:spacing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>
        <w:rPr>
          <w:rStyle w:val="FontStyle96"/>
          <w:rFonts w:ascii="Arial" w:hAnsi="Arial" w:cs="Arial"/>
          <w:sz w:val="20"/>
          <w:szCs w:val="20"/>
        </w:rPr>
        <w:t>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34370347" w14:textId="23542B04" w:rsidR="0063119E" w:rsidRPr="00042158" w:rsidRDefault="000403E1" w:rsidP="00042158">
      <w:pPr>
        <w:spacing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3D8589B1" w14:textId="77777777" w:rsidR="00A64B47" w:rsidRDefault="00A64B47" w:rsidP="000E52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na część 2</w:t>
      </w: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</w:p>
    <w:p w14:paraId="47002F68" w14:textId="77777777" w:rsidR="000E5207" w:rsidRPr="000403E1" w:rsidRDefault="000E5207" w:rsidP="003050D4">
      <w:pPr>
        <w:pStyle w:val="Akapitzlist"/>
        <w:numPr>
          <w:ilvl w:val="0"/>
          <w:numId w:val="4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6D277608" w14:textId="77777777" w:rsidR="000E5207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1DE7F52A" w14:textId="77777777" w:rsidR="00231EC2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0E5207" w:rsidRPr="008C3006" w14:paraId="3183694C" w14:textId="77777777" w:rsidTr="008C3006">
        <w:tc>
          <w:tcPr>
            <w:tcW w:w="9494" w:type="dxa"/>
            <w:gridSpan w:val="3"/>
            <w:shd w:val="clear" w:color="auto" w:fill="auto"/>
          </w:tcPr>
          <w:p w14:paraId="66B5013B" w14:textId="77777777" w:rsidR="000E5207" w:rsidRPr="008C3006" w:rsidRDefault="00E51A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2</w:t>
            </w:r>
          </w:p>
          <w:p w14:paraId="48FD1E62" w14:textId="77777777" w:rsidR="000E5207" w:rsidRPr="008C3006" w:rsidRDefault="00E51A07" w:rsidP="00A5494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54946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A54946" w:rsidRPr="007A02E7">
              <w:rPr>
                <w:rFonts w:ascii="Arial" w:hAnsi="Arial" w:cs="Arial"/>
                <w:b/>
                <w:sz w:val="20"/>
                <w:szCs w:val="20"/>
              </w:rPr>
              <w:t>iasto Czersk – zimowe utrzymanie chodników gminnych w mieście</w:t>
            </w:r>
          </w:p>
        </w:tc>
      </w:tr>
      <w:tr w:rsidR="000E5207" w:rsidRPr="008C3006" w14:paraId="3F96CD0E" w14:textId="77777777" w:rsidTr="008C3006">
        <w:tc>
          <w:tcPr>
            <w:tcW w:w="3164" w:type="dxa"/>
            <w:shd w:val="clear" w:color="auto" w:fill="auto"/>
          </w:tcPr>
          <w:p w14:paraId="196B5E54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70E8E90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1480002F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D93C4B3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78EDAE49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51442D9D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0E5207" w:rsidRPr="008C3006" w14:paraId="7C028D08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174576F1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5EF0C1C2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554610E2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0E5207" w:rsidRPr="008C3006" w14:paraId="556E320E" w14:textId="77777777" w:rsidTr="008C3006">
        <w:tc>
          <w:tcPr>
            <w:tcW w:w="3164" w:type="dxa"/>
            <w:shd w:val="clear" w:color="auto" w:fill="auto"/>
          </w:tcPr>
          <w:p w14:paraId="08E9716F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B156CF" w14:textId="4E357CB7" w:rsidR="000E5207" w:rsidRPr="008C3006" w:rsidRDefault="00DA473F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3165" w:type="dxa"/>
            <w:shd w:val="clear" w:color="auto" w:fill="auto"/>
          </w:tcPr>
          <w:p w14:paraId="745C38D5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FD4A7A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601EF0FA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0F8BAD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7F83247D" w14:textId="77777777" w:rsidR="000403E1" w:rsidRPr="000403E1" w:rsidRDefault="000403E1" w:rsidP="003050D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651BD4B5" w14:textId="77777777" w:rsidR="000403E1" w:rsidRPr="000403E1" w:rsidRDefault="00A6226D" w:rsidP="000403E1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77BC02FC" w14:textId="4E3CC0E1" w:rsidR="000403E1" w:rsidRPr="000403E1" w:rsidRDefault="000403E1" w:rsidP="000403E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02CB7895" w14:textId="77777777" w:rsidR="000403E1" w:rsidRPr="000403E1" w:rsidRDefault="000403E1" w:rsidP="000403E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52DDA97F" w14:textId="77777777" w:rsidR="00F156A5" w:rsidRDefault="00F156A5" w:rsidP="00E51A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24C4B27" w14:textId="77777777" w:rsidR="00042158" w:rsidRDefault="00042158" w:rsidP="00E51A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52E259" w14:textId="77777777" w:rsidR="00042158" w:rsidRDefault="00042158" w:rsidP="00E51A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CBC3DEA" w14:textId="77777777" w:rsidR="00E51A07" w:rsidRDefault="00E51A07" w:rsidP="00E51A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na część 3</w:t>
      </w: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</w:p>
    <w:p w14:paraId="7C9FFD24" w14:textId="77777777" w:rsidR="00E51A07" w:rsidRPr="000403E1" w:rsidRDefault="00E51A07" w:rsidP="003005E4">
      <w:pPr>
        <w:pStyle w:val="Akapitzlist"/>
        <w:numPr>
          <w:ilvl w:val="0"/>
          <w:numId w:val="25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20BF44B1" w14:textId="77777777" w:rsidR="00E51A07" w:rsidRDefault="00E51A07" w:rsidP="00E51A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64BB0274" w14:textId="77777777" w:rsidR="00E51A07" w:rsidRDefault="00E51A07" w:rsidP="00E51A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E51A07" w:rsidRPr="008C3006" w14:paraId="34E2D087" w14:textId="77777777" w:rsidTr="00504175">
        <w:tc>
          <w:tcPr>
            <w:tcW w:w="9494" w:type="dxa"/>
            <w:gridSpan w:val="3"/>
            <w:shd w:val="clear" w:color="auto" w:fill="auto"/>
          </w:tcPr>
          <w:p w14:paraId="755A1945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3</w:t>
            </w:r>
          </w:p>
          <w:p w14:paraId="1C8852F2" w14:textId="093D4CED" w:rsidR="00E51A07" w:rsidRPr="008C3006" w:rsidRDefault="00F156A5" w:rsidP="00F156A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Zimowe utrzymanie dróg, wybranych chodnikó</w:t>
            </w:r>
            <w:r w:rsidR="000E4C41">
              <w:rPr>
                <w:rFonts w:ascii="Arial" w:hAnsi="Arial" w:cs="Arial"/>
                <w:b/>
                <w:bCs/>
                <w:sz w:val="20"/>
                <w:szCs w:val="20"/>
              </w:rPr>
              <w:t>w,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placów </w:t>
            </w:r>
            <w:r w:rsidR="000E4C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parkingów </w:t>
            </w:r>
            <w:r w:rsidR="00EE60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gminnych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sołectwach: Rytel, Gutowiec, Krzyż</w:t>
            </w:r>
            <w:r w:rsidR="009F3ED4">
              <w:rPr>
                <w:rFonts w:ascii="Arial" w:hAnsi="Arial" w:cs="Arial"/>
                <w:b/>
                <w:bCs/>
                <w:sz w:val="20"/>
                <w:szCs w:val="20"/>
              </w:rPr>
              <w:t>, Zapora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Zapędowo</w:t>
            </w:r>
          </w:p>
        </w:tc>
      </w:tr>
      <w:tr w:rsidR="00E51A07" w:rsidRPr="008C3006" w14:paraId="21374773" w14:textId="77777777" w:rsidTr="00504175">
        <w:tc>
          <w:tcPr>
            <w:tcW w:w="3164" w:type="dxa"/>
            <w:shd w:val="clear" w:color="auto" w:fill="auto"/>
          </w:tcPr>
          <w:p w14:paraId="7C6690DF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5D0C64F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35546B97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B03DC0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3E3DA393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5DB91A6A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E51A07" w:rsidRPr="008C3006" w14:paraId="6E20C8F8" w14:textId="77777777" w:rsidTr="00504175">
        <w:trPr>
          <w:trHeight w:val="250"/>
        </w:trPr>
        <w:tc>
          <w:tcPr>
            <w:tcW w:w="3164" w:type="dxa"/>
            <w:shd w:val="clear" w:color="auto" w:fill="auto"/>
          </w:tcPr>
          <w:p w14:paraId="60BCD2AE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46EB3720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48AE9F44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51A07" w:rsidRPr="008C3006" w14:paraId="76D9D4C5" w14:textId="77777777" w:rsidTr="00504175">
        <w:tc>
          <w:tcPr>
            <w:tcW w:w="3164" w:type="dxa"/>
            <w:shd w:val="clear" w:color="auto" w:fill="auto"/>
          </w:tcPr>
          <w:p w14:paraId="7ACAC70E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4352C1" w14:textId="23E990D3" w:rsidR="00E51A07" w:rsidRPr="003005E4" w:rsidRDefault="00DA473F" w:rsidP="00504175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590</w:t>
            </w:r>
          </w:p>
        </w:tc>
        <w:tc>
          <w:tcPr>
            <w:tcW w:w="3165" w:type="dxa"/>
            <w:shd w:val="clear" w:color="auto" w:fill="auto"/>
          </w:tcPr>
          <w:p w14:paraId="41CA9AE4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A5026F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195B1B7E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3A68F8" w14:textId="77777777" w:rsidR="00E51A07" w:rsidRPr="008C3006" w:rsidRDefault="00E51A07" w:rsidP="00504175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1DC4923D" w14:textId="77777777" w:rsidR="00E51A07" w:rsidRPr="000403E1" w:rsidRDefault="00E51A07" w:rsidP="003005E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192AEDA1" w14:textId="77777777" w:rsidR="00E51A07" w:rsidRPr="000403E1" w:rsidRDefault="00E51A07" w:rsidP="00E51A07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1EEAE732" w14:textId="383C38DA" w:rsidR="00E51A07" w:rsidRPr="000403E1" w:rsidRDefault="00E51A07" w:rsidP="00E51A07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34B43B5D" w14:textId="77777777" w:rsidR="00A64B47" w:rsidRPr="00E51A07" w:rsidRDefault="00E51A07" w:rsidP="00E51A07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01561C3B" w14:textId="77777777" w:rsidR="00E51A07" w:rsidRDefault="00E51A07" w:rsidP="000E52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1966ED6" w14:textId="77777777" w:rsidR="00042158" w:rsidRDefault="00042158" w:rsidP="000E52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2FEA558" w14:textId="77777777" w:rsidR="00F156A5" w:rsidRDefault="00F156A5" w:rsidP="000E52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E19DCAF" w14:textId="77777777" w:rsidR="000E5207" w:rsidRPr="00F64D94" w:rsidRDefault="000E5207" w:rsidP="000E52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64D94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na </w:t>
      </w:r>
      <w:r w:rsidR="00A64B47">
        <w:rPr>
          <w:rFonts w:ascii="Arial" w:hAnsi="Arial" w:cs="Arial"/>
          <w:b/>
          <w:bCs/>
          <w:sz w:val="20"/>
          <w:szCs w:val="20"/>
          <w:u w:val="single"/>
        </w:rPr>
        <w:t>część 4</w:t>
      </w: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</w:p>
    <w:p w14:paraId="41341CDD" w14:textId="77777777" w:rsidR="000E5207" w:rsidRPr="000403E1" w:rsidRDefault="000E5207" w:rsidP="003050D4">
      <w:pPr>
        <w:pStyle w:val="Akapitzlist"/>
        <w:numPr>
          <w:ilvl w:val="0"/>
          <w:numId w:val="5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07441B70" w14:textId="77777777" w:rsidR="000E5207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5ADD404C" w14:textId="77777777" w:rsidR="000E5207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0E5207" w:rsidRPr="008C3006" w14:paraId="0C9D1606" w14:textId="77777777" w:rsidTr="008C3006">
        <w:tc>
          <w:tcPr>
            <w:tcW w:w="9494" w:type="dxa"/>
            <w:gridSpan w:val="3"/>
            <w:shd w:val="clear" w:color="auto" w:fill="auto"/>
          </w:tcPr>
          <w:p w14:paraId="74F88EAE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 w:rsidR="00A64B4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54275E" w:rsidRPr="008C30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E8698B3" w14:textId="2811D0AC" w:rsidR="0054275E" w:rsidRPr="008C3006" w:rsidRDefault="00F156A5" w:rsidP="00F156A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Zimowe utrzymanie dróg gminnych i wybranych dróg powiatowych</w:t>
            </w:r>
            <w:r w:rsidR="00EE60BF">
              <w:rPr>
                <w:rFonts w:ascii="Arial" w:hAnsi="Arial" w:cs="Arial"/>
                <w:b/>
                <w:bCs/>
                <w:sz w:val="20"/>
                <w:szCs w:val="20"/>
              </w:rPr>
              <w:t>, wybranych chodników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sołectwach: Gotelp, Łubna, Łąg – Kolonia, Mokre i Malachin</w:t>
            </w:r>
          </w:p>
        </w:tc>
      </w:tr>
      <w:tr w:rsidR="000E5207" w:rsidRPr="008C3006" w14:paraId="164B425A" w14:textId="77777777" w:rsidTr="008C3006">
        <w:tc>
          <w:tcPr>
            <w:tcW w:w="3164" w:type="dxa"/>
            <w:shd w:val="clear" w:color="auto" w:fill="auto"/>
          </w:tcPr>
          <w:p w14:paraId="01629590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E105D53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14D912D8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6B4B7AA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3DF6F4BC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4617B36D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0E5207" w:rsidRPr="008C3006" w14:paraId="3A8893CE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603D43CB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295EBF6E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32E29C07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0E5207" w:rsidRPr="008C3006" w14:paraId="44C69330" w14:textId="77777777" w:rsidTr="008C3006">
        <w:tc>
          <w:tcPr>
            <w:tcW w:w="3164" w:type="dxa"/>
            <w:shd w:val="clear" w:color="auto" w:fill="auto"/>
          </w:tcPr>
          <w:p w14:paraId="249B28D1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79B1BD" w14:textId="6E07AFF2" w:rsidR="000E5207" w:rsidRPr="003005E4" w:rsidRDefault="003005E4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5E4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A473F">
              <w:rPr>
                <w:rFonts w:ascii="Arial" w:hAnsi="Arial" w:cs="Arial"/>
                <w:b/>
                <w:sz w:val="20"/>
                <w:szCs w:val="20"/>
              </w:rPr>
              <w:t>57</w:t>
            </w:r>
          </w:p>
        </w:tc>
        <w:tc>
          <w:tcPr>
            <w:tcW w:w="3165" w:type="dxa"/>
            <w:shd w:val="clear" w:color="auto" w:fill="auto"/>
          </w:tcPr>
          <w:p w14:paraId="2AA49B5E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E93ACC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198148D4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D3A0A5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11096997" w14:textId="77777777" w:rsidR="000403E1" w:rsidRPr="000403E1" w:rsidRDefault="000403E1" w:rsidP="003050D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31246E78" w14:textId="77777777" w:rsidR="000403E1" w:rsidRPr="000403E1" w:rsidRDefault="00A6226D" w:rsidP="000403E1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5DAEB64D" w14:textId="1485573B" w:rsidR="000403E1" w:rsidRPr="000403E1" w:rsidRDefault="000403E1" w:rsidP="000403E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12949778" w14:textId="77777777" w:rsidR="000403E1" w:rsidRPr="000403E1" w:rsidRDefault="000403E1" w:rsidP="000403E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77F29396" w14:textId="77777777" w:rsidR="00F156A5" w:rsidRDefault="00F156A5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14CF43" w14:textId="77777777" w:rsidR="0054275E" w:rsidRPr="00F64D94" w:rsidRDefault="0054275E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na </w:t>
      </w:r>
      <w:r w:rsidR="00A64B47">
        <w:rPr>
          <w:rFonts w:ascii="Arial" w:hAnsi="Arial" w:cs="Arial"/>
          <w:b/>
          <w:bCs/>
          <w:sz w:val="20"/>
          <w:szCs w:val="20"/>
          <w:u w:val="single"/>
        </w:rPr>
        <w:t>część 5</w:t>
      </w: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</w:p>
    <w:p w14:paraId="29601B3A" w14:textId="77777777" w:rsidR="0054275E" w:rsidRPr="000403E1" w:rsidRDefault="0054275E" w:rsidP="003050D4">
      <w:pPr>
        <w:pStyle w:val="Akapitzlist"/>
        <w:numPr>
          <w:ilvl w:val="0"/>
          <w:numId w:val="6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67014A66" w14:textId="77777777" w:rsidR="0054275E" w:rsidRDefault="0054275E" w:rsidP="0054275E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37900C16" w14:textId="77777777" w:rsidR="0054275E" w:rsidRDefault="0054275E" w:rsidP="0054275E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54275E" w:rsidRPr="008C3006" w14:paraId="712D4F89" w14:textId="77777777" w:rsidTr="008C3006">
        <w:tc>
          <w:tcPr>
            <w:tcW w:w="9494" w:type="dxa"/>
            <w:gridSpan w:val="3"/>
            <w:shd w:val="clear" w:color="auto" w:fill="auto"/>
          </w:tcPr>
          <w:p w14:paraId="2C2C8A73" w14:textId="77777777" w:rsidR="0054275E" w:rsidRPr="008C3006" w:rsidRDefault="00A64B4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5</w:t>
            </w:r>
          </w:p>
          <w:p w14:paraId="43C82B2E" w14:textId="40CF6350" w:rsidR="0054275E" w:rsidRPr="008C3006" w:rsidRDefault="00F156A5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Zimowe utrzymanie dróg gminnych </w:t>
            </w:r>
            <w:r w:rsidR="00EE60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wybranych chodników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sołectwach: Odry i Wieck</w:t>
            </w:r>
          </w:p>
        </w:tc>
      </w:tr>
      <w:tr w:rsidR="0054275E" w:rsidRPr="008C3006" w14:paraId="789B26A0" w14:textId="77777777" w:rsidTr="008C3006">
        <w:tc>
          <w:tcPr>
            <w:tcW w:w="3164" w:type="dxa"/>
            <w:shd w:val="clear" w:color="auto" w:fill="auto"/>
          </w:tcPr>
          <w:p w14:paraId="72513413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047C01A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4BA18162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DED6193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66C4F720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2D4985B4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54275E" w:rsidRPr="008C3006" w14:paraId="601B3F53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7325B8F7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0935CADA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6FB3CF0E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54275E" w:rsidRPr="008C3006" w14:paraId="6449EA16" w14:textId="77777777" w:rsidTr="008C3006">
        <w:tc>
          <w:tcPr>
            <w:tcW w:w="3164" w:type="dxa"/>
            <w:shd w:val="clear" w:color="auto" w:fill="auto"/>
          </w:tcPr>
          <w:p w14:paraId="10593B15" w14:textId="77777777" w:rsidR="00F156A5" w:rsidRDefault="00F156A5" w:rsidP="00D619A9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3C45A2" w14:textId="4C4A23CE" w:rsidR="0054275E" w:rsidRPr="008C3006" w:rsidRDefault="00DA473F" w:rsidP="00D619A9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</w:t>
            </w:r>
          </w:p>
        </w:tc>
        <w:tc>
          <w:tcPr>
            <w:tcW w:w="3165" w:type="dxa"/>
            <w:shd w:val="clear" w:color="auto" w:fill="auto"/>
          </w:tcPr>
          <w:p w14:paraId="054829C1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7672AF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271A6570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B24691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02A63DCA" w14:textId="77777777" w:rsidR="000403E1" w:rsidRPr="000403E1" w:rsidRDefault="000403E1" w:rsidP="003050D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3E9D2229" w14:textId="77777777" w:rsidR="000403E1" w:rsidRPr="000403E1" w:rsidRDefault="00A6226D" w:rsidP="000403E1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2D344615" w14:textId="5CBF1EAD" w:rsidR="000403E1" w:rsidRPr="000403E1" w:rsidRDefault="000403E1" w:rsidP="000403E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49714D2C" w14:textId="77777777" w:rsidR="000E5207" w:rsidRPr="000403E1" w:rsidRDefault="000403E1" w:rsidP="000403E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2F57178E" w14:textId="77777777" w:rsidR="00F156A5" w:rsidRDefault="00F156A5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4CBAF3" w14:textId="77777777" w:rsidR="00EE60BF" w:rsidRDefault="00EE60BF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FC33C65" w14:textId="77777777" w:rsidR="00EE60BF" w:rsidRDefault="00EE60BF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26C8509" w14:textId="77777777" w:rsidR="00EE60BF" w:rsidRDefault="00EE60BF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CAF46A5" w14:textId="77777777" w:rsidR="00EE60BF" w:rsidRDefault="00EE60BF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B2F5DA1" w14:textId="77777777" w:rsidR="0054275E" w:rsidRPr="00F64D94" w:rsidRDefault="0054275E" w:rsidP="0054275E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64D94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na </w:t>
      </w:r>
      <w:r w:rsidR="00A64B47">
        <w:rPr>
          <w:rFonts w:ascii="Arial" w:hAnsi="Arial" w:cs="Arial"/>
          <w:b/>
          <w:bCs/>
          <w:sz w:val="20"/>
          <w:szCs w:val="20"/>
          <w:u w:val="single"/>
        </w:rPr>
        <w:t>część 6</w:t>
      </w:r>
      <w:r w:rsidRPr="00F64D94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</w:p>
    <w:p w14:paraId="2327C86D" w14:textId="77777777" w:rsidR="0054275E" w:rsidRPr="000403E1" w:rsidRDefault="0054275E" w:rsidP="003050D4">
      <w:pPr>
        <w:pStyle w:val="Akapitzlist"/>
        <w:numPr>
          <w:ilvl w:val="0"/>
          <w:numId w:val="7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4840B665" w14:textId="77777777" w:rsidR="0054275E" w:rsidRDefault="0054275E" w:rsidP="0054275E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75A20E64" w14:textId="77777777" w:rsidR="0054275E" w:rsidRDefault="0054275E" w:rsidP="0054275E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54275E" w:rsidRPr="008C3006" w14:paraId="6EDF3F68" w14:textId="77777777" w:rsidTr="008C3006">
        <w:tc>
          <w:tcPr>
            <w:tcW w:w="9494" w:type="dxa"/>
            <w:gridSpan w:val="3"/>
            <w:shd w:val="clear" w:color="auto" w:fill="auto"/>
          </w:tcPr>
          <w:p w14:paraId="650EFA07" w14:textId="77777777" w:rsidR="0054275E" w:rsidRPr="008C3006" w:rsidRDefault="00A64B4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6</w:t>
            </w:r>
          </w:p>
          <w:p w14:paraId="0A9AC75F" w14:textId="77777777" w:rsidR="0054275E" w:rsidRPr="008C3006" w:rsidRDefault="00F156A5" w:rsidP="00F156A5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Zimowe utrzymanie dróg, wybranych chodników i parkingów gminnych oraz wybranych dróg powiatowych w sołectwach: Będźmierowice, Kurcze, Klaskawa, Mosna, Lipki, Łąg i Złotowo</w:t>
            </w:r>
          </w:p>
        </w:tc>
      </w:tr>
      <w:tr w:rsidR="0054275E" w:rsidRPr="008C3006" w14:paraId="6DF74024" w14:textId="77777777" w:rsidTr="008C3006">
        <w:tc>
          <w:tcPr>
            <w:tcW w:w="3164" w:type="dxa"/>
            <w:shd w:val="clear" w:color="auto" w:fill="auto"/>
          </w:tcPr>
          <w:p w14:paraId="059065F5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FA40E25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23BF6661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0C74EEA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792B18E8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05677B71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54275E" w:rsidRPr="008C3006" w14:paraId="6034D516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416497B8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4B1D4463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3CD55BF0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54275E" w:rsidRPr="008C3006" w14:paraId="62F81835" w14:textId="77777777" w:rsidTr="008C3006">
        <w:tc>
          <w:tcPr>
            <w:tcW w:w="3164" w:type="dxa"/>
            <w:shd w:val="clear" w:color="auto" w:fill="auto"/>
          </w:tcPr>
          <w:p w14:paraId="65DF9118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CE3955" w14:textId="0F3547CB" w:rsidR="0054275E" w:rsidRPr="008C3006" w:rsidRDefault="003005E4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618</w:t>
            </w:r>
          </w:p>
        </w:tc>
        <w:tc>
          <w:tcPr>
            <w:tcW w:w="3165" w:type="dxa"/>
            <w:shd w:val="clear" w:color="auto" w:fill="auto"/>
          </w:tcPr>
          <w:p w14:paraId="1E7A5623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47318A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04445726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D00261" w14:textId="77777777" w:rsidR="0054275E" w:rsidRPr="008C3006" w:rsidRDefault="0054275E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62C58258" w14:textId="77777777" w:rsidR="000403E1" w:rsidRPr="000403E1" w:rsidRDefault="000403E1" w:rsidP="003050D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4E2642AF" w14:textId="77777777" w:rsidR="000403E1" w:rsidRPr="000403E1" w:rsidRDefault="00A6226D" w:rsidP="000403E1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2CD90FD0" w14:textId="1F939EA4" w:rsidR="000403E1" w:rsidRPr="000403E1" w:rsidRDefault="000403E1" w:rsidP="000403E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1E40690B" w14:textId="77777777" w:rsidR="0054275E" w:rsidRPr="000403E1" w:rsidRDefault="000403E1" w:rsidP="000403E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280A939A" w14:textId="77777777" w:rsidR="009E1AD7" w:rsidRPr="009E1AD7" w:rsidRDefault="009E1AD7" w:rsidP="009E1AD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Ponadto oświadczamy, że:</w:t>
      </w:r>
    </w:p>
    <w:p w14:paraId="38CD5529" w14:textId="77777777" w:rsidR="009E1AD7" w:rsidRPr="009E1AD7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oferowana przez nas cena jest ceną niezmienną do końca realizacji zamówienia,</w:t>
      </w:r>
    </w:p>
    <w:p w14:paraId="3848D40C" w14:textId="77777777" w:rsidR="009E1AD7" w:rsidRPr="009E1AD7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zapoznaliśmy się z postanowieniami specyfikacj</w:t>
      </w:r>
      <w:r w:rsidR="005550FD">
        <w:rPr>
          <w:rFonts w:ascii="Arial" w:hAnsi="Arial" w:cs="Arial"/>
          <w:sz w:val="20"/>
          <w:szCs w:val="20"/>
        </w:rPr>
        <w:t>i warunków zamówienia i</w:t>
      </w:r>
      <w:r w:rsidRPr="009E1AD7">
        <w:rPr>
          <w:rFonts w:ascii="Arial" w:hAnsi="Arial" w:cs="Arial"/>
          <w:sz w:val="20"/>
          <w:szCs w:val="20"/>
        </w:rPr>
        <w:t xml:space="preserve"> nie wnosimy żadnych zastrzeżeń oraz zdobyliśmy konieczne informacje potrzebne do właściwego wykonania zamówienia,</w:t>
      </w:r>
    </w:p>
    <w:p w14:paraId="5CFB9524" w14:textId="77777777" w:rsidR="009E1AD7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zawarte</w:t>
      </w:r>
      <w:r w:rsidR="009E1AD7" w:rsidRPr="009E1AD7">
        <w:rPr>
          <w:rFonts w:ascii="Arial" w:hAnsi="Arial" w:cs="Arial"/>
          <w:sz w:val="20"/>
          <w:szCs w:val="20"/>
        </w:rPr>
        <w:t xml:space="preserve"> w specyfikacji warunków zamówienia </w:t>
      </w:r>
      <w:r w:rsidR="00E15CC3">
        <w:rPr>
          <w:rFonts w:ascii="Arial" w:hAnsi="Arial" w:cs="Arial"/>
          <w:sz w:val="20"/>
          <w:szCs w:val="20"/>
        </w:rPr>
        <w:t>projektowane postanowienia</w:t>
      </w:r>
      <w:r w:rsidR="009E1AD7" w:rsidRPr="009E1AD7">
        <w:rPr>
          <w:rFonts w:ascii="Arial" w:hAnsi="Arial" w:cs="Arial"/>
          <w:sz w:val="20"/>
          <w:szCs w:val="20"/>
        </w:rPr>
        <w:t xml:space="preserve"> umowy został</w:t>
      </w:r>
      <w:r>
        <w:rPr>
          <w:rFonts w:ascii="Arial" w:hAnsi="Arial" w:cs="Arial"/>
          <w:sz w:val="20"/>
          <w:szCs w:val="20"/>
        </w:rPr>
        <w:t>y</w:t>
      </w:r>
      <w:r w:rsidR="009E1AD7" w:rsidRPr="009E1AD7">
        <w:rPr>
          <w:rFonts w:ascii="Arial" w:hAnsi="Arial" w:cs="Arial"/>
          <w:sz w:val="20"/>
          <w:szCs w:val="20"/>
        </w:rPr>
        <w:t xml:space="preserve"> przez nas zaakce</w:t>
      </w:r>
      <w:r>
        <w:rPr>
          <w:rFonts w:ascii="Arial" w:hAnsi="Arial" w:cs="Arial"/>
          <w:sz w:val="20"/>
          <w:szCs w:val="20"/>
        </w:rPr>
        <w:t>ptowane</w:t>
      </w:r>
      <w:r w:rsidR="009E1AD7" w:rsidRPr="009E1AD7">
        <w:rPr>
          <w:rFonts w:ascii="Arial" w:hAnsi="Arial" w:cs="Arial"/>
          <w:sz w:val="20"/>
          <w:szCs w:val="20"/>
        </w:rPr>
        <w:t xml:space="preserve"> i zobowiązujemy się w przypadku wybrania naszej oferty do zawarcia umowy </w:t>
      </w:r>
      <w:r>
        <w:rPr>
          <w:rFonts w:ascii="Arial" w:hAnsi="Arial" w:cs="Arial"/>
          <w:sz w:val="20"/>
          <w:szCs w:val="20"/>
        </w:rPr>
        <w:br/>
      </w:r>
      <w:r w:rsidR="009E1AD7" w:rsidRPr="009E1AD7">
        <w:rPr>
          <w:rFonts w:ascii="Arial" w:hAnsi="Arial" w:cs="Arial"/>
          <w:sz w:val="20"/>
          <w:szCs w:val="20"/>
        </w:rPr>
        <w:t xml:space="preserve">w miejscu i terminie wyznaczonym przez Zamawiającego. </w:t>
      </w:r>
    </w:p>
    <w:p w14:paraId="3A957C8A" w14:textId="77777777" w:rsidR="000D1B9A" w:rsidRDefault="000D1B9A" w:rsidP="000D1B9A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1B9A">
        <w:rPr>
          <w:rFonts w:ascii="Arial" w:hAnsi="Arial" w:cs="Arial"/>
          <w:sz w:val="20"/>
          <w:szCs w:val="20"/>
        </w:rPr>
        <w:t xml:space="preserve">akceptujemy warunki płatności określone </w:t>
      </w:r>
      <w:r w:rsidR="00755846">
        <w:rPr>
          <w:rFonts w:ascii="Arial" w:hAnsi="Arial" w:cs="Arial"/>
          <w:sz w:val="20"/>
          <w:szCs w:val="20"/>
        </w:rPr>
        <w:t xml:space="preserve">w </w:t>
      </w:r>
      <w:r w:rsidR="00E15CC3">
        <w:rPr>
          <w:rFonts w:ascii="Arial" w:hAnsi="Arial" w:cs="Arial"/>
          <w:sz w:val="20"/>
          <w:szCs w:val="20"/>
        </w:rPr>
        <w:t>projektowanych postanowieniach</w:t>
      </w:r>
      <w:r w:rsidR="00E15CC3" w:rsidRPr="009E1AD7">
        <w:rPr>
          <w:rFonts w:ascii="Arial" w:hAnsi="Arial" w:cs="Arial"/>
          <w:sz w:val="20"/>
          <w:szCs w:val="20"/>
        </w:rPr>
        <w:t xml:space="preserve"> </w:t>
      </w:r>
      <w:r w:rsidRPr="000D1B9A">
        <w:rPr>
          <w:rFonts w:ascii="Arial" w:hAnsi="Arial" w:cs="Arial"/>
          <w:sz w:val="20"/>
          <w:szCs w:val="20"/>
        </w:rPr>
        <w:t>umowy.</w:t>
      </w:r>
    </w:p>
    <w:p w14:paraId="13D79AA5" w14:textId="77777777" w:rsidR="00E15CC3" w:rsidRPr="00E15CC3" w:rsidRDefault="000D1B9A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1B9A">
        <w:rPr>
          <w:rFonts w:ascii="Arial" w:hAnsi="Arial" w:cs="Arial"/>
          <w:sz w:val="20"/>
          <w:szCs w:val="20"/>
        </w:rPr>
        <w:t xml:space="preserve">uważamy się za związanych niniejszą Ofertą na czas wskazany w Specyfikacji </w:t>
      </w:r>
      <w:r w:rsidR="00E15CC3">
        <w:rPr>
          <w:rFonts w:ascii="Arial" w:hAnsi="Arial" w:cs="Arial"/>
          <w:sz w:val="20"/>
          <w:szCs w:val="20"/>
        </w:rPr>
        <w:t>Warunków Zamówienia.</w:t>
      </w:r>
    </w:p>
    <w:p w14:paraId="51545D9E" w14:textId="77777777" w:rsidR="00E15CC3" w:rsidRPr="00E15CC3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5CC3">
        <w:rPr>
          <w:rFonts w:ascii="Arial" w:hAnsi="Arial" w:cs="Arial"/>
          <w:sz w:val="20"/>
          <w:szCs w:val="20"/>
        </w:rPr>
        <w:t xml:space="preserve">Oświadczamy, że w przedmiotowym zamówieniu publicznym: </w:t>
      </w:r>
    </w:p>
    <w:p w14:paraId="2C9860A6" w14:textId="77777777" w:rsidR="004C41D8" w:rsidRPr="009E1AD7" w:rsidRDefault="004C41D8" w:rsidP="004C41D8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</w:p>
    <w:p w14:paraId="6CC08982" w14:textId="77777777" w:rsidR="00E63708" w:rsidRPr="003D094C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2624E">
        <w:rPr>
          <w:rFonts w:ascii="Arial" w:hAnsi="Arial" w:cs="Arial"/>
          <w:sz w:val="20"/>
          <w:szCs w:val="20"/>
        </w:rPr>
        <w:t>zamierzam powierzyć do wykonania podwykonawcom następującą część zamówienia</w:t>
      </w:r>
      <w:r>
        <w:rPr>
          <w:rFonts w:ascii="Arial" w:hAnsi="Arial"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E371A1" w:rsidRPr="007B1C9D" w14:paraId="1D364884" w14:textId="77777777" w:rsidTr="00140351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1682BD3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14:paraId="04661134" w14:textId="77777777" w:rsidR="00E371A1" w:rsidRPr="007B1C9D" w:rsidRDefault="00E371A1" w:rsidP="00140351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część</w:t>
            </w:r>
          </w:p>
          <w:p w14:paraId="5AAE994F" w14:textId="77777777" w:rsidR="00E371A1" w:rsidRPr="007B1C9D" w:rsidRDefault="00E371A1" w:rsidP="00140351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73C45FC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E55D007" w14:textId="77777777" w:rsidR="00E371A1" w:rsidRPr="007B1C9D" w:rsidRDefault="00E371A1" w:rsidP="00140351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1A8392" w14:textId="77777777" w:rsidR="00E371A1" w:rsidRPr="007B1C9D" w:rsidRDefault="00E371A1" w:rsidP="00140351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E371A1" w:rsidRPr="007B1C9D" w14:paraId="3AC65300" w14:textId="77777777" w:rsidTr="00140351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688A693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36B3F35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6473A6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B58543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4</w:t>
            </w:r>
          </w:p>
        </w:tc>
      </w:tr>
      <w:tr w:rsidR="00E371A1" w:rsidRPr="007B1C9D" w14:paraId="3828FD6E" w14:textId="77777777" w:rsidTr="00140351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B03E9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1E479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6E632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A101D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71A1" w:rsidRPr="007B1C9D" w14:paraId="4BFA27CC" w14:textId="77777777" w:rsidTr="0014035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F3716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7B1C9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0FD76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89A18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C58DF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71A1" w:rsidRPr="007B1C9D" w14:paraId="36A2F21E" w14:textId="77777777" w:rsidTr="0014035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8D35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70AC3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4B2E2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4BFE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156A5" w:rsidRPr="007B1C9D" w14:paraId="7E1C7B85" w14:textId="77777777" w:rsidTr="0014035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F2E22" w14:textId="77777777" w:rsidR="00F156A5" w:rsidRDefault="00F156A5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9A1E6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4BC56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0988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F156A5" w:rsidRPr="007B1C9D" w14:paraId="67E0CC6C" w14:textId="77777777" w:rsidTr="0014035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BAAB5" w14:textId="77777777" w:rsidR="00F156A5" w:rsidRDefault="00F156A5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0B24E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17ED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3C4C6" w14:textId="77777777" w:rsidR="00F156A5" w:rsidRPr="007B1C9D" w:rsidRDefault="00F156A5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71A1" w:rsidRPr="007B1C9D" w14:paraId="4531B016" w14:textId="77777777" w:rsidTr="0014035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F4C09" w14:textId="77777777" w:rsidR="00E371A1" w:rsidRDefault="00F156A5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MS Mincho" w:hAnsi="Arial" w:cs="Arial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4D854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BC6EF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B668" w14:textId="77777777" w:rsidR="00E371A1" w:rsidRPr="007B1C9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</w:tbl>
    <w:p w14:paraId="1E3D22F2" w14:textId="77777777" w:rsidR="00E63708" w:rsidRPr="0022624E" w:rsidRDefault="00E63708" w:rsidP="00E6370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2676C" w14:textId="77777777" w:rsidR="00E63708" w:rsidRPr="00D3641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624E">
        <w:rPr>
          <w:rFonts w:ascii="Arial" w:hAnsi="Arial" w:cs="Arial"/>
          <w:sz w:val="20"/>
          <w:szCs w:val="20"/>
        </w:rPr>
        <w:t>nie zamierzam powi</w:t>
      </w:r>
      <w:r>
        <w:rPr>
          <w:rFonts w:ascii="Arial" w:hAnsi="Arial" w:cs="Arial"/>
          <w:sz w:val="20"/>
          <w:szCs w:val="20"/>
        </w:rPr>
        <w:t>erzać podwykonawcom żadnej części</w:t>
      </w:r>
      <w:r w:rsidRPr="0022624E">
        <w:rPr>
          <w:rFonts w:ascii="Arial" w:hAnsi="Arial" w:cs="Arial"/>
          <w:sz w:val="20"/>
          <w:szCs w:val="20"/>
        </w:rPr>
        <w:t xml:space="preserve"> zamówienia</w:t>
      </w:r>
      <w:r>
        <w:rPr>
          <w:rFonts w:ascii="Arial" w:hAnsi="Arial" w:cs="Arial"/>
          <w:b/>
          <w:sz w:val="20"/>
          <w:szCs w:val="20"/>
        </w:rPr>
        <w:t xml:space="preserve"> *</w:t>
      </w:r>
    </w:p>
    <w:p w14:paraId="01F654FB" w14:textId="77777777" w:rsidR="004C41D8" w:rsidRPr="00491C8B" w:rsidRDefault="004C41D8" w:rsidP="004C41D8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226E43E" w14:textId="77777777" w:rsidR="009E1AD7" w:rsidRPr="009E1AD7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090F0E2C" w14:textId="77777777" w:rsidR="009E1AD7" w:rsidRPr="002B6088" w:rsidRDefault="002B6088" w:rsidP="007A616D">
      <w:pPr>
        <w:spacing w:line="23" w:lineRule="atLeast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</w:t>
      </w:r>
      <w:r w:rsidR="007A616D">
        <w:rPr>
          <w:rFonts w:ascii="Arial" w:hAnsi="Arial" w:cs="Arial"/>
          <w:sz w:val="20"/>
          <w:szCs w:val="20"/>
        </w:rPr>
        <w:t>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7A616D">
        <w:rPr>
          <w:rFonts w:ascii="Arial" w:hAnsi="Arial" w:cs="Arial"/>
          <w:sz w:val="20"/>
          <w:szCs w:val="20"/>
        </w:rPr>
        <w:t xml:space="preserve">                              </w:t>
      </w:r>
      <w:r w:rsidRPr="00D01DDA">
        <w:rPr>
          <w:rFonts w:ascii="Arial" w:hAnsi="Arial" w:cs="Arial"/>
          <w:sz w:val="16"/>
          <w:szCs w:val="16"/>
        </w:rPr>
        <w:t>(wypełniają jedynie przedsiębiorcy składający wspólną ofertę-spółki cywilne, konsorcja)</w:t>
      </w:r>
    </w:p>
    <w:p w14:paraId="219F6AD4" w14:textId="77777777" w:rsidR="005550FD" w:rsidRPr="00F156A5" w:rsidRDefault="005550FD" w:rsidP="00A64B47">
      <w:pPr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56A5">
        <w:rPr>
          <w:rFonts w:ascii="Arial" w:hAnsi="Arial" w:cs="Arial"/>
          <w:b/>
          <w:sz w:val="20"/>
          <w:szCs w:val="20"/>
        </w:rPr>
        <w:t xml:space="preserve">Przedstawicielem Wykonawcy odpowiedzialnym bezpośrednio za prowadzenie akcji zimowej </w:t>
      </w:r>
      <w:r w:rsidR="004C41D8" w:rsidRPr="00F156A5">
        <w:rPr>
          <w:rFonts w:ascii="Arial" w:hAnsi="Arial" w:cs="Arial"/>
          <w:b/>
          <w:sz w:val="20"/>
          <w:szCs w:val="20"/>
        </w:rPr>
        <w:br/>
      </w:r>
      <w:r w:rsidRPr="00F156A5">
        <w:rPr>
          <w:rFonts w:ascii="Arial" w:hAnsi="Arial" w:cs="Arial"/>
          <w:b/>
          <w:sz w:val="20"/>
          <w:szCs w:val="20"/>
        </w:rPr>
        <w:t>w zakresie odśnieżania jest:</w:t>
      </w:r>
      <w:r w:rsidR="00A64B47" w:rsidRPr="00F156A5">
        <w:rPr>
          <w:rFonts w:ascii="Arial" w:hAnsi="Arial" w:cs="Arial"/>
          <w:b/>
          <w:sz w:val="20"/>
          <w:szCs w:val="20"/>
        </w:rPr>
        <w:t xml:space="preserve"> </w:t>
      </w:r>
      <w:r w:rsidR="00A64B47" w:rsidRPr="00F156A5">
        <w:rPr>
          <w:rFonts w:ascii="Arial" w:hAnsi="Arial" w:cs="Arial"/>
          <w:b/>
          <w:i/>
          <w:sz w:val="20"/>
          <w:szCs w:val="20"/>
        </w:rPr>
        <w:t>(imię i nazwisko)</w:t>
      </w:r>
      <w:r w:rsidRPr="00F156A5">
        <w:rPr>
          <w:rFonts w:ascii="Arial" w:hAnsi="Arial" w:cs="Arial"/>
          <w:b/>
          <w:sz w:val="20"/>
          <w:szCs w:val="20"/>
        </w:rPr>
        <w:t xml:space="preserve"> ………………………………….…</w:t>
      </w:r>
      <w:r w:rsidR="00A64B47" w:rsidRPr="00F156A5">
        <w:rPr>
          <w:rFonts w:ascii="Arial" w:hAnsi="Arial" w:cs="Arial"/>
          <w:b/>
          <w:sz w:val="20"/>
          <w:szCs w:val="20"/>
        </w:rPr>
        <w:t>…………</w:t>
      </w:r>
      <w:r w:rsidR="00F156A5">
        <w:rPr>
          <w:rFonts w:ascii="Arial" w:hAnsi="Arial" w:cs="Arial"/>
          <w:b/>
          <w:sz w:val="20"/>
          <w:szCs w:val="20"/>
        </w:rPr>
        <w:t>………..</w:t>
      </w:r>
      <w:r w:rsidRPr="00F156A5">
        <w:rPr>
          <w:rFonts w:ascii="Arial" w:hAnsi="Arial" w:cs="Arial"/>
          <w:b/>
          <w:sz w:val="20"/>
          <w:szCs w:val="20"/>
        </w:rPr>
        <w:t xml:space="preserve"> tel. komórkowy……………………….</w:t>
      </w:r>
    </w:p>
    <w:p w14:paraId="7BD20D5F" w14:textId="77777777" w:rsidR="004F2238" w:rsidRPr="004F2238" w:rsidRDefault="004F2238" w:rsidP="004F2238">
      <w:pPr>
        <w:numPr>
          <w:ilvl w:val="0"/>
          <w:numId w:val="1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4F2238">
        <w:rPr>
          <w:rFonts w:ascii="Arial" w:eastAsia="Times New Roman" w:hAnsi="Arial" w:cs="Arial"/>
          <w:sz w:val="20"/>
          <w:szCs w:val="20"/>
          <w:lang w:eastAsia="pl-PL"/>
        </w:rPr>
        <w:br/>
        <w:t>i prawie ich poprawiania.</w:t>
      </w:r>
    </w:p>
    <w:p w14:paraId="73D38017" w14:textId="77777777" w:rsidR="00DA473F" w:rsidRPr="002A6B66" w:rsidRDefault="00DA473F" w:rsidP="00DA473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7AF37C66" w14:textId="77777777" w:rsidR="004F2238" w:rsidRPr="004F2238" w:rsidRDefault="004F2238" w:rsidP="004F2238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69F842E6" w14:textId="77777777" w:rsidR="004F2238" w:rsidRPr="004F223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Upoważnionym do kontaktu w sprawie przedmiotowego postępowania jest:</w:t>
      </w:r>
    </w:p>
    <w:p w14:paraId="742B567B" w14:textId="77777777" w:rsidR="004F2238" w:rsidRPr="004F2238" w:rsidRDefault="004F2238" w:rsidP="004F2238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A1A039" w14:textId="77777777" w:rsidR="004F2238" w:rsidRPr="004F2238" w:rsidRDefault="004F2238" w:rsidP="004F2238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Imię i nazwisko: ……………………………………………………………………………………….</w:t>
      </w:r>
    </w:p>
    <w:p w14:paraId="7C8C8824" w14:textId="77777777" w:rsidR="004F2238" w:rsidRPr="004F2238" w:rsidRDefault="004F2238" w:rsidP="004F2238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Tel. ………………. E-mail: ………………………………………………</w:t>
      </w:r>
    </w:p>
    <w:p w14:paraId="364FBA53" w14:textId="77777777" w:rsidR="004F2238" w:rsidRPr="004F2238" w:rsidRDefault="004F2238" w:rsidP="004F2238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ABD5B3" w14:textId="77777777" w:rsidR="004F2238" w:rsidRPr="004F223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b/>
          <w:sz w:val="20"/>
          <w:szCs w:val="20"/>
          <w:lang w:eastAsia="pl-PL"/>
        </w:rPr>
        <w:t>załącznikami do niniejszej oferty są</w:t>
      </w:r>
      <w:r w:rsidRPr="004F223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A31FBCE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6A960E7C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19B6A69B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0F224FF1" w14:textId="77777777" w:rsidR="004F2238" w:rsidRPr="004F223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2619CE7" w14:textId="77777777" w:rsidR="004F2238" w:rsidRPr="004F2238" w:rsidRDefault="004F2238" w:rsidP="004F2238">
      <w:pPr>
        <w:spacing w:after="0"/>
        <w:ind w:left="142" w:hanging="142"/>
        <w:jc w:val="both"/>
        <w:rPr>
          <w:rFonts w:ascii="Arial" w:eastAsiaTheme="minorHAnsi" w:hAnsi="Arial" w:cs="Arial"/>
          <w:sz w:val="16"/>
          <w:szCs w:val="16"/>
          <w:lang w:eastAsia="pl-PL"/>
        </w:rPr>
      </w:pPr>
      <w:r w:rsidRPr="004F2238">
        <w:rPr>
          <w:rFonts w:ascii="Arial" w:eastAsiaTheme="minorHAnsi" w:hAnsi="Arial" w:cs="Arial"/>
          <w:b/>
          <w:sz w:val="20"/>
          <w:szCs w:val="20"/>
          <w:lang w:eastAsia="pl-PL"/>
        </w:rPr>
        <w:t>*</w:t>
      </w:r>
      <w:r w:rsidRPr="004F2238">
        <w:rPr>
          <w:rFonts w:ascii="Arial" w:eastAsiaTheme="minorHAnsi" w:hAnsi="Arial" w:cs="Arial"/>
          <w:color w:val="000000"/>
          <w:sz w:val="16"/>
          <w:szCs w:val="16"/>
          <w:lang w:eastAsia="pl-PL"/>
        </w:rPr>
        <w:t xml:space="preserve"> </w:t>
      </w:r>
      <w:r w:rsidRPr="004F2238">
        <w:rPr>
          <w:rFonts w:ascii="Arial" w:eastAsiaTheme="minorHAnsi" w:hAnsi="Arial" w:cs="Arial"/>
          <w:i/>
          <w:color w:val="000000"/>
          <w:sz w:val="16"/>
          <w:szCs w:val="16"/>
          <w:lang w:eastAsia="pl-PL"/>
        </w:rPr>
        <w:t xml:space="preserve">W przypadku gdy wykonawca </w:t>
      </w:r>
      <w:r w:rsidRPr="004F2238">
        <w:rPr>
          <w:rFonts w:ascii="Arial" w:eastAsiaTheme="minorHAnsi" w:hAnsi="Arial" w:cs="Arial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CD2747" w14:textId="77777777" w:rsidR="004F2238" w:rsidRPr="004F223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84DD22C" w14:textId="77777777" w:rsidR="00DA473F" w:rsidRPr="00DA473F" w:rsidRDefault="00DA473F" w:rsidP="00DA473F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sz w:val="16"/>
          <w:szCs w:val="16"/>
          <w:lang w:eastAsia="pl-PL"/>
        </w:rPr>
      </w:pPr>
      <w:r w:rsidRPr="00DA473F">
        <w:rPr>
          <w:rFonts w:ascii="Arial" w:eastAsia="Times New Roman" w:hAnsi="Arial" w:cs="Arial"/>
          <w:b/>
          <w:sz w:val="16"/>
          <w:szCs w:val="16"/>
          <w:lang w:eastAsia="pl-PL"/>
        </w:rPr>
        <w:t>Czy wykonawca jest mikroprzedsiębiorstwem bądź małym lub średnim przedsiębiorstwem czy dużym?</w:t>
      </w:r>
    </w:p>
    <w:p w14:paraId="1C84BA07" w14:textId="77777777" w:rsidR="00DA473F" w:rsidRPr="00DA473F" w:rsidRDefault="00DA473F" w:rsidP="00DA473F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73F">
        <w:rPr>
          <w:rFonts w:ascii="Arial" w:eastAsia="Times New Roman" w:hAnsi="Arial" w:cs="Arial"/>
          <w:sz w:val="16"/>
          <w:szCs w:val="16"/>
          <w:lang w:eastAsia="pl-PL"/>
        </w:rPr>
        <w:t>Jestem mikroprzedsiębiorstwem</w:t>
      </w:r>
    </w:p>
    <w:p w14:paraId="2AE1626E" w14:textId="77777777" w:rsidR="00DA473F" w:rsidRPr="00DA473F" w:rsidRDefault="00DA473F" w:rsidP="00DA473F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73F">
        <w:rPr>
          <w:rFonts w:ascii="Arial" w:eastAsia="Times New Roman" w:hAnsi="Arial" w:cs="Arial"/>
          <w:sz w:val="16"/>
          <w:szCs w:val="16"/>
          <w:lang w:eastAsia="pl-PL"/>
        </w:rPr>
        <w:t>Jestem małym przedsiębiorstwem</w:t>
      </w:r>
    </w:p>
    <w:p w14:paraId="2389DF2B" w14:textId="77777777" w:rsidR="00DA473F" w:rsidRPr="00DA473F" w:rsidRDefault="00DA473F" w:rsidP="00DA473F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73F">
        <w:rPr>
          <w:rFonts w:ascii="Arial" w:eastAsia="Times New Roman" w:hAnsi="Arial" w:cs="Arial"/>
          <w:sz w:val="16"/>
          <w:szCs w:val="16"/>
          <w:lang w:eastAsia="pl-PL"/>
        </w:rPr>
        <w:t>Jestem średnim przedsiębiorstwem</w:t>
      </w:r>
    </w:p>
    <w:p w14:paraId="7B4339DA" w14:textId="77777777" w:rsidR="00DA473F" w:rsidRPr="00DA473F" w:rsidRDefault="00DA473F" w:rsidP="00DA473F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73F">
        <w:rPr>
          <w:rFonts w:ascii="Arial" w:eastAsia="Times New Roman" w:hAnsi="Arial" w:cs="Arial"/>
          <w:sz w:val="16"/>
          <w:szCs w:val="16"/>
          <w:lang w:eastAsia="pl-PL"/>
        </w:rPr>
        <w:t>Jestem dużym przedsiębiorstwem</w:t>
      </w:r>
    </w:p>
    <w:p w14:paraId="1D2DB015" w14:textId="77777777" w:rsidR="004F2238" w:rsidRPr="004F2238" w:rsidRDefault="004F2238" w:rsidP="004F2238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Czy Wykonawca pochodzi z innego niż Polska państwa członkowskiego Unii Europejskiej:</w:t>
      </w:r>
    </w:p>
    <w:p w14:paraId="7CC8D756" w14:textId="77777777" w:rsidR="004F2238" w:rsidRPr="004F2238" w:rsidRDefault="004F2238" w:rsidP="004F2238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sz w:val="16"/>
          <w:szCs w:val="16"/>
          <w:lang w:eastAsia="pl-PL"/>
        </w:rPr>
        <w:t>TAK    Skrót literowy Państwa: …………………….</w:t>
      </w:r>
    </w:p>
    <w:p w14:paraId="06FA4506" w14:textId="4ABB8FFE" w:rsidR="00DA473F" w:rsidRPr="007F7E56" w:rsidRDefault="004F2238" w:rsidP="004F2238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sz w:val="16"/>
          <w:szCs w:val="16"/>
          <w:lang w:eastAsia="pl-PL"/>
        </w:rPr>
        <w:t>NIE</w:t>
      </w:r>
    </w:p>
    <w:p w14:paraId="1B1AC7A8" w14:textId="547E2911" w:rsidR="004F2238" w:rsidRPr="004F2238" w:rsidRDefault="004F2238" w:rsidP="004F2238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Czy Wykonawca pochodzi z państwa niebędącego członkiem Unii Europejskiej:</w:t>
      </w:r>
    </w:p>
    <w:p w14:paraId="6D6A32FF" w14:textId="77777777" w:rsidR="004F2238" w:rsidRPr="004F2238" w:rsidRDefault="004F2238" w:rsidP="004F2238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sz w:val="16"/>
          <w:szCs w:val="16"/>
          <w:lang w:eastAsia="pl-PL"/>
        </w:rPr>
        <w:lastRenderedPageBreak/>
        <w:t>TAK    Skrót literowy Państwa: …………………….</w:t>
      </w:r>
    </w:p>
    <w:p w14:paraId="1E335EF8" w14:textId="77777777" w:rsidR="004F2238" w:rsidRPr="004F2238" w:rsidRDefault="004F2238" w:rsidP="004F2238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sz w:val="16"/>
          <w:szCs w:val="16"/>
          <w:lang w:eastAsia="pl-PL"/>
        </w:rPr>
        <w:t>NIE</w:t>
      </w:r>
    </w:p>
    <w:p w14:paraId="33CF0D29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</w:p>
    <w:p w14:paraId="2938B929" w14:textId="77777777" w:rsidR="004F2238" w:rsidRPr="004F2238" w:rsidRDefault="004F2238" w:rsidP="004F2238">
      <w:pPr>
        <w:spacing w:after="0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Uwaga:  </w:t>
      </w:r>
      <w:r w:rsidRPr="004F2238">
        <w:rPr>
          <w:rFonts w:ascii="Arial" w:eastAsia="Times New Roman" w:hAnsi="Arial" w:cs="Arial"/>
          <w:sz w:val="16"/>
          <w:szCs w:val="16"/>
          <w:lang w:eastAsia="pl-PL"/>
        </w:rPr>
        <w:t xml:space="preserve">zaznaczyć odpowiednie. </w:t>
      </w:r>
    </w:p>
    <w:p w14:paraId="00241684" w14:textId="77777777" w:rsidR="004F2238" w:rsidRPr="004F2238" w:rsidRDefault="004F2238" w:rsidP="004F2238">
      <w:pPr>
        <w:spacing w:after="0"/>
        <w:ind w:hanging="12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Przez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Mikroprzedsiębiorstwo</w:t>
      </w:r>
      <w:r w:rsidRPr="004F2238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 rozumie się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: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przedsiębiorstwo, które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zatrudnia mniej niż 10 osób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i którego roczny obrót lub roczna suma bilansowa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nie przekracza 2 milionów EUR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14:paraId="03807769" w14:textId="77777777" w:rsidR="004F2238" w:rsidRPr="004F2238" w:rsidRDefault="004F2238" w:rsidP="004F2238">
      <w:pPr>
        <w:spacing w:after="0"/>
        <w:ind w:hanging="12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Przez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Małe przedsiębiorstwo</w:t>
      </w:r>
      <w:r w:rsidRPr="004F2238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 rozumie się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: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przedsiębiorstwo, które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zatrudnia mniej niż 50 osób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i którego roczny obrót lub roczna suma bilansowa </w:t>
      </w:r>
      <w:r w:rsidRPr="004F2238">
        <w:rPr>
          <w:rFonts w:ascii="Arial" w:eastAsia="Times New Roman" w:hAnsi="Arial" w:cs="Arial"/>
          <w:b/>
          <w:sz w:val="16"/>
          <w:szCs w:val="16"/>
          <w:lang w:val="x-none" w:eastAsia="x-none"/>
        </w:rPr>
        <w:t>nie przekracza 10 milionów EUR</w:t>
      </w:r>
      <w:r w:rsidRPr="004F2238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14:paraId="7271A620" w14:textId="77777777" w:rsidR="004F2238" w:rsidRPr="004F2238" w:rsidRDefault="004F2238" w:rsidP="004F2238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Przez Średnie przedsiębiorstwa rozumie się: przedsiębiorstwa, które nie są mikroprzedsiębiorstwami ani małymi przedsiębiorstwami</w:t>
      </w:r>
      <w:r w:rsidRPr="004F2238">
        <w:rPr>
          <w:rFonts w:ascii="Arial" w:eastAsia="Times New Roman" w:hAnsi="Arial" w:cs="Arial"/>
          <w:sz w:val="16"/>
          <w:szCs w:val="16"/>
          <w:lang w:eastAsia="pl-PL"/>
        </w:rPr>
        <w:t xml:space="preserve"> i które </w:t>
      </w: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zatrudniają mniej niż 250 osób</w:t>
      </w:r>
      <w:r w:rsidRPr="004F2238">
        <w:rPr>
          <w:rFonts w:ascii="Arial" w:eastAsia="Times New Roman" w:hAnsi="Arial" w:cs="Arial"/>
          <w:sz w:val="16"/>
          <w:szCs w:val="16"/>
          <w:lang w:eastAsia="pl-PL"/>
        </w:rPr>
        <w:t xml:space="preserve"> i których </w:t>
      </w: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roczny obrót nie przekracza 50 milionów EUR</w:t>
      </w:r>
      <w:r w:rsidRPr="004F2238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F2238">
        <w:rPr>
          <w:rFonts w:ascii="Arial" w:eastAsia="Times New Roman" w:hAnsi="Arial" w:cs="Arial"/>
          <w:b/>
          <w:i/>
          <w:sz w:val="16"/>
          <w:szCs w:val="16"/>
          <w:lang w:eastAsia="pl-PL"/>
        </w:rPr>
        <w:t>lub</w:t>
      </w:r>
      <w:r w:rsidRPr="004F2238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F2238">
        <w:rPr>
          <w:rFonts w:ascii="Arial" w:eastAsia="Times New Roman" w:hAnsi="Arial" w:cs="Arial"/>
          <w:b/>
          <w:sz w:val="16"/>
          <w:szCs w:val="16"/>
          <w:lang w:eastAsia="pl-PL"/>
        </w:rPr>
        <w:t>roczna suma bilansowa nie przekracza 43 milionów EUR.</w:t>
      </w:r>
    </w:p>
    <w:p w14:paraId="0CFEFD92" w14:textId="77777777" w:rsidR="004F2238" w:rsidRPr="004F2238" w:rsidRDefault="004F2238" w:rsidP="004F2238">
      <w:pPr>
        <w:spacing w:after="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</w:p>
    <w:p w14:paraId="2D527294" w14:textId="77777777" w:rsidR="004F2238" w:rsidRPr="004F2238" w:rsidRDefault="004F2238" w:rsidP="004F2238">
      <w:pPr>
        <w:spacing w:after="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4F2238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Powyższe informacje są wymagane wyłącznie do celów statystycznych</w:t>
      </w:r>
    </w:p>
    <w:p w14:paraId="4F025582" w14:textId="77777777" w:rsidR="004F2238" w:rsidRPr="004F2238" w:rsidRDefault="004F2238" w:rsidP="004F2238">
      <w:pPr>
        <w:spacing w:after="240" w:line="23" w:lineRule="atLeast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2797297B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1F1192" w14:textId="77777777" w:rsidR="00F156A5" w:rsidRPr="00876E2B" w:rsidRDefault="004F2238" w:rsidP="00876E2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005E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3005E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3005E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sectPr w:rsidR="00F156A5" w:rsidRPr="00876E2B" w:rsidSect="008A0CB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418" w:left="1418" w:header="284" w:footer="1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7BF51" w14:textId="77777777" w:rsidR="0070198F" w:rsidRDefault="0070198F">
      <w:r>
        <w:separator/>
      </w:r>
    </w:p>
  </w:endnote>
  <w:endnote w:type="continuationSeparator" w:id="0">
    <w:p w14:paraId="6E4EFB42" w14:textId="77777777" w:rsidR="0070198F" w:rsidRDefault="0070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0CE6" w14:textId="77777777" w:rsidR="00996566" w:rsidRDefault="00996566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3CC7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6FA35" w14:textId="77777777" w:rsidR="00996566" w:rsidRPr="00996566" w:rsidRDefault="00996566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876E2B">
      <w:rPr>
        <w:rStyle w:val="Numerstrony"/>
        <w:rFonts w:ascii="Arial" w:hAnsi="Arial" w:cs="Arial"/>
        <w:noProof/>
        <w:sz w:val="16"/>
        <w:szCs w:val="16"/>
      </w:rPr>
      <w:t>6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68A991DA" w14:textId="13F509DD" w:rsidR="004C41D8" w:rsidRDefault="004C41D8" w:rsidP="00996566">
    <w:pPr>
      <w:pStyle w:val="Stopka"/>
      <w:ind w:right="360"/>
    </w:pPr>
  </w:p>
  <w:p w14:paraId="4C4D46CA" w14:textId="77777777" w:rsidR="004C41D8" w:rsidRDefault="004C41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3A137" w14:textId="19AC8829" w:rsidR="00EE60BF" w:rsidRDefault="00EE60BF">
    <w:pPr>
      <w:pStyle w:val="Stopka"/>
    </w:pPr>
    <w:r w:rsidRPr="00BB21BC">
      <w:rPr>
        <w:noProof/>
      </w:rPr>
      <w:drawing>
        <wp:inline distT="0" distB="0" distL="0" distR="0" wp14:anchorId="0AF043D2" wp14:editId="059F90B9">
          <wp:extent cx="5939790" cy="613410"/>
          <wp:effectExtent l="0" t="0" r="0" b="0"/>
          <wp:docPr id="1973228440" name="Obraz 1973228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E1A4D" w14:textId="77777777" w:rsidR="0070198F" w:rsidRDefault="0070198F">
      <w:r>
        <w:separator/>
      </w:r>
    </w:p>
  </w:footnote>
  <w:footnote w:type="continuationSeparator" w:id="0">
    <w:p w14:paraId="1CB70E67" w14:textId="77777777" w:rsidR="0070198F" w:rsidRDefault="0070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DEB3" w14:textId="288AF18E" w:rsidR="004C41D8" w:rsidRDefault="00EE60B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75590A" wp14:editId="2BDE63E2">
              <wp:simplePos x="0" y="0"/>
              <wp:positionH relativeFrom="column">
                <wp:posOffset>-71645</wp:posOffset>
              </wp:positionH>
              <wp:positionV relativeFrom="paragraph">
                <wp:posOffset>32109</wp:posOffset>
              </wp:positionV>
              <wp:extent cx="5958840" cy="6985"/>
              <wp:effectExtent l="0" t="0" r="22860" b="31115"/>
              <wp:wrapNone/>
              <wp:docPr id="13187089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7CF5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65pt;margin-top:2.55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5P9jC9wAAAAHAQAADwAAAGRy&#10;cy9kb3ducmV2LnhtbEyOQU+DQBSE7yb+h80z8dYuoNIWWRpjovFgSKz2vmWfgLJvkd0C/fe+nvQ2&#10;k5nMfPl2tp0YcfCtIwXxMgKBVDnTUq3g4/1psQbhgyajO0eo4IQetsXlRa4z4yZ6w3EXasEj5DOt&#10;oAmhz6T0VYNW+6XrkTj7dIPVge1QSzPoicdtJ5MoSqXVLfFDo3t8bLD63h2tgh9anfa3clx/lWVI&#10;n19ea8JyUur6an64BxFwDn9lOOMzOhTMdHBHMl50ChZxfMNVBXcxCM43yYrFQUGagCxy+Z+/+AU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Dk/2ML3AAAAAcBAAAPAAAAAAAAAAAAAAAA&#10;ABsEAABkcnMvZG93bnJldi54bWxQSwUGAAAAAAQABADzAAAAJAUAAAAA&#10;"/>
          </w:pict>
        </mc:Fallback>
      </mc:AlternateContent>
    </w:r>
  </w:p>
  <w:p w14:paraId="02BF5F4F" w14:textId="0DAA9804" w:rsidR="004C41D8" w:rsidRDefault="00EE60BF" w:rsidP="00EE60BF">
    <w:pPr>
      <w:pStyle w:val="Nagwek"/>
      <w:tabs>
        <w:tab w:val="clear" w:pos="4536"/>
        <w:tab w:val="clear" w:pos="9072"/>
        <w:tab w:val="left" w:pos="614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101"/>
      <w:gridCol w:w="3624"/>
      <w:gridCol w:w="4845"/>
    </w:tblGrid>
    <w:tr w:rsidR="00EE60BF" w14:paraId="70802DBB" w14:textId="77777777" w:rsidTr="00B5296C">
      <w:tc>
        <w:tcPr>
          <w:tcW w:w="1101" w:type="dxa"/>
          <w:hideMark/>
        </w:tcPr>
        <w:p w14:paraId="092BB87F" w14:textId="77777777" w:rsidR="00EE60BF" w:rsidRDefault="00EE60BF" w:rsidP="00EE60BF">
          <w:r>
            <w:rPr>
              <w:noProof/>
            </w:rPr>
            <w:drawing>
              <wp:inline distT="0" distB="0" distL="0" distR="0" wp14:anchorId="16B42ABE" wp14:editId="18D881E9">
                <wp:extent cx="609600" cy="609600"/>
                <wp:effectExtent l="0" t="0" r="0" b="0"/>
                <wp:docPr id="363390886" name="Obraz 363390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4" w:type="dxa"/>
          <w:hideMark/>
        </w:tcPr>
        <w:p w14:paraId="6D51981B" w14:textId="77777777" w:rsidR="00EE60BF" w:rsidRDefault="00EE60BF" w:rsidP="00EE60BF">
          <w:pPr>
            <w:spacing w:line="500" w:lineRule="exact"/>
            <w:rPr>
              <w:rFonts w:ascii="Barlow" w:hAnsi="Barlow"/>
            </w:rPr>
          </w:pPr>
          <w:r w:rsidRPr="005A1291">
            <w:rPr>
              <w:rFonts w:ascii="Barlow" w:hAnsi="Barlow"/>
              <w:color w:val="3E3E3D"/>
              <w:sz w:val="48"/>
              <w:szCs w:val="40"/>
            </w:rPr>
            <w:t>Gmina                 Czersk</w:t>
          </w:r>
        </w:p>
      </w:tc>
      <w:tc>
        <w:tcPr>
          <w:tcW w:w="4845" w:type="dxa"/>
        </w:tcPr>
        <w:p w14:paraId="6E4537F2" w14:textId="77777777" w:rsidR="00EE60BF" w:rsidRDefault="00EE60BF" w:rsidP="00EE60BF"/>
      </w:tc>
    </w:tr>
  </w:tbl>
  <w:p w14:paraId="10490EA8" w14:textId="44AB12C3" w:rsidR="004C41D8" w:rsidRPr="00EE60BF" w:rsidRDefault="00EE60BF" w:rsidP="00EE60BF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4FC830B" wp14:editId="263C2042">
              <wp:simplePos x="0" y="0"/>
              <wp:positionH relativeFrom="column">
                <wp:posOffset>-54610</wp:posOffset>
              </wp:positionH>
              <wp:positionV relativeFrom="paragraph">
                <wp:posOffset>158750</wp:posOffset>
              </wp:positionV>
              <wp:extent cx="5958840" cy="6985"/>
              <wp:effectExtent l="0" t="0" r="22860" b="3111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B7B75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4.3pt;margin-top:12.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2Muo+d0AAAAIAQAADwAAAGRy&#10;cy9kb3ducmV2LnhtbEyPQU+DQBCF7yb9D5tp4q1dShQpsjSNicaDIbHqfcuOgLKzlN0C/feOJz3O&#10;ey9v3pfvZtuJEQffOlKwWUcgkCpnWqoVvL89rlIQPmgyunOECi7oYVcsrnKdGTfRK46HUAsuIZ9p&#10;BU0IfSalrxq02q9dj8TepxusDnwOtTSDnrjcdjKOokRa3RJ/aHSPDw1W34ezVXCiu8vHjRzTr7IM&#10;ydPzS01YTkpdL+f9PYiAc/gLw+98ng4Fbzq6MxkvOgWrNOGkgviWkdjfxltGObKQbE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2Muo+d0AAAAIAQAADwAAAAAAAAAAAAAA&#10;AAAbBAAAZHJzL2Rvd25yZXYueG1sUEsFBgAAAAAEAAQA8wAAAC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49127B0"/>
    <w:multiLevelType w:val="hybridMultilevel"/>
    <w:tmpl w:val="D2548BC8"/>
    <w:lvl w:ilvl="0" w:tplc="083E6E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930FF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432073">
    <w:abstractNumId w:val="5"/>
  </w:num>
  <w:num w:numId="2" w16cid:durableId="1974094966">
    <w:abstractNumId w:val="4"/>
  </w:num>
  <w:num w:numId="3" w16cid:durableId="955139951">
    <w:abstractNumId w:val="2"/>
  </w:num>
  <w:num w:numId="4" w16cid:durableId="232083387">
    <w:abstractNumId w:val="10"/>
  </w:num>
  <w:num w:numId="5" w16cid:durableId="537745392">
    <w:abstractNumId w:val="0"/>
  </w:num>
  <w:num w:numId="6" w16cid:durableId="1823542848">
    <w:abstractNumId w:val="21"/>
  </w:num>
  <w:num w:numId="7" w16cid:durableId="2133207329">
    <w:abstractNumId w:val="24"/>
  </w:num>
  <w:num w:numId="8" w16cid:durableId="1511213077">
    <w:abstractNumId w:val="9"/>
  </w:num>
  <w:num w:numId="9" w16cid:durableId="1416319615">
    <w:abstractNumId w:val="13"/>
  </w:num>
  <w:num w:numId="10" w16cid:durableId="1124958186">
    <w:abstractNumId w:val="22"/>
  </w:num>
  <w:num w:numId="11" w16cid:durableId="1422994506">
    <w:abstractNumId w:val="8"/>
  </w:num>
  <w:num w:numId="12" w16cid:durableId="800155761">
    <w:abstractNumId w:val="19"/>
  </w:num>
  <w:num w:numId="13" w16cid:durableId="489371657">
    <w:abstractNumId w:val="6"/>
  </w:num>
  <w:num w:numId="14" w16cid:durableId="1599218627">
    <w:abstractNumId w:val="14"/>
  </w:num>
  <w:num w:numId="15" w16cid:durableId="627274409">
    <w:abstractNumId w:val="17"/>
  </w:num>
  <w:num w:numId="16" w16cid:durableId="490412219">
    <w:abstractNumId w:val="18"/>
  </w:num>
  <w:num w:numId="17" w16cid:durableId="583497559">
    <w:abstractNumId w:val="3"/>
  </w:num>
  <w:num w:numId="18" w16cid:durableId="1159494922">
    <w:abstractNumId w:val="7"/>
  </w:num>
  <w:num w:numId="19" w16cid:durableId="536159090">
    <w:abstractNumId w:val="20"/>
  </w:num>
  <w:num w:numId="20" w16cid:durableId="1090538563">
    <w:abstractNumId w:val="15"/>
  </w:num>
  <w:num w:numId="21" w16cid:durableId="1666282080">
    <w:abstractNumId w:val="16"/>
  </w:num>
  <w:num w:numId="22" w16cid:durableId="641541845">
    <w:abstractNumId w:val="1"/>
  </w:num>
  <w:num w:numId="23" w16cid:durableId="1590118565">
    <w:abstractNumId w:val="12"/>
  </w:num>
  <w:num w:numId="24" w16cid:durableId="20326049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918097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403E1"/>
    <w:rsid w:val="00042158"/>
    <w:rsid w:val="00050AC5"/>
    <w:rsid w:val="00067E64"/>
    <w:rsid w:val="00072358"/>
    <w:rsid w:val="000965C1"/>
    <w:rsid w:val="000A44C0"/>
    <w:rsid w:val="000C63D7"/>
    <w:rsid w:val="000D1B9A"/>
    <w:rsid w:val="000D2EFE"/>
    <w:rsid w:val="000E4C41"/>
    <w:rsid w:val="000E5207"/>
    <w:rsid w:val="0012212A"/>
    <w:rsid w:val="001226B3"/>
    <w:rsid w:val="0018488F"/>
    <w:rsid w:val="001A242B"/>
    <w:rsid w:val="001A6F30"/>
    <w:rsid w:val="001B00EB"/>
    <w:rsid w:val="001B4AF2"/>
    <w:rsid w:val="00212EE8"/>
    <w:rsid w:val="00231EC2"/>
    <w:rsid w:val="002446A8"/>
    <w:rsid w:val="00246139"/>
    <w:rsid w:val="0024776C"/>
    <w:rsid w:val="0029592F"/>
    <w:rsid w:val="002959AD"/>
    <w:rsid w:val="002B6088"/>
    <w:rsid w:val="003005E4"/>
    <w:rsid w:val="003050D4"/>
    <w:rsid w:val="00324263"/>
    <w:rsid w:val="00353414"/>
    <w:rsid w:val="00377737"/>
    <w:rsid w:val="003A4CEB"/>
    <w:rsid w:val="00414532"/>
    <w:rsid w:val="004C41D8"/>
    <w:rsid w:val="004F2238"/>
    <w:rsid w:val="0054275E"/>
    <w:rsid w:val="005550FD"/>
    <w:rsid w:val="00590F44"/>
    <w:rsid w:val="005B5292"/>
    <w:rsid w:val="005E1550"/>
    <w:rsid w:val="005E4FC2"/>
    <w:rsid w:val="0063119E"/>
    <w:rsid w:val="0065256E"/>
    <w:rsid w:val="006703C6"/>
    <w:rsid w:val="0067494C"/>
    <w:rsid w:val="0067538D"/>
    <w:rsid w:val="00677CFF"/>
    <w:rsid w:val="006819C7"/>
    <w:rsid w:val="006922B1"/>
    <w:rsid w:val="00695330"/>
    <w:rsid w:val="00695B66"/>
    <w:rsid w:val="006A63EA"/>
    <w:rsid w:val="0070198F"/>
    <w:rsid w:val="00713C75"/>
    <w:rsid w:val="0074095F"/>
    <w:rsid w:val="00747EA7"/>
    <w:rsid w:val="00750A9F"/>
    <w:rsid w:val="00755846"/>
    <w:rsid w:val="007572FF"/>
    <w:rsid w:val="00783F78"/>
    <w:rsid w:val="0079259F"/>
    <w:rsid w:val="00794EB7"/>
    <w:rsid w:val="007A0FDB"/>
    <w:rsid w:val="007A616D"/>
    <w:rsid w:val="007B4E7C"/>
    <w:rsid w:val="007F0EB1"/>
    <w:rsid w:val="007F7E56"/>
    <w:rsid w:val="008104EE"/>
    <w:rsid w:val="00866D04"/>
    <w:rsid w:val="00876E2B"/>
    <w:rsid w:val="008A0CB0"/>
    <w:rsid w:val="008C3006"/>
    <w:rsid w:val="009521D3"/>
    <w:rsid w:val="00953EBB"/>
    <w:rsid w:val="0098125D"/>
    <w:rsid w:val="00981EBD"/>
    <w:rsid w:val="00996566"/>
    <w:rsid w:val="009A2B7F"/>
    <w:rsid w:val="009B2FF8"/>
    <w:rsid w:val="009B42D1"/>
    <w:rsid w:val="009B674C"/>
    <w:rsid w:val="009E1AD7"/>
    <w:rsid w:val="009F3ED4"/>
    <w:rsid w:val="00A24B36"/>
    <w:rsid w:val="00A30D0F"/>
    <w:rsid w:val="00A403D7"/>
    <w:rsid w:val="00A5477B"/>
    <w:rsid w:val="00A54946"/>
    <w:rsid w:val="00A6226D"/>
    <w:rsid w:val="00A64B47"/>
    <w:rsid w:val="00AD23A9"/>
    <w:rsid w:val="00AF4484"/>
    <w:rsid w:val="00B254EE"/>
    <w:rsid w:val="00B44E2A"/>
    <w:rsid w:val="00B81E47"/>
    <w:rsid w:val="00BB3106"/>
    <w:rsid w:val="00BB6D90"/>
    <w:rsid w:val="00BE68B9"/>
    <w:rsid w:val="00C13698"/>
    <w:rsid w:val="00C46C85"/>
    <w:rsid w:val="00C94836"/>
    <w:rsid w:val="00CA133D"/>
    <w:rsid w:val="00CE02E8"/>
    <w:rsid w:val="00D0430D"/>
    <w:rsid w:val="00D10D61"/>
    <w:rsid w:val="00D25081"/>
    <w:rsid w:val="00D619A9"/>
    <w:rsid w:val="00D62D34"/>
    <w:rsid w:val="00D92930"/>
    <w:rsid w:val="00DA473F"/>
    <w:rsid w:val="00DC2281"/>
    <w:rsid w:val="00DC6C86"/>
    <w:rsid w:val="00DD4036"/>
    <w:rsid w:val="00DE345F"/>
    <w:rsid w:val="00DF4D54"/>
    <w:rsid w:val="00DF4F38"/>
    <w:rsid w:val="00E15CC3"/>
    <w:rsid w:val="00E371A1"/>
    <w:rsid w:val="00E47382"/>
    <w:rsid w:val="00E51A07"/>
    <w:rsid w:val="00E57E73"/>
    <w:rsid w:val="00E63708"/>
    <w:rsid w:val="00E65239"/>
    <w:rsid w:val="00E86D8D"/>
    <w:rsid w:val="00EB76C0"/>
    <w:rsid w:val="00EE60BF"/>
    <w:rsid w:val="00F156A5"/>
    <w:rsid w:val="00F36FEE"/>
    <w:rsid w:val="00F64D94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F7E15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A473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473F"/>
    <w:rPr>
      <w:rFonts w:ascii="Times New Roman" w:eastAsia="Times New Roman" w:hAnsi="Times New Roman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1555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39</cp:revision>
  <cp:lastPrinted>2021-02-18T12:08:00Z</cp:lastPrinted>
  <dcterms:created xsi:type="dcterms:W3CDTF">2013-10-18T07:38:00Z</dcterms:created>
  <dcterms:modified xsi:type="dcterms:W3CDTF">2024-09-26T09:40:00Z</dcterms:modified>
</cp:coreProperties>
</file>