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79216B">
      <w:pPr>
        <w:spacing w:after="12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74671F20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1101B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E22699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79216B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FD74683" w14:textId="77777777" w:rsidR="00097C38" w:rsidRDefault="00097C38" w:rsidP="00B3375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7D61681" w14:textId="7FB2F7BF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7E7C458C" w:rsidR="00B33751" w:rsidRPr="00E22699" w:rsidRDefault="00513183" w:rsidP="00E22699">
      <w:pPr>
        <w:contextualSpacing/>
        <w:jc w:val="center"/>
        <w:rPr>
          <w:rFonts w:ascii="Arial" w:hAnsi="Arial" w:cs="Arial"/>
          <w:b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62906715"/>
      <w:bookmarkStart w:id="1" w:name="_Hlk155783278"/>
      <w:bookmarkStart w:id="2" w:name="_Hlk98938207"/>
      <w:r w:rsidR="00E22699">
        <w:rPr>
          <w:rFonts w:ascii="Arial" w:hAnsi="Arial" w:cs="Arial"/>
          <w:b/>
          <w:sz w:val="20"/>
          <w:szCs w:val="20"/>
        </w:rPr>
        <w:t>Przebudowa drogi gminnej nr 233053G w miejscowości Strzeczona</w:t>
      </w:r>
      <w:bookmarkEnd w:id="1"/>
      <w:bookmarkEnd w:id="2"/>
      <w:r w:rsidR="00B33751" w:rsidRPr="00E43E51">
        <w:rPr>
          <w:rFonts w:ascii="Arial" w:hAnsi="Arial" w:cs="Arial"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56DDFD9" w14:textId="77777777" w:rsidR="008834A6" w:rsidRPr="008834A6" w:rsidRDefault="008834A6" w:rsidP="0079216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4E8B1" w14:textId="77777777" w:rsidR="007B0921" w:rsidRDefault="007B0921">
      <w:r>
        <w:separator/>
      </w:r>
    </w:p>
  </w:endnote>
  <w:endnote w:type="continuationSeparator" w:id="0">
    <w:p w14:paraId="7D3C3CDE" w14:textId="77777777" w:rsidR="007B0921" w:rsidRDefault="007B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6171" w14:textId="77777777" w:rsidR="00D05465" w:rsidRDefault="00D054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1F75" w14:textId="77777777" w:rsidR="00D05465" w:rsidRDefault="00D054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68FF" w14:textId="77777777" w:rsidR="007B0921" w:rsidRDefault="007B0921">
      <w:r>
        <w:separator/>
      </w:r>
    </w:p>
  </w:footnote>
  <w:footnote w:type="continuationSeparator" w:id="0">
    <w:p w14:paraId="0A1489ED" w14:textId="77777777" w:rsidR="007B0921" w:rsidRDefault="007B0921">
      <w:r>
        <w:continuationSeparator/>
      </w:r>
    </w:p>
  </w:footnote>
  <w:footnote w:id="1">
    <w:p w14:paraId="6FC18A25" w14:textId="6E5DCD40" w:rsidR="00B33751" w:rsidRDefault="00B33751" w:rsidP="00B33751">
      <w:pPr>
        <w:pStyle w:val="Tekstprzypisudolnego"/>
        <w:rPr>
          <w:rFonts w:ascii="Arial" w:hAnsi="Arial" w:cs="Arial"/>
          <w:b/>
        </w:rPr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  <w:p w14:paraId="1F97F28F" w14:textId="4B108D3A" w:rsidR="00E43E51" w:rsidRDefault="00E43E51" w:rsidP="00B337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838B" w14:textId="77777777" w:rsidR="00D05465" w:rsidRDefault="00D054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2E7E" w14:textId="090662B4" w:rsidR="0079216B" w:rsidRDefault="0079216B" w:rsidP="0079216B">
    <w:pPr>
      <w:pStyle w:val="Nagwek"/>
    </w:pPr>
    <w:r>
      <w:t xml:space="preserve">                                                                  </w:t>
    </w:r>
  </w:p>
  <w:p w14:paraId="790ADD49" w14:textId="77777777" w:rsidR="0079216B" w:rsidRDefault="007921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844003">
    <w:abstractNumId w:val="4"/>
  </w:num>
  <w:num w:numId="2" w16cid:durableId="1777362589">
    <w:abstractNumId w:val="3"/>
  </w:num>
  <w:num w:numId="3" w16cid:durableId="602151603">
    <w:abstractNumId w:val="5"/>
  </w:num>
  <w:num w:numId="4" w16cid:durableId="1319580033">
    <w:abstractNumId w:val="0"/>
  </w:num>
  <w:num w:numId="5" w16cid:durableId="895244282">
    <w:abstractNumId w:val="7"/>
  </w:num>
  <w:num w:numId="6" w16cid:durableId="1162283017">
    <w:abstractNumId w:val="8"/>
  </w:num>
  <w:num w:numId="7" w16cid:durableId="1352802312">
    <w:abstractNumId w:val="2"/>
  </w:num>
  <w:num w:numId="8" w16cid:durableId="1849172721">
    <w:abstractNumId w:val="6"/>
  </w:num>
  <w:num w:numId="9" w16cid:durableId="363140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877BF"/>
    <w:rsid w:val="00092BA8"/>
    <w:rsid w:val="00092BC8"/>
    <w:rsid w:val="0009550B"/>
    <w:rsid w:val="00097C38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01B7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951D9"/>
    <w:rsid w:val="004A05D7"/>
    <w:rsid w:val="004D3352"/>
    <w:rsid w:val="004D7565"/>
    <w:rsid w:val="004E41FA"/>
    <w:rsid w:val="004F2144"/>
    <w:rsid w:val="004F30A2"/>
    <w:rsid w:val="00513183"/>
    <w:rsid w:val="00522BAD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216B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2D05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73AE9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465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2699"/>
    <w:rsid w:val="00E26721"/>
    <w:rsid w:val="00E43E5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14</cp:revision>
  <cp:lastPrinted>2021-02-08T13:18:00Z</cp:lastPrinted>
  <dcterms:created xsi:type="dcterms:W3CDTF">2021-05-02T20:15:00Z</dcterms:created>
  <dcterms:modified xsi:type="dcterms:W3CDTF">2024-01-18T06:59:00Z</dcterms:modified>
</cp:coreProperties>
</file>