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D3D52" w14:textId="6616F8C6" w:rsidR="002F0A9C" w:rsidRPr="002F0A9C" w:rsidRDefault="002F0A9C" w:rsidP="002F0A9C">
      <w:pPr>
        <w:spacing w:line="23" w:lineRule="atLeast"/>
        <w:ind w:left="2484" w:hanging="2626"/>
        <w:rPr>
          <w:rFonts w:cs="Arial"/>
          <w:iCs/>
          <w:sz w:val="20"/>
          <w:szCs w:val="20"/>
        </w:rPr>
      </w:pPr>
      <w:r w:rsidRPr="002F0A9C">
        <w:rPr>
          <w:rFonts w:cs="Arial"/>
          <w:iCs/>
          <w:sz w:val="20"/>
          <w:szCs w:val="20"/>
        </w:rPr>
        <w:t>ZP.272.</w:t>
      </w:r>
      <w:r w:rsidR="005B546A">
        <w:rPr>
          <w:rFonts w:cs="Arial"/>
          <w:iCs/>
          <w:sz w:val="20"/>
          <w:szCs w:val="20"/>
        </w:rPr>
        <w:t>2</w:t>
      </w:r>
      <w:r w:rsidR="001B3F20">
        <w:rPr>
          <w:rFonts w:cs="Arial"/>
          <w:iCs/>
          <w:sz w:val="20"/>
          <w:szCs w:val="20"/>
        </w:rPr>
        <w:t>0</w:t>
      </w:r>
      <w:r w:rsidRPr="002F0A9C">
        <w:rPr>
          <w:rFonts w:cs="Arial"/>
          <w:iCs/>
          <w:sz w:val="20"/>
          <w:szCs w:val="20"/>
        </w:rPr>
        <w:t>.202</w:t>
      </w:r>
      <w:r w:rsidR="001B3F20">
        <w:rPr>
          <w:rFonts w:cs="Arial"/>
          <w:iCs/>
          <w:sz w:val="20"/>
          <w:szCs w:val="20"/>
        </w:rPr>
        <w:t>4</w:t>
      </w:r>
    </w:p>
    <w:p w14:paraId="1812C433" w14:textId="77777777" w:rsidR="00E2298C" w:rsidRPr="00671F91" w:rsidRDefault="00FA2C29" w:rsidP="000C2176">
      <w:pPr>
        <w:spacing w:line="23" w:lineRule="atLeast"/>
        <w:ind w:left="2484" w:firstLine="348"/>
        <w:jc w:val="right"/>
        <w:rPr>
          <w:rFonts w:cs="Arial"/>
          <w:iCs/>
          <w:sz w:val="20"/>
          <w:szCs w:val="20"/>
        </w:rPr>
      </w:pPr>
      <w:r w:rsidRPr="00671F91">
        <w:rPr>
          <w:rFonts w:cs="Arial"/>
          <w:iCs/>
          <w:sz w:val="20"/>
          <w:szCs w:val="20"/>
        </w:rPr>
        <w:t>Załącznik nr 1 do S</w:t>
      </w:r>
      <w:r w:rsidR="00E2298C" w:rsidRPr="00671F91">
        <w:rPr>
          <w:rFonts w:cs="Arial"/>
          <w:iCs/>
          <w:sz w:val="20"/>
          <w:szCs w:val="20"/>
        </w:rPr>
        <w:t>WZ</w:t>
      </w:r>
    </w:p>
    <w:p w14:paraId="75CE1591" w14:textId="390C5E4F" w:rsidR="000C2176" w:rsidRPr="00101AD3" w:rsidRDefault="000C2176" w:rsidP="00101AD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05F21F5E" w14:textId="77777777" w:rsidR="002F0A9C" w:rsidRDefault="000C2176" w:rsidP="002F0A9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2F0A9C" w:rsidRPr="002F0A9C">
        <w:rPr>
          <w:rFonts w:cs="Arial"/>
          <w:b/>
          <w:bCs/>
          <w:sz w:val="20"/>
          <w:szCs w:val="20"/>
        </w:rPr>
        <w:t>POWIAT CHOJNICKI</w:t>
      </w:r>
    </w:p>
    <w:p w14:paraId="7BC15BA3" w14:textId="43E57839" w:rsidR="002F0A9C" w:rsidRDefault="002F0A9C" w:rsidP="002F0A9C">
      <w:pPr>
        <w:jc w:val="right"/>
        <w:rPr>
          <w:rFonts w:cs="Arial"/>
          <w:b/>
          <w:bCs/>
          <w:sz w:val="20"/>
          <w:szCs w:val="20"/>
        </w:rPr>
      </w:pPr>
      <w:r w:rsidRPr="002F0A9C">
        <w:rPr>
          <w:rFonts w:cs="Arial"/>
          <w:b/>
          <w:bCs/>
          <w:sz w:val="20"/>
          <w:szCs w:val="20"/>
        </w:rPr>
        <w:t xml:space="preserve"> ul. 31 Stycznia 56 </w:t>
      </w:r>
    </w:p>
    <w:p w14:paraId="091E6D6F" w14:textId="34AA13AB" w:rsidR="002F0A9C" w:rsidRDefault="002F0A9C" w:rsidP="002F0A9C">
      <w:pPr>
        <w:jc w:val="right"/>
        <w:rPr>
          <w:rFonts w:cs="Arial"/>
          <w:b/>
          <w:sz w:val="20"/>
          <w:szCs w:val="20"/>
        </w:rPr>
      </w:pPr>
      <w:r w:rsidRPr="002F0A9C">
        <w:rPr>
          <w:rFonts w:cs="Arial"/>
          <w:b/>
          <w:bCs/>
          <w:sz w:val="20"/>
          <w:szCs w:val="20"/>
        </w:rPr>
        <w:t>89-600 CHOJNICE</w:t>
      </w:r>
      <w:r w:rsidRPr="002F0A9C">
        <w:rPr>
          <w:rFonts w:cs="Arial"/>
          <w:b/>
          <w:sz w:val="20"/>
          <w:szCs w:val="20"/>
        </w:rPr>
        <w:t xml:space="preserve"> </w:t>
      </w:r>
    </w:p>
    <w:p w14:paraId="42BC9569" w14:textId="77777777" w:rsidR="002F0A9C" w:rsidRDefault="002F0A9C" w:rsidP="002F0A9C">
      <w:pPr>
        <w:jc w:val="right"/>
        <w:rPr>
          <w:rFonts w:cs="Arial"/>
          <w:b/>
          <w:sz w:val="20"/>
          <w:szCs w:val="20"/>
        </w:rPr>
      </w:pPr>
    </w:p>
    <w:p w14:paraId="53452091" w14:textId="77777777" w:rsidR="002F0A9C" w:rsidRDefault="002F0A9C" w:rsidP="002F0A9C">
      <w:pPr>
        <w:jc w:val="center"/>
        <w:rPr>
          <w:rFonts w:cs="Arial"/>
          <w:b/>
        </w:rPr>
      </w:pPr>
    </w:p>
    <w:p w14:paraId="2056AA69" w14:textId="2310B6E4" w:rsidR="000C2176" w:rsidRDefault="000C2176" w:rsidP="002F0A9C">
      <w:pPr>
        <w:jc w:val="center"/>
        <w:rPr>
          <w:rFonts w:cs="Arial"/>
          <w:b/>
          <w:i/>
        </w:rPr>
      </w:pPr>
      <w:r>
        <w:rPr>
          <w:rFonts w:cs="Arial"/>
          <w:b/>
        </w:rPr>
        <w:t>FORMULARZ OFERTOWY</w:t>
      </w:r>
    </w:p>
    <w:p w14:paraId="2E9B5AC5" w14:textId="77777777" w:rsidR="00FE1D64" w:rsidRPr="00FE1D64" w:rsidRDefault="00FE1D64" w:rsidP="00FE1D64">
      <w:pPr>
        <w:rPr>
          <w:lang w:eastAsia="en-US"/>
        </w:rPr>
      </w:pPr>
    </w:p>
    <w:p w14:paraId="37D4446E" w14:textId="77777777" w:rsidR="000C2176" w:rsidRDefault="000C2176" w:rsidP="000C2176">
      <w:pPr>
        <w:rPr>
          <w:rFonts w:cs="Arial"/>
          <w:sz w:val="20"/>
          <w:szCs w:val="20"/>
        </w:rPr>
      </w:pPr>
    </w:p>
    <w:p w14:paraId="6551F1F9" w14:textId="18F6106F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Nazwa Wykonawcy: </w:t>
      </w:r>
    </w:p>
    <w:p w14:paraId="32E13623" w14:textId="77777777" w:rsidR="00FE1D64" w:rsidRPr="00671F91" w:rsidRDefault="00FE1D64" w:rsidP="000C2176">
      <w:pPr>
        <w:spacing w:line="480" w:lineRule="auto"/>
        <w:rPr>
          <w:rFonts w:cs="Arial"/>
          <w:sz w:val="22"/>
          <w:szCs w:val="22"/>
        </w:rPr>
      </w:pPr>
    </w:p>
    <w:p w14:paraId="13BCB846" w14:textId="04E69EF5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Adres:</w:t>
      </w:r>
    </w:p>
    <w:p w14:paraId="1E6CBFFF" w14:textId="77777777" w:rsidR="00FE1D64" w:rsidRPr="00671F91" w:rsidRDefault="00FE1D64" w:rsidP="000C2176">
      <w:pPr>
        <w:spacing w:line="480" w:lineRule="auto"/>
        <w:rPr>
          <w:rFonts w:cs="Arial"/>
          <w:sz w:val="22"/>
          <w:szCs w:val="22"/>
        </w:rPr>
      </w:pPr>
    </w:p>
    <w:p w14:paraId="3D710C81" w14:textId="04E1D6F0" w:rsidR="00FE1D64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Województwo</w:t>
      </w:r>
      <w:r w:rsidR="00FE1D64" w:rsidRPr="00671F91">
        <w:rPr>
          <w:rFonts w:cs="Arial"/>
          <w:sz w:val="22"/>
          <w:szCs w:val="22"/>
        </w:rPr>
        <w:t>:</w:t>
      </w:r>
    </w:p>
    <w:p w14:paraId="66FF5F85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61B2EAEF" w14:textId="6E006334" w:rsidR="00FE1D64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Tel./fax:.</w:t>
      </w:r>
    </w:p>
    <w:p w14:paraId="1FEAC5B1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769442B8" w14:textId="0CAEDE43" w:rsidR="00E8370B" w:rsidRPr="00671F91" w:rsidRDefault="00E8370B" w:rsidP="00E8370B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Numer KRS</w:t>
      </w:r>
      <w:r w:rsidR="000C2176" w:rsidRPr="00671F91">
        <w:rPr>
          <w:rFonts w:cs="Arial"/>
          <w:sz w:val="22"/>
          <w:szCs w:val="22"/>
        </w:rPr>
        <w:t>:</w:t>
      </w:r>
    </w:p>
    <w:p w14:paraId="2B916457" w14:textId="77777777" w:rsidR="001534E4" w:rsidRPr="00671F91" w:rsidRDefault="001534E4" w:rsidP="00E8370B">
      <w:pPr>
        <w:spacing w:line="480" w:lineRule="auto"/>
        <w:rPr>
          <w:rFonts w:cs="Arial"/>
          <w:sz w:val="22"/>
          <w:szCs w:val="22"/>
        </w:rPr>
      </w:pPr>
    </w:p>
    <w:p w14:paraId="30D0779E" w14:textId="03C339B2" w:rsidR="000C2176" w:rsidRPr="00671F91" w:rsidRDefault="00E8370B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NIP:</w:t>
      </w:r>
    </w:p>
    <w:p w14:paraId="73891E34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4889BC18" w14:textId="6E58A819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e-mail </w:t>
      </w:r>
    </w:p>
    <w:p w14:paraId="5A35C6FC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6701BA6F" w14:textId="3F5E844D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nr konta Wykonawcy </w:t>
      </w:r>
      <w:r w:rsidR="00FE1D64" w:rsidRPr="00671F91">
        <w:rPr>
          <w:rFonts w:cs="Arial"/>
          <w:sz w:val="22"/>
          <w:szCs w:val="22"/>
        </w:rPr>
        <w:t xml:space="preserve">                                                                                  </w:t>
      </w:r>
      <w:r w:rsidRPr="00671F91">
        <w:rPr>
          <w:rFonts w:cs="Arial"/>
          <w:sz w:val="22"/>
          <w:szCs w:val="22"/>
        </w:rPr>
        <w:t xml:space="preserve"> w banku </w:t>
      </w:r>
    </w:p>
    <w:p w14:paraId="511743DB" w14:textId="77777777" w:rsidR="00FE1D64" w:rsidRDefault="00FE1D64" w:rsidP="00671F91">
      <w:pPr>
        <w:widowControl w:val="0"/>
        <w:autoSpaceDE w:val="0"/>
        <w:autoSpaceDN w:val="0"/>
        <w:adjustRightInd w:val="0"/>
        <w:ind w:right="105"/>
        <w:rPr>
          <w:rFonts w:cs="Arial"/>
          <w:sz w:val="20"/>
          <w:szCs w:val="20"/>
        </w:rPr>
      </w:pPr>
    </w:p>
    <w:p w14:paraId="485A2CBC" w14:textId="280653EB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06F0E503" w14:textId="7865C767" w:rsidR="001534E4" w:rsidRPr="00671F91" w:rsidRDefault="00E8370B" w:rsidP="00671F91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6C4A730" w14:textId="77777777" w:rsidR="002F0A9C" w:rsidRDefault="00240B82" w:rsidP="002F0A9C">
      <w:pPr>
        <w:spacing w:before="120" w:after="120"/>
        <w:rPr>
          <w:rFonts w:cs="Arial"/>
          <w:sz w:val="22"/>
          <w:szCs w:val="22"/>
        </w:rPr>
      </w:pPr>
      <w:bookmarkStart w:id="1" w:name="_Hlk69241942"/>
      <w:r w:rsidRPr="00671F91">
        <w:rPr>
          <w:rFonts w:cs="Arial"/>
          <w:sz w:val="22"/>
          <w:szCs w:val="22"/>
        </w:rPr>
        <w:t>Nawiązując do ogłoszenia</w:t>
      </w:r>
      <w:r w:rsidR="00FB306E" w:rsidRPr="00671F91">
        <w:rPr>
          <w:rFonts w:cs="Arial"/>
          <w:sz w:val="22"/>
          <w:szCs w:val="22"/>
        </w:rPr>
        <w:t xml:space="preserve"> o zamówieniu</w:t>
      </w:r>
      <w:r w:rsidRPr="00671F91">
        <w:rPr>
          <w:rFonts w:cs="Arial"/>
          <w:sz w:val="22"/>
          <w:szCs w:val="22"/>
        </w:rPr>
        <w:t xml:space="preserve"> na </w:t>
      </w:r>
      <w:r w:rsidR="00FB306E" w:rsidRPr="00671F91">
        <w:rPr>
          <w:rFonts w:cs="Arial"/>
          <w:sz w:val="22"/>
          <w:szCs w:val="22"/>
        </w:rPr>
        <w:t xml:space="preserve">dostawy </w:t>
      </w:r>
      <w:r w:rsidRPr="00671F91">
        <w:rPr>
          <w:rFonts w:cs="Arial"/>
          <w:sz w:val="22"/>
          <w:szCs w:val="22"/>
        </w:rPr>
        <w:t>pn.:</w:t>
      </w:r>
    </w:p>
    <w:p w14:paraId="35E6841B" w14:textId="77777777" w:rsidR="005B546A" w:rsidRPr="005B546A" w:rsidRDefault="00240B82" w:rsidP="005B546A">
      <w:pPr>
        <w:spacing w:before="120" w:after="120"/>
        <w:jc w:val="center"/>
        <w:rPr>
          <w:rFonts w:eastAsia="Calibri" w:cs="Arial"/>
          <w:b/>
          <w:sz w:val="22"/>
          <w:szCs w:val="22"/>
          <w:lang w:eastAsia="en-US"/>
        </w:rPr>
      </w:pPr>
      <w:r w:rsidRPr="00671F91">
        <w:rPr>
          <w:rFonts w:cs="Arial"/>
          <w:b/>
          <w:sz w:val="22"/>
          <w:szCs w:val="22"/>
        </w:rPr>
        <w:t xml:space="preserve"> </w:t>
      </w:r>
      <w:bookmarkStart w:id="2" w:name="_Hlk143600981"/>
      <w:r w:rsidR="005B546A" w:rsidRPr="005B546A">
        <w:rPr>
          <w:rFonts w:eastAsia="Calibri" w:cs="Arial"/>
          <w:b/>
          <w:sz w:val="22"/>
          <w:szCs w:val="22"/>
          <w:lang w:eastAsia="en-US"/>
        </w:rPr>
        <w:t>DOSTAWA SPRZĘTU KOMPUTEROWEGO Z PODZIAŁEM NA CZĘŚCI</w:t>
      </w:r>
      <w:bookmarkEnd w:id="2"/>
    </w:p>
    <w:p w14:paraId="677CE983" w14:textId="6766BDC6" w:rsidR="004268CB" w:rsidRDefault="004268CB" w:rsidP="005B546A">
      <w:pPr>
        <w:spacing w:before="120" w:after="120"/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75C54FE3" w14:textId="77777777" w:rsidR="005B546A" w:rsidRPr="004268CB" w:rsidRDefault="005B546A" w:rsidP="005B546A">
      <w:pPr>
        <w:spacing w:before="120" w:after="120"/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3AC691B7" w14:textId="3E173556" w:rsidR="00101AD3" w:rsidRPr="00671F91" w:rsidRDefault="00101AD3" w:rsidP="00FB306E">
      <w:pPr>
        <w:keepNext/>
        <w:spacing w:before="120" w:after="120" w:line="23" w:lineRule="atLeast"/>
        <w:jc w:val="both"/>
        <w:outlineLvl w:val="3"/>
        <w:rPr>
          <w:rFonts w:cs="Arial"/>
          <w:b/>
          <w:bCs/>
          <w:sz w:val="22"/>
          <w:szCs w:val="22"/>
        </w:rPr>
      </w:pPr>
      <w:r w:rsidRPr="00671F91">
        <w:rPr>
          <w:rFonts w:cs="Arial"/>
          <w:sz w:val="22"/>
          <w:szCs w:val="22"/>
        </w:rPr>
        <w:t>składam(y) niniejszą ofertę</w:t>
      </w:r>
      <w:r w:rsidR="004E377B">
        <w:rPr>
          <w:rFonts w:cs="Arial"/>
          <w:sz w:val="22"/>
          <w:szCs w:val="22"/>
        </w:rPr>
        <w:t xml:space="preserve"> na </w:t>
      </w:r>
      <w:r w:rsidRPr="00671F91">
        <w:rPr>
          <w:rFonts w:cs="Arial"/>
          <w:sz w:val="22"/>
          <w:szCs w:val="22"/>
        </w:rPr>
        <w:t>:</w:t>
      </w:r>
    </w:p>
    <w:bookmarkEnd w:id="1"/>
    <w:p w14:paraId="52A647A9" w14:textId="77777777" w:rsidR="009F2FDA" w:rsidRDefault="009F2FDA" w:rsidP="00FA60DA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</w:p>
    <w:p w14:paraId="5459C418" w14:textId="77777777" w:rsidR="001B3F20" w:rsidRDefault="001B3F20" w:rsidP="00FA60DA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</w:p>
    <w:p w14:paraId="3FEE9139" w14:textId="77777777" w:rsidR="001B3F20" w:rsidRPr="001B3F20" w:rsidRDefault="001B3F20" w:rsidP="001B3F20">
      <w:pPr>
        <w:jc w:val="both"/>
        <w:rPr>
          <w:rFonts w:eastAsia="Calibri" w:cs="Arial"/>
          <w:b/>
          <w:bCs/>
          <w:color w:val="FF0000"/>
          <w:sz w:val="22"/>
          <w:szCs w:val="22"/>
          <w:lang w:eastAsia="en-US"/>
        </w:rPr>
      </w:pPr>
      <w:r w:rsidRPr="001B3F20">
        <w:rPr>
          <w:rFonts w:eastAsia="Calibri" w:cs="Arial"/>
          <w:b/>
          <w:bCs/>
          <w:color w:val="FF0000"/>
          <w:sz w:val="22"/>
          <w:szCs w:val="22"/>
          <w:lang w:eastAsia="en-US"/>
        </w:rPr>
        <w:lastRenderedPageBreak/>
        <w:t>CZI: ZAKUP ZESTAWÓW KOMPUTEROWYCH ORAZ KOMPUTERÓW PRZENOŚNYCH  WRAZ Z OPROGRAMOWANIEM.</w:t>
      </w:r>
      <w:r w:rsidRPr="001B3F20">
        <w:rPr>
          <w:rFonts w:eastAsia="Calibri" w:cs="Arial"/>
          <w:b/>
          <w:color w:val="FF0000"/>
          <w:sz w:val="22"/>
          <w:szCs w:val="22"/>
          <w:lang w:eastAsia="en-US"/>
        </w:rPr>
        <w:t xml:space="preserve"> </w:t>
      </w:r>
    </w:p>
    <w:p w14:paraId="4FB2784A" w14:textId="77777777" w:rsidR="009F2FDA" w:rsidRPr="00F44244" w:rsidRDefault="009F2FDA" w:rsidP="009F2FDA">
      <w:pPr>
        <w:jc w:val="both"/>
        <w:rPr>
          <w:b/>
          <w:sz w:val="22"/>
          <w:szCs w:val="22"/>
        </w:rPr>
      </w:pPr>
    </w:p>
    <w:p w14:paraId="0CBD9DEE" w14:textId="77777777" w:rsidR="009F2FDA" w:rsidRPr="0083612C" w:rsidRDefault="009F2FDA" w:rsidP="009F2FDA">
      <w:pPr>
        <w:ind w:left="284" w:hanging="284"/>
        <w:jc w:val="both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A. Oferujemy wykonanie w/w przedmiotu zamówienia za cenę brutto</w:t>
      </w:r>
      <w:r>
        <w:rPr>
          <w:b/>
          <w:sz w:val="20"/>
          <w:szCs w:val="20"/>
        </w:rPr>
        <w:t xml:space="preserve"> razem</w:t>
      </w:r>
      <w:r w:rsidRPr="0083612C">
        <w:rPr>
          <w:b/>
          <w:sz w:val="20"/>
          <w:szCs w:val="20"/>
        </w:rPr>
        <w:t>:</w:t>
      </w:r>
    </w:p>
    <w:p w14:paraId="61606E47" w14:textId="77777777" w:rsidR="009F2FDA" w:rsidRPr="0083612C" w:rsidRDefault="009F2FDA" w:rsidP="009F2FDA">
      <w:pPr>
        <w:spacing w:after="100"/>
        <w:ind w:firstLine="357"/>
        <w:jc w:val="both"/>
        <w:rPr>
          <w:b/>
          <w:sz w:val="20"/>
          <w:szCs w:val="20"/>
        </w:rPr>
      </w:pPr>
    </w:p>
    <w:p w14:paraId="4B738A2F" w14:textId="0730FFE0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CENA BRUTTO</w:t>
      </w:r>
      <w:r>
        <w:rPr>
          <w:b/>
          <w:sz w:val="20"/>
          <w:szCs w:val="20"/>
        </w:rPr>
        <w:t xml:space="preserve"> RAZEM </w:t>
      </w:r>
      <w:r w:rsidRPr="0083612C">
        <w:rPr>
          <w:b/>
          <w:sz w:val="20"/>
          <w:szCs w:val="20"/>
        </w:rPr>
        <w:t xml:space="preserve">: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</w:t>
      </w:r>
      <w:r w:rsidRPr="0083612C">
        <w:rPr>
          <w:b/>
          <w:sz w:val="20"/>
          <w:szCs w:val="20"/>
        </w:rPr>
        <w:t xml:space="preserve">zł                                                                                                          </w:t>
      </w:r>
    </w:p>
    <w:p w14:paraId="2A891899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</w:p>
    <w:p w14:paraId="68817228" w14:textId="483C7E70" w:rsidR="009F2FDA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słownie: </w:t>
      </w:r>
      <w:r>
        <w:rPr>
          <w:b/>
          <w:sz w:val="20"/>
          <w:szCs w:val="20"/>
        </w:rPr>
        <w:t>………………………………………………………………………………………………………... zł</w:t>
      </w:r>
      <w:r w:rsidRPr="0083612C">
        <w:rPr>
          <w:b/>
          <w:sz w:val="20"/>
          <w:szCs w:val="20"/>
        </w:rPr>
        <w:t xml:space="preserve">    </w:t>
      </w:r>
    </w:p>
    <w:p w14:paraId="49055ACC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6408BB90" w14:textId="5C5F120A" w:rsidR="002F0A9C" w:rsidRPr="005E231A" w:rsidRDefault="002F0A9C" w:rsidP="002F0A9C">
      <w:pPr>
        <w:numPr>
          <w:ilvl w:val="0"/>
          <w:numId w:val="42"/>
        </w:numPr>
        <w:ind w:left="426" w:hanging="426"/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Oferujemy </w:t>
      </w:r>
      <w:r w:rsidR="005B546A">
        <w:rPr>
          <w:b/>
          <w:sz w:val="20"/>
          <w:szCs w:val="20"/>
        </w:rPr>
        <w:t>termin</w:t>
      </w:r>
      <w:r w:rsidR="001B3F20" w:rsidRPr="001B3F20">
        <w:rPr>
          <w:rFonts w:eastAsia="Calibri" w:cs="Arial"/>
          <w:b/>
          <w:sz w:val="18"/>
          <w:szCs w:val="18"/>
          <w:lang w:eastAsia="en-US"/>
        </w:rPr>
        <w:t xml:space="preserve"> </w:t>
      </w:r>
      <w:r w:rsidR="001B3F20" w:rsidRPr="001B3F20">
        <w:rPr>
          <w:b/>
          <w:sz w:val="20"/>
          <w:szCs w:val="20"/>
        </w:rPr>
        <w:t xml:space="preserve"> </w:t>
      </w:r>
      <w:bookmarkStart w:id="3" w:name="_Hlk163474611"/>
      <w:r w:rsidR="001B3F20" w:rsidRPr="001B3F20">
        <w:rPr>
          <w:b/>
          <w:sz w:val="20"/>
          <w:szCs w:val="20"/>
        </w:rPr>
        <w:t>płatności za fakturę</w:t>
      </w:r>
      <w:r w:rsidR="001B3F20" w:rsidRPr="001B3F20">
        <w:rPr>
          <w:b/>
          <w:i/>
          <w:sz w:val="20"/>
          <w:szCs w:val="20"/>
        </w:rPr>
        <w:t xml:space="preserve"> </w:t>
      </w:r>
      <w:r w:rsidRPr="002F0A9C">
        <w:rPr>
          <w:b/>
          <w:i/>
          <w:sz w:val="20"/>
          <w:szCs w:val="20"/>
        </w:rPr>
        <w:t xml:space="preserve">( zaznaczyć oferowany </w:t>
      </w:r>
      <w:r w:rsidR="005B546A">
        <w:rPr>
          <w:b/>
          <w:i/>
          <w:sz w:val="20"/>
          <w:szCs w:val="20"/>
        </w:rPr>
        <w:t xml:space="preserve">termin </w:t>
      </w:r>
      <w:r w:rsidR="001B3F20">
        <w:rPr>
          <w:b/>
          <w:i/>
          <w:sz w:val="20"/>
          <w:szCs w:val="20"/>
        </w:rPr>
        <w:t xml:space="preserve">płatności </w:t>
      </w:r>
      <w:r w:rsidRPr="002F0A9C">
        <w:rPr>
          <w:b/>
          <w:i/>
          <w:sz w:val="20"/>
          <w:szCs w:val="20"/>
        </w:rPr>
        <w:t>):</w:t>
      </w:r>
    </w:p>
    <w:p w14:paraId="0ADBBD11" w14:textId="77777777" w:rsidR="005E231A" w:rsidRPr="002F0A9C" w:rsidRDefault="005E231A" w:rsidP="005E231A">
      <w:pPr>
        <w:ind w:left="426"/>
        <w:jc w:val="both"/>
        <w:rPr>
          <w:b/>
          <w:sz w:val="20"/>
          <w:szCs w:val="20"/>
        </w:rPr>
      </w:pPr>
    </w:p>
    <w:p w14:paraId="3E106339" w14:textId="78F3EF6D" w:rsidR="002F0A9C" w:rsidRPr="001B3F20" w:rsidRDefault="005B546A" w:rsidP="002F0A9C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</w:t>
      </w:r>
      <w:r w:rsidR="001B3F20">
        <w:rPr>
          <w:b/>
          <w:bCs/>
          <w:sz w:val="20"/>
          <w:szCs w:val="20"/>
        </w:rPr>
        <w:t>14</w:t>
      </w:r>
      <w:r>
        <w:rPr>
          <w:b/>
          <w:bCs/>
          <w:sz w:val="20"/>
          <w:szCs w:val="20"/>
        </w:rPr>
        <w:t xml:space="preserve"> dni</w:t>
      </w:r>
      <w:r w:rsidRPr="005B546A">
        <w:rPr>
          <w:rFonts w:cs="Arial"/>
          <w:sz w:val="20"/>
          <w:szCs w:val="20"/>
          <w:lang w:eastAsia="en-US"/>
        </w:rPr>
        <w:t xml:space="preserve"> </w:t>
      </w:r>
    </w:p>
    <w:p w14:paraId="0444D568" w14:textId="77777777" w:rsidR="001B3F20" w:rsidRPr="002F0A9C" w:rsidRDefault="001B3F20" w:rsidP="001B3F20">
      <w:pPr>
        <w:ind w:left="786"/>
        <w:jc w:val="both"/>
        <w:rPr>
          <w:b/>
          <w:bCs/>
          <w:sz w:val="20"/>
          <w:szCs w:val="20"/>
        </w:rPr>
      </w:pPr>
    </w:p>
    <w:p w14:paraId="15BB485E" w14:textId="2D6B693E" w:rsidR="002F0A9C" w:rsidRPr="002F0A9C" w:rsidRDefault="005B546A" w:rsidP="002F0A9C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</w:t>
      </w:r>
      <w:r w:rsidR="001B3F20">
        <w:rPr>
          <w:b/>
          <w:bCs/>
          <w:sz w:val="20"/>
          <w:szCs w:val="20"/>
        </w:rPr>
        <w:t xml:space="preserve">30 </w:t>
      </w:r>
      <w:r>
        <w:rPr>
          <w:b/>
          <w:bCs/>
          <w:sz w:val="20"/>
          <w:szCs w:val="20"/>
        </w:rPr>
        <w:t xml:space="preserve">dni </w:t>
      </w:r>
    </w:p>
    <w:bookmarkEnd w:id="3"/>
    <w:p w14:paraId="4CD3FCA3" w14:textId="77777777" w:rsidR="002F0A9C" w:rsidRPr="002F0A9C" w:rsidRDefault="002F0A9C" w:rsidP="002F0A9C">
      <w:pPr>
        <w:jc w:val="both"/>
        <w:rPr>
          <w:b/>
          <w:bCs/>
          <w:sz w:val="20"/>
          <w:szCs w:val="20"/>
        </w:rPr>
      </w:pPr>
    </w:p>
    <w:p w14:paraId="7B8FE5C8" w14:textId="69AA0847" w:rsidR="002F0A9C" w:rsidRPr="002F0A9C" w:rsidRDefault="002F0A9C" w:rsidP="002F0A9C">
      <w:pPr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 (słownie : ……………………………..………………………………………</w:t>
      </w:r>
      <w:r w:rsidR="005B546A">
        <w:rPr>
          <w:b/>
          <w:sz w:val="20"/>
          <w:szCs w:val="20"/>
        </w:rPr>
        <w:t>…….</w:t>
      </w:r>
      <w:r w:rsidRPr="002F0A9C">
        <w:rPr>
          <w:b/>
          <w:sz w:val="20"/>
          <w:szCs w:val="20"/>
        </w:rPr>
        <w:t>………………………..</w:t>
      </w:r>
      <w:r w:rsidR="005B546A">
        <w:rPr>
          <w:b/>
          <w:sz w:val="20"/>
          <w:szCs w:val="20"/>
        </w:rPr>
        <w:t xml:space="preserve"> dni</w:t>
      </w:r>
      <w:r w:rsidRPr="002F0A9C">
        <w:rPr>
          <w:b/>
          <w:sz w:val="20"/>
          <w:szCs w:val="20"/>
        </w:rPr>
        <w:t>)</w:t>
      </w:r>
    </w:p>
    <w:p w14:paraId="3E817494" w14:textId="17885A11" w:rsidR="00FA60DA" w:rsidRPr="00792C76" w:rsidRDefault="00792C76" w:rsidP="00792C76">
      <w:pPr>
        <w:jc w:val="both"/>
        <w:rPr>
          <w:rFonts w:cs="Arial"/>
          <w:bCs/>
          <w:i/>
          <w:iCs/>
          <w:sz w:val="20"/>
          <w:szCs w:val="20"/>
        </w:rPr>
      </w:pPr>
      <w:r w:rsidRPr="00E534EC">
        <w:rPr>
          <w:rFonts w:cs="Arial"/>
          <w:bCs/>
          <w:i/>
          <w:iCs/>
          <w:sz w:val="20"/>
          <w:szCs w:val="20"/>
        </w:rPr>
        <w:t xml:space="preserve">            </w:t>
      </w:r>
      <w:r w:rsidR="00FA60DA">
        <w:rPr>
          <w:b/>
          <w:sz w:val="20"/>
          <w:szCs w:val="20"/>
        </w:rPr>
        <w:t xml:space="preserve">                                                                                                       </w:t>
      </w:r>
    </w:p>
    <w:p w14:paraId="64FEA509" w14:textId="77777777" w:rsidR="004E0261" w:rsidRPr="004E0261" w:rsidRDefault="004E0261" w:rsidP="004E0261">
      <w:pPr>
        <w:keepNext/>
        <w:spacing w:before="120" w:after="120" w:line="276" w:lineRule="auto"/>
        <w:jc w:val="both"/>
        <w:outlineLvl w:val="3"/>
        <w:rPr>
          <w:rFonts w:cs="Arial"/>
          <w:b/>
          <w:bCs/>
          <w:color w:val="FF0000"/>
          <w:sz w:val="22"/>
          <w:szCs w:val="22"/>
        </w:rPr>
      </w:pPr>
      <w:r w:rsidRPr="004E0261">
        <w:rPr>
          <w:rFonts w:cs="Arial"/>
          <w:b/>
          <w:bCs/>
          <w:color w:val="FF0000"/>
          <w:sz w:val="22"/>
          <w:szCs w:val="22"/>
        </w:rPr>
        <w:t>CZII: ZAKUP MONITORA</w:t>
      </w:r>
    </w:p>
    <w:p w14:paraId="030473D0" w14:textId="77777777" w:rsidR="009F2FDA" w:rsidRPr="00F44244" w:rsidRDefault="009F2FDA" w:rsidP="009F2FDA">
      <w:pPr>
        <w:jc w:val="both"/>
        <w:rPr>
          <w:b/>
          <w:sz w:val="22"/>
          <w:szCs w:val="22"/>
        </w:rPr>
      </w:pPr>
    </w:p>
    <w:p w14:paraId="5CDBB792" w14:textId="77777777" w:rsidR="009F2FDA" w:rsidRPr="0083612C" w:rsidRDefault="009F2FDA" w:rsidP="009F2FDA">
      <w:pPr>
        <w:ind w:left="284" w:hanging="284"/>
        <w:jc w:val="both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A. Oferujemy wykonanie w/w przedmiotu zamówienia za cenę brutto</w:t>
      </w:r>
      <w:r>
        <w:rPr>
          <w:b/>
          <w:sz w:val="20"/>
          <w:szCs w:val="20"/>
        </w:rPr>
        <w:t xml:space="preserve"> razem</w:t>
      </w:r>
      <w:r w:rsidRPr="0083612C">
        <w:rPr>
          <w:b/>
          <w:sz w:val="20"/>
          <w:szCs w:val="20"/>
        </w:rPr>
        <w:t>:</w:t>
      </w:r>
    </w:p>
    <w:p w14:paraId="741E410B" w14:textId="77777777" w:rsidR="009F2FDA" w:rsidRPr="0083612C" w:rsidRDefault="009F2FDA" w:rsidP="009F2FDA">
      <w:pPr>
        <w:spacing w:after="100"/>
        <w:ind w:firstLine="357"/>
        <w:jc w:val="both"/>
        <w:rPr>
          <w:b/>
          <w:sz w:val="20"/>
          <w:szCs w:val="20"/>
        </w:rPr>
      </w:pPr>
    </w:p>
    <w:p w14:paraId="47B22E25" w14:textId="1C90C224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CENA BRUTTO</w:t>
      </w:r>
      <w:r>
        <w:rPr>
          <w:b/>
          <w:sz w:val="20"/>
          <w:szCs w:val="20"/>
        </w:rPr>
        <w:t xml:space="preserve"> RAZEM </w:t>
      </w:r>
      <w:r w:rsidRPr="0083612C">
        <w:rPr>
          <w:b/>
          <w:sz w:val="20"/>
          <w:szCs w:val="20"/>
        </w:rPr>
        <w:t xml:space="preserve">:                                                                                      </w:t>
      </w:r>
      <w:r>
        <w:rPr>
          <w:b/>
          <w:sz w:val="20"/>
          <w:szCs w:val="20"/>
        </w:rPr>
        <w:t xml:space="preserve">           </w:t>
      </w:r>
      <w:r w:rsidR="005B546A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</w:t>
      </w:r>
      <w:r w:rsidRPr="0083612C">
        <w:rPr>
          <w:b/>
          <w:sz w:val="20"/>
          <w:szCs w:val="20"/>
        </w:rPr>
        <w:t xml:space="preserve">zł                                                                                                          </w:t>
      </w:r>
    </w:p>
    <w:p w14:paraId="19A111B1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</w:p>
    <w:p w14:paraId="53307B62" w14:textId="3ED1A511" w:rsidR="009F2FDA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słownie: </w:t>
      </w:r>
      <w:r>
        <w:rPr>
          <w:b/>
          <w:sz w:val="20"/>
          <w:szCs w:val="20"/>
        </w:rPr>
        <w:t>………………………………………………………………………………………………………... zł</w:t>
      </w:r>
      <w:r w:rsidRPr="0083612C">
        <w:rPr>
          <w:b/>
          <w:sz w:val="20"/>
          <w:szCs w:val="20"/>
        </w:rPr>
        <w:t xml:space="preserve">    </w:t>
      </w:r>
    </w:p>
    <w:p w14:paraId="05FA2E67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6B1BAAEC" w14:textId="77777777" w:rsidR="004E0261" w:rsidRPr="004E0261" w:rsidRDefault="002F0A9C" w:rsidP="004E0261">
      <w:pPr>
        <w:numPr>
          <w:ilvl w:val="0"/>
          <w:numId w:val="46"/>
        </w:numPr>
        <w:ind w:left="426" w:hanging="426"/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Oferujemy </w:t>
      </w:r>
      <w:r w:rsidR="005B546A" w:rsidRPr="005B546A">
        <w:rPr>
          <w:b/>
          <w:sz w:val="20"/>
          <w:szCs w:val="20"/>
        </w:rPr>
        <w:t xml:space="preserve">termin </w:t>
      </w:r>
      <w:r w:rsidR="004E0261" w:rsidRPr="001B3F20">
        <w:rPr>
          <w:b/>
          <w:sz w:val="20"/>
          <w:szCs w:val="20"/>
        </w:rPr>
        <w:t>płatności za fakturę</w:t>
      </w:r>
      <w:r w:rsidR="004E0261" w:rsidRPr="001B3F20">
        <w:rPr>
          <w:b/>
          <w:i/>
          <w:sz w:val="20"/>
          <w:szCs w:val="20"/>
        </w:rPr>
        <w:t xml:space="preserve"> </w:t>
      </w:r>
      <w:r w:rsidR="004E0261" w:rsidRPr="002F0A9C">
        <w:rPr>
          <w:b/>
          <w:i/>
          <w:sz w:val="20"/>
          <w:szCs w:val="20"/>
        </w:rPr>
        <w:t xml:space="preserve">( zaznaczyć oferowany </w:t>
      </w:r>
      <w:r w:rsidR="004E0261">
        <w:rPr>
          <w:b/>
          <w:i/>
          <w:sz w:val="20"/>
          <w:szCs w:val="20"/>
        </w:rPr>
        <w:t xml:space="preserve">termin płatności </w:t>
      </w:r>
      <w:r w:rsidR="004E0261" w:rsidRPr="002F0A9C">
        <w:rPr>
          <w:b/>
          <w:i/>
          <w:sz w:val="20"/>
          <w:szCs w:val="20"/>
        </w:rPr>
        <w:t>):</w:t>
      </w:r>
    </w:p>
    <w:p w14:paraId="1BDAE70E" w14:textId="77777777" w:rsidR="004E0261" w:rsidRPr="002F0A9C" w:rsidRDefault="004E0261" w:rsidP="004E0261">
      <w:pPr>
        <w:ind w:left="426"/>
        <w:jc w:val="both"/>
        <w:rPr>
          <w:b/>
          <w:sz w:val="20"/>
          <w:szCs w:val="20"/>
        </w:rPr>
      </w:pPr>
    </w:p>
    <w:p w14:paraId="1F7920EA" w14:textId="77777777" w:rsidR="004E0261" w:rsidRPr="001B3F20" w:rsidRDefault="004E0261" w:rsidP="004E0261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14 dni</w:t>
      </w:r>
      <w:r w:rsidRPr="005B546A">
        <w:rPr>
          <w:rFonts w:cs="Arial"/>
          <w:sz w:val="20"/>
          <w:szCs w:val="20"/>
          <w:lang w:eastAsia="en-US"/>
        </w:rPr>
        <w:t xml:space="preserve"> </w:t>
      </w:r>
    </w:p>
    <w:p w14:paraId="04F06A2F" w14:textId="77777777" w:rsidR="004E0261" w:rsidRPr="002F0A9C" w:rsidRDefault="004E0261" w:rsidP="004E0261">
      <w:pPr>
        <w:ind w:left="786"/>
        <w:jc w:val="both"/>
        <w:rPr>
          <w:b/>
          <w:bCs/>
          <w:sz w:val="20"/>
          <w:szCs w:val="20"/>
        </w:rPr>
      </w:pPr>
    </w:p>
    <w:p w14:paraId="162630E5" w14:textId="77777777" w:rsidR="004E0261" w:rsidRPr="002F0A9C" w:rsidRDefault="004E0261" w:rsidP="004E0261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30 dni </w:t>
      </w:r>
    </w:p>
    <w:p w14:paraId="5466EE1B" w14:textId="522E6DEC" w:rsidR="002F0A9C" w:rsidRPr="002F0A9C" w:rsidRDefault="002F0A9C" w:rsidP="004E0261">
      <w:pPr>
        <w:ind w:left="426"/>
        <w:jc w:val="both"/>
        <w:rPr>
          <w:b/>
          <w:bCs/>
          <w:sz w:val="20"/>
          <w:szCs w:val="20"/>
        </w:rPr>
      </w:pPr>
    </w:p>
    <w:p w14:paraId="0BC96B16" w14:textId="71BE3024" w:rsidR="002F0A9C" w:rsidRPr="002F0A9C" w:rsidRDefault="002F0A9C" w:rsidP="002F0A9C">
      <w:pPr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 (słownie : ……………………………..……………………………………………………………….. </w:t>
      </w:r>
      <w:r w:rsidR="005B546A">
        <w:rPr>
          <w:b/>
          <w:sz w:val="20"/>
          <w:szCs w:val="20"/>
        </w:rPr>
        <w:t>dni</w:t>
      </w:r>
      <w:r w:rsidRPr="002F0A9C">
        <w:rPr>
          <w:b/>
          <w:sz w:val="20"/>
          <w:szCs w:val="20"/>
        </w:rPr>
        <w:t>)</w:t>
      </w:r>
    </w:p>
    <w:p w14:paraId="42D6C342" w14:textId="3F10A6A8" w:rsidR="00E534EC" w:rsidRPr="002F0A9C" w:rsidRDefault="00792C76" w:rsidP="002F0A9C">
      <w:pPr>
        <w:jc w:val="both"/>
        <w:rPr>
          <w:rFonts w:cs="Arial"/>
          <w:bCs/>
          <w:i/>
          <w:iCs/>
          <w:sz w:val="20"/>
          <w:szCs w:val="20"/>
        </w:rPr>
      </w:pPr>
      <w:r w:rsidRPr="00E534EC">
        <w:rPr>
          <w:rFonts w:cs="Arial"/>
          <w:bCs/>
          <w:i/>
          <w:iCs/>
          <w:sz w:val="20"/>
          <w:szCs w:val="20"/>
        </w:rPr>
        <w:t xml:space="preserve">            </w:t>
      </w:r>
      <w:r w:rsidR="00A43EF9">
        <w:rPr>
          <w:b/>
          <w:sz w:val="20"/>
          <w:szCs w:val="20"/>
        </w:rPr>
        <w:t xml:space="preserve">                                                                                                     </w:t>
      </w:r>
      <w:r w:rsidR="00986808"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986808" w:rsidRPr="00FA60DA">
        <w:rPr>
          <w:b/>
          <w:color w:val="FF0000"/>
          <w:sz w:val="20"/>
          <w:szCs w:val="20"/>
        </w:rPr>
        <w:t xml:space="preserve">        </w:t>
      </w:r>
      <w:r w:rsidR="00986808"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="00E534EC" w:rsidRPr="00E534EC">
        <w:rPr>
          <w:rFonts w:cs="Arial"/>
          <w:bCs/>
          <w:i/>
          <w:iCs/>
          <w:sz w:val="20"/>
          <w:szCs w:val="20"/>
        </w:rPr>
        <w:t xml:space="preserve">            </w:t>
      </w:r>
    </w:p>
    <w:p w14:paraId="055FE021" w14:textId="51BE14E4" w:rsidR="00E534EC" w:rsidRPr="00E534EC" w:rsidRDefault="00E534EC" w:rsidP="00E534EC">
      <w:pPr>
        <w:jc w:val="both"/>
        <w:rPr>
          <w:rFonts w:cs="Arial"/>
          <w:bCs/>
          <w:i/>
          <w:iCs/>
          <w:sz w:val="20"/>
          <w:szCs w:val="20"/>
        </w:rPr>
      </w:pPr>
      <w:r>
        <w:rPr>
          <w:rFonts w:cs="Arial"/>
          <w:bCs/>
          <w:i/>
          <w:iCs/>
          <w:sz w:val="20"/>
          <w:szCs w:val="20"/>
        </w:rPr>
        <w:t xml:space="preserve">                         </w:t>
      </w:r>
      <w:r w:rsidRPr="00E534EC">
        <w:rPr>
          <w:rFonts w:cs="Arial"/>
          <w:bCs/>
          <w:i/>
          <w:iCs/>
          <w:sz w:val="20"/>
          <w:szCs w:val="20"/>
        </w:rPr>
        <w:t xml:space="preserve">  ( niepotrzebne skreślić - jeżeli oferta nie jest składana </w:t>
      </w:r>
      <w:r>
        <w:rPr>
          <w:rFonts w:cs="Arial"/>
          <w:bCs/>
          <w:i/>
          <w:iCs/>
          <w:sz w:val="20"/>
          <w:szCs w:val="20"/>
        </w:rPr>
        <w:t xml:space="preserve">na </w:t>
      </w:r>
      <w:r w:rsidRPr="00E534EC">
        <w:rPr>
          <w:rFonts w:cs="Arial"/>
          <w:bCs/>
          <w:i/>
          <w:iCs/>
          <w:sz w:val="20"/>
          <w:szCs w:val="20"/>
        </w:rPr>
        <w:t>wszystkie części)</w:t>
      </w:r>
    </w:p>
    <w:p w14:paraId="0C09E04B" w14:textId="47E5CB40" w:rsidR="00FA60DA" w:rsidRDefault="00FA60DA" w:rsidP="000C2176">
      <w:pPr>
        <w:jc w:val="both"/>
        <w:rPr>
          <w:rFonts w:cs="Arial"/>
          <w:bCs/>
          <w:sz w:val="20"/>
          <w:szCs w:val="20"/>
        </w:rPr>
      </w:pPr>
    </w:p>
    <w:p w14:paraId="6512E6F5" w14:textId="77777777" w:rsidR="00E534EC" w:rsidRDefault="00E534EC" w:rsidP="000C2176">
      <w:pPr>
        <w:jc w:val="both"/>
        <w:rPr>
          <w:rFonts w:cs="Arial"/>
          <w:bCs/>
          <w:sz w:val="20"/>
          <w:szCs w:val="20"/>
        </w:rPr>
      </w:pPr>
    </w:p>
    <w:p w14:paraId="295EA3A0" w14:textId="21394D80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487231B4" w14:textId="77777777" w:rsidR="00792C76" w:rsidRDefault="00792C76" w:rsidP="000C2176">
      <w:pPr>
        <w:jc w:val="both"/>
        <w:rPr>
          <w:rFonts w:cs="Arial"/>
          <w:bCs/>
          <w:sz w:val="20"/>
          <w:szCs w:val="20"/>
        </w:rPr>
      </w:pPr>
    </w:p>
    <w:p w14:paraId="0D1100F9" w14:textId="77777777" w:rsidR="00A43EF9" w:rsidRDefault="00A43EF9" w:rsidP="000C2176">
      <w:pPr>
        <w:jc w:val="both"/>
        <w:rPr>
          <w:rFonts w:cs="Arial"/>
          <w:bCs/>
          <w:sz w:val="20"/>
          <w:szCs w:val="20"/>
        </w:rPr>
      </w:pPr>
    </w:p>
    <w:p w14:paraId="63EB8A06" w14:textId="153E2B54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C2BAF2F" w14:textId="77777777" w:rsidR="00734C83" w:rsidRPr="005A7E1F" w:rsidRDefault="00734C83" w:rsidP="000C2176">
      <w:pPr>
        <w:jc w:val="both"/>
        <w:rPr>
          <w:rFonts w:cs="Arial"/>
          <w:bCs/>
          <w:sz w:val="20"/>
          <w:szCs w:val="20"/>
        </w:rPr>
      </w:pPr>
    </w:p>
    <w:p w14:paraId="62EDBADC" w14:textId="4F45E941" w:rsidR="00734C83" w:rsidRPr="00D46848" w:rsidRDefault="003934F9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EF4FA9">
        <w:rPr>
          <w:rFonts w:cs="Arial"/>
          <w:sz w:val="20"/>
          <w:szCs w:val="20"/>
        </w:rPr>
        <w:t>e szczegółowym opisem przedmiotu zamówienia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="00EF4FA9">
        <w:rPr>
          <w:rFonts w:cs="Arial"/>
          <w:sz w:val="20"/>
          <w:szCs w:val="20"/>
        </w:rPr>
        <w:t>.</w:t>
      </w:r>
    </w:p>
    <w:p w14:paraId="285E57F4" w14:textId="308698D6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1CBC07D" w14:textId="1B0ADD75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0C1BD6F2" w14:textId="6B9ECF6D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A2C694F" w14:textId="75AA488A" w:rsidR="00D46848" w:rsidRPr="008B01DF" w:rsidRDefault="000C2176" w:rsidP="008B01D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70ACED47" w14:textId="32682DC8" w:rsidR="00602CFD" w:rsidRDefault="000C2176" w:rsidP="00602CFD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9B852D2" w14:textId="77777777" w:rsidR="000C2176" w:rsidRDefault="000C2176" w:rsidP="00602CFD">
      <w:pPr>
        <w:numPr>
          <w:ilvl w:val="3"/>
          <w:numId w:val="25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bookmarkStart w:id="4" w:name="_Hlk104381177"/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866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1449"/>
        <w:gridCol w:w="2512"/>
        <w:gridCol w:w="2006"/>
        <w:gridCol w:w="2298"/>
      </w:tblGrid>
      <w:tr w:rsidR="002414C2" w:rsidRPr="007B1C9D" w14:paraId="14141CB8" w14:textId="77777777" w:rsidTr="002414C2">
        <w:trPr>
          <w:trHeight w:val="557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F4E2E43" w14:textId="77777777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551905D" w14:textId="77777777" w:rsidR="002414C2" w:rsidRPr="007B1C9D" w:rsidRDefault="002414C2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151C1954" w14:textId="77777777" w:rsidR="002414C2" w:rsidRPr="007B1C9D" w:rsidRDefault="002414C2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0467429F" w14:textId="77777777" w:rsidR="002414C2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  <w:p w14:paraId="30D2A41F" w14:textId="2B6CB4F7" w:rsidR="002414C2" w:rsidRPr="007B1C9D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>
              <w:rPr>
                <w:rFonts w:eastAsia="MS Mincho" w:cs="Arial"/>
                <w:b/>
                <w:sz w:val="18"/>
                <w:szCs w:val="18"/>
                <w:lang w:eastAsia="ar-SA"/>
              </w:rPr>
              <w:t>Numer części zamówienia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2046150" w14:textId="467926CF" w:rsidR="002414C2" w:rsidRPr="007B1C9D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1623F0" w14:textId="77777777" w:rsidR="002414C2" w:rsidRPr="007B1C9D" w:rsidRDefault="002414C2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6D7AFD" w14:textId="77777777" w:rsidR="002414C2" w:rsidRPr="007B1C9D" w:rsidRDefault="002414C2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14C2" w:rsidRPr="007B1C9D" w14:paraId="099645EE" w14:textId="77777777" w:rsidTr="002414C2">
        <w:trPr>
          <w:trHeight w:val="118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29E8C65" w14:textId="77777777" w:rsidR="002414C2" w:rsidRPr="000C2176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14:paraId="3EB992BD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7CD874" w14:textId="1BEF19B2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88CB36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E88DD8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14C2" w:rsidRPr="007B1C9D" w14:paraId="0C418C51" w14:textId="77777777" w:rsidTr="002414C2">
        <w:trPr>
          <w:trHeight w:val="444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56040" w14:textId="39B0F470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7CF4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5836" w14:textId="703F24AA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6C4BE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7E8C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14C2" w:rsidRPr="007B1C9D" w14:paraId="2FAB72AF" w14:textId="77777777" w:rsidTr="002414C2">
        <w:trPr>
          <w:trHeight w:val="423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0AF88" w14:textId="549E3B23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BBD7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BF69" w14:textId="46BC6565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DF22A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18FE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5B761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A08AC03" w14:textId="4E6FAE96" w:rsidR="005144B6" w:rsidRPr="00D46848" w:rsidRDefault="000C2176" w:rsidP="00602CFD">
      <w:pPr>
        <w:numPr>
          <w:ilvl w:val="3"/>
          <w:numId w:val="25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4"/>
    <w:p w14:paraId="2D62BDD1" w14:textId="706F9632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7BF94B0" w14:textId="77777777" w:rsidR="00602CFD" w:rsidRDefault="00602CFD" w:rsidP="000C2176">
      <w:pPr>
        <w:suppressAutoHyphens/>
        <w:jc w:val="both"/>
        <w:rPr>
          <w:rFonts w:cs="Arial"/>
          <w:sz w:val="20"/>
          <w:szCs w:val="20"/>
        </w:rPr>
      </w:pPr>
    </w:p>
    <w:p w14:paraId="1228E614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60F4B4E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3C8D876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B24FAA3" w14:textId="2FDC9160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497F1A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641F9852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B236226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077915EA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4A57C5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52F67367" w14:textId="77777777" w:rsidR="002F3FDF" w:rsidRPr="001572B0" w:rsidRDefault="002F3FDF" w:rsidP="001572B0">
      <w:pPr>
        <w:rPr>
          <w:rFonts w:cs="Arial"/>
          <w:sz w:val="20"/>
          <w:szCs w:val="20"/>
        </w:rPr>
      </w:pPr>
    </w:p>
    <w:p w14:paraId="2F59153E" w14:textId="6D82E6E4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</w:t>
      </w:r>
    </w:p>
    <w:p w14:paraId="2CBACC05" w14:textId="7A563A66" w:rsidR="00410401" w:rsidRPr="00A43EF9" w:rsidRDefault="00E8370B" w:rsidP="00A43EF9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D46848">
        <w:rPr>
          <w:rFonts w:cs="Arial"/>
          <w:sz w:val="20"/>
          <w:szCs w:val="20"/>
        </w:rPr>
        <w:t xml:space="preserve">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E4C68A1" w14:textId="2C3E7E04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74752296" w14:textId="77777777" w:rsidR="00792C76" w:rsidRDefault="00792C76" w:rsidP="00E8370B">
      <w:pPr>
        <w:pStyle w:val="Akapitzlist"/>
        <w:rPr>
          <w:rFonts w:cs="Arial"/>
          <w:b/>
          <w:sz w:val="20"/>
          <w:szCs w:val="20"/>
        </w:rPr>
      </w:pPr>
    </w:p>
    <w:p w14:paraId="0711D7AF" w14:textId="7DAE5A79" w:rsidR="000C2176" w:rsidRPr="00A43EF9" w:rsidRDefault="000C2176" w:rsidP="00A43EF9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3E4A4F03" w14:textId="77777777" w:rsidR="00D56745" w:rsidRDefault="00D56745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28C183C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A9075" w14:textId="2FD0F803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3B596F06" w14:textId="77777777" w:rsidR="002414C2" w:rsidRDefault="002414C2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D26A6C5" w14:textId="77777777" w:rsidR="002729C6" w:rsidRDefault="002729C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C867DAA" w14:textId="77777777" w:rsidR="002729C6" w:rsidRDefault="002729C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8DC76CF" w14:textId="77777777" w:rsidR="004E0261" w:rsidRDefault="004E0261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BCD050B" w14:textId="77777777" w:rsidR="002729C6" w:rsidRDefault="002729C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5D4D0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04E37A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3B9D40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7B0768D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664D82E0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6A2C0F0" w14:textId="77777777" w:rsidR="00704485" w:rsidRPr="00930251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6CD090C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184FEB9B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3A707800" w14:textId="380EBFF5" w:rsidR="000C2176" w:rsidRPr="00D46848" w:rsidRDefault="000C2176" w:rsidP="00D46848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7B86A3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48CEE3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40C78D6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D84781E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4E00F096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51A9498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7C3467D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973F6E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0D3354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1AF1A2A" w14:textId="49404CA3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2C8E527" w14:textId="300BDE23" w:rsidR="00410401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255BDCE" w14:textId="77777777" w:rsidR="00410401" w:rsidRPr="004B1992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458B9A6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17AEE611" w14:textId="7C14E91F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41040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C615ED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660D6" w14:textId="77777777" w:rsidR="00C615ED" w:rsidRDefault="00C615ED">
      <w:r>
        <w:separator/>
      </w:r>
    </w:p>
  </w:endnote>
  <w:endnote w:type="continuationSeparator" w:id="0">
    <w:p w14:paraId="305B0B24" w14:textId="77777777" w:rsidR="00C615ED" w:rsidRDefault="00C6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06D43" w14:textId="77777777" w:rsidR="00C615ED" w:rsidRDefault="00C615ED">
      <w:bookmarkStart w:id="0" w:name="_Hlk136513104"/>
      <w:bookmarkEnd w:id="0"/>
      <w:r>
        <w:separator/>
      </w:r>
    </w:p>
  </w:footnote>
  <w:footnote w:type="continuationSeparator" w:id="0">
    <w:p w14:paraId="6DD88A3A" w14:textId="77777777" w:rsidR="00C615ED" w:rsidRDefault="00C6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3D15" w14:textId="07B98722" w:rsidR="007B2500" w:rsidRDefault="007B2500" w:rsidP="00C909B9">
    <w:pPr>
      <w:pStyle w:val="Nagwek"/>
    </w:pPr>
  </w:p>
  <w:p w14:paraId="7381E4D6" w14:textId="353C007E" w:rsidR="00FB306E" w:rsidRDefault="00FB306E" w:rsidP="00FB306E">
    <w:pPr>
      <w:pStyle w:val="Nagwek"/>
      <w:jc w:val="center"/>
      <w:rPr>
        <w:noProof/>
      </w:rPr>
    </w:pPr>
  </w:p>
  <w:p w14:paraId="45E6AC61" w14:textId="36CA0283" w:rsidR="00FB306E" w:rsidRPr="00C909B9" w:rsidRDefault="00FB306E" w:rsidP="002F0A9C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72BAE"/>
    <w:multiLevelType w:val="hybridMultilevel"/>
    <w:tmpl w:val="D6D07F58"/>
    <w:lvl w:ilvl="0" w:tplc="B5B8C66C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0E674D0"/>
    <w:multiLevelType w:val="hybridMultilevel"/>
    <w:tmpl w:val="210C291E"/>
    <w:lvl w:ilvl="0" w:tplc="45123B9C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907E6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C25D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37914CE"/>
    <w:multiLevelType w:val="hybridMultilevel"/>
    <w:tmpl w:val="D0700C12"/>
    <w:lvl w:ilvl="0" w:tplc="48F078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37A0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0CD3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72E558E"/>
    <w:multiLevelType w:val="multilevel"/>
    <w:tmpl w:val="66A400A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195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666C8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80389"/>
    <w:multiLevelType w:val="hybridMultilevel"/>
    <w:tmpl w:val="155A795E"/>
    <w:lvl w:ilvl="0" w:tplc="8EAA972A">
      <w:start w:val="1"/>
      <w:numFmt w:val="decimal"/>
      <w:lvlText w:val="%1."/>
      <w:lvlJc w:val="left"/>
      <w:pPr>
        <w:ind w:left="546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8" w15:restartNumberingAfterBreak="0">
    <w:nsid w:val="331747EF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B5B46"/>
    <w:multiLevelType w:val="hybridMultilevel"/>
    <w:tmpl w:val="46883A16"/>
    <w:lvl w:ilvl="0" w:tplc="371216B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F2DE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152A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20B3B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3133E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B48BF"/>
    <w:multiLevelType w:val="hybridMultilevel"/>
    <w:tmpl w:val="DE02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73082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924E9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75A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83D697B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75789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F3924"/>
    <w:multiLevelType w:val="hybridMultilevel"/>
    <w:tmpl w:val="C6AC5872"/>
    <w:lvl w:ilvl="0" w:tplc="85D6E95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77DCF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4316BC5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8" w15:restartNumberingAfterBreak="0">
    <w:nsid w:val="6A5F02BD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0" w15:restartNumberingAfterBreak="0">
    <w:nsid w:val="6EE34100"/>
    <w:multiLevelType w:val="hybridMultilevel"/>
    <w:tmpl w:val="46883A16"/>
    <w:lvl w:ilvl="0" w:tplc="FFFFFFFF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F3191"/>
    <w:multiLevelType w:val="hybridMultilevel"/>
    <w:tmpl w:val="8382BA72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D524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4B62BE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526F5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445DA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450032">
    <w:abstractNumId w:val="9"/>
  </w:num>
  <w:num w:numId="2" w16cid:durableId="1676574314">
    <w:abstractNumId w:val="7"/>
  </w:num>
  <w:num w:numId="3" w16cid:durableId="246161166">
    <w:abstractNumId w:val="4"/>
  </w:num>
  <w:num w:numId="4" w16cid:durableId="1345523088">
    <w:abstractNumId w:val="2"/>
  </w:num>
  <w:num w:numId="5" w16cid:durableId="221331394">
    <w:abstractNumId w:val="20"/>
  </w:num>
  <w:num w:numId="6" w16cid:durableId="890847029">
    <w:abstractNumId w:val="37"/>
  </w:num>
  <w:num w:numId="7" w16cid:durableId="1031999541">
    <w:abstractNumId w:val="0"/>
  </w:num>
  <w:num w:numId="8" w16cid:durableId="266233431">
    <w:abstractNumId w:val="21"/>
  </w:num>
  <w:num w:numId="9" w16cid:durableId="131018149">
    <w:abstractNumId w:val="6"/>
  </w:num>
  <w:num w:numId="10" w16cid:durableId="437528325">
    <w:abstractNumId w:val="1"/>
  </w:num>
  <w:num w:numId="11" w16cid:durableId="1076318351">
    <w:abstractNumId w:val="29"/>
  </w:num>
  <w:num w:numId="12" w16cid:durableId="214321936">
    <w:abstractNumId w:val="35"/>
  </w:num>
  <w:num w:numId="13" w16cid:durableId="1860389388">
    <w:abstractNumId w:val="27"/>
  </w:num>
  <w:num w:numId="14" w16cid:durableId="944271125">
    <w:abstractNumId w:val="24"/>
  </w:num>
  <w:num w:numId="15" w16cid:durableId="47191652">
    <w:abstractNumId w:val="28"/>
  </w:num>
  <w:num w:numId="16" w16cid:durableId="1471292081">
    <w:abstractNumId w:val="30"/>
  </w:num>
  <w:num w:numId="17" w16cid:durableId="990519570">
    <w:abstractNumId w:val="39"/>
  </w:num>
  <w:num w:numId="18" w16cid:durableId="1246963079">
    <w:abstractNumId w:val="14"/>
  </w:num>
  <w:num w:numId="19" w16cid:durableId="862784664">
    <w:abstractNumId w:val="12"/>
  </w:num>
  <w:num w:numId="20" w16cid:durableId="1776827820">
    <w:abstractNumId w:val="17"/>
  </w:num>
  <w:num w:numId="21" w16cid:durableId="491260302">
    <w:abstractNumId w:val="33"/>
  </w:num>
  <w:num w:numId="22" w16cid:durableId="1654095734">
    <w:abstractNumId w:val="26"/>
  </w:num>
  <w:num w:numId="23" w16cid:durableId="1349605154">
    <w:abstractNumId w:val="41"/>
  </w:num>
  <w:num w:numId="24" w16cid:durableId="916943490">
    <w:abstractNumId w:val="11"/>
  </w:num>
  <w:num w:numId="25" w16cid:durableId="1145272405">
    <w:abstractNumId w:val="34"/>
  </w:num>
  <w:num w:numId="26" w16cid:durableId="1683193722">
    <w:abstractNumId w:val="13"/>
  </w:num>
  <w:num w:numId="27" w16cid:durableId="1854218920">
    <w:abstractNumId w:val="32"/>
  </w:num>
  <w:num w:numId="28" w16cid:durableId="901135349">
    <w:abstractNumId w:val="36"/>
  </w:num>
  <w:num w:numId="29" w16cid:durableId="861212368">
    <w:abstractNumId w:val="38"/>
  </w:num>
  <w:num w:numId="30" w16cid:durableId="1386949667">
    <w:abstractNumId w:val="16"/>
  </w:num>
  <w:num w:numId="31" w16cid:durableId="725568571">
    <w:abstractNumId w:val="23"/>
  </w:num>
  <w:num w:numId="32" w16cid:durableId="2121872791">
    <w:abstractNumId w:val="22"/>
  </w:num>
  <w:num w:numId="33" w16cid:durableId="670764706">
    <w:abstractNumId w:val="10"/>
  </w:num>
  <w:num w:numId="34" w16cid:durableId="2042631111">
    <w:abstractNumId w:val="45"/>
  </w:num>
  <w:num w:numId="35" w16cid:durableId="44913027">
    <w:abstractNumId w:val="42"/>
  </w:num>
  <w:num w:numId="36" w16cid:durableId="1911648501">
    <w:abstractNumId w:val="31"/>
  </w:num>
  <w:num w:numId="37" w16cid:durableId="1652831515">
    <w:abstractNumId w:val="25"/>
  </w:num>
  <w:num w:numId="38" w16cid:durableId="1706327696">
    <w:abstractNumId w:val="19"/>
  </w:num>
  <w:num w:numId="39" w16cid:durableId="1297220674">
    <w:abstractNumId w:val="40"/>
  </w:num>
  <w:num w:numId="40" w16cid:durableId="1826240486">
    <w:abstractNumId w:val="43"/>
  </w:num>
  <w:num w:numId="41" w16cid:durableId="1552692301">
    <w:abstractNumId w:val="18"/>
  </w:num>
  <w:num w:numId="42" w16cid:durableId="211498516">
    <w:abstractNumId w:val="3"/>
  </w:num>
  <w:num w:numId="43" w16cid:durableId="1085493398">
    <w:abstractNumId w:val="44"/>
  </w:num>
  <w:num w:numId="44" w16cid:durableId="24255972">
    <w:abstractNumId w:val="15"/>
  </w:num>
  <w:num w:numId="45" w16cid:durableId="754739837">
    <w:abstractNumId w:val="8"/>
  </w:num>
  <w:num w:numId="46" w16cid:durableId="1425109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B4ACF"/>
    <w:rsid w:val="000C2176"/>
    <w:rsid w:val="000D283C"/>
    <w:rsid w:val="000D283E"/>
    <w:rsid w:val="00100DBB"/>
    <w:rsid w:val="00101AD3"/>
    <w:rsid w:val="00112B3D"/>
    <w:rsid w:val="00124D4A"/>
    <w:rsid w:val="00130B23"/>
    <w:rsid w:val="001413F0"/>
    <w:rsid w:val="001467B2"/>
    <w:rsid w:val="001534E4"/>
    <w:rsid w:val="001572B0"/>
    <w:rsid w:val="001B210F"/>
    <w:rsid w:val="001B3F20"/>
    <w:rsid w:val="001B77FC"/>
    <w:rsid w:val="001C7ACF"/>
    <w:rsid w:val="00240B82"/>
    <w:rsid w:val="002414C2"/>
    <w:rsid w:val="00241C1F"/>
    <w:rsid w:val="002425AE"/>
    <w:rsid w:val="00260693"/>
    <w:rsid w:val="002729C6"/>
    <w:rsid w:val="002A5DC7"/>
    <w:rsid w:val="002A6B66"/>
    <w:rsid w:val="002C6347"/>
    <w:rsid w:val="002F0A9C"/>
    <w:rsid w:val="002F3FDF"/>
    <w:rsid w:val="00313244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0401"/>
    <w:rsid w:val="00413806"/>
    <w:rsid w:val="00414478"/>
    <w:rsid w:val="00425FF8"/>
    <w:rsid w:val="004268CB"/>
    <w:rsid w:val="004861BD"/>
    <w:rsid w:val="00492BD3"/>
    <w:rsid w:val="004B70BD"/>
    <w:rsid w:val="004E0261"/>
    <w:rsid w:val="004E377B"/>
    <w:rsid w:val="00502EAF"/>
    <w:rsid w:val="005144B6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B5249"/>
    <w:rsid w:val="005B546A"/>
    <w:rsid w:val="005C6D87"/>
    <w:rsid w:val="005E1CE6"/>
    <w:rsid w:val="005E231A"/>
    <w:rsid w:val="005F636A"/>
    <w:rsid w:val="00602CFD"/>
    <w:rsid w:val="00605E80"/>
    <w:rsid w:val="00622781"/>
    <w:rsid w:val="006379C4"/>
    <w:rsid w:val="00640BFF"/>
    <w:rsid w:val="00671F91"/>
    <w:rsid w:val="0069621B"/>
    <w:rsid w:val="006F209E"/>
    <w:rsid w:val="00704485"/>
    <w:rsid w:val="00727F94"/>
    <w:rsid w:val="007337EB"/>
    <w:rsid w:val="00734C83"/>
    <w:rsid w:val="00745D18"/>
    <w:rsid w:val="007706DF"/>
    <w:rsid w:val="00776530"/>
    <w:rsid w:val="00786160"/>
    <w:rsid w:val="00791E8E"/>
    <w:rsid w:val="00792C76"/>
    <w:rsid w:val="007A0109"/>
    <w:rsid w:val="007B2500"/>
    <w:rsid w:val="007B7E0B"/>
    <w:rsid w:val="007C4CF7"/>
    <w:rsid w:val="007D61D6"/>
    <w:rsid w:val="007E1B19"/>
    <w:rsid w:val="007F00A6"/>
    <w:rsid w:val="007F3623"/>
    <w:rsid w:val="00827311"/>
    <w:rsid w:val="00834BB4"/>
    <w:rsid w:val="00835187"/>
    <w:rsid w:val="0083612C"/>
    <w:rsid w:val="00856E3A"/>
    <w:rsid w:val="008945D9"/>
    <w:rsid w:val="008A2728"/>
    <w:rsid w:val="008B01DF"/>
    <w:rsid w:val="008B7A20"/>
    <w:rsid w:val="008C0260"/>
    <w:rsid w:val="009248B3"/>
    <w:rsid w:val="009523F9"/>
    <w:rsid w:val="00964610"/>
    <w:rsid w:val="00986808"/>
    <w:rsid w:val="009A1C2E"/>
    <w:rsid w:val="009B5F2A"/>
    <w:rsid w:val="009D71C1"/>
    <w:rsid w:val="009E6376"/>
    <w:rsid w:val="009F2CF0"/>
    <w:rsid w:val="009F2FDA"/>
    <w:rsid w:val="00A04690"/>
    <w:rsid w:val="00A05831"/>
    <w:rsid w:val="00A40DD3"/>
    <w:rsid w:val="00A43EF9"/>
    <w:rsid w:val="00A82B09"/>
    <w:rsid w:val="00A8311B"/>
    <w:rsid w:val="00AC2755"/>
    <w:rsid w:val="00B01F08"/>
    <w:rsid w:val="00B16E8F"/>
    <w:rsid w:val="00B30401"/>
    <w:rsid w:val="00B432D9"/>
    <w:rsid w:val="00B6637D"/>
    <w:rsid w:val="00B81819"/>
    <w:rsid w:val="00BB76D0"/>
    <w:rsid w:val="00BC363C"/>
    <w:rsid w:val="00BF1314"/>
    <w:rsid w:val="00C615ED"/>
    <w:rsid w:val="00C62C24"/>
    <w:rsid w:val="00C635B6"/>
    <w:rsid w:val="00C74595"/>
    <w:rsid w:val="00C909B9"/>
    <w:rsid w:val="00C97F8E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48"/>
    <w:rsid w:val="00D46867"/>
    <w:rsid w:val="00D526F3"/>
    <w:rsid w:val="00D56745"/>
    <w:rsid w:val="00D63A7D"/>
    <w:rsid w:val="00D82F3D"/>
    <w:rsid w:val="00DC733E"/>
    <w:rsid w:val="00DF57BE"/>
    <w:rsid w:val="00E06500"/>
    <w:rsid w:val="00E07AA9"/>
    <w:rsid w:val="00E2298C"/>
    <w:rsid w:val="00E353C1"/>
    <w:rsid w:val="00E534EC"/>
    <w:rsid w:val="00E57060"/>
    <w:rsid w:val="00E8370B"/>
    <w:rsid w:val="00E87616"/>
    <w:rsid w:val="00E92047"/>
    <w:rsid w:val="00EA5C16"/>
    <w:rsid w:val="00EE10DE"/>
    <w:rsid w:val="00EE5E35"/>
    <w:rsid w:val="00EF000D"/>
    <w:rsid w:val="00EF4FA9"/>
    <w:rsid w:val="00F545A3"/>
    <w:rsid w:val="00F74332"/>
    <w:rsid w:val="00F75DF3"/>
    <w:rsid w:val="00F907EF"/>
    <w:rsid w:val="00F91BD5"/>
    <w:rsid w:val="00FA2C29"/>
    <w:rsid w:val="00FA60DA"/>
    <w:rsid w:val="00FB306E"/>
    <w:rsid w:val="00FB5706"/>
    <w:rsid w:val="00FC368A"/>
    <w:rsid w:val="00FE0F9C"/>
    <w:rsid w:val="00FE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1FE8D74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2CF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67</TotalTime>
  <Pages>4</Pages>
  <Words>1069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12</cp:revision>
  <cp:lastPrinted>2021-04-07T10:36:00Z</cp:lastPrinted>
  <dcterms:created xsi:type="dcterms:W3CDTF">2022-05-25T12:31:00Z</dcterms:created>
  <dcterms:modified xsi:type="dcterms:W3CDTF">2024-04-08T11:23:00Z</dcterms:modified>
</cp:coreProperties>
</file>