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7C6" w:rsidRDefault="009F27C6">
      <w:pPr>
        <w:rPr>
          <w:rFonts w:cs="Tahoma"/>
          <w:sz w:val="24"/>
          <w:szCs w:val="24"/>
        </w:rPr>
      </w:pPr>
    </w:p>
    <w:p w:rsidR="009F27C6" w:rsidRDefault="009F27C6">
      <w:pPr>
        <w:rPr>
          <w:rFonts w:cs="Tahoma"/>
          <w:sz w:val="24"/>
          <w:szCs w:val="24"/>
        </w:rPr>
      </w:pPr>
    </w:p>
    <w:p w:rsidR="009F27C6" w:rsidRDefault="009F27C6">
      <w:pPr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................................................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................................................ </w:t>
      </w:r>
    </w:p>
    <w:p w:rsidR="009F27C6" w:rsidRDefault="009F27C6">
      <w:r>
        <w:t xml:space="preserve">    (Nazwa i adres Wykonawcy)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(miejscowość i data)</w:t>
      </w:r>
    </w:p>
    <w:p w:rsidR="009F27C6" w:rsidRDefault="009F27C6"/>
    <w:p w:rsidR="009F27C6" w:rsidRDefault="009F27C6">
      <w:pPr>
        <w:rPr>
          <w:rFonts w:cs="Tahoma"/>
          <w:sz w:val="24"/>
          <w:szCs w:val="24"/>
        </w:rPr>
      </w:pPr>
    </w:p>
    <w:p w:rsidR="009F27C6" w:rsidRDefault="009F27C6">
      <w:pPr>
        <w:rPr>
          <w:rFonts w:cs="Tahoma"/>
          <w:sz w:val="24"/>
          <w:szCs w:val="24"/>
        </w:rPr>
      </w:pPr>
    </w:p>
    <w:p w:rsidR="009F27C6" w:rsidRDefault="009F27C6">
      <w:pPr>
        <w:rPr>
          <w:rFonts w:cs="Tahoma"/>
          <w:sz w:val="24"/>
          <w:szCs w:val="24"/>
        </w:rPr>
      </w:pPr>
    </w:p>
    <w:p w:rsidR="009F27C6" w:rsidRDefault="009F27C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Wykaz osób,</w:t>
      </w:r>
    </w:p>
    <w:p w:rsidR="009F27C6" w:rsidRDefault="009F27C6">
      <w:pPr>
        <w:jc w:val="center"/>
        <w:rPr>
          <w:sz w:val="24"/>
          <w:szCs w:val="24"/>
        </w:rPr>
      </w:pPr>
      <w:r>
        <w:rPr>
          <w:sz w:val="24"/>
          <w:szCs w:val="24"/>
        </w:rPr>
        <w:t>które będą uczestniczyć w wykonywaniu zamówienia spełniających wymagania określone              w specyfikacji warunków zamówienia</w:t>
      </w:r>
    </w:p>
    <w:p w:rsidR="009F27C6" w:rsidRDefault="009F27C6">
      <w:pPr>
        <w:rPr>
          <w:rFonts w:cs="Tahoma"/>
          <w:sz w:val="24"/>
          <w:szCs w:val="24"/>
        </w:rPr>
      </w:pPr>
    </w:p>
    <w:tbl>
      <w:tblPr>
        <w:tblW w:w="927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1"/>
        <w:gridCol w:w="1277"/>
        <w:gridCol w:w="1674"/>
        <w:gridCol w:w="1372"/>
        <w:gridCol w:w="1491"/>
        <w:gridCol w:w="1755"/>
        <w:gridCol w:w="1170"/>
      </w:tblGrid>
      <w:tr w:rsidR="009F27C6">
        <w:trPr>
          <w:trHeight w:val="368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27C6" w:rsidRDefault="009F27C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27C6" w:rsidRDefault="009F27C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                     i nazwisko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27C6" w:rsidRDefault="009F27C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pracy (oddział)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Podstawa  zatrudnienia (umowa o pracę/ umowa zlecenie)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27C6" w:rsidRDefault="009F27C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Wymiar czasu pracy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27C6" w:rsidRDefault="009F27C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Okres obowiązywania umowy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7C6" w:rsidRDefault="009F27C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Kwota brutto umowy</w:t>
            </w:r>
          </w:p>
        </w:tc>
      </w:tr>
      <w:tr w:rsidR="009F27C6">
        <w:trPr>
          <w:trHeight w:val="581"/>
        </w:trPr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674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</w:tr>
      <w:tr w:rsidR="009F27C6">
        <w:trPr>
          <w:trHeight w:val="581"/>
        </w:trPr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674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</w:tr>
      <w:tr w:rsidR="009F27C6">
        <w:trPr>
          <w:trHeight w:val="581"/>
        </w:trPr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674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</w:tr>
      <w:tr w:rsidR="009F27C6">
        <w:trPr>
          <w:trHeight w:val="581"/>
        </w:trPr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674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</w:tr>
      <w:tr w:rsidR="009F27C6">
        <w:trPr>
          <w:trHeight w:val="581"/>
        </w:trPr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674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</w:tr>
      <w:tr w:rsidR="009F27C6">
        <w:trPr>
          <w:trHeight w:val="581"/>
        </w:trPr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674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</w:tr>
      <w:tr w:rsidR="009F27C6">
        <w:trPr>
          <w:trHeight w:val="581"/>
        </w:trPr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674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</w:tr>
      <w:tr w:rsidR="009F27C6">
        <w:trPr>
          <w:trHeight w:val="58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</w:tr>
      <w:tr w:rsidR="009F27C6">
        <w:trPr>
          <w:trHeight w:val="58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  <w:p w:rsidR="009F27C6" w:rsidRDefault="009F27C6">
            <w:pPr>
              <w:widowControl w:val="0"/>
              <w:rPr>
                <w:rFonts w:cs="Tahoma"/>
                <w:sz w:val="24"/>
                <w:szCs w:val="24"/>
              </w:rPr>
            </w:pPr>
          </w:p>
        </w:tc>
      </w:tr>
    </w:tbl>
    <w:p w:rsidR="009F27C6" w:rsidRDefault="009F27C6">
      <w:pPr>
        <w:rPr>
          <w:rFonts w:cs="Tahoma"/>
          <w:sz w:val="24"/>
          <w:szCs w:val="24"/>
        </w:rPr>
      </w:pPr>
    </w:p>
    <w:p w:rsidR="009F27C6" w:rsidRDefault="009F27C6">
      <w:pPr>
        <w:jc w:val="both"/>
        <w:rPr>
          <w:rFonts w:cs="Tahoma"/>
          <w:sz w:val="24"/>
          <w:szCs w:val="24"/>
        </w:rPr>
      </w:pPr>
    </w:p>
    <w:p w:rsidR="009F27C6" w:rsidRDefault="009F27C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zastrzega możliwość wglądu do w/w umów w okresie obowiązywania umowy. </w:t>
      </w:r>
    </w:p>
    <w:p w:rsidR="009F27C6" w:rsidRDefault="009F27C6">
      <w:pPr>
        <w:jc w:val="both"/>
        <w:rPr>
          <w:sz w:val="24"/>
          <w:szCs w:val="24"/>
        </w:rPr>
      </w:pPr>
    </w:p>
    <w:p w:rsidR="009F27C6" w:rsidRDefault="009F27C6">
      <w:pPr>
        <w:jc w:val="both"/>
        <w:rPr>
          <w:sz w:val="24"/>
          <w:szCs w:val="24"/>
        </w:rPr>
      </w:pPr>
    </w:p>
    <w:p w:rsidR="009F27C6" w:rsidRDefault="009F27C6">
      <w:pPr>
        <w:jc w:val="both"/>
        <w:rPr>
          <w:sz w:val="24"/>
          <w:szCs w:val="24"/>
        </w:rPr>
      </w:pPr>
    </w:p>
    <w:p w:rsidR="009F27C6" w:rsidRDefault="009F27C6">
      <w:pPr>
        <w:rPr>
          <w:rFonts w:cs="Tahoma"/>
          <w:sz w:val="24"/>
          <w:szCs w:val="24"/>
        </w:rPr>
      </w:pPr>
    </w:p>
    <w:p w:rsidR="009F27C6" w:rsidRDefault="009F27C6">
      <w:pPr>
        <w:ind w:left="5245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</w:p>
    <w:p w:rsidR="009F27C6" w:rsidRDefault="009F27C6">
      <w:pPr>
        <w:ind w:left="5245"/>
      </w:pPr>
      <w:r>
        <w:t xml:space="preserve">         (Podpis Wykonawcy)</w:t>
      </w:r>
    </w:p>
    <w:p w:rsidR="009F27C6" w:rsidRDefault="009F27C6">
      <w:pPr>
        <w:rPr>
          <w:rFonts w:cs="Tahoma"/>
        </w:rPr>
      </w:pPr>
    </w:p>
    <w:p w:rsidR="009F27C6" w:rsidRDefault="009F27C6">
      <w:pPr>
        <w:rPr>
          <w:rFonts w:cs="Tahoma"/>
        </w:rPr>
      </w:pPr>
    </w:p>
    <w:p w:rsidR="009F27C6" w:rsidRDefault="009F27C6">
      <w:pPr>
        <w:rPr>
          <w:rFonts w:cs="Tahoma"/>
        </w:rPr>
      </w:pPr>
    </w:p>
    <w:sectPr w:rsidR="009F27C6" w:rsidSect="00B1452E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7C6" w:rsidRDefault="009F27C6" w:rsidP="00B1452E">
      <w:pPr>
        <w:rPr>
          <w:rFonts w:cs="Tahoma"/>
        </w:rPr>
      </w:pPr>
      <w:r>
        <w:rPr>
          <w:rFonts w:cs="Tahoma"/>
        </w:rPr>
        <w:separator/>
      </w:r>
    </w:p>
  </w:endnote>
  <w:endnote w:type="continuationSeparator" w:id="0">
    <w:p w:rsidR="009F27C6" w:rsidRDefault="009F27C6" w:rsidP="00B1452E">
      <w:pPr>
        <w:rPr>
          <w:rFonts w:cs="Tahoma"/>
        </w:rPr>
      </w:pPr>
      <w:r>
        <w:rPr>
          <w:rFonts w:cs="Tahoma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7C6" w:rsidRDefault="009F27C6" w:rsidP="00B1452E">
      <w:pPr>
        <w:rPr>
          <w:rFonts w:cs="Tahoma"/>
        </w:rPr>
      </w:pPr>
      <w:r>
        <w:rPr>
          <w:rFonts w:cs="Tahoma"/>
        </w:rPr>
        <w:separator/>
      </w:r>
    </w:p>
  </w:footnote>
  <w:footnote w:type="continuationSeparator" w:id="0">
    <w:p w:rsidR="009F27C6" w:rsidRDefault="009F27C6" w:rsidP="00B1452E">
      <w:pPr>
        <w:rPr>
          <w:rFonts w:cs="Tahoma"/>
        </w:rPr>
      </w:pPr>
      <w:r>
        <w:rPr>
          <w:rFonts w:cs="Tahoma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7C6" w:rsidRDefault="009F27C6">
    <w:pPr>
      <w:pStyle w:val="Header"/>
      <w:tabs>
        <w:tab w:val="clear" w:pos="4536"/>
      </w:tabs>
    </w:pPr>
    <w:r>
      <w:t>Znak sprawy: 167-PN-23</w:t>
    </w:r>
    <w:r>
      <w:tab/>
      <w:t>Załącznik nr 9 d SWZ</w:t>
    </w:r>
  </w:p>
  <w:p w:rsidR="009F27C6" w:rsidRDefault="009F27C6">
    <w:pPr>
      <w:pStyle w:val="Header"/>
    </w:pPr>
    <w:r>
      <w:rPr>
        <w:rFonts w:cs="Tahoma"/>
      </w:rPr>
      <w:tab/>
    </w:r>
    <w:r>
      <w:rPr>
        <w:rFonts w:cs="Tahoma"/>
      </w:rPr>
      <w:tab/>
    </w:r>
    <w:r>
      <w:t>Wykaz osób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452E"/>
    <w:rsid w:val="00325643"/>
    <w:rsid w:val="009F27C6"/>
    <w:rsid w:val="00B1452E"/>
    <w:rsid w:val="00C6602B"/>
    <w:rsid w:val="00DC4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ahoma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52E"/>
    <w:pPr>
      <w:suppressAutoHyphens/>
    </w:pPr>
    <w:rPr>
      <w:rFonts w:eastAsia="Times New Roman" w:cs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locked/>
    <w:rsid w:val="00B1452E"/>
    <w:rPr>
      <w:rFonts w:eastAsia="Times New Roman"/>
      <w:sz w:val="20"/>
      <w:szCs w:val="20"/>
      <w:lang w:eastAsia="ar-SA" w:bidi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1452E"/>
    <w:rPr>
      <w:rFonts w:eastAsia="Times New Roman"/>
      <w:sz w:val="20"/>
      <w:szCs w:val="20"/>
      <w:lang w:eastAsia="ar-SA" w:bidi="ar-SA"/>
    </w:rPr>
  </w:style>
  <w:style w:type="paragraph" w:styleId="Header">
    <w:name w:val="header"/>
    <w:basedOn w:val="Normal"/>
    <w:next w:val="BodyText"/>
    <w:link w:val="HeaderChar"/>
    <w:uiPriority w:val="99"/>
    <w:rsid w:val="00B1452E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rsid w:val="00DD562C"/>
    <w:rPr>
      <w:rFonts w:eastAsia="Times New Roman" w:cs="Times New Roman"/>
      <w:sz w:val="20"/>
      <w:szCs w:val="20"/>
      <w:lang w:eastAsia="ar-SA"/>
    </w:rPr>
  </w:style>
  <w:style w:type="paragraph" w:styleId="BodyText">
    <w:name w:val="Body Text"/>
    <w:basedOn w:val="Normal"/>
    <w:link w:val="BodyTextChar"/>
    <w:uiPriority w:val="99"/>
    <w:rsid w:val="00B1452E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D562C"/>
    <w:rPr>
      <w:rFonts w:eastAsia="Times New Roman" w:cs="Times New Roman"/>
      <w:sz w:val="20"/>
      <w:szCs w:val="20"/>
      <w:lang w:eastAsia="ar-SA"/>
    </w:rPr>
  </w:style>
  <w:style w:type="paragraph" w:styleId="List">
    <w:name w:val="List"/>
    <w:basedOn w:val="BodyText"/>
    <w:uiPriority w:val="99"/>
    <w:rsid w:val="00B1452E"/>
  </w:style>
  <w:style w:type="paragraph" w:styleId="Caption">
    <w:name w:val="caption"/>
    <w:basedOn w:val="Normal"/>
    <w:uiPriority w:val="99"/>
    <w:qFormat/>
    <w:rsid w:val="00B1452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B1452E"/>
    <w:pPr>
      <w:suppressLineNumbers/>
    </w:pPr>
  </w:style>
  <w:style w:type="paragraph" w:customStyle="1" w:styleId="Gwkaistopka">
    <w:name w:val="Główka i stopka"/>
    <w:basedOn w:val="Normal"/>
    <w:uiPriority w:val="99"/>
    <w:rsid w:val="00B1452E"/>
  </w:style>
  <w:style w:type="paragraph" w:styleId="Footer">
    <w:name w:val="footer"/>
    <w:basedOn w:val="Normal"/>
    <w:link w:val="FooterChar"/>
    <w:uiPriority w:val="99"/>
    <w:rsid w:val="00B1452E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DD562C"/>
    <w:rPr>
      <w:rFonts w:eastAsia="Times New Roman" w:cs="Times New Roman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B1452E"/>
    <w:pPr>
      <w:ind w:left="720"/>
    </w:pPr>
  </w:style>
  <w:style w:type="paragraph" w:customStyle="1" w:styleId="Zawartotabeli">
    <w:name w:val="Zawartość tabeli"/>
    <w:basedOn w:val="Normal"/>
    <w:uiPriority w:val="99"/>
    <w:rsid w:val="00B1452E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B1452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1542</TotalTime>
  <Pages>1</Pages>
  <Words>102</Words>
  <Characters>616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EK</cp:lastModifiedBy>
  <cp:revision>8</cp:revision>
  <dcterms:created xsi:type="dcterms:W3CDTF">2021-12-16T09:18:00Z</dcterms:created>
  <dcterms:modified xsi:type="dcterms:W3CDTF">2023-10-11T09:26:00Z</dcterms:modified>
</cp:coreProperties>
</file>