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0D" w:rsidRPr="00F3030D" w:rsidRDefault="00F3030D" w:rsidP="00F3030D">
      <w:pPr>
        <w:spacing w:after="0" w:line="480" w:lineRule="auto"/>
        <w:ind w:left="5246" w:firstLine="70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</w:t>
      </w:r>
      <w:r w:rsidRPr="00F3030D">
        <w:rPr>
          <w:rFonts w:ascii="Arial" w:hAnsi="Arial" w:cs="Arial"/>
          <w:i/>
          <w:sz w:val="21"/>
          <w:szCs w:val="21"/>
        </w:rPr>
        <w:t xml:space="preserve">Załącznik nr </w:t>
      </w:r>
      <w:r w:rsidR="009F3F79">
        <w:rPr>
          <w:rFonts w:ascii="Arial" w:hAnsi="Arial" w:cs="Arial"/>
          <w:i/>
          <w:sz w:val="21"/>
          <w:szCs w:val="21"/>
        </w:rPr>
        <w:t>8 do SWZ</w:t>
      </w:r>
    </w:p>
    <w:p w:rsidR="00F3030D" w:rsidRPr="00A22DCF" w:rsidRDefault="00F3030D" w:rsidP="00F3030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21"/>
          <w:szCs w:val="21"/>
        </w:rPr>
      </w:pPr>
      <w:r w:rsidRPr="00F3030D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</w:rPr>
      </w:pPr>
      <w:r w:rsidRPr="00F3030D">
        <w:rPr>
          <w:rFonts w:ascii="Arial" w:hAnsi="Arial" w:cs="Arial"/>
          <w:b/>
          <w:i/>
        </w:rPr>
        <w:t xml:space="preserve">     ul. Północna 42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16"/>
          <w:szCs w:val="16"/>
        </w:rPr>
      </w:pPr>
      <w:r w:rsidRPr="00F3030D">
        <w:rPr>
          <w:rFonts w:ascii="Arial" w:hAnsi="Arial" w:cs="Arial"/>
          <w:b/>
          <w:i/>
        </w:rPr>
        <w:t xml:space="preserve">      91- 425 Łódź</w:t>
      </w:r>
    </w:p>
    <w:p w:rsidR="00F3030D" w:rsidRPr="00A22DCF" w:rsidRDefault="00F3030D" w:rsidP="00F303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F3030D" w:rsidRPr="00262D61" w:rsidRDefault="00F3030D" w:rsidP="00F303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3030D" w:rsidRPr="00A22DCF" w:rsidRDefault="00F3030D" w:rsidP="00F3030D">
      <w:pPr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after="120" w:line="360" w:lineRule="auto"/>
        <w:rPr>
          <w:rFonts w:ascii="Arial" w:hAnsi="Arial" w:cs="Arial"/>
          <w:b/>
          <w:u w:val="single"/>
        </w:rPr>
      </w:pP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3030D" w:rsidRPr="00A22DCF" w:rsidRDefault="00F3030D" w:rsidP="00F3030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F3030D" w:rsidRPr="00262D61" w:rsidRDefault="00F3030D" w:rsidP="00F3030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3030D" w:rsidRPr="00A22DCF" w:rsidRDefault="00F3030D" w:rsidP="00F3030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F3D77" w:rsidRPr="002F3D77">
        <w:rPr>
          <w:rFonts w:ascii="Arial" w:hAnsi="Arial" w:cs="Arial"/>
          <w:b/>
          <w:i/>
          <w:sz w:val="21"/>
          <w:szCs w:val="21"/>
        </w:rPr>
        <w:t xml:space="preserve">Dostawa </w:t>
      </w:r>
      <w:r w:rsidR="009F3F79">
        <w:rPr>
          <w:rFonts w:ascii="Arial" w:hAnsi="Arial" w:cs="Arial"/>
          <w:b/>
          <w:i/>
          <w:sz w:val="21"/>
          <w:szCs w:val="21"/>
        </w:rPr>
        <w:t>sprzętu komputerowego, drukującego i oprogramowania biurowego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F3030D">
        <w:rPr>
          <w:rFonts w:ascii="Arial" w:hAnsi="Arial" w:cs="Arial"/>
          <w:b/>
          <w:i/>
          <w:sz w:val="21"/>
          <w:szCs w:val="21"/>
        </w:rPr>
        <w:t xml:space="preserve">SP ZOZ MSWiA w Łodzi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F3030D" w:rsidRDefault="00F3030D" w:rsidP="00F3030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3030D" w:rsidRPr="001448FB" w:rsidRDefault="00F3030D" w:rsidP="00F3030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3030D" w:rsidRPr="004B00A9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F3030D" w:rsidRPr="00EE7725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F3030D" w:rsidRPr="00272C31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3030D" w:rsidRPr="00DD59F0" w:rsidRDefault="00F3030D" w:rsidP="00F3030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3030D" w:rsidRPr="00E31C06" w:rsidRDefault="00F3030D" w:rsidP="00F303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706D8B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E24AD0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F3030D" w:rsidRPr="00CF09B7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F3030D" w:rsidRPr="004D7E48" w:rsidRDefault="00F3030D" w:rsidP="00F303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30D" w:rsidRPr="00B15FD3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3030D" w:rsidRDefault="00F3030D" w:rsidP="00F303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F3030D" w:rsidRPr="00DE447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F3030D" w:rsidRP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:rsidR="00F3030D" w:rsidRDefault="00F3030D" w:rsidP="00F3030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3030D" w:rsidRPr="002E0E61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Pr="00A22DCF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3030D" w:rsidRPr="00520F90" w:rsidRDefault="00F3030D" w:rsidP="00F303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E224B" w:rsidRDefault="001E224B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Pr="00A22DCF" w:rsidRDefault="004835DC" w:rsidP="004835D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4835DC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ul. Północna 42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91-425 Łódź</w:t>
      </w:r>
    </w:p>
    <w:p w:rsidR="004835DC" w:rsidRPr="00A22DCF" w:rsidRDefault="004835DC" w:rsidP="004835D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35DC" w:rsidRPr="00262D61" w:rsidRDefault="004835DC" w:rsidP="004835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35DC" w:rsidRPr="00A22DCF" w:rsidRDefault="004835DC" w:rsidP="004835DC">
      <w:pPr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4835DC" w:rsidRPr="0059454A" w:rsidRDefault="004835DC" w:rsidP="004835D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835DC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Pr="00A22DCF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F3D77" w:rsidRPr="002F3D77">
        <w:rPr>
          <w:rFonts w:ascii="Arial" w:hAnsi="Arial" w:cs="Arial"/>
          <w:b/>
          <w:sz w:val="21"/>
          <w:szCs w:val="21"/>
        </w:rPr>
        <w:t xml:space="preserve">Dostawa </w:t>
      </w:r>
      <w:r w:rsidR="009F3F79">
        <w:rPr>
          <w:rFonts w:ascii="Arial" w:hAnsi="Arial" w:cs="Arial"/>
          <w:b/>
          <w:sz w:val="21"/>
          <w:szCs w:val="21"/>
        </w:rPr>
        <w:t>sprzętu komputerowego, drukującego i oprogramowania biurowego</w:t>
      </w:r>
      <w:bookmarkStart w:id="6" w:name="_GoBack"/>
      <w:bookmarkEnd w:id="6"/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4835DC">
        <w:rPr>
          <w:rFonts w:ascii="Arial" w:hAnsi="Arial" w:cs="Arial"/>
          <w:b/>
          <w:sz w:val="21"/>
          <w:szCs w:val="21"/>
        </w:rPr>
        <w:t>SP ZOZ MSWiA w Łodzi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Pr="001563C8" w:rsidRDefault="004835DC" w:rsidP="004835D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835DC" w:rsidRPr="004B00A9" w:rsidRDefault="004835DC" w:rsidP="004835DC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835DC" w:rsidRPr="00EE7725" w:rsidRDefault="004835DC" w:rsidP="004835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4835DC" w:rsidRDefault="004835DC" w:rsidP="004835D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4835DC" w:rsidRPr="008124A1" w:rsidRDefault="004835DC" w:rsidP="004835DC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8B2F45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4835DC" w:rsidRPr="00481AB6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4835DC" w:rsidRPr="00190D6E" w:rsidRDefault="004835DC" w:rsidP="004835D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835DC" w:rsidRDefault="004835DC" w:rsidP="004835D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AA336E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Pr="00A22DCF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35DC" w:rsidRPr="00A345E9" w:rsidRDefault="004835DC" w:rsidP="004835D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835DC" w:rsidRDefault="004835DC"/>
    <w:sectPr w:rsidR="004835D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0D" w:rsidRDefault="00F3030D" w:rsidP="00F3030D">
      <w:pPr>
        <w:spacing w:after="0" w:line="240" w:lineRule="auto"/>
      </w:pPr>
      <w:r>
        <w:separator/>
      </w:r>
    </w:p>
  </w:endnote>
  <w:end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0D" w:rsidRDefault="00F3030D" w:rsidP="00F3030D">
      <w:pPr>
        <w:spacing w:after="0" w:line="240" w:lineRule="auto"/>
      </w:pPr>
      <w:r>
        <w:separator/>
      </w:r>
    </w:p>
  </w:footnote>
  <w:foot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footnote>
  <w:footnote w:id="1"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30D" w:rsidRPr="00761CEB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35DC" w:rsidRPr="00896587" w:rsidRDefault="004835DC" w:rsidP="004835D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38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0D"/>
    <w:rsid w:val="001E224B"/>
    <w:rsid w:val="002F3D77"/>
    <w:rsid w:val="003A1D71"/>
    <w:rsid w:val="003B0DB3"/>
    <w:rsid w:val="004835DC"/>
    <w:rsid w:val="009F3F79"/>
    <w:rsid w:val="00F3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511C"/>
  <w15:chartTrackingRefBased/>
  <w15:docId w15:val="{EEA31F52-B1FB-44C8-ACA6-FEBB676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0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030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030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30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5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5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2022-05-23T10:06:00Z</dcterms:created>
  <dcterms:modified xsi:type="dcterms:W3CDTF">2023-05-09T10:15:00Z</dcterms:modified>
</cp:coreProperties>
</file>