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566751C4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24637A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7224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56A016A5" w:rsidR="000678C2" w:rsidRPr="000678C2" w:rsidRDefault="0024637A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24637A">
        <w:rPr>
          <w:rFonts w:ascii="Arial" w:hAnsi="Arial" w:cs="Arial"/>
          <w:b/>
          <w:bCs/>
          <w:sz w:val="20"/>
          <w:szCs w:val="20"/>
        </w:rPr>
        <w:t>Budowa infrastruktury turystycznej w Debrznie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4FC3BCB3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</w:t>
      </w:r>
      <w:r w:rsidR="00973726" w:rsidRPr="00973726">
        <w:rPr>
          <w:rFonts w:ascii="Arial" w:eastAsia="Times New Roman" w:hAnsi="Arial" w:cs="Arial"/>
          <w:b/>
          <w:sz w:val="20"/>
          <w:szCs w:val="20"/>
          <w:lang w:eastAsia="pl-PL"/>
        </w:rPr>
        <w:t>t.j. Dz. U. z 2024 r. poz. 594)</w:t>
      </w:r>
      <w:r w:rsidR="0097372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54FB5F2C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</w:t>
      </w:r>
      <w:r w:rsidR="00973726" w:rsidRPr="00973726">
        <w:rPr>
          <w:rFonts w:ascii="Arial" w:eastAsia="Times New Roman" w:hAnsi="Arial" w:cs="Arial"/>
          <w:b/>
          <w:sz w:val="20"/>
          <w:szCs w:val="20"/>
          <w:lang w:eastAsia="pl-PL"/>
        </w:rPr>
        <w:t>(t.j. Dz. U. z 2024 r. poz. 594)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1D76D" w14:textId="77777777" w:rsidR="002A77C2" w:rsidRDefault="002A77C2">
      <w:r>
        <w:separator/>
      </w:r>
    </w:p>
  </w:endnote>
  <w:endnote w:type="continuationSeparator" w:id="0">
    <w:p w14:paraId="0540B018" w14:textId="77777777" w:rsidR="002A77C2" w:rsidRDefault="002A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A1DB1" w14:textId="77777777" w:rsidR="002A77C2" w:rsidRDefault="002A77C2">
      <w:r>
        <w:separator/>
      </w:r>
    </w:p>
  </w:footnote>
  <w:footnote w:type="continuationSeparator" w:id="0">
    <w:p w14:paraId="0946BB91" w14:textId="77777777" w:rsidR="002A77C2" w:rsidRDefault="002A7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09935220">
    <w:abstractNumId w:val="3"/>
  </w:num>
  <w:num w:numId="2" w16cid:durableId="1785885392">
    <w:abstractNumId w:val="4"/>
  </w:num>
  <w:num w:numId="3" w16cid:durableId="1081411735">
    <w:abstractNumId w:val="0"/>
  </w:num>
  <w:num w:numId="4" w16cid:durableId="1809660377">
    <w:abstractNumId w:val="2"/>
  </w:num>
  <w:num w:numId="5" w16cid:durableId="1180313860">
    <w:abstractNumId w:val="5"/>
  </w:num>
  <w:num w:numId="6" w16cid:durableId="1153913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4637A"/>
    <w:rsid w:val="002641BA"/>
    <w:rsid w:val="00280DA7"/>
    <w:rsid w:val="002834D2"/>
    <w:rsid w:val="002928B9"/>
    <w:rsid w:val="002A77C2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72240"/>
    <w:rsid w:val="0039749C"/>
    <w:rsid w:val="003A6568"/>
    <w:rsid w:val="003C162C"/>
    <w:rsid w:val="003C3D87"/>
    <w:rsid w:val="003C54D4"/>
    <w:rsid w:val="003D5D8A"/>
    <w:rsid w:val="003E136C"/>
    <w:rsid w:val="003E683C"/>
    <w:rsid w:val="004012FA"/>
    <w:rsid w:val="004066B9"/>
    <w:rsid w:val="00413FAD"/>
    <w:rsid w:val="004211AE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52B4B"/>
    <w:rsid w:val="00563CD9"/>
    <w:rsid w:val="00567B1C"/>
    <w:rsid w:val="00576D09"/>
    <w:rsid w:val="005804F8"/>
    <w:rsid w:val="00591198"/>
    <w:rsid w:val="00597019"/>
    <w:rsid w:val="005B5C1C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5388E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3726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1497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2020-01-10T11:07:00Z</cp:lastPrinted>
  <dcterms:created xsi:type="dcterms:W3CDTF">2021-05-02T20:10:00Z</dcterms:created>
  <dcterms:modified xsi:type="dcterms:W3CDTF">2024-05-24T06:24:00Z</dcterms:modified>
</cp:coreProperties>
</file>