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ACD1E" w14:textId="77777777" w:rsidR="00572705" w:rsidRDefault="00572705" w:rsidP="000C2176">
      <w:pPr>
        <w:spacing w:line="23" w:lineRule="atLeast"/>
        <w:rPr>
          <w:rFonts w:cs="Arial"/>
          <w:sz w:val="20"/>
          <w:szCs w:val="20"/>
        </w:rPr>
      </w:pPr>
    </w:p>
    <w:p w14:paraId="59F2856F" w14:textId="77777777" w:rsidR="00572705" w:rsidRDefault="00572705" w:rsidP="000C2176">
      <w:pPr>
        <w:spacing w:line="23" w:lineRule="atLeast"/>
        <w:rPr>
          <w:rFonts w:cs="Arial"/>
          <w:sz w:val="20"/>
          <w:szCs w:val="20"/>
        </w:rPr>
      </w:pPr>
    </w:p>
    <w:p w14:paraId="3DCAFB12" w14:textId="1261E03E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AD0651">
        <w:rPr>
          <w:rFonts w:cs="Arial"/>
          <w:sz w:val="20"/>
          <w:szCs w:val="20"/>
        </w:rPr>
        <w:t>25</w:t>
      </w:r>
      <w:r w:rsidR="00313244" w:rsidRPr="008E30F8">
        <w:rPr>
          <w:rFonts w:cs="Arial"/>
          <w:sz w:val="20"/>
          <w:szCs w:val="20"/>
        </w:rPr>
        <w:t>.202</w:t>
      </w:r>
      <w:r w:rsidR="00641AAA">
        <w:rPr>
          <w:rFonts w:cs="Arial"/>
          <w:sz w:val="20"/>
          <w:szCs w:val="20"/>
        </w:rPr>
        <w:t>3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763D418B" w14:textId="20AF6688" w:rsidR="001C76F2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4526C1E2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0D1ED1F7" w14:textId="77777777" w:rsidR="001078C5" w:rsidRDefault="007425EB" w:rsidP="001078C5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72705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 w:rsidRPr="00572705">
        <w:rPr>
          <w:rFonts w:ascii="Arial" w:hAnsi="Arial" w:cs="Arial"/>
          <w:b w:val="0"/>
          <w:bCs w:val="0"/>
          <w:sz w:val="20"/>
          <w:szCs w:val="20"/>
        </w:rPr>
        <w:t>roboty budowlane pn.:</w:t>
      </w:r>
      <w:r w:rsidR="00F40744" w:rsidRPr="00572705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bookmarkStart w:id="0" w:name="_Hlk66370529"/>
    </w:p>
    <w:p w14:paraId="4CFF99B6" w14:textId="77777777" w:rsidR="00AD0651" w:rsidRPr="00342AB2" w:rsidRDefault="00AD0651" w:rsidP="00AD0651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  <w:r w:rsidRPr="00342AB2">
        <w:rPr>
          <w:rFonts w:cs="Arial"/>
          <w:b/>
          <w:sz w:val="22"/>
          <w:szCs w:val="22"/>
        </w:rPr>
        <w:t>Rozbudowa drogi powiatowej nr 2625G w miejscowości Małe Chełmy z podziałem na części</w:t>
      </w:r>
      <w:r>
        <w:rPr>
          <w:rFonts w:cs="Arial"/>
          <w:b/>
          <w:sz w:val="22"/>
          <w:szCs w:val="22"/>
        </w:rPr>
        <w:t xml:space="preserve">: </w:t>
      </w:r>
    </w:p>
    <w:p w14:paraId="04B8B376" w14:textId="77777777" w:rsidR="00AD0651" w:rsidRPr="00342AB2" w:rsidRDefault="00AD0651" w:rsidP="00AD0651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  <w:r w:rsidRPr="00342AB2">
        <w:rPr>
          <w:rFonts w:cs="Arial"/>
          <w:b/>
          <w:sz w:val="22"/>
          <w:szCs w:val="22"/>
        </w:rPr>
        <w:t>Część nr 1. Rozbudowa drogi powiatowej nr 2625G w miejscowości Małe Chełmy – branża drogowa</w:t>
      </w:r>
      <w:r>
        <w:rPr>
          <w:rFonts w:cs="Arial"/>
          <w:b/>
          <w:sz w:val="22"/>
          <w:szCs w:val="22"/>
        </w:rPr>
        <w:t>.</w:t>
      </w:r>
    </w:p>
    <w:p w14:paraId="3CC96F43" w14:textId="77777777" w:rsidR="00AD0651" w:rsidRPr="00342AB2" w:rsidRDefault="00AD0651" w:rsidP="00AD0651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  <w:r w:rsidRPr="00342AB2">
        <w:rPr>
          <w:rFonts w:cs="Arial"/>
          <w:b/>
          <w:sz w:val="22"/>
          <w:szCs w:val="22"/>
        </w:rPr>
        <w:t>Część nr 2. Rozbudowa drogi powiatowej nr 2625G w miejscowości Małe Chełmy – branża sanitarna</w:t>
      </w:r>
    </w:p>
    <w:p w14:paraId="27686B73" w14:textId="44FE386C" w:rsidR="00572705" w:rsidRPr="00572705" w:rsidRDefault="00343075" w:rsidP="00572705">
      <w:pPr>
        <w:rPr>
          <w:lang w:eastAsia="en-US"/>
        </w:rPr>
      </w:pPr>
      <w:r>
        <w:rPr>
          <w:rFonts w:cs="Arial"/>
          <w:i/>
          <w:sz w:val="20"/>
          <w:szCs w:val="20"/>
        </w:rPr>
        <w:t xml:space="preserve">                    </w:t>
      </w:r>
      <w:r w:rsidRPr="006B101D">
        <w:rPr>
          <w:rFonts w:cs="Arial"/>
          <w:i/>
          <w:sz w:val="20"/>
          <w:szCs w:val="20"/>
        </w:rPr>
        <w:t>(niepotrzebne skreślić - jeśli oferta nie jest składana na wszystkie części zamówienia)</w:t>
      </w:r>
    </w:p>
    <w:p w14:paraId="3A320618" w14:textId="1F56B7CC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603D7">
        <w:rPr>
          <w:rFonts w:cs="Arial"/>
          <w:b/>
          <w:sz w:val="20"/>
          <w:szCs w:val="20"/>
        </w:rPr>
        <w:t>ryczałtową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5CD5D8B6" w14:textId="77777777" w:rsidR="001C1E4A" w:rsidRDefault="001C1E4A" w:rsidP="001C1E4A">
      <w:pPr>
        <w:tabs>
          <w:tab w:val="left" w:pos="426"/>
        </w:tabs>
        <w:ind w:left="2880"/>
        <w:jc w:val="both"/>
        <w:rPr>
          <w:rFonts w:cs="Arial"/>
          <w:b/>
          <w:sz w:val="20"/>
          <w:szCs w:val="20"/>
        </w:rPr>
      </w:pP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44C41EB0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375B3640" w14:textId="64AEBCC6" w:rsidR="00927B48" w:rsidRPr="00641AAA" w:rsidRDefault="00927B48" w:rsidP="00641AAA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5E5BF852" w14:textId="0FD1BEFA" w:rsidR="00927B48" w:rsidRPr="00641AAA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1FF88EF5" w14:textId="5F73F5B9" w:rsidR="00641AAA" w:rsidRPr="0088402C" w:rsidRDefault="00927B48" w:rsidP="0088402C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bookmarkEnd w:id="0"/>
    <w:p w14:paraId="2D13F7EA" w14:textId="77777777" w:rsidR="00AD0651" w:rsidRPr="00342AB2" w:rsidRDefault="00AD0651" w:rsidP="00AD0651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  <w:r w:rsidRPr="00342AB2">
        <w:rPr>
          <w:rFonts w:cs="Arial"/>
          <w:b/>
          <w:sz w:val="22"/>
          <w:szCs w:val="22"/>
        </w:rPr>
        <w:lastRenderedPageBreak/>
        <w:t>Część nr 2. Rozbudowa drogi powiatowej nr 2625G w miejscowości Małe Chełmy – branża sanitarna</w:t>
      </w:r>
    </w:p>
    <w:p w14:paraId="721A9A74" w14:textId="77777777" w:rsidR="00AD0651" w:rsidRPr="00572705" w:rsidRDefault="00AD0651" w:rsidP="00AD0651">
      <w:pPr>
        <w:rPr>
          <w:lang w:eastAsia="en-US"/>
        </w:rPr>
      </w:pPr>
    </w:p>
    <w:p w14:paraId="01A45B2A" w14:textId="77777777" w:rsidR="00AD0651" w:rsidRDefault="00AD0651" w:rsidP="00AD0651">
      <w:pPr>
        <w:numPr>
          <w:ilvl w:val="0"/>
          <w:numId w:val="1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>
        <w:rPr>
          <w:rFonts w:cs="Arial"/>
          <w:b/>
          <w:sz w:val="20"/>
          <w:szCs w:val="20"/>
        </w:rPr>
        <w:t>ryczałtową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194A1A06" w14:textId="77777777" w:rsidR="00AD0651" w:rsidRDefault="00AD0651" w:rsidP="00AD0651">
      <w:pPr>
        <w:tabs>
          <w:tab w:val="left" w:pos="426"/>
        </w:tabs>
        <w:ind w:left="2880"/>
        <w:jc w:val="both"/>
        <w:rPr>
          <w:rFonts w:cs="Arial"/>
          <w:b/>
          <w:sz w:val="20"/>
          <w:szCs w:val="20"/>
        </w:rPr>
      </w:pPr>
    </w:p>
    <w:p w14:paraId="4AD521C3" w14:textId="77777777" w:rsidR="00AD0651" w:rsidRPr="00DC05CF" w:rsidRDefault="00AD0651" w:rsidP="00AD0651">
      <w:pPr>
        <w:rPr>
          <w:rFonts w:cs="Arial"/>
          <w:b/>
          <w:sz w:val="20"/>
          <w:szCs w:val="20"/>
        </w:rPr>
      </w:pPr>
    </w:p>
    <w:p w14:paraId="6D7D030D" w14:textId="77777777" w:rsidR="00AD0651" w:rsidRDefault="00AD0651" w:rsidP="00AD0651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6FEAFDB6" w14:textId="77777777" w:rsidR="00AD0651" w:rsidRPr="00DC05CF" w:rsidRDefault="00AD0651" w:rsidP="00AD0651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25140FDA" w14:textId="77777777" w:rsidR="00AD0651" w:rsidRDefault="00AD0651" w:rsidP="00AD0651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DB0E4DB" w14:textId="77777777" w:rsidR="00AD0651" w:rsidRPr="009C70C7" w:rsidRDefault="00AD0651" w:rsidP="00AD0651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5648640C" w14:textId="77777777" w:rsidR="00AD0651" w:rsidRPr="00641AAA" w:rsidRDefault="00AD0651" w:rsidP="00AD0651">
      <w:pPr>
        <w:numPr>
          <w:ilvl w:val="0"/>
          <w:numId w:val="14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32330CEE" w14:textId="77777777" w:rsidR="00AD0651" w:rsidRPr="00641AAA" w:rsidRDefault="00AD0651" w:rsidP="00AD06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6B83E7DE" w14:textId="77777777" w:rsidR="00AD0651" w:rsidRDefault="00AD0651" w:rsidP="00AD06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3E630E95" w14:textId="77777777" w:rsidR="00AD0651" w:rsidRPr="00641AAA" w:rsidRDefault="00AD0651" w:rsidP="00AD0651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933495C" w14:textId="77777777" w:rsidR="00AD0651" w:rsidRPr="00927B48" w:rsidRDefault="00AD0651" w:rsidP="00AD0651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14:paraId="0264CFA4" w14:textId="77777777" w:rsid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18D69780" w14:textId="31BFAAC9" w:rsidR="001C1E4A" w:rsidRDefault="000C2176" w:rsidP="001C1E4A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0867087" w14:textId="77777777" w:rsidR="00AD0651" w:rsidRDefault="00AD0651" w:rsidP="00AD0651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01DE9A84" w14:textId="77777777" w:rsidR="00AD0651" w:rsidRPr="00AD0651" w:rsidRDefault="00AD0651" w:rsidP="00AD0651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cs="Arial"/>
          <w:b/>
          <w:sz w:val="22"/>
          <w:szCs w:val="22"/>
        </w:rPr>
      </w:pPr>
      <w:r w:rsidRPr="00AD0651">
        <w:rPr>
          <w:rFonts w:cs="Arial"/>
          <w:b/>
          <w:sz w:val="22"/>
          <w:szCs w:val="22"/>
        </w:rPr>
        <w:t>Część nr 1. Rozbudowa drogi powiatowej nr 2625G w miejscowości Małe Chełmy – branża drogowa.</w:t>
      </w:r>
    </w:p>
    <w:p w14:paraId="2107AAE7" w14:textId="77777777" w:rsidR="001C1E4A" w:rsidRPr="001C1E4A" w:rsidRDefault="001C1E4A" w:rsidP="00AD0651">
      <w:pPr>
        <w:spacing w:line="360" w:lineRule="auto"/>
        <w:jc w:val="both"/>
        <w:rPr>
          <w:rFonts w:cs="Arial"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4CDA7FED" w14:textId="767EFE5D" w:rsidR="00007DE3" w:rsidRPr="00AD0651" w:rsidRDefault="00007DE3" w:rsidP="00F40744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FD3CE5A" w14:textId="77777777" w:rsidR="00AD0651" w:rsidRDefault="00AD0651" w:rsidP="00AD0651">
      <w:pPr>
        <w:suppressAutoHyphens/>
        <w:jc w:val="both"/>
        <w:rPr>
          <w:rFonts w:cs="Arial"/>
          <w:b/>
          <w:sz w:val="20"/>
          <w:szCs w:val="20"/>
        </w:rPr>
      </w:pPr>
    </w:p>
    <w:p w14:paraId="1051FC11" w14:textId="77777777" w:rsidR="00AD0651" w:rsidRDefault="00AD0651" w:rsidP="00AD0651">
      <w:pPr>
        <w:suppressAutoHyphens/>
        <w:jc w:val="both"/>
        <w:rPr>
          <w:rFonts w:cs="Arial"/>
          <w:b/>
          <w:sz w:val="20"/>
          <w:szCs w:val="20"/>
        </w:rPr>
      </w:pPr>
    </w:p>
    <w:p w14:paraId="0E8CA022" w14:textId="77777777" w:rsidR="00AD0651" w:rsidRDefault="00AD0651" w:rsidP="00AD0651">
      <w:pPr>
        <w:suppressAutoHyphens/>
        <w:jc w:val="both"/>
        <w:rPr>
          <w:rFonts w:cs="Arial"/>
          <w:b/>
          <w:sz w:val="20"/>
          <w:szCs w:val="20"/>
        </w:rPr>
      </w:pPr>
    </w:p>
    <w:p w14:paraId="7629E34F" w14:textId="77777777" w:rsidR="00AD0651" w:rsidRDefault="00AD0651" w:rsidP="00AD0651">
      <w:pPr>
        <w:suppressAutoHyphens/>
        <w:jc w:val="both"/>
        <w:rPr>
          <w:rFonts w:cs="Arial"/>
          <w:b/>
          <w:sz w:val="20"/>
          <w:szCs w:val="20"/>
        </w:rPr>
      </w:pPr>
    </w:p>
    <w:p w14:paraId="77CF3CEB" w14:textId="77777777" w:rsidR="00AD0651" w:rsidRPr="00F40744" w:rsidRDefault="00AD0651" w:rsidP="00AD0651">
      <w:pPr>
        <w:suppressAutoHyphens/>
        <w:jc w:val="both"/>
        <w:rPr>
          <w:rFonts w:cs="Arial"/>
          <w:sz w:val="20"/>
          <w:szCs w:val="20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594D7DE3" w14:textId="77777777" w:rsidR="00AD0651" w:rsidRPr="00AD0651" w:rsidRDefault="00AD0651" w:rsidP="00AD0651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cs="Arial"/>
          <w:b/>
          <w:sz w:val="22"/>
          <w:szCs w:val="22"/>
        </w:rPr>
      </w:pPr>
      <w:r w:rsidRPr="00AD0651">
        <w:rPr>
          <w:rFonts w:cs="Arial"/>
          <w:b/>
          <w:sz w:val="22"/>
          <w:szCs w:val="22"/>
        </w:rPr>
        <w:t>Część nr 2. Rozbudowa drogi powiatowej nr 2625G w miejscowości Małe Chełmy – branża sanitarna</w:t>
      </w:r>
    </w:p>
    <w:p w14:paraId="5380D231" w14:textId="77777777" w:rsidR="00AD0651" w:rsidRDefault="00AD0651" w:rsidP="000C2176">
      <w:pPr>
        <w:suppressAutoHyphens/>
        <w:jc w:val="both"/>
        <w:rPr>
          <w:rFonts w:cs="Arial"/>
          <w:sz w:val="20"/>
          <w:szCs w:val="20"/>
        </w:rPr>
      </w:pPr>
    </w:p>
    <w:p w14:paraId="4B8B21C2" w14:textId="77777777" w:rsidR="00AD0651" w:rsidRDefault="00AD0651" w:rsidP="000C2176">
      <w:pPr>
        <w:suppressAutoHyphens/>
        <w:jc w:val="both"/>
        <w:rPr>
          <w:rFonts w:cs="Arial"/>
          <w:sz w:val="20"/>
          <w:szCs w:val="20"/>
        </w:rPr>
      </w:pPr>
    </w:p>
    <w:p w14:paraId="2AFAB9B0" w14:textId="77777777" w:rsidR="00AD0651" w:rsidRPr="002E60E0" w:rsidRDefault="00AD0651" w:rsidP="00AD06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AD0651" w:rsidRPr="007B1C9D" w14:paraId="41B7ACB2" w14:textId="77777777" w:rsidTr="00557C20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FB25141" w14:textId="77777777" w:rsidR="00AD0651" w:rsidRPr="007B1C9D" w:rsidRDefault="00AD0651" w:rsidP="00557C20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6E40CEC" w14:textId="77777777" w:rsidR="00AD0651" w:rsidRPr="007B1C9D" w:rsidRDefault="00AD0651" w:rsidP="00557C20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15D07934" w14:textId="77777777" w:rsidR="00AD0651" w:rsidRPr="007B1C9D" w:rsidRDefault="00AD0651" w:rsidP="00557C20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9C66D98" w14:textId="77777777" w:rsidR="00AD0651" w:rsidRPr="007B1C9D" w:rsidRDefault="00AD0651" w:rsidP="00557C20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C6758C7" w14:textId="77777777" w:rsidR="00AD0651" w:rsidRPr="007B1C9D" w:rsidRDefault="00AD0651" w:rsidP="00557C20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3C5AE2C" w14:textId="77777777" w:rsidR="00AD0651" w:rsidRPr="007B1C9D" w:rsidRDefault="00AD0651" w:rsidP="00557C20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AD0651" w:rsidRPr="007B1C9D" w14:paraId="1A024444" w14:textId="77777777" w:rsidTr="00557C20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E68F2EB" w14:textId="77777777" w:rsidR="00AD0651" w:rsidRPr="000C2176" w:rsidRDefault="00AD0651" w:rsidP="00557C2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3BFB6F" w14:textId="77777777" w:rsidR="00AD0651" w:rsidRPr="000C2176" w:rsidRDefault="00AD0651" w:rsidP="00557C2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729B7E7" w14:textId="77777777" w:rsidR="00AD0651" w:rsidRPr="000C2176" w:rsidRDefault="00AD0651" w:rsidP="00557C2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680E5F3" w14:textId="77777777" w:rsidR="00AD0651" w:rsidRPr="000C2176" w:rsidRDefault="00AD0651" w:rsidP="00557C2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AD0651" w:rsidRPr="007B1C9D" w14:paraId="139602C8" w14:textId="77777777" w:rsidTr="00557C20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1A5E4" w14:textId="77777777" w:rsidR="00AD0651" w:rsidRPr="007B1C9D" w:rsidRDefault="00AD0651" w:rsidP="00557C2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45F6B8" w14:textId="77777777" w:rsidR="00AD0651" w:rsidRPr="007B1C9D" w:rsidRDefault="00AD0651" w:rsidP="00557C2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6B0FB" w14:textId="77777777" w:rsidR="00AD0651" w:rsidRPr="007B1C9D" w:rsidRDefault="00AD0651" w:rsidP="00557C2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0799A" w14:textId="77777777" w:rsidR="00AD0651" w:rsidRPr="007B1C9D" w:rsidRDefault="00AD0651" w:rsidP="00557C2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AD0651" w:rsidRPr="007B1C9D" w14:paraId="6BAB8086" w14:textId="77777777" w:rsidTr="00557C20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5739E" w14:textId="77777777" w:rsidR="00AD0651" w:rsidRPr="007B1C9D" w:rsidRDefault="00AD0651" w:rsidP="00557C2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160BE" w14:textId="77777777" w:rsidR="00AD0651" w:rsidRPr="007B1C9D" w:rsidRDefault="00AD0651" w:rsidP="00557C2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94C0B" w14:textId="77777777" w:rsidR="00AD0651" w:rsidRPr="007B1C9D" w:rsidRDefault="00AD0651" w:rsidP="00557C2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EE95" w14:textId="77777777" w:rsidR="00AD0651" w:rsidRPr="007B1C9D" w:rsidRDefault="00AD0651" w:rsidP="00557C2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6E8FF0" w14:textId="77777777" w:rsidR="00AD0651" w:rsidRPr="0022624E" w:rsidRDefault="00AD0651" w:rsidP="00AD0651">
      <w:pPr>
        <w:suppressAutoHyphens/>
        <w:jc w:val="both"/>
        <w:rPr>
          <w:rFonts w:cs="Arial"/>
          <w:sz w:val="20"/>
          <w:szCs w:val="20"/>
        </w:rPr>
      </w:pPr>
    </w:p>
    <w:p w14:paraId="0594BC63" w14:textId="77777777" w:rsidR="00AD0651" w:rsidRPr="00F40744" w:rsidRDefault="00AD0651" w:rsidP="00AD06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56D092CC" w14:textId="77777777" w:rsidR="00AD0651" w:rsidRDefault="00AD0651" w:rsidP="000C2176">
      <w:pPr>
        <w:suppressAutoHyphens/>
        <w:jc w:val="both"/>
        <w:rPr>
          <w:rFonts w:cs="Arial"/>
          <w:sz w:val="20"/>
          <w:szCs w:val="20"/>
        </w:rPr>
      </w:pPr>
    </w:p>
    <w:p w14:paraId="024E3B75" w14:textId="77777777" w:rsidR="00AD0651" w:rsidRDefault="00AD0651" w:rsidP="000C2176">
      <w:pPr>
        <w:suppressAutoHyphens/>
        <w:jc w:val="both"/>
        <w:rPr>
          <w:rFonts w:cs="Arial"/>
          <w:sz w:val="20"/>
          <w:szCs w:val="20"/>
        </w:rPr>
      </w:pPr>
    </w:p>
    <w:p w14:paraId="1D03B4CB" w14:textId="70AAB7CE" w:rsidR="00B603D7" w:rsidRPr="001C1E4A" w:rsidRDefault="000C2176" w:rsidP="001C1E4A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330D99A9" w14:textId="48450A21" w:rsidR="001D2083" w:rsidRDefault="001D2083" w:rsidP="00640066">
      <w:pPr>
        <w:jc w:val="both"/>
        <w:rPr>
          <w:rFonts w:cs="Arial"/>
          <w:sz w:val="20"/>
          <w:szCs w:val="20"/>
        </w:rPr>
      </w:pPr>
    </w:p>
    <w:p w14:paraId="6559169A" w14:textId="77777777" w:rsidR="001D2083" w:rsidRPr="00061553" w:rsidRDefault="001D2083" w:rsidP="00640066">
      <w:pPr>
        <w:jc w:val="both"/>
        <w:rPr>
          <w:rFonts w:cs="Arial"/>
          <w:sz w:val="20"/>
          <w:szCs w:val="20"/>
        </w:rPr>
      </w:pP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605A3DDD" w:rsidR="000C2176" w:rsidRDefault="000C2176" w:rsidP="000C2176">
      <w:pPr>
        <w:rPr>
          <w:rFonts w:cs="Arial"/>
          <w:i/>
          <w:sz w:val="16"/>
          <w:szCs w:val="16"/>
        </w:rPr>
      </w:pPr>
    </w:p>
    <w:p w14:paraId="01043403" w14:textId="194BF9B6" w:rsidR="001C1E4A" w:rsidRDefault="001C1E4A" w:rsidP="000C2176">
      <w:pPr>
        <w:rPr>
          <w:rFonts w:cs="Arial"/>
          <w:i/>
          <w:sz w:val="16"/>
          <w:szCs w:val="16"/>
        </w:rPr>
      </w:pPr>
    </w:p>
    <w:p w14:paraId="12B76B73" w14:textId="77777777" w:rsidR="001C1E4A" w:rsidRDefault="001C1E4A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00F127C1" w:rsidR="00640066" w:rsidRPr="00A63522" w:rsidRDefault="00640066" w:rsidP="00DF2996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DF2996">
        <w:trPr>
          <w:trHeight w:val="769"/>
        </w:trPr>
        <w:tc>
          <w:tcPr>
            <w:tcW w:w="2663" w:type="dxa"/>
          </w:tcPr>
          <w:p w14:paraId="288935BF" w14:textId="2030497A" w:rsidR="001E5697" w:rsidRPr="003E0E15" w:rsidRDefault="00AD0651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D0651">
              <w:rPr>
                <w:rFonts w:cs="Arial"/>
                <w:b/>
                <w:color w:val="FF0000"/>
                <w:sz w:val="20"/>
                <w:szCs w:val="20"/>
              </w:rPr>
              <w:t>CZ.I:</w:t>
            </w:r>
            <w:r w:rsidR="001E5697" w:rsidRPr="00AD0651">
              <w:rPr>
                <w:rFonts w:cs="Arial"/>
                <w:b/>
                <w:color w:val="FF0000"/>
                <w:sz w:val="20"/>
                <w:szCs w:val="20"/>
              </w:rPr>
              <w:t> </w:t>
            </w:r>
            <w:r>
              <w:rPr>
                <w:rFonts w:cs="Arial"/>
                <w:b/>
                <w:sz w:val="20"/>
                <w:szCs w:val="20"/>
              </w:rPr>
              <w:t>2</w:t>
            </w:r>
            <w:r w:rsidR="001D2083">
              <w:rPr>
                <w:rFonts w:cs="Arial"/>
                <w:b/>
                <w:sz w:val="20"/>
                <w:szCs w:val="20"/>
              </w:rPr>
              <w:t>0</w:t>
            </w:r>
            <w:r w:rsidR="00402C83">
              <w:rPr>
                <w:rFonts w:cs="Arial"/>
                <w:b/>
                <w:sz w:val="20"/>
                <w:szCs w:val="20"/>
              </w:rPr>
              <w:t xml:space="preserve"> 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>00</w:t>
            </w:r>
            <w:r w:rsidR="001E5697">
              <w:rPr>
                <w:rFonts w:cs="Arial"/>
                <w:b/>
                <w:sz w:val="20"/>
                <w:szCs w:val="20"/>
              </w:rPr>
              <w:t>,00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AD0651" w:rsidRPr="003E0E15" w14:paraId="45463851" w14:textId="77777777" w:rsidTr="00DF2996">
        <w:trPr>
          <w:trHeight w:val="769"/>
        </w:trPr>
        <w:tc>
          <w:tcPr>
            <w:tcW w:w="2663" w:type="dxa"/>
          </w:tcPr>
          <w:p w14:paraId="4FA3C1DF" w14:textId="3BCBC34F" w:rsidR="00AD0651" w:rsidRDefault="00AD0651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D0651">
              <w:rPr>
                <w:rFonts w:cs="Arial"/>
                <w:b/>
                <w:color w:val="FF0000"/>
                <w:sz w:val="20"/>
                <w:szCs w:val="20"/>
              </w:rPr>
              <w:t>CZ.II:</w:t>
            </w:r>
            <w:r w:rsidRPr="00AD0651">
              <w:rPr>
                <w:rFonts w:cs="Arial"/>
                <w:b/>
                <w:sz w:val="20"/>
                <w:szCs w:val="20"/>
              </w:rPr>
              <w:t> </w:t>
            </w:r>
            <w:r>
              <w:rPr>
                <w:rFonts w:cs="Arial"/>
                <w:b/>
                <w:sz w:val="20"/>
                <w:szCs w:val="20"/>
              </w:rPr>
              <w:t>10 0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585162C0" w14:textId="77777777" w:rsidR="00AD0651" w:rsidRDefault="00AD0651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235B0A0E" w14:textId="769D924D" w:rsidR="001D2083" w:rsidRDefault="001D2083" w:rsidP="000C2176">
      <w:pPr>
        <w:rPr>
          <w:rFonts w:cs="Arial"/>
          <w:i/>
          <w:sz w:val="16"/>
          <w:szCs w:val="16"/>
        </w:rPr>
      </w:pPr>
    </w:p>
    <w:p w14:paraId="16027E4C" w14:textId="78B3F9DB" w:rsidR="001D2083" w:rsidRDefault="001D2083" w:rsidP="000C2176">
      <w:pPr>
        <w:rPr>
          <w:rFonts w:cs="Arial"/>
          <w:i/>
          <w:sz w:val="16"/>
          <w:szCs w:val="16"/>
        </w:rPr>
      </w:pPr>
    </w:p>
    <w:p w14:paraId="2B853501" w14:textId="304F3750" w:rsidR="001D2083" w:rsidRDefault="001D2083" w:rsidP="000C2176">
      <w:pPr>
        <w:rPr>
          <w:rFonts w:cs="Arial"/>
          <w:i/>
          <w:sz w:val="16"/>
          <w:szCs w:val="16"/>
        </w:rPr>
      </w:pPr>
    </w:p>
    <w:p w14:paraId="6A09CAA2" w14:textId="77777777" w:rsidR="001D2083" w:rsidRPr="003D2F96" w:rsidRDefault="001D2083" w:rsidP="000C2176">
      <w:pPr>
        <w:rPr>
          <w:rFonts w:cs="Arial"/>
          <w:i/>
          <w:sz w:val="16"/>
          <w:szCs w:val="16"/>
        </w:rPr>
      </w:pPr>
    </w:p>
    <w:p w14:paraId="2E78B58B" w14:textId="77777777" w:rsidR="00AD0651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</w:t>
      </w:r>
    </w:p>
    <w:p w14:paraId="6D3968E3" w14:textId="77777777" w:rsidR="00AD0651" w:rsidRDefault="00AD0651" w:rsidP="00AD0651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19E104E4" w14:textId="149D2FA4" w:rsidR="008E30F8" w:rsidRPr="00E94C8F" w:rsidRDefault="002A6B66" w:rsidP="00AD0651">
      <w:pPr>
        <w:pStyle w:val="Tekstprzypisudolnego"/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</w:rPr>
        <w:t xml:space="preserve">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9523F9">
      <w:headerReference w:type="first" r:id="rId7"/>
      <w:footerReference w:type="first" r:id="rId8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90E33" w14:textId="77777777" w:rsidR="000C1873" w:rsidRDefault="000C1873">
      <w:r>
        <w:separator/>
      </w:r>
    </w:p>
  </w:endnote>
  <w:endnote w:type="continuationSeparator" w:id="0">
    <w:p w14:paraId="7B25A07E" w14:textId="77777777" w:rsidR="000C1873" w:rsidRDefault="000C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55D3E" w14:textId="77777777" w:rsidR="0088402C" w:rsidRPr="00342AB2" w:rsidRDefault="0088402C" w:rsidP="0088402C">
    <w:pPr>
      <w:tabs>
        <w:tab w:val="center" w:pos="4320"/>
        <w:tab w:val="right" w:pos="8640"/>
      </w:tabs>
      <w:spacing w:after="200" w:line="276" w:lineRule="auto"/>
      <w:jc w:val="center"/>
      <w:rPr>
        <w:rFonts w:ascii="Calibri" w:hAnsi="Calibri"/>
        <w:sz w:val="20"/>
        <w:szCs w:val="20"/>
        <w:lang w:eastAsia="en-US"/>
      </w:rPr>
    </w:pPr>
    <w:r w:rsidRPr="00342AB2">
      <w:rPr>
        <w:rFonts w:ascii="Calibri" w:hAnsi="Calibri"/>
        <w:sz w:val="20"/>
        <w:szCs w:val="20"/>
        <w:lang w:eastAsia="en-US"/>
      </w:rPr>
      <w:t>Europejski Fundusz Rolny na rzecz Rozwoju Obszarów Wiejskich: Europa inwestująca w obszary wiejskie</w:t>
    </w:r>
  </w:p>
  <w:p w14:paraId="3D4BCEE3" w14:textId="77777777" w:rsidR="0088402C" w:rsidRDefault="0088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785F6" w14:textId="77777777" w:rsidR="000C1873" w:rsidRDefault="000C1873">
      <w:r>
        <w:separator/>
      </w:r>
    </w:p>
  </w:footnote>
  <w:footnote w:type="continuationSeparator" w:id="0">
    <w:p w14:paraId="33B4688B" w14:textId="77777777" w:rsidR="000C1873" w:rsidRDefault="000C1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F1041" w14:textId="38B647FB" w:rsidR="0088402C" w:rsidRDefault="0088402C" w:rsidP="0088402C">
    <w:pPr>
      <w:pStyle w:val="Nagwek"/>
      <w:tabs>
        <w:tab w:val="left" w:pos="142"/>
        <w:tab w:val="right" w:pos="9390"/>
      </w:tabs>
      <w:rPr>
        <w:noProof/>
      </w:rPr>
    </w:pPr>
    <w:r>
      <w:rPr>
        <w:noProof/>
      </w:rPr>
      <w:tab/>
    </w:r>
    <w:r w:rsidRPr="00D54220">
      <w:rPr>
        <w:noProof/>
      </w:rPr>
      <w:drawing>
        <wp:inline distT="0" distB="0" distL="0" distR="0" wp14:anchorId="57E140F7" wp14:editId="077899F0">
          <wp:extent cx="993775" cy="668020"/>
          <wp:effectExtent l="0" t="0" r="0" b="0"/>
          <wp:docPr id="128382099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Pr="00486D84">
      <w:rPr>
        <w:noProof/>
      </w:rPr>
      <w:drawing>
        <wp:inline distT="0" distB="0" distL="0" distR="0" wp14:anchorId="778636BE" wp14:editId="09B6DE3F">
          <wp:extent cx="1153160" cy="755650"/>
          <wp:effectExtent l="0" t="0" r="8890" b="6350"/>
          <wp:docPr id="1855299729" name="Obraz 1" descr="D:\Robert\Projekty\PROW 2014 - 2020\Promocja\PROW-2014-2020-logo-kolor(1)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D:\Robert\Projekty\PROW 2014 - 2020\Promocja\PROW-2014-2020-logo-kolor(1)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316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9D96B3" w14:textId="2C201645" w:rsidR="00572705" w:rsidRDefault="00572705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340A76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F7EBD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644673">
    <w:abstractNumId w:val="3"/>
  </w:num>
  <w:num w:numId="2" w16cid:durableId="1729107486">
    <w:abstractNumId w:val="2"/>
  </w:num>
  <w:num w:numId="3" w16cid:durableId="1224677737">
    <w:abstractNumId w:val="0"/>
  </w:num>
  <w:num w:numId="4" w16cid:durableId="138429069">
    <w:abstractNumId w:val="6"/>
  </w:num>
  <w:num w:numId="5" w16cid:durableId="1124499354">
    <w:abstractNumId w:val="1"/>
  </w:num>
  <w:num w:numId="6" w16cid:durableId="986131781">
    <w:abstractNumId w:val="4"/>
  </w:num>
  <w:num w:numId="7" w16cid:durableId="882056817">
    <w:abstractNumId w:val="11"/>
  </w:num>
  <w:num w:numId="8" w16cid:durableId="383258145">
    <w:abstractNumId w:val="5"/>
  </w:num>
  <w:num w:numId="9" w16cid:durableId="533150750">
    <w:abstractNumId w:val="12"/>
  </w:num>
  <w:num w:numId="10" w16cid:durableId="1612400583">
    <w:abstractNumId w:val="9"/>
  </w:num>
  <w:num w:numId="11" w16cid:durableId="981272748">
    <w:abstractNumId w:val="10"/>
  </w:num>
  <w:num w:numId="12" w16cid:durableId="223687434">
    <w:abstractNumId w:val="7"/>
  </w:num>
  <w:num w:numId="13" w16cid:durableId="1577399549">
    <w:abstractNumId w:val="13"/>
  </w:num>
  <w:num w:numId="14" w16cid:durableId="4922949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1873"/>
    <w:rsid w:val="000C2176"/>
    <w:rsid w:val="000D283E"/>
    <w:rsid w:val="00100DBB"/>
    <w:rsid w:val="001046C2"/>
    <w:rsid w:val="001078C5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1E4A"/>
    <w:rsid w:val="001C76F2"/>
    <w:rsid w:val="001C7ACF"/>
    <w:rsid w:val="001D2083"/>
    <w:rsid w:val="001E5697"/>
    <w:rsid w:val="00241C1F"/>
    <w:rsid w:val="002425AE"/>
    <w:rsid w:val="002A5DC7"/>
    <w:rsid w:val="002A6B66"/>
    <w:rsid w:val="002C6347"/>
    <w:rsid w:val="002E5E0B"/>
    <w:rsid w:val="002E60E0"/>
    <w:rsid w:val="00313244"/>
    <w:rsid w:val="00320AAC"/>
    <w:rsid w:val="00325198"/>
    <w:rsid w:val="00343075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02C83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643F6"/>
    <w:rsid w:val="00572705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066"/>
    <w:rsid w:val="00640BFF"/>
    <w:rsid w:val="00641AAA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C1C8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8402C"/>
    <w:rsid w:val="00890754"/>
    <w:rsid w:val="008945D9"/>
    <w:rsid w:val="008A2728"/>
    <w:rsid w:val="008C0260"/>
    <w:rsid w:val="008E30F8"/>
    <w:rsid w:val="00927B48"/>
    <w:rsid w:val="009523F9"/>
    <w:rsid w:val="00964610"/>
    <w:rsid w:val="009C70C7"/>
    <w:rsid w:val="009D71C1"/>
    <w:rsid w:val="009F2CF0"/>
    <w:rsid w:val="00A04690"/>
    <w:rsid w:val="00A15BED"/>
    <w:rsid w:val="00A17A3D"/>
    <w:rsid w:val="00A20177"/>
    <w:rsid w:val="00A40DD3"/>
    <w:rsid w:val="00A63522"/>
    <w:rsid w:val="00A736A5"/>
    <w:rsid w:val="00A74DC1"/>
    <w:rsid w:val="00A8311B"/>
    <w:rsid w:val="00AB7051"/>
    <w:rsid w:val="00AD0651"/>
    <w:rsid w:val="00AE1CA3"/>
    <w:rsid w:val="00AE7571"/>
    <w:rsid w:val="00B01F08"/>
    <w:rsid w:val="00B16E8F"/>
    <w:rsid w:val="00B30401"/>
    <w:rsid w:val="00B51B0B"/>
    <w:rsid w:val="00B603D7"/>
    <w:rsid w:val="00B6637D"/>
    <w:rsid w:val="00B663B7"/>
    <w:rsid w:val="00B77D4C"/>
    <w:rsid w:val="00B81819"/>
    <w:rsid w:val="00B935F3"/>
    <w:rsid w:val="00BB76D0"/>
    <w:rsid w:val="00BC363C"/>
    <w:rsid w:val="00BF1314"/>
    <w:rsid w:val="00C62C24"/>
    <w:rsid w:val="00C635B6"/>
    <w:rsid w:val="00C660A0"/>
    <w:rsid w:val="00C67DA9"/>
    <w:rsid w:val="00C74595"/>
    <w:rsid w:val="00C909B9"/>
    <w:rsid w:val="00CA20F9"/>
    <w:rsid w:val="00CB4DA6"/>
    <w:rsid w:val="00CB7F6F"/>
    <w:rsid w:val="00CC263D"/>
    <w:rsid w:val="00CD1CEA"/>
    <w:rsid w:val="00CE005B"/>
    <w:rsid w:val="00CE0898"/>
    <w:rsid w:val="00CF1A4A"/>
    <w:rsid w:val="00D00EA1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A01A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40744"/>
    <w:rsid w:val="00F545A3"/>
    <w:rsid w:val="00F65BC1"/>
    <w:rsid w:val="00F74332"/>
    <w:rsid w:val="00F75DF3"/>
    <w:rsid w:val="00F84A05"/>
    <w:rsid w:val="00F91B40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FontStyle45">
    <w:name w:val="Font Style45"/>
    <w:uiPriority w:val="99"/>
    <w:rsid w:val="001D208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NagwekZnak">
    <w:name w:val="Nagłówek Znak"/>
    <w:link w:val="Nagwek"/>
    <w:uiPriority w:val="99"/>
    <w:rsid w:val="0088402C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19</TotalTime>
  <Pages>4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7</cp:revision>
  <cp:lastPrinted>2012-08-24T11:01:00Z</cp:lastPrinted>
  <dcterms:created xsi:type="dcterms:W3CDTF">2023-03-06T22:14:00Z</dcterms:created>
  <dcterms:modified xsi:type="dcterms:W3CDTF">2023-08-23T10:33:00Z</dcterms:modified>
</cp:coreProperties>
</file>