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5029A" w14:textId="6B6CCA7D" w:rsidR="00DB2C85" w:rsidRPr="00E563B7" w:rsidRDefault="00DB2C85" w:rsidP="00DB2C85">
      <w:pPr>
        <w:pStyle w:val="Nagwek4"/>
        <w:spacing w:after="120" w:line="276" w:lineRule="auto"/>
        <w:ind w:left="0"/>
        <w:jc w:val="left"/>
        <w:rPr>
          <w:b/>
          <w:i w:val="0"/>
          <w:szCs w:val="24"/>
        </w:rPr>
      </w:pPr>
      <w:bookmarkStart w:id="0" w:name="_Hlk60301409"/>
      <w:r w:rsidRPr="00E563B7">
        <w:rPr>
          <w:b/>
          <w:i w:val="0"/>
          <w:szCs w:val="24"/>
        </w:rPr>
        <w:t>Znak sprawy SA.270.</w:t>
      </w:r>
      <w:r w:rsidR="00E563B7" w:rsidRPr="00E563B7">
        <w:rPr>
          <w:b/>
          <w:i w:val="0"/>
          <w:szCs w:val="24"/>
        </w:rPr>
        <w:t>6</w:t>
      </w:r>
      <w:r w:rsidRPr="00E563B7">
        <w:rPr>
          <w:b/>
          <w:i w:val="0"/>
          <w:szCs w:val="24"/>
        </w:rPr>
        <w:t>.</w:t>
      </w:r>
      <w:r w:rsidR="00D249A9">
        <w:rPr>
          <w:b/>
          <w:i w:val="0"/>
          <w:szCs w:val="24"/>
        </w:rPr>
        <w:t>5</w:t>
      </w:r>
      <w:r w:rsidRPr="00E563B7">
        <w:rPr>
          <w:b/>
          <w:i w:val="0"/>
          <w:szCs w:val="24"/>
        </w:rPr>
        <w:t>.202</w:t>
      </w:r>
      <w:r w:rsidR="00336833">
        <w:rPr>
          <w:b/>
          <w:i w:val="0"/>
          <w:szCs w:val="24"/>
        </w:rPr>
        <w:t>3</w:t>
      </w:r>
    </w:p>
    <w:p w14:paraId="2C545F8A" w14:textId="7A4C2ADB" w:rsidR="00025386" w:rsidRPr="00E563B7" w:rsidRDefault="00657A47" w:rsidP="00DB2C85">
      <w:pPr>
        <w:pStyle w:val="Nagwek4"/>
        <w:spacing w:after="120" w:line="276" w:lineRule="auto"/>
        <w:rPr>
          <w:b/>
          <w:i w:val="0"/>
          <w:szCs w:val="24"/>
        </w:rPr>
      </w:pPr>
      <w:r w:rsidRPr="00E563B7">
        <w:rPr>
          <w:b/>
          <w:i w:val="0"/>
          <w:szCs w:val="24"/>
        </w:rPr>
        <w:t xml:space="preserve">Załącznik nr </w:t>
      </w:r>
      <w:r w:rsidR="00DB2C85" w:rsidRPr="00E563B7">
        <w:rPr>
          <w:b/>
          <w:i w:val="0"/>
          <w:szCs w:val="24"/>
        </w:rPr>
        <w:t>7</w:t>
      </w:r>
      <w:r w:rsidR="007666D6" w:rsidRPr="00E563B7">
        <w:rPr>
          <w:b/>
          <w:i w:val="0"/>
          <w:szCs w:val="24"/>
        </w:rPr>
        <w:t xml:space="preserve"> do SWZ</w:t>
      </w:r>
    </w:p>
    <w:p w14:paraId="2E385231" w14:textId="77777777" w:rsidR="00DB2C85" w:rsidRPr="00E563B7" w:rsidRDefault="00DB2C85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BE20846" w14:textId="4935C0F5" w:rsidR="00B62AD0" w:rsidRPr="00E563B7" w:rsidRDefault="00B62AD0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563B7">
        <w:rPr>
          <w:rFonts w:ascii="Times New Roman" w:hAnsi="Times New Roman"/>
          <w:b/>
          <w:sz w:val="24"/>
          <w:szCs w:val="24"/>
        </w:rPr>
        <w:t>Podmiot udostępniający zasoby:</w:t>
      </w:r>
    </w:p>
    <w:p w14:paraId="696448C8" w14:textId="77777777" w:rsidR="00B62AD0" w:rsidRPr="00E563B7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47491B50" w14:textId="77777777" w:rsidR="00B62AD0" w:rsidRPr="00E563B7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5AA9B32A" w14:textId="77777777" w:rsidR="00B62AD0" w:rsidRPr="00E563B7" w:rsidRDefault="00B62AD0" w:rsidP="00B62AD0">
      <w:pPr>
        <w:tabs>
          <w:tab w:val="left" w:pos="510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3B4B29B3" w14:textId="77777777" w:rsidR="00B62AD0" w:rsidRPr="00E563B7" w:rsidRDefault="00B62AD0" w:rsidP="00B62AD0">
      <w:pPr>
        <w:tabs>
          <w:tab w:val="left" w:pos="5529"/>
        </w:tabs>
        <w:ind w:right="1701"/>
        <w:rPr>
          <w:rFonts w:ascii="Times New Roman" w:hAnsi="Times New Roman"/>
          <w:i/>
          <w:sz w:val="24"/>
          <w:szCs w:val="24"/>
        </w:rPr>
      </w:pPr>
      <w:r w:rsidRPr="00E563B7">
        <w:rPr>
          <w:rFonts w:ascii="Times New Roman" w:hAnsi="Times New Roman"/>
          <w:i/>
          <w:sz w:val="24"/>
          <w:szCs w:val="24"/>
        </w:rPr>
        <w:t>(nazwa/firma, albo imię i nazwisko, adres, w zależności od podmiotu: NIP/PESEL, KRS/</w:t>
      </w:r>
      <w:proofErr w:type="spellStart"/>
      <w:r w:rsidRPr="00E563B7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E563B7">
        <w:rPr>
          <w:rFonts w:ascii="Times New Roman" w:hAnsi="Times New Roman"/>
          <w:i/>
          <w:sz w:val="24"/>
          <w:szCs w:val="24"/>
        </w:rPr>
        <w:t>)</w:t>
      </w:r>
    </w:p>
    <w:p w14:paraId="4D8B90E4" w14:textId="77777777" w:rsidR="00B62AD0" w:rsidRPr="00E563B7" w:rsidRDefault="00B62AD0" w:rsidP="00B62AD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E563B7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7E4264FF" w14:textId="3F4B979A" w:rsidR="00B62AD0" w:rsidRPr="00E563B7" w:rsidRDefault="00B62AD0" w:rsidP="00071D4C">
      <w:pPr>
        <w:spacing w:after="40" w:line="24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</w:t>
      </w:r>
      <w:r w:rsidR="00071D4C" w:rsidRPr="00E563B7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54299999" w14:textId="77777777" w:rsidR="00B62AD0" w:rsidRPr="00E563B7" w:rsidRDefault="00B62AD0" w:rsidP="00071D4C">
      <w:pPr>
        <w:spacing w:after="60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563B7">
        <w:rPr>
          <w:rFonts w:ascii="Times New Roman" w:hAnsi="Times New Roman"/>
          <w:i/>
          <w:sz w:val="24"/>
          <w:szCs w:val="24"/>
        </w:rPr>
        <w:t xml:space="preserve">(imię, nazwisko </w:t>
      </w: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osoby upoważnionej do reprezentowania podmiotu udostępniającego zasoby</w:t>
      </w:r>
      <w:r w:rsidRPr="00E563B7">
        <w:rPr>
          <w:rFonts w:ascii="Times New Roman" w:hAnsi="Times New Roman"/>
          <w:i/>
          <w:sz w:val="24"/>
          <w:szCs w:val="24"/>
        </w:rPr>
        <w:t>, stanowisko/podstawa do reprezentacji)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E563B7" w14:paraId="7C63A1BE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AF6724C" w14:textId="77777777" w:rsidR="00053927" w:rsidRPr="00E563B7" w:rsidRDefault="00053927" w:rsidP="00053927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63B7">
              <w:rPr>
                <w:rFonts w:ascii="Times New Roman" w:hAnsi="Times New Roman"/>
                <w:b/>
                <w:sz w:val="24"/>
                <w:szCs w:val="24"/>
              </w:rPr>
              <w:t xml:space="preserve">ZOBOWIĄZANIE PODMIOTU UDOSTĘPNIAJĄCEGO ZASOBY </w:t>
            </w:r>
          </w:p>
          <w:p w14:paraId="3B8BC725" w14:textId="77777777" w:rsidR="00053927" w:rsidRPr="00E563B7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63B7">
              <w:rPr>
                <w:rFonts w:ascii="Times New Roman" w:hAnsi="Times New Roman"/>
                <w:sz w:val="24"/>
                <w:szCs w:val="24"/>
                <w:u w:val="single"/>
              </w:rPr>
              <w:t>Uwaga</w:t>
            </w:r>
            <w:r w:rsidRPr="00E563B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563B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7FAAB95" w14:textId="1C6A13C1" w:rsidR="00E563B7" w:rsidRPr="00E563B7" w:rsidRDefault="0071340C" w:rsidP="00071D4C">
      <w:pPr>
        <w:widowControl w:val="0"/>
        <w:suppressAutoHyphens/>
        <w:autoSpaceDE w:val="0"/>
        <w:autoSpaceDN w:val="0"/>
        <w:adjustRightInd w:val="0"/>
        <w:spacing w:before="60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w oparciu o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postanowienia art. 118</w:t>
      </w:r>
      <w:r w:rsidR="00BE3BCE" w:rsidRPr="00E563B7">
        <w:rPr>
          <w:rFonts w:ascii="Times New Roman" w:hAnsi="Times New Roman"/>
          <w:sz w:val="24"/>
          <w:szCs w:val="24"/>
        </w:rPr>
        <w:t xml:space="preserve"> ustawy </w:t>
      </w:r>
      <w:r w:rsidR="00EF3368" w:rsidRPr="00E563B7">
        <w:rPr>
          <w:rFonts w:ascii="Times New Roman" w:hAnsi="Times New Roman"/>
          <w:sz w:val="24"/>
          <w:szCs w:val="24"/>
        </w:rPr>
        <w:t xml:space="preserve">z dnia 11 września 2019r. Prawo zamówień publicznych </w:t>
      </w:r>
      <w:r w:rsidR="004D2E0B" w:rsidRPr="00E563B7">
        <w:rPr>
          <w:rFonts w:ascii="Times New Roman" w:hAnsi="Times New Roman"/>
          <w:sz w:val="24"/>
          <w:szCs w:val="24"/>
        </w:rPr>
        <w:t>(Dz.U. z 202</w:t>
      </w:r>
      <w:r w:rsidR="00336833">
        <w:rPr>
          <w:rFonts w:ascii="Times New Roman" w:hAnsi="Times New Roman"/>
          <w:sz w:val="24"/>
          <w:szCs w:val="24"/>
        </w:rPr>
        <w:t>3</w:t>
      </w:r>
      <w:r w:rsidR="004D2E0B" w:rsidRPr="00E563B7">
        <w:rPr>
          <w:rFonts w:ascii="Times New Roman" w:hAnsi="Times New Roman"/>
          <w:sz w:val="24"/>
          <w:szCs w:val="24"/>
        </w:rPr>
        <w:t>r. poz. 1</w:t>
      </w:r>
      <w:r w:rsidR="00336833">
        <w:rPr>
          <w:rFonts w:ascii="Times New Roman" w:hAnsi="Times New Roman"/>
          <w:sz w:val="24"/>
          <w:szCs w:val="24"/>
        </w:rPr>
        <w:t>605</w:t>
      </w:r>
      <w:r w:rsidR="004D2E0B" w:rsidRPr="00E563B7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4D2E0B" w:rsidRPr="00E563B7">
        <w:rPr>
          <w:rFonts w:ascii="Times New Roman" w:hAnsi="Times New Roman"/>
          <w:sz w:val="24"/>
          <w:szCs w:val="24"/>
        </w:rPr>
        <w:t>późn</w:t>
      </w:r>
      <w:proofErr w:type="spellEnd"/>
      <w:r w:rsidR="004D2E0B" w:rsidRPr="00E563B7">
        <w:rPr>
          <w:rFonts w:ascii="Times New Roman" w:hAnsi="Times New Roman"/>
          <w:sz w:val="24"/>
          <w:szCs w:val="24"/>
        </w:rPr>
        <w:t>. zm.)</w:t>
      </w:r>
      <w:r w:rsidR="00E27ABB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że </w:t>
      </w: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zobowiązuję się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oddania na potrzeby realizacji zamówienia pn.:</w:t>
      </w:r>
    </w:p>
    <w:p w14:paraId="6D7A47EB" w14:textId="77777777" w:rsidR="00D249A9" w:rsidRDefault="00E563B7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512B49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„</w:t>
      </w:r>
      <w:r w:rsidR="00D249A9" w:rsidRPr="00D249A9">
        <w:rPr>
          <w:rFonts w:ascii="Times New Roman" w:hAnsi="Times New Roman"/>
          <w:b/>
          <w:i/>
          <w:iCs/>
          <w:sz w:val="24"/>
          <w:szCs w:val="24"/>
        </w:rPr>
        <w:t>Wykonanie wymiany kotłów centralnego ogrzewania w leśniczówkach leśnictw Nowa Kiszewa, Karsin oraz w leśniczówce szkółki leśnej w Bąku</w:t>
      </w:r>
      <w:r w:rsidR="00512B49" w:rsidRPr="00512B49">
        <w:rPr>
          <w:rFonts w:ascii="Times New Roman" w:hAnsi="Times New Roman"/>
          <w:b/>
          <w:i/>
          <w:iCs/>
          <w:sz w:val="24"/>
          <w:szCs w:val="24"/>
        </w:rPr>
        <w:t xml:space="preserve">” </w:t>
      </w:r>
    </w:p>
    <w:p w14:paraId="54CB1AC7" w14:textId="77777777" w:rsidR="00D249A9" w:rsidRDefault="00D249A9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14:paraId="759ADE9D" w14:textId="0725EB93" w:rsidR="0071340C" w:rsidRPr="00512B49" w:rsidRDefault="00512B49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12B49">
        <w:rPr>
          <w:rFonts w:ascii="Times New Roman" w:hAnsi="Times New Roman"/>
          <w:b/>
          <w:bCs/>
          <w:i/>
          <w:iCs/>
          <w:sz w:val="24"/>
          <w:szCs w:val="24"/>
        </w:rPr>
        <w:t>Część zamówienia nr …………..</w:t>
      </w:r>
      <w:r w:rsidR="00E563B7" w:rsidRPr="00512B49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”</w:t>
      </w:r>
    </w:p>
    <w:p w14:paraId="30C0FC0C" w14:textId="77777777" w:rsidR="00DC652A" w:rsidRPr="00E563B7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do dyspozycji Wykonawcy:</w:t>
      </w:r>
    </w:p>
    <w:p w14:paraId="7692138D" w14:textId="196579C8" w:rsidR="00DC652A" w:rsidRPr="00E563B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5D04F518" w14:textId="77777777" w:rsidR="0071340C" w:rsidRPr="00E563B7" w:rsidRDefault="00DC652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(nazwa i adres Wykonawcy składającego ofertę)</w:t>
      </w:r>
    </w:p>
    <w:p w14:paraId="223B70B6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D5FCB89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nw. zasobów:</w:t>
      </w:r>
    </w:p>
    <w:p w14:paraId="3F10234E" w14:textId="523528A6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69274DB0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(określenie zasobów)</w:t>
      </w:r>
    </w:p>
    <w:p w14:paraId="09BBFB58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0BA61E10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3A92F239" w14:textId="77777777" w:rsidR="00D249A9" w:rsidRDefault="00D249A9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25B80ED2" w14:textId="77777777" w:rsidR="00D249A9" w:rsidRDefault="00D249A9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7EDBFD09" w14:textId="3263476E" w:rsidR="00DC652A" w:rsidRPr="00E563B7" w:rsidRDefault="00CB29AC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lastRenderedPageBreak/>
        <w:t>O</w:t>
      </w:r>
      <w:r w:rsidR="00DC652A"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świadczam, że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58874F6F" w14:textId="77777777" w:rsidR="00DC652A" w:rsidRPr="00E563B7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dostę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ni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Wykonawcy zasoby, w następującym zakresie:</w:t>
      </w:r>
    </w:p>
    <w:p w14:paraId="59FF3741" w14:textId="0D57C6E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7B76410A" w14:textId="77777777" w:rsidR="00E563B7" w:rsidRPr="00E563B7" w:rsidRDefault="00E563B7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EF7A1F7" w14:textId="77777777" w:rsidR="0093388F" w:rsidRPr="00E563B7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6D0D430A" w14:textId="22154938" w:rsidR="0093388F" w:rsidRPr="00E563B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1" w:name="_Hlk60300768"/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1"/>
    <w:p w14:paraId="30D1CD52" w14:textId="77777777" w:rsidR="00CB29AC" w:rsidRPr="00E563B7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7BBE91D6" w14:textId="2EE6ECDC" w:rsidR="00CB29AC" w:rsidRPr="00E563B7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58EDB0C8" w14:textId="77777777" w:rsidR="00830970" w:rsidRPr="00E563B7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okres </w:t>
      </w:r>
      <w:r w:rsidR="00830970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mojego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udostępnienia zasobów Wykonawcy </w:t>
      </w:r>
      <w:r w:rsidR="00830970" w:rsidRPr="00E563B7">
        <w:rPr>
          <w:rFonts w:ascii="Times New Roman" w:eastAsia="Times New Roman" w:hAnsi="Times New Roman"/>
          <w:sz w:val="24"/>
          <w:szCs w:val="24"/>
          <w:lang w:eastAsia="pl-PL"/>
        </w:rPr>
        <w:t>będzie następujący:</w:t>
      </w:r>
    </w:p>
    <w:p w14:paraId="31A3D42E" w14:textId="714821CE" w:rsidR="00E27ABB" w:rsidRPr="00E563B7" w:rsidRDefault="00830970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194"/>
        <w:gridCol w:w="4878"/>
      </w:tblGrid>
      <w:tr w:rsidR="00053927" w:rsidRPr="00E563B7" w14:paraId="6D69F660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750FB549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6AAA3C8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0B5A3003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1DF09C6A" w14:textId="3B5AB594" w:rsidR="00053927" w:rsidRPr="00E563B7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……………………………………………</w:t>
            </w:r>
          </w:p>
          <w:p w14:paraId="32AD4043" w14:textId="77777777" w:rsidR="00053927" w:rsidRPr="00E563B7" w:rsidRDefault="00053927" w:rsidP="00071D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879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3B871532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4844E43F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15F530DC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A6037F1" w14:textId="46001CA5" w:rsidR="00053927" w:rsidRPr="00E563B7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………………….…………………..…………………</w:t>
            </w:r>
          </w:p>
          <w:p w14:paraId="584F1874" w14:textId="77777777" w:rsidR="00053927" w:rsidRPr="00E563B7" w:rsidRDefault="00053927" w:rsidP="008833CF">
            <w:pPr>
              <w:spacing w:before="60"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(</w:t>
            </w:r>
            <w:r w:rsidR="00071D4C"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kwalifikowany podpis elektroniczny / podpis zaufany / podpis osobisty </w:t>
            </w: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osoby uprawnionej do </w:t>
            </w:r>
            <w:r w:rsidR="00071D4C"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reprezentacji p</w:t>
            </w: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odmiotu udostępniającego zasoby)</w:t>
            </w:r>
          </w:p>
        </w:tc>
      </w:tr>
      <w:bookmarkEnd w:id="0"/>
    </w:tbl>
    <w:p w14:paraId="151DB1B8" w14:textId="77777777" w:rsidR="00E27ABB" w:rsidRPr="00E563B7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sectPr w:rsidR="00E27ABB" w:rsidRPr="00E563B7" w:rsidSect="00EC10EE">
      <w:footerReference w:type="default" r:id="rId7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F7720" w14:textId="77777777" w:rsidR="0072295A" w:rsidRDefault="0072295A" w:rsidP="00025386">
      <w:pPr>
        <w:spacing w:after="0" w:line="240" w:lineRule="auto"/>
      </w:pPr>
      <w:r>
        <w:separator/>
      </w:r>
    </w:p>
  </w:endnote>
  <w:endnote w:type="continuationSeparator" w:id="0">
    <w:p w14:paraId="350178FE" w14:textId="77777777" w:rsidR="0072295A" w:rsidRDefault="0072295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FEFAD" w14:textId="2F70F4BE" w:rsidR="00025386" w:rsidRDefault="00FC5CCC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36BC8BD" wp14:editId="24E63AF8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0A2C2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697A94F7" w14:textId="211D492F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1EB1AEC2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D0FB2" w14:textId="77777777" w:rsidR="0072295A" w:rsidRDefault="0072295A" w:rsidP="00025386">
      <w:pPr>
        <w:spacing w:after="0" w:line="240" w:lineRule="auto"/>
      </w:pPr>
      <w:r>
        <w:separator/>
      </w:r>
    </w:p>
  </w:footnote>
  <w:footnote w:type="continuationSeparator" w:id="0">
    <w:p w14:paraId="492AD690" w14:textId="77777777" w:rsidR="0072295A" w:rsidRDefault="0072295A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218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CFF"/>
    <w:rsid w:val="00025386"/>
    <w:rsid w:val="000423B9"/>
    <w:rsid w:val="00053927"/>
    <w:rsid w:val="00066C44"/>
    <w:rsid w:val="00071D4C"/>
    <w:rsid w:val="00084786"/>
    <w:rsid w:val="0016158F"/>
    <w:rsid w:val="001C2314"/>
    <w:rsid w:val="00213980"/>
    <w:rsid w:val="00336833"/>
    <w:rsid w:val="004374F2"/>
    <w:rsid w:val="00460705"/>
    <w:rsid w:val="00485239"/>
    <w:rsid w:val="004D2E0B"/>
    <w:rsid w:val="004E27D7"/>
    <w:rsid w:val="00512B49"/>
    <w:rsid w:val="0055145C"/>
    <w:rsid w:val="005624D8"/>
    <w:rsid w:val="005A18B9"/>
    <w:rsid w:val="00620476"/>
    <w:rsid w:val="00657A47"/>
    <w:rsid w:val="006F0A63"/>
    <w:rsid w:val="0071340C"/>
    <w:rsid w:val="0072295A"/>
    <w:rsid w:val="00745A44"/>
    <w:rsid w:val="007666D6"/>
    <w:rsid w:val="007D6755"/>
    <w:rsid w:val="00824D73"/>
    <w:rsid w:val="00830970"/>
    <w:rsid w:val="008833CF"/>
    <w:rsid w:val="008B797E"/>
    <w:rsid w:val="008F2498"/>
    <w:rsid w:val="009028E6"/>
    <w:rsid w:val="0093388F"/>
    <w:rsid w:val="009F0CFF"/>
    <w:rsid w:val="00A56A6F"/>
    <w:rsid w:val="00A87380"/>
    <w:rsid w:val="00AF4E90"/>
    <w:rsid w:val="00AF7375"/>
    <w:rsid w:val="00B62AD0"/>
    <w:rsid w:val="00B77707"/>
    <w:rsid w:val="00BE3BCE"/>
    <w:rsid w:val="00CB29AC"/>
    <w:rsid w:val="00D249A9"/>
    <w:rsid w:val="00D55FC4"/>
    <w:rsid w:val="00D9320D"/>
    <w:rsid w:val="00DB2C85"/>
    <w:rsid w:val="00DC4842"/>
    <w:rsid w:val="00DC587A"/>
    <w:rsid w:val="00DC652A"/>
    <w:rsid w:val="00DE3B21"/>
    <w:rsid w:val="00DE73DD"/>
    <w:rsid w:val="00E27ABB"/>
    <w:rsid w:val="00E563B7"/>
    <w:rsid w:val="00E67109"/>
    <w:rsid w:val="00E86D3B"/>
    <w:rsid w:val="00EC10EE"/>
    <w:rsid w:val="00EF3368"/>
    <w:rsid w:val="00F334B4"/>
    <w:rsid w:val="00F77884"/>
    <w:rsid w:val="00FB7BA7"/>
    <w:rsid w:val="00FC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C5401"/>
  <w15:chartTrackingRefBased/>
  <w15:docId w15:val="{F727F2A1-307A-47F2-9B3C-10892999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6</cp:revision>
  <dcterms:created xsi:type="dcterms:W3CDTF">2022-06-14T12:51:00Z</dcterms:created>
  <dcterms:modified xsi:type="dcterms:W3CDTF">2023-09-20T14:36:00Z</dcterms:modified>
</cp:coreProperties>
</file>