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1ED2CE7C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60364C">
        <w:rPr>
          <w:rFonts w:cs="Arial"/>
          <w:sz w:val="20"/>
          <w:szCs w:val="20"/>
        </w:rPr>
        <w:t>1</w:t>
      </w:r>
      <w:r w:rsidR="00AC3C22">
        <w:rPr>
          <w:rFonts w:cs="Arial"/>
          <w:sz w:val="20"/>
          <w:szCs w:val="20"/>
        </w:rPr>
        <w:t>2</w:t>
      </w:r>
      <w:r w:rsidR="00313244">
        <w:rPr>
          <w:rFonts w:cs="Arial"/>
          <w:sz w:val="20"/>
          <w:szCs w:val="20"/>
        </w:rPr>
        <w:t>.202</w:t>
      </w:r>
      <w:r w:rsidR="00AC3C22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61C7B04D" w14:textId="77777777" w:rsidR="00AC3C22" w:rsidRPr="00AC3C22" w:rsidRDefault="00AC3C22" w:rsidP="00AC3C22">
      <w:pPr>
        <w:rPr>
          <w:lang w:eastAsia="en-US"/>
        </w:rPr>
      </w:pP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097C594" w14:textId="77777777" w:rsidR="00AC3C22" w:rsidRPr="003B7604" w:rsidRDefault="00AC3C22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0C64B278" w14:textId="77777777" w:rsidR="0060364C" w:rsidRDefault="000C2176" w:rsidP="0060364C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60364C" w:rsidRPr="0060364C">
        <w:rPr>
          <w:rFonts w:eastAsia="Calibri" w:cs="Arial"/>
          <w:b/>
          <w:bCs/>
          <w:sz w:val="20"/>
          <w:szCs w:val="20"/>
          <w:lang w:eastAsia="en-US"/>
        </w:rPr>
        <w:t xml:space="preserve">Wykonanie dokumentacji projektowej dla termomodernizacji i instalacji odnawialnych źródeł energii w budynkach użyteczności publicznej - Wydział Geodezji Starostwa Powiatowego w Chojnicach.  </w:t>
      </w:r>
    </w:p>
    <w:p w14:paraId="6E31FAB0" w14:textId="77777777" w:rsidR="0060364C" w:rsidRPr="0060364C" w:rsidRDefault="0060364C" w:rsidP="0060364C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36AA5FBE" w14:textId="0E1F6A62" w:rsidR="004D413F" w:rsidRPr="004D413F" w:rsidRDefault="004D413F" w:rsidP="004D413F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4D413F">
        <w:rPr>
          <w:rFonts w:eastAsia="Calibri" w:cs="Arial"/>
          <w:b/>
          <w:bCs/>
          <w:sz w:val="20"/>
          <w:szCs w:val="20"/>
          <w:lang w:eastAsia="en-US"/>
        </w:rPr>
        <w:t>składam(y) niniejszą ofertę:</w:t>
      </w:r>
    </w:p>
    <w:p w14:paraId="1C76FA05" w14:textId="6ACA8621" w:rsidR="000554BB" w:rsidRPr="0060364C" w:rsidRDefault="004D413F" w:rsidP="0060364C">
      <w:pPr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4D413F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</w:p>
    <w:p w14:paraId="1B625B19" w14:textId="77777777" w:rsidR="000554BB" w:rsidRPr="00D748CF" w:rsidRDefault="000554BB" w:rsidP="000554BB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4D9A49" w14:textId="77777777" w:rsidR="000554BB" w:rsidRPr="00D748CF" w:rsidRDefault="000554BB" w:rsidP="000554BB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6724B1F1" w14:textId="77777777" w:rsidR="000554BB" w:rsidRPr="003B7604" w:rsidRDefault="000554BB" w:rsidP="000554BB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05CB5913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6524DE4E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52713D36" w14:textId="77777777" w:rsidR="000554BB" w:rsidRPr="00D748CF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D462984" w14:textId="77777777" w:rsidR="000554BB" w:rsidRDefault="000554BB" w:rsidP="000554B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67B3922E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6EFBD7C2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4E9120A4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309E1476" w14:textId="77777777" w:rsidR="000554BB" w:rsidRDefault="000554BB" w:rsidP="000554BB">
      <w:pPr>
        <w:spacing w:after="100"/>
        <w:rPr>
          <w:b/>
          <w:sz w:val="20"/>
          <w:szCs w:val="20"/>
        </w:rPr>
      </w:pPr>
    </w:p>
    <w:p w14:paraId="3B83C763" w14:textId="77777777" w:rsidR="000554BB" w:rsidRPr="00D17A2D" w:rsidRDefault="000554BB" w:rsidP="000554BB">
      <w:pPr>
        <w:spacing w:after="100"/>
        <w:rPr>
          <w:b/>
          <w:sz w:val="20"/>
          <w:szCs w:val="20"/>
        </w:rPr>
      </w:pPr>
    </w:p>
    <w:p w14:paraId="478B49EB" w14:textId="2FD4EF9C" w:rsidR="004D413F" w:rsidRPr="004D413F" w:rsidRDefault="000554BB" w:rsidP="004D413F">
      <w:pPr>
        <w:pStyle w:val="Akapitzlist"/>
        <w:numPr>
          <w:ilvl w:val="0"/>
          <w:numId w:val="8"/>
        </w:numPr>
        <w:spacing w:line="600" w:lineRule="auto"/>
        <w:ind w:left="284" w:hanging="284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</w:t>
      </w:r>
      <w:r w:rsidR="004D413F">
        <w:rPr>
          <w:rFonts w:cs="Arial"/>
          <w:b/>
          <w:sz w:val="20"/>
        </w:rPr>
        <w:t xml:space="preserve"> oferujemy </w:t>
      </w:r>
      <w:r w:rsidR="004D413F" w:rsidRPr="004D413F">
        <w:rPr>
          <w:rFonts w:cs="Arial"/>
          <w:b/>
          <w:bCs/>
          <w:sz w:val="20"/>
        </w:rPr>
        <w:t xml:space="preserve">okres  rękojmi i gwarancji </w:t>
      </w:r>
      <w:r w:rsidR="004D413F" w:rsidRPr="004D413F">
        <w:rPr>
          <w:rFonts w:cs="Arial"/>
          <w:b/>
          <w:i/>
          <w:sz w:val="20"/>
        </w:rPr>
        <w:t>( zaznaczyć):</w:t>
      </w:r>
    </w:p>
    <w:p w14:paraId="18079FF7" w14:textId="2B256D3E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36 miesięcy</w:t>
      </w:r>
    </w:p>
    <w:p w14:paraId="77908FEF" w14:textId="22080E73" w:rsidR="004D413F" w:rsidRPr="004D413F" w:rsidRDefault="004D413F" w:rsidP="004D413F">
      <w:pPr>
        <w:pStyle w:val="Akapitzlist"/>
        <w:numPr>
          <w:ilvl w:val="0"/>
          <w:numId w:val="24"/>
        </w:numPr>
        <w:spacing w:line="600" w:lineRule="auto"/>
        <w:rPr>
          <w:rFonts w:cs="Arial"/>
          <w:b/>
          <w:bCs/>
          <w:sz w:val="20"/>
        </w:rPr>
      </w:pPr>
      <w:r w:rsidRPr="004D413F">
        <w:rPr>
          <w:rFonts w:cs="Arial"/>
          <w:b/>
          <w:bCs/>
          <w:sz w:val="20"/>
        </w:rPr>
        <w:t>48 miesięcy</w:t>
      </w:r>
    </w:p>
    <w:p w14:paraId="6C6CA7E1" w14:textId="02419286" w:rsidR="00707BA3" w:rsidRPr="004D413F" w:rsidRDefault="004D413F" w:rsidP="0060364C">
      <w:pPr>
        <w:pStyle w:val="Akapitzlist"/>
        <w:spacing w:line="600" w:lineRule="auto"/>
        <w:ind w:left="284"/>
        <w:rPr>
          <w:rFonts w:cs="Arial"/>
          <w:b/>
          <w:sz w:val="20"/>
        </w:rPr>
      </w:pPr>
      <w:r w:rsidRPr="004D413F">
        <w:rPr>
          <w:rFonts w:cs="Arial"/>
          <w:b/>
          <w:sz w:val="20"/>
        </w:rPr>
        <w:t>(słownie</w:t>
      </w:r>
      <w:r>
        <w:rPr>
          <w:rFonts w:cs="Arial"/>
          <w:b/>
          <w:sz w:val="20"/>
        </w:rPr>
        <w:t xml:space="preserve"> wpisać</w:t>
      </w:r>
      <w:r w:rsidRPr="004D413F">
        <w:rPr>
          <w:rFonts w:cs="Arial"/>
          <w:b/>
          <w:sz w:val="20"/>
        </w:rPr>
        <w:t xml:space="preserve"> : ……………………………..………………………………</w:t>
      </w:r>
      <w:r>
        <w:rPr>
          <w:rFonts w:cs="Arial"/>
          <w:b/>
          <w:sz w:val="20"/>
        </w:rPr>
        <w:t>…………………</w:t>
      </w:r>
      <w:r w:rsidRPr="004D413F">
        <w:rPr>
          <w:rFonts w:cs="Arial"/>
          <w:b/>
          <w:sz w:val="20"/>
        </w:rPr>
        <w:t xml:space="preserve"> miesięcy)</w:t>
      </w:r>
      <w:bookmarkEnd w:id="0"/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10606975" w14:textId="77777777" w:rsidR="000554BB" w:rsidRDefault="000554BB" w:rsidP="000C2176">
      <w:pPr>
        <w:jc w:val="both"/>
        <w:rPr>
          <w:rFonts w:cs="Arial"/>
          <w:bCs/>
          <w:sz w:val="20"/>
          <w:szCs w:val="20"/>
        </w:rPr>
      </w:pP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3E67D9EF" w14:textId="4FE11FCD" w:rsidR="004D413F" w:rsidRPr="0060364C" w:rsidRDefault="000C2176" w:rsidP="004D413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11F3DAD" w14:textId="5363C541" w:rsidR="00C65C63" w:rsidRPr="0060364C" w:rsidRDefault="000C2176" w:rsidP="0060364C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C65C63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DCA08B7" w14:textId="77777777" w:rsidR="00C65C63" w:rsidRPr="003E0E15" w:rsidRDefault="00C65C63" w:rsidP="0060364C">
      <w:pPr>
        <w:suppressAutoHyphens/>
        <w:jc w:val="both"/>
        <w:rPr>
          <w:rFonts w:cs="Arial"/>
          <w:sz w:val="20"/>
          <w:szCs w:val="20"/>
        </w:rPr>
      </w:pP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7DE2058" w14:textId="32F82513" w:rsidR="004D413F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2D5A0C39" w14:textId="77777777" w:rsidR="004D413F" w:rsidRPr="00061553" w:rsidRDefault="004D413F" w:rsidP="000C2176">
      <w:pPr>
        <w:rPr>
          <w:rFonts w:cs="Arial"/>
          <w:sz w:val="20"/>
          <w:szCs w:val="20"/>
        </w:rPr>
      </w:pP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Default="003B7604" w:rsidP="000C2176">
      <w:pPr>
        <w:rPr>
          <w:rFonts w:cs="Arial"/>
          <w:i/>
          <w:sz w:val="16"/>
          <w:szCs w:val="16"/>
        </w:rPr>
      </w:pPr>
    </w:p>
    <w:p w14:paraId="629C46A1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7DD3CFDA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5EF93801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39CBFB46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24805E71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70AF94B2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6130928D" w14:textId="77777777" w:rsidR="0060364C" w:rsidRDefault="0060364C" w:rsidP="000C2176">
      <w:pPr>
        <w:rPr>
          <w:rFonts w:cs="Arial"/>
          <w:i/>
          <w:sz w:val="16"/>
          <w:szCs w:val="16"/>
        </w:rPr>
      </w:pPr>
    </w:p>
    <w:p w14:paraId="61674492" w14:textId="77777777" w:rsidR="004D413F" w:rsidRDefault="004D413F" w:rsidP="004D413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1BE7579" w14:textId="77777777" w:rsidR="004D413F" w:rsidRPr="00A63522" w:rsidRDefault="004D413F" w:rsidP="004D413F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60364C" w:rsidRPr="003E0E15" w14:paraId="275363DD" w14:textId="77777777" w:rsidTr="0060364C">
        <w:tc>
          <w:tcPr>
            <w:tcW w:w="2551" w:type="dxa"/>
          </w:tcPr>
          <w:p w14:paraId="12AD7408" w14:textId="0D583202" w:rsidR="0060364C" w:rsidRPr="003E0E15" w:rsidRDefault="0060364C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095" w:type="dxa"/>
          </w:tcPr>
          <w:p w14:paraId="23491EEA" w14:textId="7691C2D6" w:rsidR="0060364C" w:rsidRPr="003E0E15" w:rsidRDefault="0060364C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f</w:t>
            </w:r>
            <w:r w:rsidRPr="003E0E15">
              <w:rPr>
                <w:rFonts w:cs="Arial"/>
                <w:b/>
                <w:sz w:val="20"/>
                <w:szCs w:val="20"/>
              </w:rPr>
              <w:t>orma</w:t>
            </w:r>
          </w:p>
          <w:p w14:paraId="4733BFD7" w14:textId="77777777" w:rsidR="0060364C" w:rsidRPr="003E0E15" w:rsidRDefault="0060364C" w:rsidP="00D2278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0364C" w:rsidRPr="003E0E15" w14:paraId="2F845623" w14:textId="77777777" w:rsidTr="0060364C">
        <w:trPr>
          <w:trHeight w:val="769"/>
        </w:trPr>
        <w:tc>
          <w:tcPr>
            <w:tcW w:w="2551" w:type="dxa"/>
            <w:vAlign w:val="center"/>
          </w:tcPr>
          <w:p w14:paraId="452AD712" w14:textId="71965BF7" w:rsidR="0060364C" w:rsidRPr="003E0E15" w:rsidRDefault="0060364C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8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  <w:vAlign w:val="center"/>
          </w:tcPr>
          <w:p w14:paraId="1789B9D0" w14:textId="77777777" w:rsidR="0060364C" w:rsidRDefault="0060364C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9AA2619" w14:textId="77777777" w:rsidR="0060364C" w:rsidRPr="003E0E15" w:rsidRDefault="0060364C" w:rsidP="004D413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2E95A61" w14:textId="77777777" w:rsidR="004D413F" w:rsidRDefault="004D413F" w:rsidP="004D413F">
      <w:pPr>
        <w:spacing w:after="240" w:line="23" w:lineRule="atLeast"/>
        <w:rPr>
          <w:rFonts w:cs="Arial"/>
          <w:sz w:val="20"/>
          <w:szCs w:val="20"/>
        </w:rPr>
      </w:pPr>
    </w:p>
    <w:p w14:paraId="4D3CF0A9" w14:textId="77777777" w:rsidR="004D413F" w:rsidRPr="003E0E15" w:rsidRDefault="004D413F" w:rsidP="004D413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35E970CB" w14:textId="77777777" w:rsidR="004D413F" w:rsidRDefault="004D413F" w:rsidP="004D413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798EDB7" w14:textId="77777777" w:rsidR="004D413F" w:rsidRDefault="004D413F" w:rsidP="004D413F">
      <w:pPr>
        <w:rPr>
          <w:rFonts w:cs="Arial"/>
          <w:i/>
          <w:sz w:val="16"/>
          <w:szCs w:val="16"/>
        </w:rPr>
      </w:pPr>
    </w:p>
    <w:p w14:paraId="4A062DB2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437E3C90" w14:textId="77777777" w:rsidR="004D413F" w:rsidRDefault="004D413F" w:rsidP="000C2176">
      <w:pPr>
        <w:rPr>
          <w:rFonts w:cs="Arial"/>
          <w:i/>
          <w:sz w:val="16"/>
          <w:szCs w:val="16"/>
        </w:rPr>
      </w:pPr>
    </w:p>
    <w:p w14:paraId="614CFBDD" w14:textId="77777777" w:rsidR="004D413F" w:rsidRPr="003D2F96" w:rsidRDefault="004D413F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EDC46FB" w14:textId="77777777" w:rsidR="003B7604" w:rsidRPr="002A6B66" w:rsidRDefault="003B7604" w:rsidP="00AC3C2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00E9B4A" w14:textId="2B96CF72" w:rsidR="003B7604" w:rsidRPr="00C65C63" w:rsidRDefault="00E8370B" w:rsidP="00C65C63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215FF369" w14:textId="77777777" w:rsidR="0060364C" w:rsidRDefault="0060364C" w:rsidP="0060364C">
      <w:p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</w:p>
    <w:p w14:paraId="08FCB1E8" w14:textId="77777777" w:rsidR="0060364C" w:rsidRDefault="0060364C" w:rsidP="0060364C">
      <w:p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</w:p>
    <w:p w14:paraId="3245E23D" w14:textId="77777777" w:rsidR="0060364C" w:rsidRPr="00930251" w:rsidRDefault="0060364C" w:rsidP="0060364C">
      <w:p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7D17196" w14:textId="6141924F" w:rsidR="00CE6FA8" w:rsidRPr="00C65C63" w:rsidRDefault="000C2176" w:rsidP="00C65C63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0728D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3F8E" w14:textId="77777777" w:rsidR="0010728D" w:rsidRDefault="0010728D">
      <w:r>
        <w:separator/>
      </w:r>
    </w:p>
  </w:endnote>
  <w:endnote w:type="continuationSeparator" w:id="0">
    <w:p w14:paraId="75948AB6" w14:textId="77777777" w:rsidR="0010728D" w:rsidRDefault="0010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E8BC" w14:textId="77777777" w:rsidR="0010728D" w:rsidRDefault="0010728D">
      <w:r>
        <w:separator/>
      </w:r>
    </w:p>
  </w:footnote>
  <w:footnote w:type="continuationSeparator" w:id="0">
    <w:p w14:paraId="49A92306" w14:textId="77777777" w:rsidR="0010728D" w:rsidRDefault="00107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2FC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141D73"/>
    <w:multiLevelType w:val="hybridMultilevel"/>
    <w:tmpl w:val="DB82850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5DD"/>
    <w:multiLevelType w:val="hybridMultilevel"/>
    <w:tmpl w:val="C4EC24F0"/>
    <w:lvl w:ilvl="0" w:tplc="47B4140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6460D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C3DAF"/>
    <w:multiLevelType w:val="hybridMultilevel"/>
    <w:tmpl w:val="5EEAAE74"/>
    <w:lvl w:ilvl="0" w:tplc="9BB27A7E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A7F7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4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8"/>
  </w:num>
  <w:num w:numId="2" w16cid:durableId="479687491">
    <w:abstractNumId w:val="7"/>
  </w:num>
  <w:num w:numId="3" w16cid:durableId="960654042">
    <w:abstractNumId w:val="4"/>
  </w:num>
  <w:num w:numId="4" w16cid:durableId="1498114899">
    <w:abstractNumId w:val="2"/>
  </w:num>
  <w:num w:numId="5" w16cid:durableId="435640673">
    <w:abstractNumId w:val="14"/>
  </w:num>
  <w:num w:numId="6" w16cid:durableId="623079396">
    <w:abstractNumId w:val="20"/>
  </w:num>
  <w:num w:numId="7" w16cid:durableId="1820803447">
    <w:abstractNumId w:val="0"/>
  </w:num>
  <w:num w:numId="8" w16cid:durableId="252512673">
    <w:abstractNumId w:val="15"/>
  </w:num>
  <w:num w:numId="9" w16cid:durableId="473373497">
    <w:abstractNumId w:val="6"/>
  </w:num>
  <w:num w:numId="10" w16cid:durableId="410548678">
    <w:abstractNumId w:val="1"/>
  </w:num>
  <w:num w:numId="11" w16cid:durableId="794442640">
    <w:abstractNumId w:val="22"/>
  </w:num>
  <w:num w:numId="12" w16cid:durableId="510068442">
    <w:abstractNumId w:val="10"/>
  </w:num>
  <w:num w:numId="13" w16cid:durableId="1297101073">
    <w:abstractNumId w:val="17"/>
  </w:num>
  <w:num w:numId="14" w16cid:durableId="207644832">
    <w:abstractNumId w:val="24"/>
  </w:num>
  <w:num w:numId="15" w16cid:durableId="603029011">
    <w:abstractNumId w:val="21"/>
  </w:num>
  <w:num w:numId="16" w16cid:durableId="2098164035">
    <w:abstractNumId w:val="19"/>
  </w:num>
  <w:num w:numId="17" w16cid:durableId="755978553">
    <w:abstractNumId w:val="12"/>
  </w:num>
  <w:num w:numId="18" w16cid:durableId="875429967">
    <w:abstractNumId w:val="13"/>
  </w:num>
  <w:num w:numId="19" w16cid:durableId="1972900144">
    <w:abstractNumId w:val="9"/>
  </w:num>
  <w:num w:numId="20" w16cid:durableId="189690540">
    <w:abstractNumId w:val="5"/>
  </w:num>
  <w:num w:numId="21" w16cid:durableId="1936328893">
    <w:abstractNumId w:val="23"/>
  </w:num>
  <w:num w:numId="22" w16cid:durableId="1124499354">
    <w:abstractNumId w:val="3"/>
  </w:num>
  <w:num w:numId="23" w16cid:durableId="882056817">
    <w:abstractNumId w:val="18"/>
  </w:num>
  <w:num w:numId="24" w16cid:durableId="521670161">
    <w:abstractNumId w:val="16"/>
  </w:num>
  <w:num w:numId="25" w16cid:durableId="10399348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54BB"/>
    <w:rsid w:val="00061F20"/>
    <w:rsid w:val="00080D83"/>
    <w:rsid w:val="000950D7"/>
    <w:rsid w:val="000C2176"/>
    <w:rsid w:val="000D283E"/>
    <w:rsid w:val="000D39B7"/>
    <w:rsid w:val="00100DBB"/>
    <w:rsid w:val="00102E49"/>
    <w:rsid w:val="0010728D"/>
    <w:rsid w:val="00124D4A"/>
    <w:rsid w:val="00130B23"/>
    <w:rsid w:val="001413F0"/>
    <w:rsid w:val="00142137"/>
    <w:rsid w:val="001467B2"/>
    <w:rsid w:val="0016487F"/>
    <w:rsid w:val="00177259"/>
    <w:rsid w:val="001A146D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5533"/>
    <w:rsid w:val="00426FBE"/>
    <w:rsid w:val="0045078D"/>
    <w:rsid w:val="004861BD"/>
    <w:rsid w:val="00492BD3"/>
    <w:rsid w:val="004B70BD"/>
    <w:rsid w:val="004D413F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60364C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C3C22"/>
    <w:rsid w:val="00AF39E6"/>
    <w:rsid w:val="00B01F08"/>
    <w:rsid w:val="00B10370"/>
    <w:rsid w:val="00B16E8F"/>
    <w:rsid w:val="00B30401"/>
    <w:rsid w:val="00B46838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65C63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57</TotalTime>
  <Pages>4</Pages>
  <Words>856</Words>
  <Characters>5137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20</cp:revision>
  <cp:lastPrinted>2021-04-12T14:11:00Z</cp:lastPrinted>
  <dcterms:created xsi:type="dcterms:W3CDTF">2022-04-19T13:52:00Z</dcterms:created>
  <dcterms:modified xsi:type="dcterms:W3CDTF">2024-02-19T13:52:00Z</dcterms:modified>
</cp:coreProperties>
</file>