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AFB12" w14:textId="52B4D616" w:rsidR="000C2176" w:rsidRDefault="00B77D4C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3934F9">
        <w:rPr>
          <w:rFonts w:cs="Arial"/>
          <w:sz w:val="20"/>
          <w:szCs w:val="20"/>
        </w:rPr>
        <w:t>.</w:t>
      </w:r>
      <w:r w:rsidR="003934F9" w:rsidRPr="008E30F8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3934F9" w:rsidRPr="008E30F8">
        <w:rPr>
          <w:rFonts w:cs="Arial"/>
          <w:sz w:val="20"/>
          <w:szCs w:val="20"/>
        </w:rPr>
        <w:t>.</w:t>
      </w:r>
      <w:r w:rsidR="001C76F2">
        <w:rPr>
          <w:rFonts w:cs="Arial"/>
          <w:sz w:val="20"/>
          <w:szCs w:val="20"/>
        </w:rPr>
        <w:t>2</w:t>
      </w:r>
      <w:r w:rsidR="00313244" w:rsidRPr="008E30F8">
        <w:rPr>
          <w:rFonts w:cs="Arial"/>
          <w:sz w:val="20"/>
          <w:szCs w:val="20"/>
        </w:rPr>
        <w:t>.202</w:t>
      </w:r>
      <w:r w:rsidR="00B51B0B">
        <w:rPr>
          <w:rFonts w:cs="Arial"/>
          <w:sz w:val="20"/>
          <w:szCs w:val="20"/>
        </w:rPr>
        <w:t>2</w:t>
      </w:r>
    </w:p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F91E569" w14:textId="77777777" w:rsidR="00B77D4C" w:rsidRPr="00B77D4C" w:rsidRDefault="000C2176" w:rsidP="00B77D4C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B77D4C" w:rsidRPr="00B77D4C">
        <w:rPr>
          <w:rFonts w:cs="Arial"/>
          <w:b/>
          <w:bCs/>
          <w:sz w:val="20"/>
          <w:szCs w:val="20"/>
        </w:rPr>
        <w:t xml:space="preserve">POWIAT CHOJNICKI  </w:t>
      </w:r>
    </w:p>
    <w:p w14:paraId="2B1ADCCA" w14:textId="77777777" w:rsidR="00B77D4C" w:rsidRP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ul. 31 Stycznia 56</w:t>
      </w:r>
    </w:p>
    <w:p w14:paraId="4094FD96" w14:textId="29E3B84F" w:rsid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89-600 CHOJNICE</w:t>
      </w: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2DD59837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763D418B" w14:textId="77777777" w:rsidR="001C76F2" w:rsidRPr="00EB76C0" w:rsidRDefault="001C76F2" w:rsidP="000C2176">
      <w:pPr>
        <w:spacing w:line="480" w:lineRule="auto"/>
        <w:rPr>
          <w:rFonts w:cs="Arial"/>
          <w:sz w:val="20"/>
          <w:szCs w:val="20"/>
        </w:rPr>
      </w:pPr>
    </w:p>
    <w:p w14:paraId="2F6F7667" w14:textId="27086599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082E76A0" w14:textId="77777777" w:rsidR="001C76F2" w:rsidRPr="00EB76C0" w:rsidRDefault="001C76F2" w:rsidP="000C2176">
      <w:pPr>
        <w:spacing w:line="480" w:lineRule="auto"/>
        <w:rPr>
          <w:rFonts w:cs="Arial"/>
          <w:sz w:val="20"/>
          <w:szCs w:val="20"/>
        </w:rPr>
      </w:pPr>
    </w:p>
    <w:p w14:paraId="621E0D68" w14:textId="06FCDDCC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1C76F2">
        <w:rPr>
          <w:rFonts w:cs="Arial"/>
          <w:sz w:val="20"/>
          <w:szCs w:val="20"/>
        </w:rPr>
        <w:t>:</w:t>
      </w:r>
    </w:p>
    <w:p w14:paraId="4F0670EB" w14:textId="4526C1E2" w:rsidR="001C76F2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</w:t>
      </w:r>
    </w:p>
    <w:p w14:paraId="19D6656B" w14:textId="40467161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</w:t>
      </w:r>
    </w:p>
    <w:p w14:paraId="50FD79EF" w14:textId="3C754312" w:rsidR="000C2176" w:rsidRPr="00DC05CF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</w:t>
      </w:r>
    </w:p>
    <w:p w14:paraId="273BAB47" w14:textId="02BB922D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1C76F2">
        <w:rPr>
          <w:rFonts w:cs="Arial"/>
          <w:sz w:val="20"/>
          <w:szCs w:val="20"/>
        </w:rPr>
        <w:t>:</w:t>
      </w:r>
    </w:p>
    <w:p w14:paraId="72A486FC" w14:textId="77777777" w:rsidR="00B51B0B" w:rsidRDefault="00B51B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</w:p>
    <w:p w14:paraId="5EFD8867" w14:textId="7E85EB65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6151472" w14:textId="659C19A4" w:rsidR="002E60E0" w:rsidRDefault="007425EB" w:rsidP="002E60E0">
      <w:pPr>
        <w:pStyle w:val="Nagwek4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425EB">
        <w:rPr>
          <w:rFonts w:ascii="Arial" w:hAnsi="Arial" w:cs="Arial"/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1E5697">
        <w:rPr>
          <w:rFonts w:ascii="Arial" w:hAnsi="Arial" w:cs="Arial"/>
          <w:b w:val="0"/>
          <w:bCs w:val="0"/>
          <w:sz w:val="20"/>
          <w:szCs w:val="20"/>
        </w:rPr>
        <w:t>roboty budowlane pn.:</w:t>
      </w:r>
    </w:p>
    <w:p w14:paraId="2CDB7725" w14:textId="77777777" w:rsidR="00B51B0B" w:rsidRPr="00B51B0B" w:rsidRDefault="00B51B0B" w:rsidP="00B51B0B">
      <w:pPr>
        <w:spacing w:after="200" w:line="360" w:lineRule="auto"/>
        <w:jc w:val="both"/>
        <w:outlineLvl w:val="0"/>
        <w:rPr>
          <w:rFonts w:cs="Arial"/>
          <w:b/>
          <w:sz w:val="20"/>
          <w:szCs w:val="20"/>
        </w:rPr>
      </w:pPr>
      <w:bookmarkStart w:id="0" w:name="_Hlk66370529"/>
      <w:r w:rsidRPr="00B51B0B">
        <w:rPr>
          <w:rFonts w:cs="Arial"/>
          <w:b/>
          <w:sz w:val="20"/>
          <w:szCs w:val="20"/>
        </w:rPr>
        <w:t>Wykonanie remontu cząstkowego nawierzchni bitumicznych dróg powiatowych masą bitumiczną na gorąco z podziałem na części</w:t>
      </w:r>
    </w:p>
    <w:p w14:paraId="7A769B2F" w14:textId="480CC993" w:rsidR="00B51B0B" w:rsidRDefault="00B51B0B" w:rsidP="00B51B0B">
      <w:pPr>
        <w:spacing w:line="360" w:lineRule="auto"/>
        <w:jc w:val="both"/>
        <w:outlineLvl w:val="0"/>
        <w:rPr>
          <w:rFonts w:cs="Arial"/>
          <w:b/>
          <w:color w:val="FF0000"/>
          <w:sz w:val="20"/>
          <w:szCs w:val="20"/>
        </w:rPr>
      </w:pPr>
      <w:r w:rsidRPr="00B51B0B">
        <w:rPr>
          <w:rFonts w:cs="Arial"/>
          <w:b/>
          <w:color w:val="FF0000"/>
          <w:sz w:val="20"/>
          <w:szCs w:val="20"/>
        </w:rPr>
        <w:t>Część nr 1. Na terenie Gminy Brusy oraz Gminy Konarzyny na powierzchni 2300,00 m²</w:t>
      </w:r>
    </w:p>
    <w:p w14:paraId="2D9DDA08" w14:textId="77777777" w:rsidR="00640066" w:rsidRPr="00B51B0B" w:rsidRDefault="00640066" w:rsidP="00B51B0B">
      <w:pPr>
        <w:spacing w:line="360" w:lineRule="auto"/>
        <w:jc w:val="both"/>
        <w:outlineLvl w:val="0"/>
        <w:rPr>
          <w:rFonts w:cs="Arial"/>
          <w:b/>
          <w:color w:val="FF0000"/>
          <w:sz w:val="20"/>
          <w:szCs w:val="20"/>
        </w:rPr>
      </w:pPr>
    </w:p>
    <w:p w14:paraId="3A320618" w14:textId="2EAE7140" w:rsidR="004C5019" w:rsidRDefault="004C5019" w:rsidP="00AB7051">
      <w:pPr>
        <w:numPr>
          <w:ilvl w:val="0"/>
          <w:numId w:val="3"/>
        </w:numPr>
        <w:tabs>
          <w:tab w:val="left" w:pos="426"/>
        </w:tabs>
        <w:ind w:hanging="2880"/>
        <w:jc w:val="both"/>
        <w:rPr>
          <w:rFonts w:cs="Arial"/>
          <w:b/>
          <w:sz w:val="20"/>
          <w:szCs w:val="20"/>
        </w:rPr>
      </w:pPr>
      <w:r w:rsidRPr="00DC05CF">
        <w:rPr>
          <w:rFonts w:cs="Arial"/>
          <w:b/>
          <w:sz w:val="20"/>
          <w:szCs w:val="20"/>
        </w:rPr>
        <w:t xml:space="preserve">Oferujemy wykonanie w/w przedmiotu zamówienia za cenę </w:t>
      </w:r>
      <w:r w:rsidR="00B51B0B">
        <w:rPr>
          <w:rFonts w:cs="Arial"/>
          <w:b/>
          <w:sz w:val="20"/>
          <w:szCs w:val="20"/>
        </w:rPr>
        <w:t>ofertową</w:t>
      </w:r>
      <w:r w:rsidRPr="00DC05CF">
        <w:rPr>
          <w:rFonts w:cs="Arial"/>
          <w:b/>
          <w:sz w:val="20"/>
          <w:szCs w:val="20"/>
        </w:rPr>
        <w:t xml:space="preserve"> brutto: </w:t>
      </w: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4247332E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</w:t>
      </w:r>
      <w:r w:rsidR="00B51B0B">
        <w:rPr>
          <w:rStyle w:val="FontStyle97"/>
          <w:rFonts w:ascii="Arial" w:hAnsi="Arial" w:cs="Arial"/>
          <w:b/>
          <w:sz w:val="20"/>
          <w:szCs w:val="20"/>
        </w:rPr>
        <w:t xml:space="preserve">OFERTOWA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</w:t>
      </w:r>
      <w:r w:rsidR="00B51B0B"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6AE5F96C" w14:textId="77777777" w:rsidR="00B51B0B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</w:t>
      </w:r>
      <w:r w:rsidR="00B51B0B">
        <w:rPr>
          <w:rStyle w:val="FontStyle97"/>
          <w:rFonts w:ascii="Arial" w:hAnsi="Arial" w:cs="Arial"/>
          <w:b/>
          <w:sz w:val="20"/>
          <w:szCs w:val="20"/>
        </w:rPr>
        <w:t xml:space="preserve">OFERTOWA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słownie: </w:t>
      </w:r>
    </w:p>
    <w:p w14:paraId="02C98BB6" w14:textId="11691078" w:rsidR="00D9465E" w:rsidRPr="009C70C7" w:rsidRDefault="00B51B0B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="004C5019" w:rsidRPr="00DC05CF">
        <w:rPr>
          <w:rStyle w:val="FontStyle97"/>
          <w:rFonts w:ascii="Arial" w:hAnsi="Arial" w:cs="Arial"/>
          <w:b/>
          <w:sz w:val="20"/>
          <w:szCs w:val="20"/>
        </w:rPr>
        <w:t>złotych</w:t>
      </w:r>
    </w:p>
    <w:p w14:paraId="21B5525D" w14:textId="715DF9FF" w:rsidR="00B51B0B" w:rsidRPr="00640066" w:rsidRDefault="00B51B0B" w:rsidP="00640066">
      <w:pPr>
        <w:numPr>
          <w:ilvl w:val="0"/>
          <w:numId w:val="3"/>
        </w:numPr>
        <w:tabs>
          <w:tab w:val="left" w:pos="426"/>
        </w:tabs>
        <w:spacing w:after="100"/>
        <w:ind w:left="426" w:hanging="426"/>
        <w:jc w:val="both"/>
        <w:rPr>
          <w:rFonts w:cs="Arial"/>
          <w:b/>
          <w:sz w:val="20"/>
          <w:szCs w:val="20"/>
        </w:rPr>
      </w:pPr>
      <w:r w:rsidRPr="00B51B0B">
        <w:rPr>
          <w:rFonts w:cs="Arial"/>
          <w:b/>
          <w:sz w:val="20"/>
          <w:szCs w:val="20"/>
        </w:rPr>
        <w:t xml:space="preserve">Termin wykonania podstawowego (pierwszego) </w:t>
      </w:r>
      <w:r w:rsidRPr="00B51B0B">
        <w:rPr>
          <w:rFonts w:cs="Arial"/>
          <w:b/>
          <w:bCs/>
          <w:sz w:val="20"/>
          <w:szCs w:val="20"/>
        </w:rPr>
        <w:t xml:space="preserve">zakresu </w:t>
      </w:r>
      <w:r w:rsidR="00640066" w:rsidRPr="00640066">
        <w:rPr>
          <w:rFonts w:cs="Arial"/>
          <w:b/>
          <w:sz w:val="20"/>
          <w:szCs w:val="20"/>
          <w:lang w:val="x-none"/>
        </w:rPr>
        <w:t>robót liczony od dnia otrzymania</w:t>
      </w:r>
      <w:r w:rsidR="00640066">
        <w:rPr>
          <w:rFonts w:cs="Arial"/>
          <w:b/>
          <w:sz w:val="20"/>
          <w:szCs w:val="20"/>
        </w:rPr>
        <w:t xml:space="preserve"> </w:t>
      </w:r>
      <w:r w:rsidR="00640066" w:rsidRPr="00640066">
        <w:rPr>
          <w:rFonts w:cs="Arial"/>
          <w:b/>
          <w:sz w:val="20"/>
          <w:szCs w:val="20"/>
          <w:lang w:val="x-none"/>
        </w:rPr>
        <w:t xml:space="preserve">zlecenia od zamawiającego  </w:t>
      </w:r>
      <w:r w:rsidRPr="00640066">
        <w:rPr>
          <w:rFonts w:cs="Arial"/>
          <w:bCs/>
          <w:i/>
          <w:sz w:val="18"/>
          <w:szCs w:val="18"/>
        </w:rPr>
        <w:t>( zaznaczyć odpowiednio)</w:t>
      </w:r>
    </w:p>
    <w:p w14:paraId="44257BA6" w14:textId="77777777" w:rsidR="00B51B0B" w:rsidRPr="00B51B0B" w:rsidRDefault="00B51B0B" w:rsidP="00B51B0B">
      <w:pPr>
        <w:numPr>
          <w:ilvl w:val="0"/>
          <w:numId w:val="9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51B0B">
        <w:rPr>
          <w:rFonts w:cs="Arial"/>
          <w:b/>
          <w:bCs/>
          <w:sz w:val="20"/>
          <w:szCs w:val="20"/>
        </w:rPr>
        <w:t xml:space="preserve">do 7 dni </w:t>
      </w:r>
      <w:r w:rsidRPr="00B51B0B">
        <w:rPr>
          <w:rFonts w:cs="Arial"/>
          <w:b/>
          <w:sz w:val="20"/>
          <w:szCs w:val="20"/>
        </w:rPr>
        <w:t>kalendarzowych</w:t>
      </w:r>
    </w:p>
    <w:p w14:paraId="6D055C2E" w14:textId="77777777" w:rsidR="00B51B0B" w:rsidRPr="00B51B0B" w:rsidRDefault="00B51B0B" w:rsidP="00B51B0B">
      <w:pPr>
        <w:numPr>
          <w:ilvl w:val="0"/>
          <w:numId w:val="9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51B0B">
        <w:rPr>
          <w:rFonts w:cs="Arial"/>
          <w:b/>
          <w:bCs/>
          <w:sz w:val="20"/>
          <w:szCs w:val="20"/>
        </w:rPr>
        <w:t>do 14 dni kalendarzowych</w:t>
      </w:r>
    </w:p>
    <w:p w14:paraId="01AE387E" w14:textId="77777777" w:rsidR="00B51B0B" w:rsidRPr="00B51B0B" w:rsidRDefault="00B51B0B" w:rsidP="00B51B0B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13B9DCEB" w14:textId="77777777" w:rsidR="00B51B0B" w:rsidRPr="00B51B0B" w:rsidRDefault="00B51B0B" w:rsidP="00B51B0B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B51B0B">
        <w:rPr>
          <w:rFonts w:cs="Arial"/>
          <w:b/>
          <w:sz w:val="20"/>
          <w:szCs w:val="20"/>
        </w:rPr>
        <w:t>(słownie: do ……………………………………………………………..…..…………….. dni kalendarzowych)</w:t>
      </w:r>
    </w:p>
    <w:p w14:paraId="74FCD60A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bookmarkEnd w:id="0"/>
    <w:p w14:paraId="08900594" w14:textId="754EC7D8" w:rsidR="00640066" w:rsidRPr="00640066" w:rsidRDefault="00640066" w:rsidP="00640066">
      <w:pPr>
        <w:spacing w:line="360" w:lineRule="auto"/>
        <w:jc w:val="both"/>
        <w:outlineLvl w:val="0"/>
        <w:rPr>
          <w:rFonts w:cs="Arial"/>
          <w:b/>
          <w:color w:val="FF0000"/>
          <w:sz w:val="20"/>
          <w:szCs w:val="20"/>
        </w:rPr>
      </w:pPr>
      <w:r w:rsidRPr="00B51B0B">
        <w:rPr>
          <w:rFonts w:cs="Arial"/>
          <w:b/>
          <w:color w:val="FF0000"/>
          <w:sz w:val="20"/>
          <w:szCs w:val="20"/>
        </w:rPr>
        <w:lastRenderedPageBreak/>
        <w:t xml:space="preserve">Część nr 2. Na terenie Gminy Chojnice, Miasta Chojnice oraz Gminy Czersk na powierzchni </w:t>
      </w:r>
      <w:r>
        <w:rPr>
          <w:rFonts w:cs="Arial"/>
          <w:b/>
          <w:color w:val="FF0000"/>
          <w:sz w:val="20"/>
          <w:szCs w:val="20"/>
        </w:rPr>
        <w:br/>
      </w:r>
      <w:r w:rsidRPr="00B51B0B">
        <w:rPr>
          <w:rFonts w:cs="Arial"/>
          <w:b/>
          <w:color w:val="FF0000"/>
          <w:sz w:val="20"/>
          <w:szCs w:val="20"/>
        </w:rPr>
        <w:t>3300,00 m²</w:t>
      </w:r>
    </w:p>
    <w:p w14:paraId="1832A55B" w14:textId="77777777" w:rsidR="00640066" w:rsidRDefault="00640066" w:rsidP="00640066">
      <w:pPr>
        <w:numPr>
          <w:ilvl w:val="0"/>
          <w:numId w:val="10"/>
        </w:numPr>
        <w:tabs>
          <w:tab w:val="left" w:pos="426"/>
        </w:tabs>
        <w:ind w:hanging="2880"/>
        <w:jc w:val="both"/>
        <w:rPr>
          <w:rFonts w:cs="Arial"/>
          <w:b/>
          <w:sz w:val="20"/>
          <w:szCs w:val="20"/>
        </w:rPr>
      </w:pPr>
      <w:r w:rsidRPr="00DC05CF">
        <w:rPr>
          <w:rFonts w:cs="Arial"/>
          <w:b/>
          <w:sz w:val="20"/>
          <w:szCs w:val="20"/>
        </w:rPr>
        <w:t xml:space="preserve">Oferujemy wykonanie w/w przedmiotu zamówienia za cenę </w:t>
      </w:r>
      <w:r>
        <w:rPr>
          <w:rFonts w:cs="Arial"/>
          <w:b/>
          <w:sz w:val="20"/>
          <w:szCs w:val="20"/>
        </w:rPr>
        <w:t>ofertową</w:t>
      </w:r>
      <w:r w:rsidRPr="00DC05CF">
        <w:rPr>
          <w:rFonts w:cs="Arial"/>
          <w:b/>
          <w:sz w:val="20"/>
          <w:szCs w:val="20"/>
        </w:rPr>
        <w:t xml:space="preserve"> brutto: </w:t>
      </w:r>
    </w:p>
    <w:p w14:paraId="69FE5C70" w14:textId="77777777" w:rsidR="00640066" w:rsidRPr="00DC05CF" w:rsidRDefault="00640066" w:rsidP="00640066">
      <w:pPr>
        <w:rPr>
          <w:rFonts w:cs="Arial"/>
          <w:b/>
          <w:sz w:val="20"/>
          <w:szCs w:val="20"/>
        </w:rPr>
      </w:pPr>
    </w:p>
    <w:p w14:paraId="5E2D205C" w14:textId="77777777" w:rsidR="00640066" w:rsidRDefault="00640066" w:rsidP="00640066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</w:t>
      </w:r>
      <w:r>
        <w:rPr>
          <w:rStyle w:val="FontStyle97"/>
          <w:rFonts w:ascii="Arial" w:hAnsi="Arial" w:cs="Arial"/>
          <w:b/>
          <w:sz w:val="20"/>
          <w:szCs w:val="20"/>
        </w:rPr>
        <w:t xml:space="preserve">OFERTOWA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</w:t>
      </w:r>
      <w:r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zł</w:t>
      </w:r>
    </w:p>
    <w:p w14:paraId="043F43F0" w14:textId="77777777" w:rsidR="00640066" w:rsidRPr="00DC05CF" w:rsidRDefault="00640066" w:rsidP="00640066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0A1E11DA" w14:textId="77777777" w:rsidR="00640066" w:rsidRDefault="00640066" w:rsidP="00640066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</w:t>
      </w:r>
      <w:r>
        <w:rPr>
          <w:rStyle w:val="FontStyle97"/>
          <w:rFonts w:ascii="Arial" w:hAnsi="Arial" w:cs="Arial"/>
          <w:b/>
          <w:sz w:val="20"/>
          <w:szCs w:val="20"/>
        </w:rPr>
        <w:t xml:space="preserve">OFERTOWA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słownie: </w:t>
      </w:r>
    </w:p>
    <w:p w14:paraId="3E9F8C7F" w14:textId="77777777" w:rsidR="00640066" w:rsidRPr="009C70C7" w:rsidRDefault="00640066" w:rsidP="00640066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złotych</w:t>
      </w:r>
    </w:p>
    <w:p w14:paraId="09DDB5BD" w14:textId="77777777" w:rsidR="00640066" w:rsidRPr="00640066" w:rsidRDefault="00640066" w:rsidP="00640066">
      <w:pPr>
        <w:numPr>
          <w:ilvl w:val="0"/>
          <w:numId w:val="10"/>
        </w:numPr>
        <w:tabs>
          <w:tab w:val="left" w:pos="426"/>
        </w:tabs>
        <w:spacing w:after="100"/>
        <w:ind w:left="426" w:hanging="426"/>
        <w:jc w:val="both"/>
        <w:rPr>
          <w:rFonts w:cs="Arial"/>
          <w:b/>
          <w:sz w:val="20"/>
          <w:szCs w:val="20"/>
        </w:rPr>
      </w:pPr>
      <w:r w:rsidRPr="00B51B0B">
        <w:rPr>
          <w:rFonts w:cs="Arial"/>
          <w:b/>
          <w:sz w:val="20"/>
          <w:szCs w:val="20"/>
        </w:rPr>
        <w:t xml:space="preserve">Termin wykonania podstawowego (pierwszego) </w:t>
      </w:r>
      <w:r w:rsidRPr="00B51B0B">
        <w:rPr>
          <w:rFonts w:cs="Arial"/>
          <w:b/>
          <w:bCs/>
          <w:sz w:val="20"/>
          <w:szCs w:val="20"/>
        </w:rPr>
        <w:t xml:space="preserve">zakresu </w:t>
      </w:r>
      <w:r w:rsidRPr="00640066">
        <w:rPr>
          <w:rFonts w:cs="Arial"/>
          <w:b/>
          <w:sz w:val="20"/>
          <w:szCs w:val="20"/>
          <w:lang w:val="x-none"/>
        </w:rPr>
        <w:t>robót liczony od dnia otrzymania</w:t>
      </w:r>
      <w:r>
        <w:rPr>
          <w:rFonts w:cs="Arial"/>
          <w:b/>
          <w:sz w:val="20"/>
          <w:szCs w:val="20"/>
        </w:rPr>
        <w:t xml:space="preserve"> </w:t>
      </w:r>
      <w:r w:rsidRPr="00640066">
        <w:rPr>
          <w:rFonts w:cs="Arial"/>
          <w:b/>
          <w:sz w:val="20"/>
          <w:szCs w:val="20"/>
          <w:lang w:val="x-none"/>
        </w:rPr>
        <w:t xml:space="preserve">zlecenia od zamawiającego  </w:t>
      </w:r>
      <w:r w:rsidRPr="00640066">
        <w:rPr>
          <w:rFonts w:cs="Arial"/>
          <w:bCs/>
          <w:i/>
          <w:sz w:val="18"/>
          <w:szCs w:val="18"/>
        </w:rPr>
        <w:t>( zaznaczyć odpowiednio)</w:t>
      </w:r>
    </w:p>
    <w:p w14:paraId="1991BFB8" w14:textId="77777777" w:rsidR="00640066" w:rsidRPr="00B51B0B" w:rsidRDefault="00640066" w:rsidP="00640066">
      <w:pPr>
        <w:numPr>
          <w:ilvl w:val="0"/>
          <w:numId w:val="9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51B0B">
        <w:rPr>
          <w:rFonts w:cs="Arial"/>
          <w:b/>
          <w:bCs/>
          <w:sz w:val="20"/>
          <w:szCs w:val="20"/>
        </w:rPr>
        <w:t xml:space="preserve">do 7 dni </w:t>
      </w:r>
      <w:r w:rsidRPr="00B51B0B">
        <w:rPr>
          <w:rFonts w:cs="Arial"/>
          <w:b/>
          <w:sz w:val="20"/>
          <w:szCs w:val="20"/>
        </w:rPr>
        <w:t>kalendarzowych</w:t>
      </w:r>
    </w:p>
    <w:p w14:paraId="0774C832" w14:textId="77777777" w:rsidR="00640066" w:rsidRPr="00B51B0B" w:rsidRDefault="00640066" w:rsidP="00640066">
      <w:pPr>
        <w:numPr>
          <w:ilvl w:val="0"/>
          <w:numId w:val="9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51B0B">
        <w:rPr>
          <w:rFonts w:cs="Arial"/>
          <w:b/>
          <w:bCs/>
          <w:sz w:val="20"/>
          <w:szCs w:val="20"/>
        </w:rPr>
        <w:t>do 14 dni kalendarzowych</w:t>
      </w:r>
    </w:p>
    <w:p w14:paraId="2630CB2E" w14:textId="77777777" w:rsidR="00640066" w:rsidRPr="00B51B0B" w:rsidRDefault="00640066" w:rsidP="00640066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38EF7336" w14:textId="77777777" w:rsidR="00640066" w:rsidRPr="00B51B0B" w:rsidRDefault="00640066" w:rsidP="00640066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B51B0B">
        <w:rPr>
          <w:rFonts w:cs="Arial"/>
          <w:b/>
          <w:sz w:val="20"/>
          <w:szCs w:val="20"/>
        </w:rPr>
        <w:t>(słownie: do ……………………………………………………………..…..…………….. dni kalendarzowych)</w:t>
      </w:r>
    </w:p>
    <w:p w14:paraId="6F5F980E" w14:textId="77777777" w:rsidR="001C76F2" w:rsidRDefault="001C76F2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21448DC3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DFF34D3" w14:textId="77777777" w:rsidR="00640066" w:rsidRPr="005A7E1F" w:rsidRDefault="00640066" w:rsidP="000C2176">
      <w:pPr>
        <w:jc w:val="both"/>
        <w:rPr>
          <w:rFonts w:cs="Arial"/>
          <w:bCs/>
          <w:sz w:val="20"/>
          <w:szCs w:val="20"/>
        </w:rPr>
      </w:pP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A6E1B27" w14:textId="515CD72C" w:rsidR="00007DE3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1" w:name="_Hlk66722486"/>
    </w:p>
    <w:p w14:paraId="71B784BA" w14:textId="77777777" w:rsidR="00640066" w:rsidRDefault="00640066" w:rsidP="00640066">
      <w:pPr>
        <w:spacing w:line="360" w:lineRule="auto"/>
        <w:ind w:left="357"/>
        <w:jc w:val="both"/>
        <w:rPr>
          <w:rFonts w:cs="Arial"/>
          <w:sz w:val="20"/>
          <w:szCs w:val="20"/>
        </w:rPr>
      </w:pPr>
    </w:p>
    <w:p w14:paraId="71B37216" w14:textId="4BCCB416" w:rsidR="00640066" w:rsidRDefault="00640066" w:rsidP="00640066">
      <w:pPr>
        <w:spacing w:line="276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       </w:t>
      </w:r>
      <w:r w:rsidRPr="00640066">
        <w:rPr>
          <w:rFonts w:cs="Arial"/>
          <w:b/>
          <w:sz w:val="20"/>
          <w:szCs w:val="20"/>
        </w:rPr>
        <w:t>Część nr 1. Na terenie Gminy Brusy oraz Gminy Konarzyny na powierzchni 2300,00 m²</w:t>
      </w:r>
    </w:p>
    <w:p w14:paraId="52105B1A" w14:textId="77777777" w:rsidR="00640066" w:rsidRPr="00640066" w:rsidRDefault="00640066" w:rsidP="00640066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3DC38B5D" w14:textId="5883DC85" w:rsidR="00007DE3" w:rsidRPr="00640066" w:rsidRDefault="00007DE3" w:rsidP="00AB7051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55AFBF9E" w14:textId="7C9D5CBE" w:rsidR="00640066" w:rsidRDefault="00640066" w:rsidP="00640066">
      <w:pPr>
        <w:suppressAutoHyphens/>
        <w:jc w:val="both"/>
        <w:rPr>
          <w:rFonts w:cs="Arial"/>
          <w:b/>
          <w:sz w:val="20"/>
          <w:szCs w:val="20"/>
        </w:rPr>
      </w:pPr>
    </w:p>
    <w:p w14:paraId="48C0640C" w14:textId="77777777" w:rsidR="00640066" w:rsidRDefault="00640066" w:rsidP="00640066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614F03CD" w14:textId="77777777" w:rsidR="00640066" w:rsidRDefault="00640066" w:rsidP="00640066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6CC79D7D" w14:textId="77777777" w:rsidR="00640066" w:rsidRDefault="00640066" w:rsidP="00640066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1341ED1E" w14:textId="77777777" w:rsidR="00640066" w:rsidRDefault="00640066" w:rsidP="00640066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1BA7D1DE" w14:textId="77777777" w:rsidR="00640066" w:rsidRDefault="00640066" w:rsidP="00640066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6AB7A2A9" w14:textId="77777777" w:rsidR="00640066" w:rsidRDefault="00640066" w:rsidP="00640066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621EC448" w14:textId="77777777" w:rsidR="00640066" w:rsidRDefault="00640066" w:rsidP="00640066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46C9F418" w14:textId="21E826A1" w:rsidR="00640066" w:rsidRPr="009C70C7" w:rsidRDefault="00640066" w:rsidP="00640066">
      <w:pPr>
        <w:spacing w:line="276" w:lineRule="auto"/>
        <w:jc w:val="both"/>
        <w:rPr>
          <w:rFonts w:cs="Arial"/>
          <w:b/>
          <w:sz w:val="20"/>
          <w:szCs w:val="20"/>
        </w:rPr>
      </w:pPr>
      <w:r w:rsidRPr="00640066">
        <w:rPr>
          <w:rFonts w:cs="Arial"/>
          <w:b/>
          <w:sz w:val="20"/>
          <w:szCs w:val="20"/>
        </w:rPr>
        <w:t>Część nr 2. Na terenie Gminy Chojnice, Miasta Chojnice oraz Gminy Czersk na powierzchni 3300,00 m²</w:t>
      </w:r>
    </w:p>
    <w:p w14:paraId="3BFBD292" w14:textId="77777777" w:rsidR="00640066" w:rsidRPr="003E0E15" w:rsidRDefault="00640066" w:rsidP="00640066">
      <w:pPr>
        <w:suppressAutoHyphens/>
        <w:jc w:val="both"/>
        <w:rPr>
          <w:rFonts w:cs="Arial"/>
          <w:sz w:val="20"/>
          <w:szCs w:val="20"/>
        </w:rPr>
      </w:pPr>
    </w:p>
    <w:p w14:paraId="737C872C" w14:textId="77777777" w:rsidR="00640066" w:rsidRPr="002E60E0" w:rsidRDefault="00640066" w:rsidP="00640066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640066" w:rsidRPr="007B1C9D" w14:paraId="6D66E384" w14:textId="77777777" w:rsidTr="00A81775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B5A91BB" w14:textId="77777777" w:rsidR="00640066" w:rsidRPr="007B1C9D" w:rsidRDefault="00640066" w:rsidP="00A81775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2C957865" w14:textId="77777777" w:rsidR="00640066" w:rsidRPr="007B1C9D" w:rsidRDefault="00640066" w:rsidP="00A81775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7D387CC6" w14:textId="77777777" w:rsidR="00640066" w:rsidRPr="007B1C9D" w:rsidRDefault="00640066" w:rsidP="00A81775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B17C012" w14:textId="77777777" w:rsidR="00640066" w:rsidRPr="007B1C9D" w:rsidRDefault="00640066" w:rsidP="00A81775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9307463" w14:textId="77777777" w:rsidR="00640066" w:rsidRPr="007B1C9D" w:rsidRDefault="00640066" w:rsidP="00A81775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2EDF1ED" w14:textId="77777777" w:rsidR="00640066" w:rsidRPr="007B1C9D" w:rsidRDefault="00640066" w:rsidP="00A81775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640066" w:rsidRPr="007B1C9D" w14:paraId="5D0C25BB" w14:textId="77777777" w:rsidTr="00A81775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F3337AA" w14:textId="77777777" w:rsidR="00640066" w:rsidRPr="000C2176" w:rsidRDefault="00640066" w:rsidP="00A81775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AEB4037" w14:textId="77777777" w:rsidR="00640066" w:rsidRPr="000C2176" w:rsidRDefault="00640066" w:rsidP="00A81775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E0B2E15" w14:textId="77777777" w:rsidR="00640066" w:rsidRPr="000C2176" w:rsidRDefault="00640066" w:rsidP="00A81775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DF3CD00" w14:textId="77777777" w:rsidR="00640066" w:rsidRPr="000C2176" w:rsidRDefault="00640066" w:rsidP="00A81775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640066" w:rsidRPr="007B1C9D" w14:paraId="3343345F" w14:textId="77777777" w:rsidTr="00A81775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1061A2" w14:textId="77777777" w:rsidR="00640066" w:rsidRPr="007B1C9D" w:rsidRDefault="00640066" w:rsidP="00A81775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E5081" w14:textId="77777777" w:rsidR="00640066" w:rsidRPr="007B1C9D" w:rsidRDefault="00640066" w:rsidP="00A81775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E337BB" w14:textId="77777777" w:rsidR="00640066" w:rsidRPr="007B1C9D" w:rsidRDefault="00640066" w:rsidP="00A81775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DFD16" w14:textId="77777777" w:rsidR="00640066" w:rsidRPr="007B1C9D" w:rsidRDefault="00640066" w:rsidP="00A81775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640066" w:rsidRPr="007B1C9D" w14:paraId="6B3C0C52" w14:textId="77777777" w:rsidTr="00A81775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3CF242" w14:textId="77777777" w:rsidR="00640066" w:rsidRPr="007B1C9D" w:rsidRDefault="00640066" w:rsidP="00A81775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26AE56" w14:textId="77777777" w:rsidR="00640066" w:rsidRPr="007B1C9D" w:rsidRDefault="00640066" w:rsidP="00A81775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FAE358" w14:textId="77777777" w:rsidR="00640066" w:rsidRPr="007B1C9D" w:rsidRDefault="00640066" w:rsidP="00A81775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09976" w14:textId="77777777" w:rsidR="00640066" w:rsidRPr="007B1C9D" w:rsidRDefault="00640066" w:rsidP="00A81775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79B1986D" w14:textId="77777777" w:rsidR="00640066" w:rsidRPr="0022624E" w:rsidRDefault="00640066" w:rsidP="00640066">
      <w:pPr>
        <w:suppressAutoHyphens/>
        <w:jc w:val="both"/>
        <w:rPr>
          <w:rFonts w:cs="Arial"/>
          <w:sz w:val="20"/>
          <w:szCs w:val="20"/>
        </w:rPr>
      </w:pPr>
    </w:p>
    <w:p w14:paraId="2D318A81" w14:textId="77777777" w:rsidR="00640066" w:rsidRPr="003E0E15" w:rsidRDefault="00640066" w:rsidP="00640066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CDA7FED" w14:textId="77777777" w:rsidR="00007DE3" w:rsidRPr="00007DE3" w:rsidRDefault="00007DE3" w:rsidP="00007DE3">
      <w:pPr>
        <w:suppressAutoHyphens/>
        <w:spacing w:line="360" w:lineRule="auto"/>
        <w:jc w:val="both"/>
        <w:rPr>
          <w:rFonts w:eastAsia="Calibri" w:cs="Arial"/>
          <w:b/>
          <w:bCs/>
          <w:color w:val="FF0000"/>
          <w:sz w:val="20"/>
          <w:szCs w:val="20"/>
          <w:lang w:eastAsia="en-US"/>
        </w:rPr>
      </w:pPr>
    </w:p>
    <w:bookmarkEnd w:id="1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737E7455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7D077692" w14:textId="77777777" w:rsidR="00640066" w:rsidRDefault="00640066" w:rsidP="00640066">
      <w:pPr>
        <w:jc w:val="both"/>
        <w:rPr>
          <w:rFonts w:cs="Arial"/>
          <w:sz w:val="20"/>
          <w:szCs w:val="20"/>
        </w:rPr>
      </w:pPr>
    </w:p>
    <w:p w14:paraId="5CC52C63" w14:textId="77777777" w:rsidR="00640066" w:rsidRDefault="00640066" w:rsidP="00640066">
      <w:pPr>
        <w:jc w:val="both"/>
        <w:rPr>
          <w:rFonts w:cs="Arial"/>
          <w:sz w:val="20"/>
          <w:szCs w:val="20"/>
        </w:rPr>
      </w:pPr>
    </w:p>
    <w:p w14:paraId="5A3CAD29" w14:textId="225CCA2F" w:rsidR="000C2176" w:rsidRPr="00061553" w:rsidRDefault="000C2176" w:rsidP="0064006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 </w:t>
      </w:r>
    </w:p>
    <w:p w14:paraId="64CBD8B5" w14:textId="1344BE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B457749" w14:textId="16FF6B2B" w:rsidR="000C2176" w:rsidRDefault="000C2176" w:rsidP="000C2176">
      <w:pPr>
        <w:rPr>
          <w:rFonts w:cs="Arial"/>
          <w:i/>
          <w:sz w:val="16"/>
          <w:szCs w:val="16"/>
        </w:rPr>
      </w:pPr>
    </w:p>
    <w:p w14:paraId="2D933C0B" w14:textId="20C58665" w:rsidR="001E5697" w:rsidRDefault="001E5697" w:rsidP="001E569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p w14:paraId="54C1891D" w14:textId="173FAEAE" w:rsidR="00640066" w:rsidRPr="003E0E15" w:rsidRDefault="00640066" w:rsidP="00640066">
      <w:pPr>
        <w:spacing w:line="360" w:lineRule="auto"/>
        <w:ind w:left="360"/>
        <w:jc w:val="both"/>
        <w:rPr>
          <w:rFonts w:cs="Arial"/>
          <w:b/>
          <w:sz w:val="20"/>
          <w:szCs w:val="20"/>
        </w:rPr>
      </w:pPr>
      <w:r w:rsidRPr="00640066">
        <w:rPr>
          <w:rFonts w:cs="Arial"/>
          <w:b/>
          <w:sz w:val="20"/>
          <w:szCs w:val="20"/>
        </w:rPr>
        <w:t>Część nr 1. Na terenie Gminy Brusy oraz Gminy Konarzyny na powierzchni 2300,00 m²</w:t>
      </w: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63"/>
        <w:gridCol w:w="6325"/>
      </w:tblGrid>
      <w:tr w:rsidR="001E5697" w:rsidRPr="003E0E15" w14:paraId="505D5B6D" w14:textId="77777777" w:rsidTr="00645F43">
        <w:tc>
          <w:tcPr>
            <w:tcW w:w="2694" w:type="dxa"/>
          </w:tcPr>
          <w:p w14:paraId="047347A5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413" w:type="dxa"/>
          </w:tcPr>
          <w:p w14:paraId="559029A8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169AEC06" w14:textId="0BF748FB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</w:t>
            </w:r>
            <w:r>
              <w:rPr>
                <w:rFonts w:cs="Arial"/>
                <w:i/>
                <w:sz w:val="20"/>
                <w:szCs w:val="20"/>
              </w:rPr>
              <w:t xml:space="preserve"> zostało wniesione</w:t>
            </w:r>
            <w:r w:rsidRPr="003E0E15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1E5697" w:rsidRPr="003E0E15" w14:paraId="4A57477E" w14:textId="77777777" w:rsidTr="00640066">
        <w:trPr>
          <w:trHeight w:val="769"/>
        </w:trPr>
        <w:tc>
          <w:tcPr>
            <w:tcW w:w="2694" w:type="dxa"/>
          </w:tcPr>
          <w:p w14:paraId="288935BF" w14:textId="0A846E6B" w:rsidR="001E5697" w:rsidRPr="003E0E15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 </w:t>
            </w:r>
            <w:r w:rsidR="00640066">
              <w:rPr>
                <w:rFonts w:cs="Arial"/>
                <w:b/>
                <w:sz w:val="20"/>
                <w:szCs w:val="20"/>
              </w:rPr>
              <w:t xml:space="preserve">2 </w:t>
            </w:r>
            <w:r w:rsidRPr="003E0E15">
              <w:rPr>
                <w:rFonts w:cs="Arial"/>
                <w:b/>
                <w:sz w:val="20"/>
                <w:szCs w:val="20"/>
              </w:rPr>
              <w:t>000</w:t>
            </w:r>
            <w:r>
              <w:rPr>
                <w:rFonts w:cs="Arial"/>
                <w:b/>
                <w:sz w:val="20"/>
                <w:szCs w:val="20"/>
              </w:rPr>
              <w:t>,00</w:t>
            </w:r>
            <w:r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413" w:type="dxa"/>
          </w:tcPr>
          <w:p w14:paraId="419B527A" w14:textId="4ACE416E" w:rsidR="001E5697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2DFAF5D" w14:textId="7EB7E710" w:rsidR="001E5697" w:rsidRPr="003E0E15" w:rsidRDefault="001E5697" w:rsidP="00640066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34281DBB" w14:textId="77777777" w:rsidR="00640066" w:rsidRPr="003E0E15" w:rsidRDefault="00640066" w:rsidP="00640066">
      <w:pPr>
        <w:spacing w:line="360" w:lineRule="auto"/>
        <w:ind w:left="360"/>
        <w:jc w:val="both"/>
        <w:rPr>
          <w:rFonts w:cs="Arial"/>
          <w:b/>
          <w:sz w:val="20"/>
          <w:szCs w:val="20"/>
        </w:rPr>
      </w:pPr>
      <w:r w:rsidRPr="00640066">
        <w:rPr>
          <w:rFonts w:cs="Arial"/>
          <w:b/>
          <w:sz w:val="20"/>
          <w:szCs w:val="20"/>
        </w:rPr>
        <w:t>Część nr 2. Na terenie Gminy Chojnice, Miasta Chojnice oraz Gminy Czersk na powierzchni 3300,00 m²</w:t>
      </w: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65"/>
        <w:gridCol w:w="6323"/>
      </w:tblGrid>
      <w:tr w:rsidR="00640066" w:rsidRPr="003E0E15" w14:paraId="6A9A4F47" w14:textId="77777777" w:rsidTr="00A81775">
        <w:tc>
          <w:tcPr>
            <w:tcW w:w="2694" w:type="dxa"/>
          </w:tcPr>
          <w:p w14:paraId="02096914" w14:textId="77777777" w:rsidR="00640066" w:rsidRPr="003E0E15" w:rsidRDefault="00640066" w:rsidP="00A8177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413" w:type="dxa"/>
          </w:tcPr>
          <w:p w14:paraId="3E10C516" w14:textId="77777777" w:rsidR="00640066" w:rsidRPr="003E0E15" w:rsidRDefault="00640066" w:rsidP="00A8177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2465A5E7" w14:textId="77777777" w:rsidR="00640066" w:rsidRPr="003E0E15" w:rsidRDefault="00640066" w:rsidP="00A8177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</w:t>
            </w:r>
            <w:r>
              <w:rPr>
                <w:rFonts w:cs="Arial"/>
                <w:i/>
                <w:sz w:val="20"/>
                <w:szCs w:val="20"/>
              </w:rPr>
              <w:t xml:space="preserve"> zostało wniesione</w:t>
            </w:r>
            <w:r w:rsidRPr="003E0E15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640066" w:rsidRPr="003E0E15" w14:paraId="242BD9A0" w14:textId="77777777" w:rsidTr="00A81775">
        <w:trPr>
          <w:trHeight w:val="769"/>
        </w:trPr>
        <w:tc>
          <w:tcPr>
            <w:tcW w:w="2694" w:type="dxa"/>
          </w:tcPr>
          <w:p w14:paraId="3CE0581F" w14:textId="6E01F26E" w:rsidR="00640066" w:rsidRPr="003E0E15" w:rsidRDefault="00640066" w:rsidP="00A81775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2</w:t>
            </w:r>
            <w:r>
              <w:rPr>
                <w:rFonts w:cs="Arial"/>
                <w:b/>
                <w:sz w:val="20"/>
                <w:szCs w:val="20"/>
              </w:rPr>
              <w:t> </w:t>
            </w:r>
            <w:r>
              <w:rPr>
                <w:rFonts w:cs="Arial"/>
                <w:b/>
                <w:sz w:val="20"/>
                <w:szCs w:val="20"/>
              </w:rPr>
              <w:t>5</w:t>
            </w:r>
            <w:r w:rsidRPr="003E0E15">
              <w:rPr>
                <w:rFonts w:cs="Arial"/>
                <w:b/>
                <w:sz w:val="20"/>
                <w:szCs w:val="20"/>
              </w:rPr>
              <w:t>00</w:t>
            </w:r>
            <w:r>
              <w:rPr>
                <w:rFonts w:cs="Arial"/>
                <w:b/>
                <w:sz w:val="20"/>
                <w:szCs w:val="20"/>
              </w:rPr>
              <w:t>,00</w:t>
            </w:r>
            <w:r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413" w:type="dxa"/>
          </w:tcPr>
          <w:p w14:paraId="05A1645F" w14:textId="77777777" w:rsidR="00640066" w:rsidRDefault="00640066" w:rsidP="00A81775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1B945273" w14:textId="77777777" w:rsidR="00640066" w:rsidRPr="003E0E15" w:rsidRDefault="00640066" w:rsidP="00A81775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2D9B26B1" w14:textId="77777777" w:rsidR="00640066" w:rsidRDefault="00640066" w:rsidP="00640066">
      <w:pPr>
        <w:spacing w:after="240" w:line="23" w:lineRule="atLeast"/>
        <w:rPr>
          <w:rFonts w:cs="Arial"/>
          <w:sz w:val="20"/>
          <w:szCs w:val="20"/>
        </w:rPr>
      </w:pPr>
    </w:p>
    <w:p w14:paraId="115E9C45" w14:textId="527A1DA6" w:rsidR="001E5697" w:rsidRPr="003E0E15" w:rsidRDefault="001E5697" w:rsidP="001E5697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759DC154" w14:textId="2415209E" w:rsidR="001E5697" w:rsidRDefault="001E5697" w:rsidP="001E5697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5FBF0DFC" w14:textId="3F8873AF" w:rsidR="001E5697" w:rsidRDefault="001E5697" w:rsidP="000C2176">
      <w:pPr>
        <w:rPr>
          <w:rFonts w:cs="Arial"/>
          <w:i/>
          <w:sz w:val="16"/>
          <w:szCs w:val="16"/>
        </w:rPr>
      </w:pPr>
    </w:p>
    <w:p w14:paraId="70CAD311" w14:textId="301032DB" w:rsidR="001E5697" w:rsidRDefault="001E5697" w:rsidP="000C2176">
      <w:pPr>
        <w:rPr>
          <w:rFonts w:cs="Arial"/>
          <w:i/>
          <w:sz w:val="16"/>
          <w:szCs w:val="16"/>
        </w:rPr>
      </w:pPr>
    </w:p>
    <w:p w14:paraId="787BC2D0" w14:textId="3EED9BCD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1C7C86DC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622442D7" w14:textId="21C53B2E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B663B7">
        <w:rPr>
          <w:rFonts w:cs="Arial"/>
          <w:sz w:val="20"/>
          <w:szCs w:val="20"/>
        </w:rPr>
        <w:t xml:space="preserve">      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7E446390" w14:textId="267C2263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</w:p>
    <w:p w14:paraId="033FFF2B" w14:textId="492CC7DF" w:rsidR="00B663B7" w:rsidRDefault="00B663B7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</w:p>
    <w:p w14:paraId="7412F5AD" w14:textId="77777777" w:rsidR="00B663B7" w:rsidRDefault="00B663B7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370A2491" w14:textId="12EA9F00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DE2810A" w14:textId="057D4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3FDAADD" w14:textId="77777777" w:rsidR="00E94C8F" w:rsidRPr="004B1992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E2298C" w:rsidSect="009523F9"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5EF49" w14:textId="77777777" w:rsidR="00400F56" w:rsidRDefault="00400F56">
      <w:r>
        <w:separator/>
      </w:r>
    </w:p>
  </w:endnote>
  <w:endnote w:type="continuationSeparator" w:id="0">
    <w:p w14:paraId="318D5C98" w14:textId="77777777" w:rsidR="00400F56" w:rsidRDefault="00400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C45BF" w14:textId="77777777" w:rsidR="00400F56" w:rsidRDefault="00400F56">
      <w:r>
        <w:separator/>
      </w:r>
    </w:p>
  </w:footnote>
  <w:footnote w:type="continuationSeparator" w:id="0">
    <w:p w14:paraId="429F0301" w14:textId="77777777" w:rsidR="00400F56" w:rsidRDefault="00400F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1F1CE82E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1AB828D8"/>
    <w:multiLevelType w:val="hybridMultilevel"/>
    <w:tmpl w:val="27264B42"/>
    <w:lvl w:ilvl="0" w:tplc="F85CAC76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7" w15:restartNumberingAfterBreak="0">
    <w:nsid w:val="54CC5D03"/>
    <w:multiLevelType w:val="hybridMultilevel"/>
    <w:tmpl w:val="1F1CE82E"/>
    <w:lvl w:ilvl="0" w:tplc="FFFFFFFF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6A574695"/>
    <w:multiLevelType w:val="hybridMultilevel"/>
    <w:tmpl w:val="247C2566"/>
    <w:lvl w:ilvl="0" w:tplc="1BCCA79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5"/>
  </w:num>
  <w:num w:numId="9">
    <w:abstractNumId w:val="9"/>
  </w:num>
  <w:num w:numId="10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59DD"/>
    <w:rsid w:val="00080D83"/>
    <w:rsid w:val="000C2176"/>
    <w:rsid w:val="000D283E"/>
    <w:rsid w:val="00100DBB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76F2"/>
    <w:rsid w:val="001C7ACF"/>
    <w:rsid w:val="001E5697"/>
    <w:rsid w:val="00241C1F"/>
    <w:rsid w:val="002425AE"/>
    <w:rsid w:val="002A5DC7"/>
    <w:rsid w:val="002A6B66"/>
    <w:rsid w:val="002C6347"/>
    <w:rsid w:val="002E60E0"/>
    <w:rsid w:val="00313244"/>
    <w:rsid w:val="00320AAC"/>
    <w:rsid w:val="00325198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0F56"/>
    <w:rsid w:val="0040149C"/>
    <w:rsid w:val="00414478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066"/>
    <w:rsid w:val="00640BFF"/>
    <w:rsid w:val="0069621B"/>
    <w:rsid w:val="006F209E"/>
    <w:rsid w:val="00727F94"/>
    <w:rsid w:val="007337EB"/>
    <w:rsid w:val="007425EB"/>
    <w:rsid w:val="00745D18"/>
    <w:rsid w:val="00776530"/>
    <w:rsid w:val="00790850"/>
    <w:rsid w:val="00791E8E"/>
    <w:rsid w:val="007A0109"/>
    <w:rsid w:val="007B2500"/>
    <w:rsid w:val="007B7E0B"/>
    <w:rsid w:val="007D26FA"/>
    <w:rsid w:val="007D61D6"/>
    <w:rsid w:val="007E1B19"/>
    <w:rsid w:val="007F3623"/>
    <w:rsid w:val="00827311"/>
    <w:rsid w:val="00834BB4"/>
    <w:rsid w:val="00835187"/>
    <w:rsid w:val="00840A25"/>
    <w:rsid w:val="00843F64"/>
    <w:rsid w:val="00856E3A"/>
    <w:rsid w:val="008945D9"/>
    <w:rsid w:val="008A2728"/>
    <w:rsid w:val="008C0260"/>
    <w:rsid w:val="008E30F8"/>
    <w:rsid w:val="009523F9"/>
    <w:rsid w:val="00964610"/>
    <w:rsid w:val="009C70C7"/>
    <w:rsid w:val="009D71C1"/>
    <w:rsid w:val="009F2CF0"/>
    <w:rsid w:val="00A04690"/>
    <w:rsid w:val="00A17A3D"/>
    <w:rsid w:val="00A20177"/>
    <w:rsid w:val="00A40DD3"/>
    <w:rsid w:val="00A736A5"/>
    <w:rsid w:val="00A74DC1"/>
    <w:rsid w:val="00A8311B"/>
    <w:rsid w:val="00AB7051"/>
    <w:rsid w:val="00AE1CA3"/>
    <w:rsid w:val="00B01F08"/>
    <w:rsid w:val="00B16E8F"/>
    <w:rsid w:val="00B30401"/>
    <w:rsid w:val="00B51B0B"/>
    <w:rsid w:val="00B6637D"/>
    <w:rsid w:val="00B663B7"/>
    <w:rsid w:val="00B77D4C"/>
    <w:rsid w:val="00B81819"/>
    <w:rsid w:val="00B935F3"/>
    <w:rsid w:val="00BB76D0"/>
    <w:rsid w:val="00BC363C"/>
    <w:rsid w:val="00BF1314"/>
    <w:rsid w:val="00C62C24"/>
    <w:rsid w:val="00C635B6"/>
    <w:rsid w:val="00C67DA9"/>
    <w:rsid w:val="00C74595"/>
    <w:rsid w:val="00C909B9"/>
    <w:rsid w:val="00CA20F9"/>
    <w:rsid w:val="00CB7F6F"/>
    <w:rsid w:val="00CC263D"/>
    <w:rsid w:val="00CD1CEA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733E"/>
    <w:rsid w:val="00DF1594"/>
    <w:rsid w:val="00DF57BE"/>
    <w:rsid w:val="00E06500"/>
    <w:rsid w:val="00E2298C"/>
    <w:rsid w:val="00E53C0F"/>
    <w:rsid w:val="00E57060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31A3A"/>
    <w:rsid w:val="00F545A3"/>
    <w:rsid w:val="00F65BC1"/>
    <w:rsid w:val="00F74332"/>
    <w:rsid w:val="00F75DF3"/>
    <w:rsid w:val="00FA2C29"/>
    <w:rsid w:val="00FB5706"/>
    <w:rsid w:val="00FC368A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</TotalTime>
  <Pages>4</Pages>
  <Words>1043</Words>
  <Characters>6259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Wykonanie remontu cząstkowego nawierzchni bitumicznych dróg powiatowych masą bit</vt:lpstr>
      <vt:lpstr>Część nr 1. Na terenie Gminy Brusy oraz Gminy Konarzyny na powierzchni 2300,00 m</vt:lpstr>
      <vt:lpstr>Część nr 2. Na terenie Gminy Chojnice, Miasta Chojnice oraz Gminy Czersk na powi</vt:lpstr>
    </vt:vector>
  </TitlesOfParts>
  <Company>UMWP</Company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Matusik Arleta</cp:lastModifiedBy>
  <cp:revision>2</cp:revision>
  <cp:lastPrinted>2012-08-24T11:01:00Z</cp:lastPrinted>
  <dcterms:created xsi:type="dcterms:W3CDTF">2022-03-01T18:18:00Z</dcterms:created>
  <dcterms:modified xsi:type="dcterms:W3CDTF">2022-03-01T18:18:00Z</dcterms:modified>
</cp:coreProperties>
</file>