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642F93D1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B1A0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4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5D0E143B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B1A0E">
        <w:rPr>
          <w:rFonts w:ascii="Arial" w:eastAsia="Times New Roman" w:hAnsi="Arial" w:cs="Arial"/>
          <w:bCs/>
          <w:sz w:val="20"/>
          <w:szCs w:val="20"/>
          <w:lang w:eastAsia="pl-PL"/>
        </w:rPr>
        <w:t>34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B1A0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3DA514A7" w14:textId="77777777" w:rsidR="008B6E16" w:rsidRPr="008B6E16" w:rsidRDefault="008B6E16" w:rsidP="005B1A0E">
      <w:pPr>
        <w:keepNext/>
        <w:spacing w:after="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bookmarkStart w:id="2" w:name="_Hlk87201198"/>
      <w:bookmarkEnd w:id="0"/>
      <w:bookmarkEnd w:id="1"/>
      <w:r w:rsidRPr="008B6E16">
        <w:rPr>
          <w:rFonts w:ascii="Arial" w:hAnsi="Arial" w:cs="Arial"/>
          <w:b/>
          <w:bCs/>
          <w:sz w:val="20"/>
          <w:szCs w:val="20"/>
        </w:rPr>
        <w:t>DOSTAWA TABLIC REJESTRACYJNYCH DLA POJAZDÓW REJESTROWANYCH W POWIECIE CHOJNICKIM</w:t>
      </w:r>
    </w:p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2861C" w14:textId="77777777" w:rsidR="00E138B4" w:rsidRDefault="00E138B4">
      <w:r>
        <w:separator/>
      </w:r>
    </w:p>
  </w:endnote>
  <w:endnote w:type="continuationSeparator" w:id="0">
    <w:p w14:paraId="12ED9EC8" w14:textId="77777777" w:rsidR="00E138B4" w:rsidRDefault="00E1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201B" w14:textId="77777777" w:rsidR="00E138B4" w:rsidRDefault="00E138B4">
      <w:r>
        <w:separator/>
      </w:r>
    </w:p>
  </w:footnote>
  <w:footnote w:type="continuationSeparator" w:id="0">
    <w:p w14:paraId="15708151" w14:textId="77777777" w:rsidR="00E138B4" w:rsidRDefault="00E13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3277854">
    <w:abstractNumId w:val="3"/>
  </w:num>
  <w:num w:numId="2" w16cid:durableId="1393654260">
    <w:abstractNumId w:val="4"/>
  </w:num>
  <w:num w:numId="3" w16cid:durableId="647395275">
    <w:abstractNumId w:val="0"/>
  </w:num>
  <w:num w:numId="4" w16cid:durableId="1352948952">
    <w:abstractNumId w:val="2"/>
  </w:num>
  <w:num w:numId="5" w16cid:durableId="2083138771">
    <w:abstractNumId w:val="5"/>
  </w:num>
  <w:num w:numId="6" w16cid:durableId="157628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B1A0E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90825"/>
    <w:rsid w:val="007A22AE"/>
    <w:rsid w:val="007C62BA"/>
    <w:rsid w:val="007D3F43"/>
    <w:rsid w:val="007D6B07"/>
    <w:rsid w:val="0082198C"/>
    <w:rsid w:val="008474F5"/>
    <w:rsid w:val="00881A7F"/>
    <w:rsid w:val="0088281A"/>
    <w:rsid w:val="008840EE"/>
    <w:rsid w:val="00885CE8"/>
    <w:rsid w:val="008A0C9E"/>
    <w:rsid w:val="008A6011"/>
    <w:rsid w:val="008B4B8C"/>
    <w:rsid w:val="008B6E16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BF2CE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F7A65"/>
    <w:rsid w:val="00E052E2"/>
    <w:rsid w:val="00E11822"/>
    <w:rsid w:val="00E138B4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</cp:revision>
  <cp:lastPrinted>2020-01-10T11:07:00Z</cp:lastPrinted>
  <dcterms:created xsi:type="dcterms:W3CDTF">2023-11-07T10:06:00Z</dcterms:created>
  <dcterms:modified xsi:type="dcterms:W3CDTF">2023-11-07T10:06:00Z</dcterms:modified>
</cp:coreProperties>
</file>