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1DD066ED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6776E9">
        <w:rPr>
          <w:rFonts w:cs="Arial"/>
          <w:sz w:val="20"/>
          <w:szCs w:val="20"/>
        </w:rPr>
        <w:t>8</w:t>
      </w:r>
      <w:r w:rsidR="00313244" w:rsidRPr="008E30F8">
        <w:rPr>
          <w:rFonts w:cs="Arial"/>
          <w:sz w:val="20"/>
          <w:szCs w:val="20"/>
        </w:rPr>
        <w:t>.2021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3D299E72" w14:textId="7796E99A" w:rsidR="006B185F" w:rsidRPr="006B185F" w:rsidRDefault="007425EB" w:rsidP="006B185F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bookmarkStart w:id="0" w:name="_Hlk72263115"/>
      <w:bookmarkStart w:id="1" w:name="_Hlk66370529"/>
      <w:r w:rsidR="006B185F" w:rsidRPr="006776E9">
        <w:rPr>
          <w:rFonts w:ascii="Arial" w:hAnsi="Arial" w:cs="Arial"/>
          <w:b w:val="0"/>
          <w:bCs w:val="0"/>
          <w:sz w:val="20"/>
          <w:szCs w:val="20"/>
        </w:rPr>
        <w:t>roboty budowlane pn.:</w:t>
      </w:r>
      <w:r w:rsidR="006B185F" w:rsidRPr="006B185F">
        <w:rPr>
          <w:rFonts w:ascii="Arial" w:hAnsi="Arial" w:cs="Arial"/>
          <w:sz w:val="20"/>
          <w:szCs w:val="20"/>
        </w:rPr>
        <w:t xml:space="preserve"> </w:t>
      </w:r>
    </w:p>
    <w:p w14:paraId="00B04F43" w14:textId="77777777" w:rsidR="006B185F" w:rsidRPr="006B185F" w:rsidRDefault="006B185F" w:rsidP="006B185F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6B185F">
        <w:rPr>
          <w:rFonts w:ascii="Arial" w:eastAsia="Calibri" w:hAnsi="Arial" w:cs="Arial"/>
          <w:b/>
          <w:bCs/>
          <w:sz w:val="20"/>
          <w:szCs w:val="20"/>
          <w:lang w:eastAsia="en-US"/>
        </w:rPr>
        <w:t>Przebudowa sanitariatów i szatni w Liceum Ogólnokształcącym w Czersku.</w:t>
      </w:r>
    </w:p>
    <w:bookmarkEnd w:id="0"/>
    <w:p w14:paraId="65F7FD2F" w14:textId="77777777" w:rsidR="00160872" w:rsidRPr="006B185F" w:rsidRDefault="0016087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1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76B3B5AA" w:rsidR="000C2176" w:rsidRDefault="000C2176" w:rsidP="000C2176">
      <w:pPr>
        <w:rPr>
          <w:rFonts w:cs="Arial"/>
          <w:i/>
          <w:sz w:val="16"/>
          <w:szCs w:val="16"/>
        </w:rPr>
      </w:pPr>
    </w:p>
    <w:p w14:paraId="674D3603" w14:textId="181E09A7" w:rsidR="006B185F" w:rsidRDefault="006B185F" w:rsidP="000C2176">
      <w:pPr>
        <w:rPr>
          <w:rFonts w:cs="Arial"/>
          <w:i/>
          <w:sz w:val="16"/>
          <w:szCs w:val="16"/>
        </w:rPr>
      </w:pPr>
    </w:p>
    <w:p w14:paraId="1C9FCA4B" w14:textId="77777777" w:rsidR="006B185F" w:rsidRPr="003E0E15" w:rsidRDefault="006B185F" w:rsidP="006B185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6B185F" w:rsidRPr="003E0E15" w14:paraId="5A9A5D36" w14:textId="77777777" w:rsidTr="00EA433C">
        <w:tc>
          <w:tcPr>
            <w:tcW w:w="2694" w:type="dxa"/>
          </w:tcPr>
          <w:p w14:paraId="392062FB" w14:textId="77777777" w:rsidR="006B185F" w:rsidRPr="003E0E15" w:rsidRDefault="006B185F" w:rsidP="00EA43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2A8218D1" w14:textId="77777777" w:rsidR="006B185F" w:rsidRPr="003E0E15" w:rsidRDefault="006B185F" w:rsidP="00EA43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5BFED766" w14:textId="77777777" w:rsidR="006B185F" w:rsidRPr="003E0E15" w:rsidRDefault="006B185F" w:rsidP="00EA43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6B185F" w:rsidRPr="003E0E15" w14:paraId="5F8116CA" w14:textId="77777777" w:rsidTr="00EA433C">
        <w:tc>
          <w:tcPr>
            <w:tcW w:w="2694" w:type="dxa"/>
          </w:tcPr>
          <w:p w14:paraId="6EF6D5CD" w14:textId="1F57FDB0" w:rsidR="006B185F" w:rsidRPr="003E0E15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2 0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0E751CFA" w14:textId="77777777" w:rsidR="006B185F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E54DE8" w14:textId="77777777" w:rsidR="006B185F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0EA81C5" w14:textId="77777777" w:rsidR="006B185F" w:rsidRPr="003E0E15" w:rsidRDefault="006B185F" w:rsidP="00EA433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654345F" w14:textId="77777777" w:rsidR="006B185F" w:rsidRDefault="006B185F" w:rsidP="006B185F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176A1D6C" w14:textId="77777777" w:rsidR="006B185F" w:rsidRPr="003E0E15" w:rsidRDefault="006B185F" w:rsidP="006B185F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5CF763EB" w14:textId="77777777" w:rsidR="006B185F" w:rsidRDefault="006B185F" w:rsidP="006B185F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365091C" w14:textId="661B4EE9" w:rsidR="006B185F" w:rsidRDefault="006B185F" w:rsidP="000C2176">
      <w:pPr>
        <w:rPr>
          <w:rFonts w:cs="Arial"/>
          <w:i/>
          <w:sz w:val="16"/>
          <w:szCs w:val="16"/>
        </w:rPr>
      </w:pPr>
    </w:p>
    <w:p w14:paraId="40AF3562" w14:textId="77777777" w:rsidR="006B185F" w:rsidRDefault="006B185F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57B3A5C" w14:textId="77777777" w:rsidR="006B185F" w:rsidRPr="00FB5006" w:rsidRDefault="006B185F" w:rsidP="006B185F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37AA167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728EDF48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6E18B873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4569182D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6BD14EB0" w14:textId="77777777" w:rsidR="006B185F" w:rsidRPr="00930251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57C495B2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2BAFACE6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D88C83A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53761649" w14:textId="77777777" w:rsidR="006B185F" w:rsidRPr="004B1992" w:rsidRDefault="006B185F" w:rsidP="006B185F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441D7B7" w14:textId="77777777" w:rsidR="006B185F" w:rsidRPr="004B1992" w:rsidRDefault="006B185F" w:rsidP="006B185F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1CFD8896" w14:textId="77777777" w:rsidR="006B185F" w:rsidRPr="004B1992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56D94C5" w14:textId="77777777" w:rsidR="006B185F" w:rsidRPr="00912B61" w:rsidRDefault="006B185F" w:rsidP="006B185F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17F11ED6" w14:textId="77777777" w:rsidR="006B185F" w:rsidRDefault="006B185F" w:rsidP="006B185F">
      <w:pPr>
        <w:rPr>
          <w:rFonts w:cs="Arial"/>
          <w:b/>
          <w:color w:val="FF0000"/>
          <w:sz w:val="16"/>
          <w:szCs w:val="16"/>
        </w:rPr>
      </w:pPr>
    </w:p>
    <w:p w14:paraId="1838C658" w14:textId="77777777" w:rsidR="006B185F" w:rsidRPr="003B72CA" w:rsidRDefault="006B185F" w:rsidP="006B185F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551DE633" w14:textId="77777777" w:rsidR="006B185F" w:rsidRPr="004B1992" w:rsidRDefault="006B185F" w:rsidP="006B185F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7151042" w14:textId="77777777" w:rsidR="006B185F" w:rsidRPr="004B1992" w:rsidRDefault="006B185F" w:rsidP="006B185F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E1DBD18" w14:textId="77777777" w:rsidR="006B185F" w:rsidRPr="00FB5006" w:rsidRDefault="006B185F" w:rsidP="006B185F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5EC2B24" w14:textId="77777777" w:rsidR="006B185F" w:rsidRDefault="006B185F" w:rsidP="006B185F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03FF3CB" w14:textId="77777777" w:rsidR="006B185F" w:rsidRDefault="006B185F" w:rsidP="006B185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1E9F73F" w14:textId="77BF0892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76B8BD53" w14:textId="28441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B5834" w14:textId="77777777" w:rsidR="00AB59F0" w:rsidRDefault="00AB59F0">
      <w:r>
        <w:separator/>
      </w:r>
    </w:p>
  </w:endnote>
  <w:endnote w:type="continuationSeparator" w:id="0">
    <w:p w14:paraId="634D9955" w14:textId="77777777" w:rsidR="00AB59F0" w:rsidRDefault="00AB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5BD3B" w14:textId="77777777" w:rsidR="00AB59F0" w:rsidRDefault="00AB59F0">
      <w:r>
        <w:separator/>
      </w:r>
    </w:p>
  </w:footnote>
  <w:footnote w:type="continuationSeparator" w:id="0">
    <w:p w14:paraId="25BDCE3D" w14:textId="77777777" w:rsidR="00AB59F0" w:rsidRDefault="00AB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241C1F"/>
    <w:rsid w:val="002425AE"/>
    <w:rsid w:val="002953C5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776E9"/>
    <w:rsid w:val="0069621B"/>
    <w:rsid w:val="006B185F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59F0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</TotalTime>
  <Pages>1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4</cp:revision>
  <cp:lastPrinted>2012-08-24T11:01:00Z</cp:lastPrinted>
  <dcterms:created xsi:type="dcterms:W3CDTF">2021-05-18T18:51:00Z</dcterms:created>
  <dcterms:modified xsi:type="dcterms:W3CDTF">2021-06-08T09:38:00Z</dcterms:modified>
</cp:coreProperties>
</file>