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5A172" w14:textId="05D65366" w:rsidR="007E331F" w:rsidRDefault="007E331F" w:rsidP="005F11E0">
      <w:pPr>
        <w:pStyle w:val="Nagwek4"/>
        <w:spacing w:before="0" w:after="360"/>
        <w:jc w:val="right"/>
        <w:rPr>
          <w:rFonts w:ascii="Times New Roman" w:hAnsi="Times New Roman"/>
          <w:b w:val="0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1341FF" w:rsidRPr="001341FF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75DBD544" w14:textId="77777777" w:rsidR="004465C3" w:rsidRDefault="004465C3" w:rsidP="004465C3"/>
    <w:p w14:paraId="7BE14AF3" w14:textId="77777777" w:rsidR="00C13D36" w:rsidRDefault="00C13D36" w:rsidP="004465C3"/>
    <w:p w14:paraId="2150A578" w14:textId="77777777" w:rsidR="00C13D36" w:rsidRDefault="00C13D36" w:rsidP="004465C3"/>
    <w:p w14:paraId="2605C294" w14:textId="77777777" w:rsidR="004465C3" w:rsidRPr="004465C3" w:rsidRDefault="004465C3" w:rsidP="004465C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22631E1" w14:textId="77777777" w:rsidTr="005844F6">
        <w:tc>
          <w:tcPr>
            <w:tcW w:w="9104" w:type="dxa"/>
            <w:shd w:val="clear" w:color="auto" w:fill="F2F2F2"/>
          </w:tcPr>
          <w:p w14:paraId="280F686F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3E54707C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502C45E4" w14:textId="77777777" w:rsidR="00C13D36" w:rsidRPr="00C13D36" w:rsidRDefault="00C13D36" w:rsidP="00C13D36"/>
    <w:p w14:paraId="0025E5D3" w14:textId="77777777" w:rsidR="004465C3" w:rsidRPr="004465C3" w:rsidRDefault="004465C3" w:rsidP="004465C3"/>
    <w:p w14:paraId="486C26AE" w14:textId="6D8B9218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1341FF" w:rsidRPr="001341FF">
        <w:rPr>
          <w:sz w:val="22"/>
          <w:szCs w:val="22"/>
        </w:rPr>
        <w:t>podstawowy</w:t>
      </w:r>
      <w:r w:rsidR="000C4F86">
        <w:rPr>
          <w:sz w:val="22"/>
          <w:szCs w:val="22"/>
        </w:rPr>
        <w:t>m</w:t>
      </w:r>
      <w:r w:rsidR="001341FF" w:rsidRPr="001341FF">
        <w:rPr>
          <w:sz w:val="22"/>
          <w:szCs w:val="22"/>
        </w:rPr>
        <w:t xml:space="preserve"> bez negocjacji </w:t>
      </w:r>
      <w:r w:rsidR="00CA51D3">
        <w:rPr>
          <w:sz w:val="22"/>
          <w:szCs w:val="22"/>
        </w:rPr>
        <w:t>–</w:t>
      </w:r>
      <w:r w:rsidR="001341FF" w:rsidRPr="001341FF">
        <w:rPr>
          <w:sz w:val="22"/>
          <w:szCs w:val="22"/>
        </w:rPr>
        <w:t xml:space="preserve"> </w:t>
      </w:r>
      <w:r w:rsidR="00CA51D3">
        <w:rPr>
          <w:sz w:val="22"/>
          <w:szCs w:val="22"/>
        </w:rPr>
        <w:t>art.</w:t>
      </w:r>
      <w:r w:rsidR="001341FF" w:rsidRPr="001341FF">
        <w:rPr>
          <w:sz w:val="22"/>
          <w:szCs w:val="22"/>
        </w:rPr>
        <w:t xml:space="preserve">. 275 pkt </w:t>
      </w:r>
      <w:r w:rsidR="00CA51D3">
        <w:rPr>
          <w:sz w:val="22"/>
          <w:szCs w:val="22"/>
        </w:rPr>
        <w:t>2</w:t>
      </w:r>
      <w:r w:rsidR="001341FF" w:rsidRPr="001341FF">
        <w:rPr>
          <w:sz w:val="22"/>
          <w:szCs w:val="22"/>
        </w:rPr>
        <w:t xml:space="preserve"> ustawy Pzp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284C771F" w14:textId="77777777" w:rsidR="004465C3" w:rsidRDefault="004465C3" w:rsidP="00C74CE1">
      <w:pPr>
        <w:spacing w:after="240" w:line="276" w:lineRule="auto"/>
        <w:jc w:val="center"/>
        <w:rPr>
          <w:sz w:val="22"/>
          <w:szCs w:val="22"/>
        </w:rPr>
      </w:pPr>
    </w:p>
    <w:p w14:paraId="7814AEAF" w14:textId="29E9E74E" w:rsidR="002E612D" w:rsidRPr="00C74CE1" w:rsidRDefault="00CA51D3" w:rsidP="00C13D36">
      <w:pPr>
        <w:spacing w:after="240" w:line="276" w:lineRule="auto"/>
        <w:jc w:val="center"/>
        <w:rPr>
          <w:b/>
          <w:i/>
          <w:iCs/>
        </w:rPr>
      </w:pPr>
      <w:r>
        <w:rPr>
          <w:sz w:val="22"/>
          <w:szCs w:val="22"/>
        </w:rPr>
        <w:t>„</w:t>
      </w:r>
      <w:r w:rsidR="00C13D36" w:rsidRPr="00C13D36">
        <w:rPr>
          <w:b/>
          <w:i/>
          <w:iCs/>
        </w:rPr>
        <w:t>Remont dróg leśnych na terenie Nadleśnictwa Kościerzyna w roku 2023</w:t>
      </w:r>
      <w:r w:rsidR="00AA39D6" w:rsidRPr="00525EFF">
        <w:rPr>
          <w:sz w:val="22"/>
          <w:szCs w:val="22"/>
        </w:rPr>
        <w:t>”</w:t>
      </w:r>
    </w:p>
    <w:p w14:paraId="64FD24BC" w14:textId="77777777" w:rsidR="004465C3" w:rsidRDefault="004465C3" w:rsidP="009F73CF">
      <w:pPr>
        <w:spacing w:after="240" w:line="276" w:lineRule="auto"/>
        <w:jc w:val="center"/>
        <w:rPr>
          <w:b/>
          <w:bCs/>
          <w:sz w:val="22"/>
          <w:szCs w:val="22"/>
        </w:rPr>
      </w:pPr>
    </w:p>
    <w:p w14:paraId="4A3456B4" w14:textId="18829790" w:rsidR="00F23C15" w:rsidRPr="00F23C15" w:rsidRDefault="00F23C15" w:rsidP="009F73CF">
      <w:pPr>
        <w:spacing w:after="240" w:line="276" w:lineRule="auto"/>
        <w:jc w:val="center"/>
        <w:rPr>
          <w:b/>
          <w:bCs/>
          <w:i/>
          <w:iCs/>
        </w:rPr>
      </w:pPr>
      <w:r w:rsidRPr="00F23C15">
        <w:rPr>
          <w:b/>
          <w:bCs/>
          <w:sz w:val="22"/>
          <w:szCs w:val="22"/>
        </w:rPr>
        <w:t>Część zamówienia nr …………..</w:t>
      </w:r>
    </w:p>
    <w:p w14:paraId="14BC5952" w14:textId="77777777" w:rsidR="00C13D36" w:rsidRDefault="00C13D36" w:rsidP="003B769C">
      <w:pPr>
        <w:spacing w:after="120" w:line="276" w:lineRule="auto"/>
        <w:jc w:val="both"/>
        <w:rPr>
          <w:sz w:val="22"/>
          <w:szCs w:val="22"/>
        </w:rPr>
      </w:pPr>
    </w:p>
    <w:p w14:paraId="4C7E68BC" w14:textId="4D82246D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2884C333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1D20C0A3" w14:textId="77777777" w:rsidR="004465C3" w:rsidRDefault="004465C3" w:rsidP="00AE2ACB">
      <w:pPr>
        <w:spacing w:before="120" w:after="120" w:line="276" w:lineRule="auto"/>
        <w:jc w:val="both"/>
        <w:rPr>
          <w:sz w:val="22"/>
          <w:szCs w:val="22"/>
        </w:rPr>
      </w:pPr>
    </w:p>
    <w:p w14:paraId="08413946" w14:textId="5E772DB1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4692DB35" w14:textId="77777777" w:rsidR="004465C3" w:rsidRDefault="004465C3" w:rsidP="00AE2ACB">
      <w:pPr>
        <w:spacing w:after="100"/>
        <w:rPr>
          <w:b/>
          <w:sz w:val="22"/>
          <w:szCs w:val="22"/>
        </w:rPr>
      </w:pPr>
    </w:p>
    <w:p w14:paraId="493ED951" w14:textId="0C8ADED2" w:rsidR="00AE2ACB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p w14:paraId="3FDD11FD" w14:textId="77777777" w:rsidR="004465C3" w:rsidRDefault="004465C3" w:rsidP="00AE2ACB">
      <w:pPr>
        <w:spacing w:after="100"/>
        <w:rPr>
          <w:b/>
          <w:sz w:val="22"/>
          <w:szCs w:val="22"/>
        </w:rPr>
      </w:pPr>
    </w:p>
    <w:p w14:paraId="644FF7E2" w14:textId="77777777" w:rsidR="00C13D36" w:rsidRPr="007677F8" w:rsidRDefault="00C13D36" w:rsidP="00AE2ACB">
      <w:pPr>
        <w:spacing w:after="100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1C285712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0B23DCAF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79D5DA6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9ADE1F3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52A1031D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0601448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9102717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1EC2265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19464D4C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B4EA48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3BB865F6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2C2C689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8C6E9D0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3D8C90F1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54A13DA6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</w:tbl>
    <w:p w14:paraId="1204A89B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0E416C36" w14:textId="77777777" w:rsidR="004465C3" w:rsidRDefault="004465C3" w:rsidP="004465C3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029F14E3" w14:textId="77777777" w:rsidR="00C13D36" w:rsidRDefault="00C13D36" w:rsidP="004465C3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55DEAB28" w14:textId="77777777" w:rsidR="00C13D36" w:rsidRPr="004465C3" w:rsidRDefault="00C13D36" w:rsidP="004465C3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57C50631" w14:textId="1F07EDFB" w:rsidR="004D5A42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lastRenderedPageBreak/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przedmiotu zamówienia zgodnie, ze Specyfikacją Warunków Zamówienia, </w:t>
      </w:r>
      <w:r w:rsidR="00CA51D3">
        <w:rPr>
          <w:sz w:val="22"/>
        </w:rPr>
        <w:t>za cenę</w:t>
      </w:r>
      <w:r w:rsidRPr="0097776D">
        <w:rPr>
          <w:sz w:val="22"/>
        </w:rPr>
        <w:t>:</w:t>
      </w:r>
    </w:p>
    <w:p w14:paraId="0E78465D" w14:textId="77777777" w:rsidR="004465C3" w:rsidRPr="004465C3" w:rsidRDefault="004465C3" w:rsidP="004465C3">
      <w:pPr>
        <w:spacing w:after="120" w:line="276" w:lineRule="auto"/>
        <w:jc w:val="both"/>
        <w:rPr>
          <w:sz w:val="22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7229"/>
      </w:tblGrid>
      <w:tr w:rsidR="000B0C4E" w:rsidRPr="007F3E87" w14:paraId="354D0D06" w14:textId="77777777" w:rsidTr="008A0F5F">
        <w:trPr>
          <w:trHeight w:val="704"/>
        </w:trPr>
        <w:tc>
          <w:tcPr>
            <w:tcW w:w="1559" w:type="dxa"/>
            <w:shd w:val="clear" w:color="auto" w:fill="auto"/>
            <w:vAlign w:val="center"/>
          </w:tcPr>
          <w:p w14:paraId="0CC90CF3" w14:textId="459588FF" w:rsidR="000B0C4E" w:rsidRPr="007F3E87" w:rsidRDefault="000B0C4E" w:rsidP="008A0F5F">
            <w:pPr>
              <w:jc w:val="center"/>
              <w:rPr>
                <w:b/>
                <w:sz w:val="22"/>
                <w:szCs w:val="22"/>
              </w:rPr>
            </w:pPr>
            <w:r w:rsidRPr="000B0C4E">
              <w:rPr>
                <w:b/>
                <w:sz w:val="22"/>
                <w:szCs w:val="22"/>
              </w:rPr>
              <w:t>Część zamówienia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18028FA3" w14:textId="0ABEEA78" w:rsidR="000B0C4E" w:rsidRPr="007F3E87" w:rsidRDefault="000B0C4E" w:rsidP="008A0F5F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0B0C4E" w:rsidRPr="007F3E87" w14:paraId="7FDDDFDD" w14:textId="77777777" w:rsidTr="008A0F5F">
        <w:tc>
          <w:tcPr>
            <w:tcW w:w="1559" w:type="dxa"/>
            <w:shd w:val="clear" w:color="auto" w:fill="auto"/>
            <w:vAlign w:val="center"/>
          </w:tcPr>
          <w:p w14:paraId="67F96A7B" w14:textId="797B2C5E" w:rsidR="000B0C4E" w:rsidRPr="007F3E87" w:rsidRDefault="000B0C4E" w:rsidP="008A0F5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341F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7229" w:type="dxa"/>
            <w:shd w:val="clear" w:color="auto" w:fill="auto"/>
          </w:tcPr>
          <w:p w14:paraId="3895D328" w14:textId="556A2A5E" w:rsidR="000B0C4E" w:rsidRDefault="000B0C4E" w:rsidP="000B0C4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części zamówienia: </w:t>
            </w:r>
            <w:r w:rsidR="00C13D36" w:rsidRPr="00C13D36">
              <w:rPr>
                <w:b/>
                <w:bCs/>
                <w:sz w:val="22"/>
                <w:szCs w:val="22"/>
                <w:u w:val="single"/>
              </w:rPr>
              <w:t>Remont drogi leśnej nr 14 o nazwie RYBAKI-STRZELNICA-WIERZYSKO</w:t>
            </w:r>
          </w:p>
          <w:p w14:paraId="66D285BD" w14:textId="77777777" w:rsidR="000B0C4E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kwotę netto</w:t>
            </w:r>
            <w:r>
              <w:rPr>
                <w:sz w:val="22"/>
                <w:szCs w:val="22"/>
              </w:rPr>
              <w:t xml:space="preserve"> wynosi</w:t>
            </w:r>
            <w:r w:rsidRPr="007F3E87">
              <w:rPr>
                <w:sz w:val="22"/>
                <w:szCs w:val="22"/>
              </w:rPr>
              <w:t xml:space="preserve"> .........</w:t>
            </w:r>
            <w:r>
              <w:rPr>
                <w:sz w:val="22"/>
                <w:szCs w:val="22"/>
              </w:rPr>
              <w:t>..............................</w:t>
            </w:r>
            <w:r w:rsidRPr="007F3E87">
              <w:rPr>
                <w:sz w:val="22"/>
                <w:szCs w:val="22"/>
              </w:rPr>
              <w:t>.............. zł</w:t>
            </w:r>
          </w:p>
          <w:p w14:paraId="35618631" w14:textId="35FEF413" w:rsidR="000B0C4E" w:rsidRPr="007F3E87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netto</w:t>
            </w:r>
            <w:r w:rsidRPr="007F3E87">
              <w:rPr>
                <w:sz w:val="22"/>
                <w:szCs w:val="22"/>
              </w:rPr>
              <w:t>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</w:t>
            </w:r>
            <w:r>
              <w:rPr>
                <w:sz w:val="22"/>
                <w:szCs w:val="22"/>
              </w:rPr>
              <w:t>..........................</w:t>
            </w:r>
            <w:r w:rsidRPr="007F3E87">
              <w:rPr>
                <w:sz w:val="22"/>
                <w:szCs w:val="22"/>
              </w:rPr>
              <w:t>),</w:t>
            </w:r>
          </w:p>
          <w:p w14:paraId="7965DA2B" w14:textId="6476E724" w:rsidR="000B0C4E" w:rsidRPr="007F3E87" w:rsidRDefault="000B0C4E" w:rsidP="000B0C4E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</w:t>
            </w:r>
            <w:r>
              <w:rPr>
                <w:sz w:val="22"/>
                <w:szCs w:val="22"/>
              </w:rPr>
              <w:t xml:space="preserve">od towarów i usług </w:t>
            </w:r>
            <w:r w:rsidRPr="007F3E87">
              <w:rPr>
                <w:sz w:val="22"/>
                <w:szCs w:val="22"/>
              </w:rPr>
              <w:t xml:space="preserve">w wysokości </w:t>
            </w:r>
            <w:r w:rsidR="00C13D36">
              <w:rPr>
                <w:sz w:val="22"/>
                <w:szCs w:val="22"/>
              </w:rPr>
              <w:t>23</w:t>
            </w:r>
            <w:r w:rsidRPr="007F3E87">
              <w:rPr>
                <w:sz w:val="22"/>
                <w:szCs w:val="22"/>
              </w:rPr>
              <w:t>%,</w:t>
            </w:r>
          </w:p>
          <w:p w14:paraId="536F91B1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</w:t>
            </w:r>
            <w:r>
              <w:rPr>
                <w:sz w:val="22"/>
                <w:szCs w:val="22"/>
              </w:rPr>
              <w:t>……………..</w:t>
            </w:r>
            <w:r w:rsidRPr="007F3E87">
              <w:rPr>
                <w:sz w:val="22"/>
                <w:szCs w:val="22"/>
              </w:rPr>
              <w:t>.......... zł</w:t>
            </w:r>
          </w:p>
          <w:p w14:paraId="7A3506B1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brutto</w:t>
            </w:r>
            <w:r w:rsidRPr="007F3E87">
              <w:rPr>
                <w:sz w:val="22"/>
                <w:szCs w:val="22"/>
              </w:rPr>
              <w:t>: ......................</w:t>
            </w:r>
            <w:r>
              <w:rPr>
                <w:sz w:val="22"/>
                <w:szCs w:val="22"/>
              </w:rPr>
              <w:t>............................................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  <w:p w14:paraId="71345641" w14:textId="08432AFF" w:rsidR="000B0C4E" w:rsidRPr="00273297" w:rsidRDefault="000B0C4E" w:rsidP="000B0C4E">
            <w:pPr>
              <w:spacing w:after="60" w:line="360" w:lineRule="auto"/>
              <w:rPr>
                <w:b/>
                <w:bCs/>
                <w:sz w:val="22"/>
                <w:szCs w:val="22"/>
              </w:rPr>
            </w:pPr>
            <w:r w:rsidRPr="00273297">
              <w:rPr>
                <w:b/>
                <w:bCs/>
                <w:sz w:val="22"/>
                <w:szCs w:val="22"/>
              </w:rPr>
              <w:t>UWAGA! Wykonawca winien jest złożyć wraz z ofertą kosztorys ofertowy sporządzony metodą uprosz</w:t>
            </w:r>
            <w:r>
              <w:rPr>
                <w:b/>
                <w:bCs/>
                <w:sz w:val="22"/>
                <w:szCs w:val="22"/>
              </w:rPr>
              <w:t>czoną.</w:t>
            </w:r>
          </w:p>
        </w:tc>
      </w:tr>
      <w:tr w:rsidR="000B0C4E" w:rsidRPr="007F3E87" w14:paraId="7D2272F0" w14:textId="77777777" w:rsidTr="008A0F5F">
        <w:tc>
          <w:tcPr>
            <w:tcW w:w="1559" w:type="dxa"/>
            <w:shd w:val="clear" w:color="auto" w:fill="auto"/>
            <w:vAlign w:val="center"/>
          </w:tcPr>
          <w:p w14:paraId="7DE222FC" w14:textId="1BCBF673" w:rsidR="000B0C4E" w:rsidRPr="007F3E87" w:rsidRDefault="000B0C4E" w:rsidP="008A0F5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*</w:t>
            </w:r>
          </w:p>
        </w:tc>
        <w:tc>
          <w:tcPr>
            <w:tcW w:w="7229" w:type="dxa"/>
            <w:shd w:val="clear" w:color="auto" w:fill="auto"/>
          </w:tcPr>
          <w:p w14:paraId="58A18DDD" w14:textId="793C05AE" w:rsidR="004465C3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części zamówienia: </w:t>
            </w:r>
            <w:r w:rsidR="00C13D36" w:rsidRPr="00C13D36">
              <w:rPr>
                <w:b/>
                <w:bCs/>
                <w:sz w:val="22"/>
                <w:szCs w:val="22"/>
                <w:u w:val="single"/>
              </w:rPr>
              <w:t>Remont drogi nr 30 o nazwie PODRĄBIONA</w:t>
            </w:r>
            <w:r w:rsidR="004465C3" w:rsidRPr="007F3E87">
              <w:rPr>
                <w:sz w:val="22"/>
                <w:szCs w:val="22"/>
              </w:rPr>
              <w:t xml:space="preserve"> </w:t>
            </w:r>
          </w:p>
          <w:p w14:paraId="3ACB741F" w14:textId="3069745B" w:rsidR="000B0C4E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kwotę netto</w:t>
            </w:r>
            <w:r>
              <w:rPr>
                <w:sz w:val="22"/>
                <w:szCs w:val="22"/>
              </w:rPr>
              <w:t xml:space="preserve"> wynosi</w:t>
            </w:r>
            <w:r w:rsidRPr="007F3E87">
              <w:rPr>
                <w:sz w:val="22"/>
                <w:szCs w:val="22"/>
              </w:rPr>
              <w:t xml:space="preserve"> .........</w:t>
            </w:r>
            <w:r>
              <w:rPr>
                <w:sz w:val="22"/>
                <w:szCs w:val="22"/>
              </w:rPr>
              <w:t>..............................</w:t>
            </w:r>
            <w:r w:rsidRPr="007F3E87">
              <w:rPr>
                <w:sz w:val="22"/>
                <w:szCs w:val="22"/>
              </w:rPr>
              <w:t>.............. zł</w:t>
            </w:r>
          </w:p>
          <w:p w14:paraId="2A32971D" w14:textId="77777777" w:rsidR="000B0C4E" w:rsidRPr="007F3E87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netto</w:t>
            </w:r>
            <w:r w:rsidRPr="007F3E87">
              <w:rPr>
                <w:sz w:val="22"/>
                <w:szCs w:val="22"/>
              </w:rPr>
              <w:t>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</w:t>
            </w:r>
            <w:r>
              <w:rPr>
                <w:sz w:val="22"/>
                <w:szCs w:val="22"/>
              </w:rPr>
              <w:t>..........................</w:t>
            </w:r>
            <w:r w:rsidRPr="007F3E87">
              <w:rPr>
                <w:sz w:val="22"/>
                <w:szCs w:val="22"/>
              </w:rPr>
              <w:t>),</w:t>
            </w:r>
          </w:p>
          <w:p w14:paraId="71DC02CE" w14:textId="2BACD0FD" w:rsidR="000B0C4E" w:rsidRPr="007F3E87" w:rsidRDefault="000B0C4E" w:rsidP="000B0C4E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</w:t>
            </w:r>
            <w:r>
              <w:rPr>
                <w:sz w:val="22"/>
                <w:szCs w:val="22"/>
              </w:rPr>
              <w:t xml:space="preserve">od towarów i usług </w:t>
            </w:r>
            <w:r w:rsidRPr="007F3E87">
              <w:rPr>
                <w:sz w:val="22"/>
                <w:szCs w:val="22"/>
              </w:rPr>
              <w:t xml:space="preserve">w wysokości </w:t>
            </w:r>
            <w:r w:rsidR="00C13D36">
              <w:rPr>
                <w:sz w:val="22"/>
                <w:szCs w:val="22"/>
              </w:rPr>
              <w:t>23</w:t>
            </w:r>
            <w:r w:rsidRPr="007F3E87">
              <w:rPr>
                <w:sz w:val="22"/>
                <w:szCs w:val="22"/>
              </w:rPr>
              <w:t>%,</w:t>
            </w:r>
          </w:p>
          <w:p w14:paraId="20649FC9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</w:t>
            </w:r>
            <w:r>
              <w:rPr>
                <w:sz w:val="22"/>
                <w:szCs w:val="22"/>
              </w:rPr>
              <w:t>……………..</w:t>
            </w:r>
            <w:r w:rsidRPr="007F3E87">
              <w:rPr>
                <w:sz w:val="22"/>
                <w:szCs w:val="22"/>
              </w:rPr>
              <w:t>.......... zł</w:t>
            </w:r>
          </w:p>
          <w:p w14:paraId="4F529ABD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brutto</w:t>
            </w:r>
            <w:r w:rsidRPr="007F3E87">
              <w:rPr>
                <w:sz w:val="22"/>
                <w:szCs w:val="22"/>
              </w:rPr>
              <w:t>: ......................</w:t>
            </w:r>
            <w:r>
              <w:rPr>
                <w:sz w:val="22"/>
                <w:szCs w:val="22"/>
              </w:rPr>
              <w:t>............................................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  <w:p w14:paraId="5A5EAD12" w14:textId="2F0731C2" w:rsidR="000B0C4E" w:rsidRPr="007F3E87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273297">
              <w:rPr>
                <w:b/>
                <w:bCs/>
                <w:sz w:val="22"/>
                <w:szCs w:val="22"/>
              </w:rPr>
              <w:t>UWAGA! Wykonawca winien jest złożyć wraz z ofertą kosztorys ofertowy sporządzony metodą uprosz</w:t>
            </w:r>
            <w:r>
              <w:rPr>
                <w:b/>
                <w:bCs/>
                <w:sz w:val="22"/>
                <w:szCs w:val="22"/>
              </w:rPr>
              <w:t>czoną.</w:t>
            </w:r>
          </w:p>
        </w:tc>
      </w:tr>
    </w:tbl>
    <w:p w14:paraId="2B529EA9" w14:textId="77777777" w:rsidR="000B0C4E" w:rsidRPr="000B0C4E" w:rsidRDefault="000B0C4E" w:rsidP="000B0C4E">
      <w:pPr>
        <w:spacing w:after="120" w:line="276" w:lineRule="auto"/>
        <w:jc w:val="both"/>
        <w:rPr>
          <w:sz w:val="22"/>
        </w:rPr>
      </w:pPr>
    </w:p>
    <w:p w14:paraId="3C8B755F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7034385E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E6355C7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63DE6EDC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74FD745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02BAEC0E" w14:textId="77777777" w:rsidR="004465C3" w:rsidRDefault="004465C3" w:rsidP="004465C3">
      <w:pPr>
        <w:spacing w:after="120"/>
        <w:contextualSpacing/>
        <w:jc w:val="both"/>
        <w:rPr>
          <w:sz w:val="22"/>
        </w:rPr>
      </w:pPr>
    </w:p>
    <w:p w14:paraId="5C0EAADE" w14:textId="77777777" w:rsidR="004465C3" w:rsidRDefault="004465C3" w:rsidP="004465C3">
      <w:pPr>
        <w:spacing w:after="120"/>
        <w:contextualSpacing/>
        <w:jc w:val="both"/>
        <w:rPr>
          <w:sz w:val="22"/>
        </w:rPr>
      </w:pPr>
    </w:p>
    <w:p w14:paraId="7D025ABD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47025A43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E5FFB5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33A5462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0FC3FF4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25322A" w14:textId="1FB9A3E8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  <w:r w:rsidR="004015D3">
              <w:rPr>
                <w:sz w:val="20"/>
                <w:szCs w:val="20"/>
              </w:rPr>
              <w:t xml:space="preserve"> jeżeli są oni znani</w:t>
            </w:r>
          </w:p>
        </w:tc>
      </w:tr>
      <w:tr w:rsidR="00BC4F99" w:rsidRPr="001661BD" w14:paraId="2A474B2A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D907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CBE3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9FD4D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49F3264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B5C1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8529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5573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1D5B27A6" w14:textId="77777777" w:rsidR="00A36263" w:rsidRPr="00A36263" w:rsidRDefault="00A36263" w:rsidP="00A36263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6C56D957" w14:textId="33AE236B" w:rsidR="00D77A64" w:rsidRPr="00D77A64" w:rsidRDefault="00511A81" w:rsidP="00511A8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t xml:space="preserve">oświadczamy, że udzielamy gwarancji jakości i rękojmi za wady </w:t>
      </w:r>
      <w:r w:rsidRPr="00720C63">
        <w:t>na okres</w:t>
      </w:r>
      <w:r w:rsidR="00D77A64">
        <w:t>:</w:t>
      </w:r>
    </w:p>
    <w:p w14:paraId="0145948E" w14:textId="77777777" w:rsidR="00D77A64" w:rsidRDefault="00D77A64" w:rsidP="00D77A64">
      <w:pPr>
        <w:pStyle w:val="Akapitzlist"/>
        <w:spacing w:before="120" w:line="276" w:lineRule="auto"/>
        <w:ind w:left="644"/>
        <w:jc w:val="both"/>
        <w:rPr>
          <w:b/>
        </w:rPr>
      </w:pPr>
    </w:p>
    <w:p w14:paraId="6EC69F3D" w14:textId="3A9180AF" w:rsidR="00D77A64" w:rsidRDefault="00AA0765" w:rsidP="00D77A64">
      <w:pPr>
        <w:pStyle w:val="Akapitzlist"/>
        <w:spacing w:before="120" w:line="276" w:lineRule="auto"/>
        <w:ind w:left="644"/>
        <w:jc w:val="both"/>
      </w:pPr>
      <w:r>
        <w:rPr>
          <w:b/>
        </w:rPr>
        <w:t xml:space="preserve">- Część zamówienia nr 1 </w:t>
      </w:r>
      <w:r w:rsidR="00511A81" w:rsidRPr="00CF65D4">
        <w:rPr>
          <w:b/>
        </w:rPr>
        <w:t>…</w:t>
      </w:r>
      <w:r w:rsidR="00D77A64">
        <w:rPr>
          <w:b/>
        </w:rPr>
        <w:t>…….</w:t>
      </w:r>
      <w:r w:rsidR="00511A81" w:rsidRPr="00CF65D4">
        <w:rPr>
          <w:b/>
        </w:rPr>
        <w:t>…. miesięcy</w:t>
      </w:r>
      <w:r>
        <w:t>,</w:t>
      </w:r>
      <w:r w:rsidR="001E7175">
        <w:t>*</w:t>
      </w:r>
    </w:p>
    <w:p w14:paraId="10EED51C" w14:textId="77777777" w:rsidR="00AA0765" w:rsidRDefault="00AA0765" w:rsidP="00D77A64">
      <w:pPr>
        <w:pStyle w:val="Akapitzlist"/>
        <w:spacing w:before="120" w:line="276" w:lineRule="auto"/>
        <w:ind w:left="644"/>
        <w:jc w:val="both"/>
      </w:pPr>
    </w:p>
    <w:p w14:paraId="7083A86F" w14:textId="63D6E406" w:rsidR="00AA0765" w:rsidRDefault="00AA0765" w:rsidP="00C13D36">
      <w:pPr>
        <w:pStyle w:val="Akapitzlist"/>
        <w:spacing w:before="120" w:line="276" w:lineRule="auto"/>
        <w:ind w:left="644"/>
        <w:jc w:val="both"/>
      </w:pPr>
      <w:r>
        <w:rPr>
          <w:b/>
        </w:rPr>
        <w:t xml:space="preserve">- Część zamówienia nr 2 </w:t>
      </w:r>
      <w:r w:rsidRPr="00CF65D4">
        <w:rPr>
          <w:b/>
        </w:rPr>
        <w:t>…</w:t>
      </w:r>
      <w:r>
        <w:rPr>
          <w:b/>
        </w:rPr>
        <w:t>…….</w:t>
      </w:r>
      <w:r w:rsidRPr="00CF65D4">
        <w:rPr>
          <w:b/>
        </w:rPr>
        <w:t>…. miesięcy</w:t>
      </w:r>
      <w:r w:rsidRPr="00AA0765">
        <w:rPr>
          <w:bCs/>
        </w:rPr>
        <w:t>,</w:t>
      </w:r>
      <w:r w:rsidR="001E7175">
        <w:t>*</w:t>
      </w:r>
    </w:p>
    <w:p w14:paraId="45D7838C" w14:textId="54D7C6EB" w:rsidR="00511A81" w:rsidRPr="00511A81" w:rsidRDefault="00511A81" w:rsidP="00D77A64">
      <w:pPr>
        <w:pStyle w:val="Akapitzlist"/>
        <w:spacing w:before="120" w:line="276" w:lineRule="auto"/>
        <w:ind w:left="644"/>
        <w:jc w:val="both"/>
        <w:rPr>
          <w:sz w:val="22"/>
        </w:rPr>
      </w:pPr>
      <w:r>
        <w:lastRenderedPageBreak/>
        <w:t>na warunkach określonych przez Zamawiającego w Specyfikacji Warunków Zamówienia.</w:t>
      </w:r>
    </w:p>
    <w:p w14:paraId="321FB748" w14:textId="77777777" w:rsidR="00511A81" w:rsidRPr="00CF65D4" w:rsidRDefault="00511A81" w:rsidP="00C74CE1">
      <w:pPr>
        <w:pStyle w:val="Akapitzlist"/>
        <w:spacing w:before="120" w:line="276" w:lineRule="auto"/>
        <w:ind w:left="644"/>
        <w:jc w:val="both"/>
        <w:rPr>
          <w:sz w:val="22"/>
        </w:rPr>
      </w:pPr>
    </w:p>
    <w:tbl>
      <w:tblPr>
        <w:tblW w:w="0" w:type="auto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8"/>
      </w:tblGrid>
      <w:tr w:rsidR="00511A81" w14:paraId="2558E19E" w14:textId="77777777" w:rsidTr="00182ED1">
        <w:tc>
          <w:tcPr>
            <w:tcW w:w="9212" w:type="dxa"/>
            <w:shd w:val="clear" w:color="auto" w:fill="auto"/>
          </w:tcPr>
          <w:p w14:paraId="7804842C" w14:textId="77777777" w:rsidR="00511A81" w:rsidRPr="00511A81" w:rsidRDefault="00511A81" w:rsidP="00511A81">
            <w:pPr>
              <w:spacing w:before="12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511A81">
              <w:rPr>
                <w:b/>
                <w:bCs/>
                <w:sz w:val="20"/>
                <w:szCs w:val="20"/>
              </w:rPr>
              <w:t>UWAGA!!!</w:t>
            </w:r>
          </w:p>
          <w:p w14:paraId="604F8AFC" w14:textId="77777777" w:rsidR="00511A81" w:rsidRPr="00511A81" w:rsidRDefault="00511A81" w:rsidP="00511A81">
            <w:pPr>
              <w:jc w:val="both"/>
              <w:rPr>
                <w:b/>
                <w:bCs/>
                <w:sz w:val="20"/>
                <w:szCs w:val="20"/>
                <w:u w:val="single"/>
                <w:lang w:bidi="pl-PL"/>
              </w:rPr>
            </w:pPr>
            <w:r w:rsidRPr="00511A81">
              <w:rPr>
                <w:b/>
                <w:bCs/>
                <w:sz w:val="20"/>
                <w:szCs w:val="20"/>
                <w:u w:val="single"/>
                <w:lang w:bidi="pl-PL"/>
              </w:rPr>
              <w:t>Okres gwarancji jakości i rękojmi za wady jest kryterium pozacenowym w ocenie ofert – rozdział 21 SWZ).</w:t>
            </w:r>
          </w:p>
          <w:p w14:paraId="6693E140" w14:textId="77777777" w:rsidR="00511A81" w:rsidRPr="00511A81" w:rsidRDefault="00511A81" w:rsidP="00511A81">
            <w:pPr>
              <w:pStyle w:val="Akapitzlist"/>
              <w:ind w:left="644"/>
              <w:jc w:val="both"/>
              <w:rPr>
                <w:b/>
                <w:bCs/>
                <w:sz w:val="20"/>
                <w:szCs w:val="20"/>
              </w:rPr>
            </w:pPr>
          </w:p>
          <w:p w14:paraId="329F08FA" w14:textId="454649BD" w:rsidR="00C74CE1" w:rsidRPr="00707F08" w:rsidRDefault="00C74CE1" w:rsidP="00C74CE1">
            <w:pPr>
              <w:spacing w:before="60" w:after="12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07F08">
              <w:rPr>
                <w:b/>
                <w:bCs/>
                <w:sz w:val="20"/>
                <w:szCs w:val="20"/>
              </w:rPr>
              <w:t xml:space="preserve">Okres gwarancji jakości i rękojmi za wady nie może być krótszy niż </w:t>
            </w:r>
            <w:r w:rsidR="00B82C3A">
              <w:rPr>
                <w:b/>
                <w:bCs/>
                <w:sz w:val="20"/>
                <w:szCs w:val="20"/>
              </w:rPr>
              <w:t>12</w:t>
            </w:r>
            <w:r w:rsidRPr="00707F08">
              <w:rPr>
                <w:b/>
                <w:bCs/>
                <w:sz w:val="20"/>
                <w:szCs w:val="20"/>
              </w:rPr>
              <w:t xml:space="preserve"> miesiące i nie może być dłuższy niż </w:t>
            </w:r>
            <w:r w:rsidR="00B82C3A">
              <w:rPr>
                <w:b/>
                <w:bCs/>
                <w:sz w:val="20"/>
                <w:szCs w:val="20"/>
              </w:rPr>
              <w:t>36</w:t>
            </w:r>
            <w:r w:rsidRPr="00707F08">
              <w:rPr>
                <w:b/>
                <w:bCs/>
                <w:sz w:val="20"/>
                <w:szCs w:val="20"/>
              </w:rPr>
              <w:t xml:space="preserve"> miesięcy. </w:t>
            </w:r>
          </w:p>
          <w:p w14:paraId="1A283238" w14:textId="078D0836" w:rsidR="00C74CE1" w:rsidRPr="00707F08" w:rsidRDefault="00C74CE1" w:rsidP="00C74CE1">
            <w:pPr>
              <w:spacing w:before="60" w:after="12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707F08">
              <w:rPr>
                <w:b/>
                <w:bCs/>
                <w:iCs/>
                <w:sz w:val="20"/>
                <w:szCs w:val="20"/>
              </w:rPr>
              <w:t xml:space="preserve">W przypadku zaoferowania minimalnego  okresu gwarancji jakości i rękojmi za wady tj. </w:t>
            </w:r>
            <w:r w:rsidR="00B82C3A">
              <w:rPr>
                <w:b/>
                <w:bCs/>
                <w:iCs/>
                <w:sz w:val="20"/>
                <w:szCs w:val="20"/>
              </w:rPr>
              <w:t>12</w:t>
            </w:r>
            <w:r w:rsidRPr="00707F08">
              <w:rPr>
                <w:b/>
                <w:bCs/>
                <w:iCs/>
                <w:sz w:val="20"/>
                <w:szCs w:val="20"/>
              </w:rPr>
              <w:t xml:space="preserve"> miesiące, Wykonawca otrzyma 0,00 punktów. </w:t>
            </w:r>
          </w:p>
          <w:p w14:paraId="131B4831" w14:textId="581BAFB1" w:rsidR="00C74CE1" w:rsidRPr="00707F08" w:rsidRDefault="00C74CE1" w:rsidP="00C74CE1">
            <w:pPr>
              <w:spacing w:before="60" w:after="12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707F08">
              <w:rPr>
                <w:b/>
                <w:bCs/>
                <w:iCs/>
                <w:sz w:val="20"/>
                <w:szCs w:val="20"/>
              </w:rPr>
              <w:t xml:space="preserve">W przypadku, gdy Wykonawca nie poda okresu gwarancji jakości i rękojmi za wady lub zaoferuje krótszy niż </w:t>
            </w:r>
            <w:r w:rsidR="00B82C3A">
              <w:rPr>
                <w:b/>
                <w:bCs/>
                <w:iCs/>
                <w:sz w:val="20"/>
                <w:szCs w:val="20"/>
              </w:rPr>
              <w:t>12</w:t>
            </w:r>
            <w:r w:rsidRPr="00707F08">
              <w:rPr>
                <w:b/>
                <w:bCs/>
                <w:iCs/>
                <w:sz w:val="20"/>
                <w:szCs w:val="20"/>
              </w:rPr>
              <w:t xml:space="preserve"> miesiące, oferta nie uzyska punktów w przedmiotowym kryterium i zostanie przyjęty okres gwarancji jakości i rękojmi za wady wynoszący </w:t>
            </w:r>
            <w:r w:rsidR="00B82C3A">
              <w:rPr>
                <w:b/>
                <w:bCs/>
                <w:iCs/>
                <w:sz w:val="20"/>
                <w:szCs w:val="20"/>
              </w:rPr>
              <w:t>12</w:t>
            </w:r>
            <w:r w:rsidRPr="00707F08">
              <w:rPr>
                <w:b/>
                <w:bCs/>
                <w:iCs/>
                <w:sz w:val="20"/>
                <w:szCs w:val="20"/>
              </w:rPr>
              <w:t xml:space="preserve"> miesiące.</w:t>
            </w:r>
          </w:p>
          <w:p w14:paraId="18AD3BF9" w14:textId="6A34FC3B" w:rsidR="00C74CE1" w:rsidRPr="00707F08" w:rsidRDefault="00C74CE1" w:rsidP="00C74CE1">
            <w:pPr>
              <w:spacing w:before="60" w:after="12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707F08">
              <w:rPr>
                <w:b/>
                <w:bCs/>
                <w:iCs/>
                <w:sz w:val="20"/>
                <w:szCs w:val="20"/>
              </w:rPr>
              <w:t xml:space="preserve">W przypadku, gdy Wykonawca zaoferuje okres gwarancji jakości i rękojmi za wady dłuższy niż wyznaczony maksymalny okres wynoszący </w:t>
            </w:r>
            <w:r w:rsidR="00B82C3A">
              <w:rPr>
                <w:b/>
                <w:bCs/>
                <w:iCs/>
                <w:sz w:val="20"/>
                <w:szCs w:val="20"/>
              </w:rPr>
              <w:t>36</w:t>
            </w:r>
            <w:r w:rsidRPr="00707F08">
              <w:rPr>
                <w:b/>
                <w:bCs/>
                <w:iCs/>
                <w:sz w:val="20"/>
                <w:szCs w:val="20"/>
              </w:rPr>
              <w:t xml:space="preserve"> miesięcy, w tym przypadku Zamawiający przyjmie do obliczeń punktacji wartość </w:t>
            </w:r>
            <w:r w:rsidR="00B82C3A">
              <w:rPr>
                <w:b/>
                <w:bCs/>
                <w:iCs/>
                <w:sz w:val="20"/>
                <w:szCs w:val="20"/>
              </w:rPr>
              <w:t>36</w:t>
            </w:r>
            <w:r w:rsidRPr="00707F08">
              <w:rPr>
                <w:b/>
                <w:bCs/>
                <w:iCs/>
                <w:sz w:val="20"/>
                <w:szCs w:val="20"/>
              </w:rPr>
              <w:t xml:space="preserve"> miesięcy.</w:t>
            </w:r>
          </w:p>
          <w:p w14:paraId="0832F11F" w14:textId="48E26D76" w:rsidR="00511A81" w:rsidRPr="00511A81" w:rsidRDefault="00C74CE1" w:rsidP="00C74CE1">
            <w:pPr>
              <w:spacing w:before="120" w:after="120" w:line="276" w:lineRule="auto"/>
              <w:jc w:val="both"/>
              <w:outlineLvl w:val="1"/>
              <w:rPr>
                <w:b/>
                <w:bCs/>
                <w:sz w:val="20"/>
                <w:szCs w:val="20"/>
                <w:u w:val="single"/>
              </w:rPr>
            </w:pPr>
            <w:r w:rsidRPr="00707F08">
              <w:rPr>
                <w:b/>
                <w:bCs/>
                <w:sz w:val="20"/>
                <w:szCs w:val="20"/>
              </w:rPr>
              <w:t>Wykonawcy oferują okres</w:t>
            </w:r>
            <w:r w:rsidRPr="00707F08">
              <w:rPr>
                <w:b/>
                <w:bCs/>
                <w:iCs/>
                <w:sz w:val="20"/>
                <w:szCs w:val="20"/>
              </w:rPr>
              <w:t xml:space="preserve"> gwarancji jakości i rękojmi za wady </w:t>
            </w:r>
            <w:r w:rsidRPr="00707F08">
              <w:rPr>
                <w:b/>
                <w:bCs/>
                <w:sz w:val="20"/>
                <w:szCs w:val="20"/>
              </w:rPr>
              <w:t>w pełnych miesiącach</w:t>
            </w:r>
            <w:r w:rsidRPr="00511A81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7844CDF3" w14:textId="77777777" w:rsidR="00511A81" w:rsidRPr="00511A81" w:rsidRDefault="00511A81" w:rsidP="00511A81">
      <w:pPr>
        <w:jc w:val="both"/>
        <w:rPr>
          <w:sz w:val="22"/>
        </w:rPr>
      </w:pPr>
    </w:p>
    <w:p w14:paraId="1B1D15BC" w14:textId="77777777" w:rsidR="00511A81" w:rsidRDefault="00511A81" w:rsidP="00511A81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4B0B5751" w14:textId="135B4BE8" w:rsidR="004015D3" w:rsidRDefault="004015D3" w:rsidP="00511A8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rPr>
          <w:sz w:val="22"/>
        </w:rPr>
        <w:t>zobowiązujemy się do wykonania zamówienia w terminie:</w:t>
      </w:r>
    </w:p>
    <w:p w14:paraId="6DECE895" w14:textId="77777777" w:rsidR="004015D3" w:rsidRDefault="004015D3" w:rsidP="004015D3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5C2BE243" w14:textId="5326874B" w:rsidR="004015D3" w:rsidRDefault="00AA0765" w:rsidP="00EB279D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  <w:r>
        <w:rPr>
          <w:b/>
        </w:rPr>
        <w:t xml:space="preserve">- Część zamówienia nr 1 </w:t>
      </w:r>
      <w:r w:rsidR="004465C3">
        <w:rPr>
          <w:b/>
        </w:rPr>
        <w:t xml:space="preserve">– do </w:t>
      </w:r>
      <w:r w:rsidR="00B82C3A">
        <w:rPr>
          <w:b/>
        </w:rPr>
        <w:t>12</w:t>
      </w:r>
      <w:r w:rsidR="004465C3">
        <w:rPr>
          <w:b/>
        </w:rPr>
        <w:t xml:space="preserve"> grudnia 2023 roku</w:t>
      </w:r>
      <w:r>
        <w:rPr>
          <w:b/>
          <w:bCs/>
          <w:sz w:val="22"/>
        </w:rPr>
        <w:t>,</w:t>
      </w:r>
    </w:p>
    <w:p w14:paraId="16D436FF" w14:textId="664E8CD5" w:rsidR="00AA0765" w:rsidRDefault="00AA0765" w:rsidP="00EB279D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</w:p>
    <w:p w14:paraId="6E7DAA0F" w14:textId="362FE0B0" w:rsidR="00AA0765" w:rsidRDefault="00AA0765" w:rsidP="00EB279D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  <w:r>
        <w:rPr>
          <w:b/>
        </w:rPr>
        <w:t xml:space="preserve">- </w:t>
      </w:r>
      <w:r w:rsidR="004465C3" w:rsidRPr="004465C3">
        <w:rPr>
          <w:b/>
        </w:rPr>
        <w:t xml:space="preserve">Część zamówienia nr </w:t>
      </w:r>
      <w:r w:rsidR="004465C3">
        <w:rPr>
          <w:b/>
        </w:rPr>
        <w:t>2</w:t>
      </w:r>
      <w:r w:rsidR="004465C3" w:rsidRPr="004465C3">
        <w:rPr>
          <w:b/>
        </w:rPr>
        <w:t xml:space="preserve"> – do </w:t>
      </w:r>
      <w:r w:rsidR="00B82C3A">
        <w:rPr>
          <w:b/>
        </w:rPr>
        <w:t>12</w:t>
      </w:r>
      <w:r w:rsidR="004465C3" w:rsidRPr="004465C3">
        <w:rPr>
          <w:b/>
        </w:rPr>
        <w:t xml:space="preserve"> grudnia 2023 roku</w:t>
      </w:r>
      <w:r>
        <w:rPr>
          <w:b/>
          <w:bCs/>
          <w:sz w:val="22"/>
        </w:rPr>
        <w:t>,</w:t>
      </w:r>
    </w:p>
    <w:p w14:paraId="71E5BAF5" w14:textId="15422CD0" w:rsidR="00AA0765" w:rsidRDefault="00AA0765" w:rsidP="00EB279D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</w:p>
    <w:p w14:paraId="5647399D" w14:textId="77777777" w:rsidR="00742093" w:rsidRPr="00742093" w:rsidRDefault="00742093" w:rsidP="00742093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</w:p>
    <w:p w14:paraId="4F7A0529" w14:textId="3C504C65" w:rsidR="00FF57EE" w:rsidRPr="0097776D" w:rsidRDefault="00FF57EE" w:rsidP="00511A8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724CE2A" w14:textId="77777777" w:rsidR="00FF57EE" w:rsidRDefault="00FF57EE" w:rsidP="00511A81">
      <w:pPr>
        <w:pStyle w:val="Akapitzlist"/>
        <w:numPr>
          <w:ilvl w:val="0"/>
          <w:numId w:val="3"/>
        </w:numPr>
        <w:spacing w:before="120" w:after="120" w:line="276" w:lineRule="auto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7A05D3AE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4C96C3C7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4EE19603" w14:textId="5EE87711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</w:t>
      </w:r>
      <w:r w:rsidR="00A83E28">
        <w:rPr>
          <w:bCs/>
          <w:sz w:val="22"/>
          <w:szCs w:val="22"/>
        </w:rPr>
        <w:t>2</w:t>
      </w:r>
      <w:r w:rsidR="00C749A9">
        <w:rPr>
          <w:bCs/>
          <w:sz w:val="22"/>
          <w:szCs w:val="22"/>
        </w:rPr>
        <w:t xml:space="preserve"> poz. </w:t>
      </w:r>
      <w:r w:rsidR="00A83E28">
        <w:rPr>
          <w:bCs/>
          <w:sz w:val="22"/>
          <w:szCs w:val="22"/>
        </w:rPr>
        <w:t>931 ze zm.</w:t>
      </w:r>
      <w:r w:rsidR="00C749A9" w:rsidRPr="00C749A9">
        <w:rPr>
          <w:bCs/>
          <w:sz w:val="22"/>
          <w:szCs w:val="22"/>
        </w:rPr>
        <w:t>)</w:t>
      </w:r>
    </w:p>
    <w:p w14:paraId="3F44E06F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5062D904" w14:textId="4C5ED90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</w:t>
      </w:r>
      <w:r w:rsidR="00A83E28">
        <w:rPr>
          <w:bCs/>
          <w:sz w:val="22"/>
          <w:szCs w:val="22"/>
        </w:rPr>
        <w:t>2</w:t>
      </w:r>
      <w:r w:rsidR="00C749A9">
        <w:rPr>
          <w:bCs/>
          <w:sz w:val="22"/>
          <w:szCs w:val="22"/>
        </w:rPr>
        <w:t xml:space="preserve"> poz. </w:t>
      </w:r>
      <w:r w:rsidR="00A83E28">
        <w:rPr>
          <w:bCs/>
          <w:sz w:val="22"/>
          <w:szCs w:val="22"/>
        </w:rPr>
        <w:t>931 ze zm.</w:t>
      </w:r>
      <w:r w:rsidR="00C749A9" w:rsidRPr="00C749A9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p w14:paraId="1DB993C1" w14:textId="77777777" w:rsidR="004465C3" w:rsidRDefault="004465C3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3E9EEF94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C4E5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lastRenderedPageBreak/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C70C7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52FF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7E7D6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2CA4AB46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DC1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BB6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E58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49C7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2554DC9C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6F1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132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8A4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D5F7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43A007DE" w14:textId="77777777" w:rsidR="001341FF" w:rsidRPr="00AF4AC3" w:rsidRDefault="001341FF" w:rsidP="001341FF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1F25269E" w14:textId="77777777" w:rsidR="00070087" w:rsidRPr="00070087" w:rsidRDefault="00070087" w:rsidP="00070087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jc w:val="both"/>
        <w:rPr>
          <w:bCs/>
          <w:sz w:val="22"/>
          <w:szCs w:val="22"/>
        </w:rPr>
      </w:pPr>
      <w:r w:rsidRPr="00070087">
        <w:rPr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070087">
        <w:rPr>
          <w:sz w:val="22"/>
          <w:szCs w:val="22"/>
          <w:vertAlign w:val="superscript"/>
        </w:rPr>
        <w:footnoteReference w:id="4"/>
      </w:r>
      <w:r w:rsidRPr="00070087">
        <w:rPr>
          <w:bCs/>
          <w:sz w:val="22"/>
          <w:szCs w:val="22"/>
        </w:rPr>
        <w:t>:</w:t>
      </w:r>
    </w:p>
    <w:p w14:paraId="6F473910" w14:textId="77777777" w:rsidR="00070087" w:rsidRPr="00070087" w:rsidRDefault="00070087" w:rsidP="00070087">
      <w:pPr>
        <w:pStyle w:val="Akapitzlist"/>
        <w:spacing w:before="120"/>
        <w:contextualSpacing w:val="0"/>
        <w:jc w:val="both"/>
        <w:rPr>
          <w:bCs/>
          <w:sz w:val="22"/>
          <w:szCs w:val="22"/>
          <w:lang w:eastAsia="en-US"/>
        </w:rPr>
      </w:pPr>
    </w:p>
    <w:tbl>
      <w:tblPr>
        <w:tblW w:w="89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8"/>
        <w:gridCol w:w="5382"/>
      </w:tblGrid>
      <w:tr w:rsidR="00070087" w:rsidRPr="00070087" w14:paraId="0260814C" w14:textId="77777777" w:rsidTr="00070087">
        <w:trPr>
          <w:trHeight w:val="839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A650776" w14:textId="77777777" w:rsidR="00070087" w:rsidRPr="00070087" w:rsidRDefault="00070087" w:rsidP="00243856">
            <w:pPr>
              <w:spacing w:before="120"/>
              <w:ind w:left="29"/>
              <w:jc w:val="center"/>
              <w:rPr>
                <w:bCs/>
                <w:sz w:val="22"/>
                <w:szCs w:val="22"/>
              </w:rPr>
            </w:pPr>
            <w:r w:rsidRPr="00070087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070087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0DBFC08" w14:textId="77777777" w:rsidR="00070087" w:rsidRPr="00070087" w:rsidRDefault="00070087" w:rsidP="00243856">
            <w:pPr>
              <w:spacing w:before="120"/>
              <w:ind w:left="29" w:hanging="8"/>
              <w:jc w:val="center"/>
              <w:rPr>
                <w:bCs/>
                <w:sz w:val="22"/>
                <w:szCs w:val="22"/>
              </w:rPr>
            </w:pPr>
            <w:r w:rsidRPr="00070087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070087" w:rsidRPr="00070087" w14:paraId="2A8476DF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F18A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0610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6ABD60CD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016F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D08D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1A94C0A1" w14:textId="77777777" w:rsidTr="00070087">
        <w:trPr>
          <w:trHeight w:val="59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7F6C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421A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723795E5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AA84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7579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6D5A9627" w14:textId="4D0CBB7C" w:rsidR="007D475B" w:rsidRDefault="001341FF" w:rsidP="001341F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5"/>
      </w:r>
      <w:r>
        <w:rPr>
          <w:b/>
          <w:sz w:val="22"/>
          <w:szCs w:val="22"/>
        </w:rPr>
        <w:t>.</w:t>
      </w:r>
    </w:p>
    <w:p w14:paraId="7C815604" w14:textId="77777777" w:rsidR="00A36263" w:rsidRPr="007D475B" w:rsidRDefault="00A36263" w:rsidP="00A36263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</w:p>
    <w:p w14:paraId="473F5373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6371313A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27A93BDE" w14:textId="77777777" w:rsidTr="00DC336F">
        <w:tc>
          <w:tcPr>
            <w:tcW w:w="2551" w:type="dxa"/>
            <w:shd w:val="clear" w:color="auto" w:fill="auto"/>
            <w:vAlign w:val="center"/>
          </w:tcPr>
          <w:p w14:paraId="087A5EB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5990EB8C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4E63C33" w14:textId="77777777" w:rsidTr="00DC336F">
        <w:tc>
          <w:tcPr>
            <w:tcW w:w="2551" w:type="dxa"/>
            <w:shd w:val="clear" w:color="auto" w:fill="auto"/>
            <w:vAlign w:val="center"/>
          </w:tcPr>
          <w:p w14:paraId="226A7D9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6A61617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6D2F55A2" w14:textId="77777777" w:rsidTr="00DC336F">
        <w:tc>
          <w:tcPr>
            <w:tcW w:w="2551" w:type="dxa"/>
            <w:shd w:val="clear" w:color="auto" w:fill="auto"/>
            <w:vAlign w:val="center"/>
          </w:tcPr>
          <w:p w14:paraId="7FA03C0D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412CC28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447FAD8" w14:textId="77777777" w:rsidTr="00DC336F">
        <w:tc>
          <w:tcPr>
            <w:tcW w:w="2551" w:type="dxa"/>
            <w:shd w:val="clear" w:color="auto" w:fill="auto"/>
            <w:vAlign w:val="center"/>
          </w:tcPr>
          <w:p w14:paraId="4BF5289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1722920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0824A3F6" w14:textId="77777777" w:rsidR="00A36263" w:rsidRPr="00A36263" w:rsidRDefault="00A36263" w:rsidP="00A36263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14:paraId="786EF912" w14:textId="66B7732F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5456281D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084DD50D" w14:textId="6DB8C199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2CF3188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05000354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6C8C67A8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6171966F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0FE6F" w14:textId="77777777" w:rsidR="000C3F93" w:rsidRDefault="000C3F93" w:rsidP="00FF57EE">
      <w:r>
        <w:separator/>
      </w:r>
    </w:p>
  </w:endnote>
  <w:endnote w:type="continuationSeparator" w:id="0">
    <w:p w14:paraId="143C96C3" w14:textId="77777777" w:rsidR="000C3F93" w:rsidRDefault="000C3F93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0D678" w14:textId="77777777" w:rsidR="000C3F93" w:rsidRDefault="000C3F93" w:rsidP="00FF57EE">
      <w:r>
        <w:separator/>
      </w:r>
    </w:p>
  </w:footnote>
  <w:footnote w:type="continuationSeparator" w:id="0">
    <w:p w14:paraId="6E3BBF01" w14:textId="77777777" w:rsidR="000C3F93" w:rsidRDefault="000C3F93" w:rsidP="00FF57EE">
      <w:r>
        <w:continuationSeparator/>
      </w:r>
    </w:p>
  </w:footnote>
  <w:footnote w:id="1">
    <w:p w14:paraId="51E3A17F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24B761AD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A2AE9D7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4B59953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6BEADC8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597E6475" w14:textId="77777777" w:rsidR="00070087" w:rsidRPr="00070087" w:rsidRDefault="00070087" w:rsidP="0007008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 w:rsidRPr="00070087">
        <w:rPr>
          <w:rStyle w:val="Odwoanieprzypisudolnego"/>
          <w:rFonts w:ascii="Cambria" w:hAnsi="Cambria"/>
        </w:rPr>
        <w:footnoteRef/>
      </w:r>
      <w:r w:rsidRPr="00070087">
        <w:rPr>
          <w:rFonts w:ascii="Cambria" w:hAnsi="Cambria"/>
        </w:rPr>
        <w:t xml:space="preserve"> </w:t>
      </w:r>
      <w:r w:rsidRPr="00070087">
        <w:rPr>
          <w:rFonts w:ascii="Cambria" w:hAnsi="Cambria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5">
    <w:p w14:paraId="1C1DB816" w14:textId="77777777" w:rsidR="001341FF" w:rsidRDefault="001341FF" w:rsidP="00134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E4703" w14:textId="3663BCCA" w:rsidR="00AE2ACB" w:rsidRPr="005F11E0" w:rsidRDefault="00AE2ACB">
    <w:pPr>
      <w:pStyle w:val="Nagwek"/>
      <w:rPr>
        <w:b/>
        <w:bCs/>
        <w:sz w:val="20"/>
        <w:szCs w:val="20"/>
      </w:rPr>
    </w:pPr>
    <w:r w:rsidRPr="005F11E0">
      <w:rPr>
        <w:b/>
        <w:bCs/>
        <w:sz w:val="20"/>
        <w:szCs w:val="20"/>
      </w:rPr>
      <w:t xml:space="preserve">Znak sprawy </w:t>
    </w:r>
    <w:r w:rsidR="001341FF" w:rsidRPr="005F11E0">
      <w:rPr>
        <w:b/>
        <w:bCs/>
        <w:sz w:val="20"/>
        <w:szCs w:val="20"/>
      </w:rPr>
      <w:t>SA.270.</w:t>
    </w:r>
    <w:r w:rsidR="00CA51D3">
      <w:rPr>
        <w:b/>
        <w:bCs/>
        <w:sz w:val="20"/>
        <w:szCs w:val="20"/>
      </w:rPr>
      <w:t>6</w:t>
    </w:r>
    <w:r w:rsidR="001341FF" w:rsidRPr="005F11E0">
      <w:rPr>
        <w:b/>
        <w:bCs/>
        <w:sz w:val="20"/>
        <w:szCs w:val="20"/>
      </w:rPr>
      <w:t>.</w:t>
    </w:r>
    <w:r w:rsidR="00C13D36">
      <w:rPr>
        <w:b/>
        <w:bCs/>
        <w:sz w:val="20"/>
        <w:szCs w:val="20"/>
      </w:rPr>
      <w:t>6</w:t>
    </w:r>
    <w:r w:rsidR="001341FF" w:rsidRPr="005F11E0">
      <w:rPr>
        <w:b/>
        <w:bCs/>
        <w:sz w:val="20"/>
        <w:szCs w:val="20"/>
      </w:rPr>
      <w:t>.202</w:t>
    </w:r>
    <w:r w:rsidR="00C74CE1">
      <w:rPr>
        <w:b/>
        <w:bC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378B2"/>
    <w:multiLevelType w:val="hybridMultilevel"/>
    <w:tmpl w:val="F8DEF70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993C2D"/>
    <w:multiLevelType w:val="hybridMultilevel"/>
    <w:tmpl w:val="34805E34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7105B1"/>
    <w:multiLevelType w:val="hybridMultilevel"/>
    <w:tmpl w:val="34D8CE5A"/>
    <w:lvl w:ilvl="0" w:tplc="CA886C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6202923"/>
    <w:multiLevelType w:val="hybridMultilevel"/>
    <w:tmpl w:val="60CA9560"/>
    <w:lvl w:ilvl="0" w:tplc="5CEC3612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2F32A3"/>
    <w:multiLevelType w:val="hybridMultilevel"/>
    <w:tmpl w:val="25FEC400"/>
    <w:lvl w:ilvl="0" w:tplc="CB54FD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64821164">
    <w:abstractNumId w:val="5"/>
  </w:num>
  <w:num w:numId="2" w16cid:durableId="2104302574">
    <w:abstractNumId w:val="3"/>
  </w:num>
  <w:num w:numId="3" w16cid:durableId="761949579">
    <w:abstractNumId w:val="4"/>
  </w:num>
  <w:num w:numId="4" w16cid:durableId="1017659313">
    <w:abstractNumId w:val="6"/>
  </w:num>
  <w:num w:numId="5" w16cid:durableId="1217164481">
    <w:abstractNumId w:val="1"/>
  </w:num>
  <w:num w:numId="6" w16cid:durableId="810832884">
    <w:abstractNumId w:val="2"/>
  </w:num>
  <w:num w:numId="7" w16cid:durableId="201594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9A2"/>
    <w:rsid w:val="00070087"/>
    <w:rsid w:val="000B0C4E"/>
    <w:rsid w:val="000C3F93"/>
    <w:rsid w:val="000C4F86"/>
    <w:rsid w:val="001063D3"/>
    <w:rsid w:val="001341FF"/>
    <w:rsid w:val="001612BD"/>
    <w:rsid w:val="00187D9C"/>
    <w:rsid w:val="001A4A64"/>
    <w:rsid w:val="001C7D84"/>
    <w:rsid w:val="001E5F7A"/>
    <w:rsid w:val="001E7175"/>
    <w:rsid w:val="002214DB"/>
    <w:rsid w:val="00234661"/>
    <w:rsid w:val="00245B79"/>
    <w:rsid w:val="00255673"/>
    <w:rsid w:val="00267D1F"/>
    <w:rsid w:val="00273297"/>
    <w:rsid w:val="002E612D"/>
    <w:rsid w:val="0037042E"/>
    <w:rsid w:val="003B769C"/>
    <w:rsid w:val="004015D3"/>
    <w:rsid w:val="004465C3"/>
    <w:rsid w:val="004D5A42"/>
    <w:rsid w:val="004E5DAD"/>
    <w:rsid w:val="00511A81"/>
    <w:rsid w:val="00513D4F"/>
    <w:rsid w:val="00525EFF"/>
    <w:rsid w:val="005564F9"/>
    <w:rsid w:val="005844F6"/>
    <w:rsid w:val="005F11E0"/>
    <w:rsid w:val="005F6F5F"/>
    <w:rsid w:val="00616B4F"/>
    <w:rsid w:val="00636508"/>
    <w:rsid w:val="0066385C"/>
    <w:rsid w:val="00695E04"/>
    <w:rsid w:val="006B63D6"/>
    <w:rsid w:val="006C641D"/>
    <w:rsid w:val="006D09E0"/>
    <w:rsid w:val="00742093"/>
    <w:rsid w:val="00765B50"/>
    <w:rsid w:val="007D475B"/>
    <w:rsid w:val="007E331F"/>
    <w:rsid w:val="007F3E87"/>
    <w:rsid w:val="008859F4"/>
    <w:rsid w:val="008B1C7D"/>
    <w:rsid w:val="009312B4"/>
    <w:rsid w:val="0097776D"/>
    <w:rsid w:val="00983D1D"/>
    <w:rsid w:val="009A40A1"/>
    <w:rsid w:val="009D75A8"/>
    <w:rsid w:val="009F73CF"/>
    <w:rsid w:val="00A23973"/>
    <w:rsid w:val="00A36263"/>
    <w:rsid w:val="00A50E18"/>
    <w:rsid w:val="00A55FDE"/>
    <w:rsid w:val="00A83E28"/>
    <w:rsid w:val="00AA0765"/>
    <w:rsid w:val="00AA39D6"/>
    <w:rsid w:val="00AE2ACB"/>
    <w:rsid w:val="00AF4AC3"/>
    <w:rsid w:val="00B47637"/>
    <w:rsid w:val="00B82C3A"/>
    <w:rsid w:val="00B9086B"/>
    <w:rsid w:val="00BC4F99"/>
    <w:rsid w:val="00C13D36"/>
    <w:rsid w:val="00C22F7D"/>
    <w:rsid w:val="00C5278D"/>
    <w:rsid w:val="00C709A2"/>
    <w:rsid w:val="00C749A9"/>
    <w:rsid w:val="00C74CE1"/>
    <w:rsid w:val="00CA51D3"/>
    <w:rsid w:val="00CC259F"/>
    <w:rsid w:val="00CE3AE6"/>
    <w:rsid w:val="00CF65D4"/>
    <w:rsid w:val="00D554C7"/>
    <w:rsid w:val="00D5631A"/>
    <w:rsid w:val="00D77A64"/>
    <w:rsid w:val="00D945FD"/>
    <w:rsid w:val="00DC336F"/>
    <w:rsid w:val="00E1735C"/>
    <w:rsid w:val="00E42752"/>
    <w:rsid w:val="00E84C85"/>
    <w:rsid w:val="00EB279D"/>
    <w:rsid w:val="00EC79C4"/>
    <w:rsid w:val="00EE3FF0"/>
    <w:rsid w:val="00EF6B0E"/>
    <w:rsid w:val="00F134D5"/>
    <w:rsid w:val="00F21012"/>
    <w:rsid w:val="00F23C15"/>
    <w:rsid w:val="00F31EAC"/>
    <w:rsid w:val="00F600BC"/>
    <w:rsid w:val="00F74408"/>
    <w:rsid w:val="00F934DD"/>
    <w:rsid w:val="00FD6993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D13E3"/>
  <w15:chartTrackingRefBased/>
  <w15:docId w15:val="{C2C0F776-5752-4968-A074-BF3A8C71F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B27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27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279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7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79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81</TotalTime>
  <Pages>4</Pages>
  <Words>924</Words>
  <Characters>5545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Tomasz Gawron - Nadleśnictwo Kościerzyna</cp:lastModifiedBy>
  <cp:revision>25</cp:revision>
  <dcterms:created xsi:type="dcterms:W3CDTF">2022-06-14T12:43:00Z</dcterms:created>
  <dcterms:modified xsi:type="dcterms:W3CDTF">2023-10-23T10:51:00Z</dcterms:modified>
</cp:coreProperties>
</file>