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E1846" w14:textId="77777777" w:rsidR="002468F5" w:rsidRDefault="002468F5" w:rsidP="007F533F">
      <w:pPr>
        <w:jc w:val="center"/>
        <w:rPr>
          <w:b/>
          <w:i/>
          <w:sz w:val="24"/>
        </w:rPr>
      </w:pPr>
      <w:r w:rsidRPr="002468F5">
        <w:rPr>
          <w:b/>
          <w:i/>
          <w:noProof/>
          <w:sz w:val="24"/>
          <w:lang w:eastAsia="pl-PL"/>
        </w:rPr>
        <w:drawing>
          <wp:anchor distT="0" distB="0" distL="114300" distR="114300" simplePos="0" relativeHeight="251659264" behindDoc="0" locked="0" layoutInCell="1" allowOverlap="1" wp14:anchorId="319CC050" wp14:editId="658A8691">
            <wp:simplePos x="0" y="0"/>
            <wp:positionH relativeFrom="page">
              <wp:posOffset>5648325</wp:posOffset>
            </wp:positionH>
            <wp:positionV relativeFrom="page">
              <wp:posOffset>1066800</wp:posOffset>
            </wp:positionV>
            <wp:extent cx="1438910" cy="361950"/>
            <wp:effectExtent l="19050" t="0" r="8890" b="0"/>
            <wp:wrapSquare wrapText="bothSides"/>
            <wp:docPr id="283" name="Obraz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_chojnick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91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765F976" w14:textId="77777777" w:rsidR="002468F5" w:rsidRDefault="002468F5" w:rsidP="007F533F">
      <w:pPr>
        <w:jc w:val="center"/>
        <w:rPr>
          <w:b/>
          <w:i/>
          <w:sz w:val="24"/>
        </w:rPr>
      </w:pPr>
      <w:r w:rsidRPr="002468F5">
        <w:rPr>
          <w:b/>
          <w:i/>
          <w:noProof/>
          <w:sz w:val="24"/>
          <w:lang w:eastAsia="pl-PL"/>
        </w:rPr>
        <w:drawing>
          <wp:anchor distT="0" distB="0" distL="114300" distR="114300" simplePos="0" relativeHeight="251661312" behindDoc="0" locked="0" layoutInCell="1" allowOverlap="1" wp14:anchorId="0E5949C9" wp14:editId="12706715">
            <wp:simplePos x="0" y="0"/>
            <wp:positionH relativeFrom="column">
              <wp:posOffset>-299720</wp:posOffset>
            </wp:positionH>
            <wp:positionV relativeFrom="paragraph">
              <wp:posOffset>-126365</wp:posOffset>
            </wp:positionV>
            <wp:extent cx="885825" cy="971550"/>
            <wp:effectExtent l="19050" t="0" r="9525" b="0"/>
            <wp:wrapSquare wrapText="bothSides"/>
            <wp:docPr id="2" name="Obraz 285" descr="OS_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S_A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516B8A8" w14:textId="77777777" w:rsidR="001E485A" w:rsidRDefault="001E485A" w:rsidP="007F533F">
      <w:pPr>
        <w:jc w:val="center"/>
        <w:rPr>
          <w:b/>
          <w:i/>
          <w:sz w:val="24"/>
        </w:rPr>
      </w:pPr>
    </w:p>
    <w:p w14:paraId="60EF327C" w14:textId="5418E02C" w:rsidR="001819D0" w:rsidRPr="001819D0" w:rsidRDefault="001819D0" w:rsidP="001819D0">
      <w:pPr>
        <w:rPr>
          <w:b/>
          <w:i/>
          <w:sz w:val="24"/>
        </w:rPr>
      </w:pPr>
      <w:r>
        <w:rPr>
          <w:b/>
          <w:i/>
          <w:sz w:val="24"/>
        </w:rPr>
        <w:t xml:space="preserve">                           </w:t>
      </w:r>
    </w:p>
    <w:p w14:paraId="23B6B61D" w14:textId="70710E7B" w:rsidR="00DB0E3C" w:rsidRDefault="001819D0" w:rsidP="001819D0">
      <w:pPr>
        <w:rPr>
          <w:b/>
          <w:i/>
          <w:color w:val="FF0000"/>
          <w:sz w:val="24"/>
        </w:rPr>
      </w:pPr>
      <w:r w:rsidRPr="001819D0">
        <w:rPr>
          <w:b/>
          <w:i/>
          <w:color w:val="FF0000"/>
          <w:sz w:val="24"/>
          <w:highlight w:val="yellow"/>
        </w:rPr>
        <w:t xml:space="preserve">ZAL NR 9 A D0  SWZ SKRÓCONY </w:t>
      </w:r>
      <w:r w:rsidR="00DB0E3C" w:rsidRPr="001819D0">
        <w:rPr>
          <w:b/>
          <w:i/>
          <w:color w:val="FF0000"/>
          <w:sz w:val="24"/>
          <w:highlight w:val="yellow"/>
        </w:rPr>
        <w:t>OPIS PRZEDMIOTU ZAMÓWIENIA</w:t>
      </w:r>
      <w:r w:rsidRPr="001819D0">
        <w:rPr>
          <w:b/>
          <w:i/>
          <w:color w:val="FF0000"/>
          <w:sz w:val="24"/>
        </w:rPr>
        <w:t xml:space="preserve"> </w:t>
      </w:r>
    </w:p>
    <w:p w14:paraId="4BB84711" w14:textId="671EA014" w:rsidR="001819D0" w:rsidRPr="001819D0" w:rsidRDefault="001819D0" w:rsidP="001819D0">
      <w:pPr>
        <w:jc w:val="both"/>
        <w:rPr>
          <w:b/>
          <w:bCs/>
          <w:i/>
          <w:color w:val="FF0000"/>
          <w:sz w:val="24"/>
          <w:szCs w:val="24"/>
        </w:rPr>
      </w:pPr>
      <w:r w:rsidRPr="001819D0">
        <w:rPr>
          <w:b/>
          <w:i/>
          <w:color w:val="FF0000"/>
          <w:sz w:val="24"/>
          <w:szCs w:val="24"/>
        </w:rPr>
        <w:t xml:space="preserve">UWAGA ZE WZGLĘDU NA OGRANICZONA ILOŚC ZNAKÓW W OGŁOSZENIU O ZAMÓWIENIU NA PLATFORMIE EZAMÓWIENIA SZCZEGÓŁOWY OPIS PRZEDMIOTU ZAMÓWIENIA </w:t>
      </w:r>
      <w:r w:rsidRPr="001819D0">
        <w:rPr>
          <w:b/>
          <w:bCs/>
          <w:i/>
          <w:color w:val="FF0000"/>
          <w:sz w:val="24"/>
          <w:szCs w:val="24"/>
        </w:rPr>
        <w:t>ZOSTAŁ OKREŚLONY W OPISIE PRZEDMIOTU ZAMÓWIENIA STANOWIĄCYM ZAŁĄCZNIK NR 9 DO SWZ</w:t>
      </w:r>
      <w:r w:rsidR="00DE3EE1">
        <w:rPr>
          <w:b/>
          <w:bCs/>
          <w:i/>
          <w:color w:val="FF0000"/>
          <w:sz w:val="24"/>
          <w:szCs w:val="24"/>
        </w:rPr>
        <w:t xml:space="preserve"> ORAZ PROJEKTOWANYCH POSTANOWIENIACH UMOWY.</w:t>
      </w:r>
    </w:p>
    <w:p w14:paraId="3375290A" w14:textId="77777777" w:rsidR="00DB0E3C" w:rsidRPr="002468F5" w:rsidRDefault="00DB0E3C" w:rsidP="002468F5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  <w:r w:rsidRPr="002468F5">
        <w:rPr>
          <w:rFonts w:asciiTheme="minorHAnsi" w:hAnsiTheme="minorHAnsi" w:cstheme="minorHAnsi"/>
          <w:b/>
          <w:szCs w:val="24"/>
          <w:u w:val="single"/>
        </w:rPr>
        <w:t xml:space="preserve">Część nr 1. Zajęcia pozalekcyjne z matematyki – szkoła podstawowa </w:t>
      </w:r>
    </w:p>
    <w:p w14:paraId="30B42872" w14:textId="5965C816" w:rsidR="00DB0E3C" w:rsidRDefault="00DB0E3C" w:rsidP="002468F5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468F5">
        <w:rPr>
          <w:rFonts w:asciiTheme="minorHAnsi" w:hAnsiTheme="minorHAnsi" w:cstheme="minorHAnsi"/>
          <w:szCs w:val="24"/>
        </w:rPr>
        <w:t xml:space="preserve">Przedmiotem zamówienia jest usługa polegająca na </w:t>
      </w:r>
      <w:r w:rsidRPr="002468F5">
        <w:rPr>
          <w:rFonts w:asciiTheme="minorHAnsi" w:hAnsiTheme="minorHAnsi" w:cstheme="minorHAnsi"/>
          <w:b/>
          <w:szCs w:val="24"/>
        </w:rPr>
        <w:t>„Opracowaniu autorskiego programu nauczania i przeprowadzeniu w roku szkolnym 202</w:t>
      </w:r>
      <w:r w:rsidR="003C0308">
        <w:rPr>
          <w:rFonts w:asciiTheme="minorHAnsi" w:hAnsiTheme="minorHAnsi" w:cstheme="minorHAnsi"/>
          <w:b/>
          <w:szCs w:val="24"/>
        </w:rPr>
        <w:t>2</w:t>
      </w:r>
      <w:r w:rsidRPr="002468F5">
        <w:rPr>
          <w:rFonts w:asciiTheme="minorHAnsi" w:hAnsiTheme="minorHAnsi" w:cstheme="minorHAnsi"/>
          <w:b/>
          <w:szCs w:val="24"/>
        </w:rPr>
        <w:t>/202</w:t>
      </w:r>
      <w:r w:rsidR="003C0308">
        <w:rPr>
          <w:rFonts w:asciiTheme="minorHAnsi" w:hAnsiTheme="minorHAnsi" w:cstheme="minorHAnsi"/>
          <w:b/>
          <w:szCs w:val="24"/>
        </w:rPr>
        <w:t>3</w:t>
      </w:r>
      <w:r w:rsidRPr="002468F5">
        <w:rPr>
          <w:rFonts w:asciiTheme="minorHAnsi" w:hAnsiTheme="minorHAnsi" w:cstheme="minorHAnsi"/>
          <w:b/>
          <w:szCs w:val="24"/>
        </w:rPr>
        <w:t xml:space="preserve"> cyklu 40 godzin zajęć pozalekcyjnych dla uczniów szczególnie uzdolnionych w ramach projektu „Zdolni z Pomorza – powiat c</w:t>
      </w:r>
      <w:r w:rsidR="0011608E" w:rsidRPr="002468F5">
        <w:rPr>
          <w:rFonts w:asciiTheme="minorHAnsi" w:hAnsiTheme="minorHAnsi" w:cstheme="minorHAnsi"/>
          <w:b/>
          <w:szCs w:val="24"/>
        </w:rPr>
        <w:t>hojnicki”, zajęcia pozalekcyjne z matematyki, etap edukacyjny</w:t>
      </w:r>
      <w:r w:rsidR="0011608E" w:rsidRPr="002468F5">
        <w:rPr>
          <w:rFonts w:asciiTheme="minorHAnsi" w:hAnsiTheme="minorHAnsi" w:cstheme="minorHAnsi"/>
          <w:b/>
          <w:szCs w:val="24"/>
        </w:rPr>
        <w:br/>
      </w:r>
      <w:r w:rsidRPr="002468F5">
        <w:rPr>
          <w:rFonts w:asciiTheme="minorHAnsi" w:hAnsiTheme="minorHAnsi" w:cstheme="minorHAnsi"/>
          <w:b/>
          <w:szCs w:val="24"/>
        </w:rPr>
        <w:t>– szkoła podstawowa</w:t>
      </w:r>
      <w:r w:rsidRPr="002468F5">
        <w:rPr>
          <w:rFonts w:asciiTheme="minorHAnsi" w:hAnsiTheme="minorHAnsi" w:cstheme="minorHAnsi"/>
          <w:szCs w:val="24"/>
        </w:rPr>
        <w:t>”</w:t>
      </w:r>
    </w:p>
    <w:p w14:paraId="0A805FA7" w14:textId="161BCDB6" w:rsidR="007C40D6" w:rsidRPr="001819D0" w:rsidRDefault="007C40D6" w:rsidP="002468F5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b/>
          <w:bCs/>
          <w:color w:val="FF0000"/>
          <w:szCs w:val="24"/>
        </w:rPr>
      </w:pPr>
      <w:r w:rsidRPr="001819D0">
        <w:rPr>
          <w:rFonts w:asciiTheme="minorHAnsi" w:hAnsiTheme="minorHAnsi" w:cstheme="minorHAnsi"/>
          <w:b/>
          <w:bCs/>
          <w:color w:val="FF0000"/>
          <w:szCs w:val="24"/>
        </w:rPr>
        <w:t xml:space="preserve">Przedmiot zamówienia szczegółowo został określony w Opisie Przedmiotu Zamówienia stanowiącym załącznik nr </w:t>
      </w:r>
      <w:r w:rsidR="001819D0" w:rsidRPr="001819D0">
        <w:rPr>
          <w:rFonts w:asciiTheme="minorHAnsi" w:hAnsiTheme="minorHAnsi" w:cstheme="minorHAnsi"/>
          <w:b/>
          <w:bCs/>
          <w:color w:val="FF0000"/>
          <w:szCs w:val="24"/>
        </w:rPr>
        <w:t>9</w:t>
      </w:r>
      <w:r w:rsidRPr="001819D0">
        <w:rPr>
          <w:rFonts w:asciiTheme="minorHAnsi" w:hAnsiTheme="minorHAnsi" w:cstheme="minorHAnsi"/>
          <w:b/>
          <w:bCs/>
          <w:color w:val="FF0000"/>
          <w:szCs w:val="24"/>
        </w:rPr>
        <w:t xml:space="preserve"> do SWZ</w:t>
      </w:r>
    </w:p>
    <w:p w14:paraId="79E25305" w14:textId="77777777" w:rsidR="00DB0E3C" w:rsidRPr="002468F5" w:rsidRDefault="00DB0E3C" w:rsidP="002468F5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468F5">
        <w:rPr>
          <w:rFonts w:asciiTheme="minorHAnsi" w:hAnsiTheme="minorHAnsi" w:cstheme="minorHAnsi"/>
          <w:szCs w:val="24"/>
        </w:rPr>
        <w:t>Przedmiot zamówienia realizowany jest w związku z projektem pn. „Zdolni z Pomorza – powiat chojnicki”, realizowanego w ramach Regionalnego Programu Operacyjnego Województwa Pomorskiego na lata 2014 – 2020, Osi Priorytetowej 3. Edukacja, Działania 3.2. Edukacja ogólna, Poddziałania 3.2.2 Wsparcie ucznia szczególnie uzdolnionego współfinansowanego z Europejskiego Funduszu Społecznego.</w:t>
      </w:r>
    </w:p>
    <w:p w14:paraId="7A97E059" w14:textId="64078263" w:rsidR="00DB0E3C" w:rsidRPr="002468F5" w:rsidRDefault="00DB0E3C" w:rsidP="002468F5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468F5">
        <w:rPr>
          <w:rFonts w:asciiTheme="minorHAnsi" w:hAnsiTheme="minorHAnsi" w:cstheme="minorHAnsi"/>
          <w:szCs w:val="24"/>
        </w:rPr>
        <w:t xml:space="preserve">Zajęcia pozalekcyjne mają zostać przeprowadzone </w:t>
      </w:r>
      <w:r w:rsidR="001478AB" w:rsidRPr="009E065B">
        <w:rPr>
          <w:rFonts w:asciiTheme="minorHAnsi" w:hAnsiTheme="minorHAnsi" w:cstheme="minorHAnsi"/>
          <w:b/>
          <w:color w:val="FF0000"/>
        </w:rPr>
        <w:t>w terminie do dnia 30.06.202</w:t>
      </w:r>
      <w:r w:rsidR="00291FCA">
        <w:rPr>
          <w:rFonts w:asciiTheme="minorHAnsi" w:hAnsiTheme="minorHAnsi" w:cstheme="minorHAnsi"/>
          <w:b/>
          <w:color w:val="FF0000"/>
        </w:rPr>
        <w:t>3</w:t>
      </w:r>
      <w:r w:rsidR="001478AB" w:rsidRPr="009E065B">
        <w:rPr>
          <w:rFonts w:asciiTheme="minorHAnsi" w:hAnsiTheme="minorHAnsi" w:cstheme="minorHAnsi"/>
          <w:b/>
          <w:color w:val="FF0000"/>
        </w:rPr>
        <w:t xml:space="preserve"> r.</w:t>
      </w:r>
      <w:r w:rsidR="001478AB">
        <w:rPr>
          <w:rFonts w:asciiTheme="minorHAnsi" w:hAnsiTheme="minorHAnsi" w:cstheme="minorHAnsi"/>
          <w:b/>
          <w:szCs w:val="24"/>
        </w:rPr>
        <w:br/>
      </w:r>
      <w:r w:rsidRPr="002468F5">
        <w:rPr>
          <w:rFonts w:asciiTheme="minorHAnsi" w:hAnsiTheme="minorHAnsi" w:cstheme="minorHAnsi"/>
          <w:szCs w:val="24"/>
        </w:rPr>
        <w:t>– przy czym godzina zajęć pozalekcyjnych trwa 45 minut</w:t>
      </w:r>
    </w:p>
    <w:p w14:paraId="2F86A826" w14:textId="77777777" w:rsidR="0011608E" w:rsidRPr="002468F5" w:rsidRDefault="0011608E" w:rsidP="002468F5">
      <w:pPr>
        <w:pStyle w:val="Bezodstpw"/>
        <w:numPr>
          <w:ilvl w:val="0"/>
          <w:numId w:val="2"/>
        </w:numPr>
        <w:spacing w:line="276" w:lineRule="auto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 xml:space="preserve">Usługa będzie obejmowała m.in.: </w:t>
      </w:r>
    </w:p>
    <w:p w14:paraId="5BED9058" w14:textId="77777777" w:rsidR="0011608E" w:rsidRPr="002468F5" w:rsidRDefault="0011608E" w:rsidP="002468F5">
      <w:pPr>
        <w:pStyle w:val="Bezodstpw"/>
        <w:numPr>
          <w:ilvl w:val="0"/>
          <w:numId w:val="9"/>
        </w:numPr>
        <w:spacing w:line="276" w:lineRule="auto"/>
        <w:jc w:val="both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>opracowanie autorskiego programu nauczania (ściśle dostosowanego do potrzeb i możliwości uczniów, uwzględniającego zagadnienia i zadania pojawiające się  na konkursach przedmiotowych i olimpiadach)</w:t>
      </w:r>
    </w:p>
    <w:p w14:paraId="43C7784E" w14:textId="77777777" w:rsidR="0011608E" w:rsidRPr="002468F5" w:rsidRDefault="0011608E" w:rsidP="002468F5">
      <w:pPr>
        <w:pStyle w:val="Bezodstpw"/>
        <w:numPr>
          <w:ilvl w:val="0"/>
          <w:numId w:val="9"/>
        </w:numPr>
        <w:spacing w:line="276" w:lineRule="auto"/>
        <w:jc w:val="both"/>
        <w:rPr>
          <w:rFonts w:asciiTheme="minorHAnsi" w:eastAsia="Calibri" w:hAnsiTheme="minorHAnsi" w:cstheme="minorHAnsi"/>
          <w:b/>
        </w:rPr>
      </w:pPr>
      <w:r w:rsidRPr="002468F5">
        <w:rPr>
          <w:rFonts w:asciiTheme="minorHAnsi" w:eastAsia="Calibri" w:hAnsiTheme="minorHAnsi" w:cstheme="minorHAnsi"/>
        </w:rPr>
        <w:t>przeprowadzenie</w:t>
      </w:r>
      <w:r w:rsidRPr="002468F5">
        <w:rPr>
          <w:rFonts w:asciiTheme="minorHAnsi" w:eastAsia="Calibri" w:hAnsiTheme="minorHAnsi" w:cstheme="minorHAnsi"/>
          <w:b/>
        </w:rPr>
        <w:t xml:space="preserve"> 40 godzin zajęć pozalekcyjnych z matematyki </w:t>
      </w:r>
    </w:p>
    <w:p w14:paraId="565F173C" w14:textId="77777777" w:rsidR="0011608E" w:rsidRPr="002468F5" w:rsidRDefault="0011608E" w:rsidP="002468F5">
      <w:pPr>
        <w:pStyle w:val="Bezodstpw"/>
        <w:numPr>
          <w:ilvl w:val="0"/>
          <w:numId w:val="9"/>
        </w:numPr>
        <w:spacing w:line="276" w:lineRule="auto"/>
        <w:jc w:val="both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>opracowanie harmonogramu zajęć,</w:t>
      </w:r>
    </w:p>
    <w:p w14:paraId="190B3CE7" w14:textId="77777777" w:rsidR="0011608E" w:rsidRPr="002468F5" w:rsidRDefault="0011608E" w:rsidP="002468F5">
      <w:pPr>
        <w:pStyle w:val="Bezodstpw"/>
        <w:numPr>
          <w:ilvl w:val="0"/>
          <w:numId w:val="9"/>
        </w:numPr>
        <w:spacing w:line="276" w:lineRule="auto"/>
        <w:jc w:val="both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>przeprowadzenie diagnozy stopnia opanowania przez uczniów kompetencji kluczowych – na początku i pod koniec realizacji autorskiego planu nauczania (tzw. diagnoza na wejściu i na wyjściu), a także porównaniu wyników tych dwóch badań,</w:t>
      </w:r>
    </w:p>
    <w:p w14:paraId="5F2C372B" w14:textId="77777777" w:rsidR="0011608E" w:rsidRPr="002468F5" w:rsidRDefault="0011608E" w:rsidP="002468F5">
      <w:pPr>
        <w:pStyle w:val="Bezodstpw"/>
        <w:numPr>
          <w:ilvl w:val="0"/>
          <w:numId w:val="9"/>
        </w:numPr>
        <w:spacing w:line="276" w:lineRule="auto"/>
        <w:jc w:val="both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>monitorowanie udziału uczestników w zajęciach,</w:t>
      </w:r>
    </w:p>
    <w:p w14:paraId="3E4D50E0" w14:textId="77777777" w:rsidR="0011608E" w:rsidRPr="002468F5" w:rsidRDefault="0011608E" w:rsidP="002468F5">
      <w:pPr>
        <w:pStyle w:val="Bezodstpw"/>
        <w:numPr>
          <w:ilvl w:val="0"/>
          <w:numId w:val="9"/>
        </w:numPr>
        <w:spacing w:line="276" w:lineRule="auto"/>
        <w:jc w:val="both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>rzetelne sporządzanie i prowadzenie dokumentacji zajęć (m.in.: dziennika zajęć),</w:t>
      </w:r>
    </w:p>
    <w:p w14:paraId="37247C90" w14:textId="77777777" w:rsidR="0011608E" w:rsidRPr="002468F5" w:rsidRDefault="0011608E" w:rsidP="002468F5">
      <w:pPr>
        <w:pStyle w:val="Bezodstpw"/>
        <w:numPr>
          <w:ilvl w:val="0"/>
          <w:numId w:val="9"/>
        </w:numPr>
        <w:spacing w:line="276" w:lineRule="auto"/>
        <w:jc w:val="both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>zapewnienie bezpieczeństwa uczniów w czasie zajęć,</w:t>
      </w:r>
    </w:p>
    <w:p w14:paraId="0DCB7C54" w14:textId="77777777" w:rsidR="0011608E" w:rsidRPr="002468F5" w:rsidRDefault="0011608E" w:rsidP="002468F5">
      <w:pPr>
        <w:pStyle w:val="Bezodstpw"/>
        <w:numPr>
          <w:ilvl w:val="0"/>
          <w:numId w:val="9"/>
        </w:numPr>
        <w:spacing w:line="276" w:lineRule="auto"/>
        <w:jc w:val="both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lastRenderedPageBreak/>
        <w:t>uczestnictwo w zebraniach z rodzicami uczniów uczestniczących w zajęciach, przy czym w jednym semestrze roku szkolnego mogą odbyć się maksymalnie dwa takie spotkania dla każdej grupy uczniów trwające maksymalnie 45 minut każde,</w:t>
      </w:r>
    </w:p>
    <w:p w14:paraId="526D5817" w14:textId="77777777" w:rsidR="0011608E" w:rsidRPr="002468F5" w:rsidRDefault="0011608E" w:rsidP="002468F5">
      <w:pPr>
        <w:pStyle w:val="Bezodstpw"/>
        <w:numPr>
          <w:ilvl w:val="0"/>
          <w:numId w:val="9"/>
        </w:numPr>
        <w:spacing w:line="276" w:lineRule="auto"/>
        <w:rPr>
          <w:rFonts w:asciiTheme="minorHAnsi" w:eastAsia="Calibri" w:hAnsiTheme="minorHAnsi" w:cstheme="minorHAnsi"/>
          <w:lang w:eastAsia="en-US"/>
        </w:rPr>
      </w:pPr>
      <w:r w:rsidRPr="002468F5">
        <w:rPr>
          <w:rFonts w:asciiTheme="minorHAnsi" w:eastAsia="Calibri" w:hAnsiTheme="minorHAnsi" w:cstheme="minorHAnsi"/>
          <w:lang w:eastAsia="en-US"/>
        </w:rPr>
        <w:t xml:space="preserve">współpracę z opiekunem pedagogiczno-metodycznym </w:t>
      </w:r>
      <w:r w:rsidRPr="002468F5">
        <w:rPr>
          <w:rFonts w:asciiTheme="minorHAnsi" w:eastAsia="Calibri" w:hAnsiTheme="minorHAnsi" w:cstheme="minorHAnsi"/>
          <w:bCs/>
          <w:lang w:eastAsia="en-US"/>
        </w:rPr>
        <w:t>Lokalnego Centrum Nauczania Kreatywnego (m.in. w zakresie organizowanych w ramach projektu form wsparcia)</w:t>
      </w:r>
      <w:r w:rsidRPr="002468F5"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Pr="002468F5">
        <w:rPr>
          <w:rFonts w:asciiTheme="minorHAnsi" w:eastAsia="Calibri" w:hAnsiTheme="minorHAnsi" w:cstheme="minorHAnsi"/>
          <w:lang w:eastAsia="en-US"/>
        </w:rPr>
        <w:t>oraz psychologiem</w:t>
      </w:r>
      <w:r w:rsidRPr="002468F5"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Pr="002468F5">
        <w:rPr>
          <w:rFonts w:asciiTheme="minorHAnsi" w:eastAsia="Calibri" w:hAnsiTheme="minorHAnsi" w:cstheme="minorHAnsi"/>
          <w:bCs/>
          <w:lang w:eastAsia="en-US"/>
        </w:rPr>
        <w:t>Lokalnego Centrum Nauczania Kreatywnego</w:t>
      </w:r>
      <w:r w:rsidRPr="002468F5"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Pr="002468F5">
        <w:rPr>
          <w:rFonts w:asciiTheme="minorHAnsi" w:eastAsia="Calibri" w:hAnsiTheme="minorHAnsi" w:cstheme="minorHAnsi"/>
          <w:lang w:eastAsia="en-US"/>
        </w:rPr>
        <w:t>(w tym zwłaszcza do uzyskania od psychologa informacji na temat potrzeb rozwojowych uczniów),</w:t>
      </w:r>
    </w:p>
    <w:p w14:paraId="47D93F53" w14:textId="77777777" w:rsidR="0011608E" w:rsidRPr="002468F5" w:rsidRDefault="0011608E" w:rsidP="002468F5">
      <w:pPr>
        <w:pStyle w:val="Bezodstpw"/>
        <w:numPr>
          <w:ilvl w:val="0"/>
          <w:numId w:val="9"/>
        </w:numPr>
        <w:spacing w:line="276" w:lineRule="auto"/>
        <w:rPr>
          <w:rFonts w:asciiTheme="minorHAnsi" w:eastAsia="Calibri" w:hAnsiTheme="minorHAnsi" w:cstheme="minorHAnsi"/>
          <w:lang w:eastAsia="en-US"/>
        </w:rPr>
      </w:pPr>
      <w:r w:rsidRPr="002468F5">
        <w:rPr>
          <w:rFonts w:asciiTheme="minorHAnsi" w:eastAsia="Calibri" w:hAnsiTheme="minorHAnsi" w:cstheme="minorHAnsi"/>
          <w:lang w:eastAsia="en-US"/>
        </w:rPr>
        <w:t xml:space="preserve">współpracę z Zamawiającym. </w:t>
      </w:r>
    </w:p>
    <w:p w14:paraId="745F2C3D" w14:textId="77777777" w:rsidR="0011608E" w:rsidRPr="002468F5" w:rsidRDefault="0011608E" w:rsidP="002468F5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468F5">
        <w:rPr>
          <w:rFonts w:asciiTheme="minorHAnsi" w:hAnsiTheme="minorHAnsi" w:cstheme="minorHAnsi"/>
          <w:szCs w:val="24"/>
        </w:rPr>
        <w:t>Zajęcia odbywać się będą w LCNK w Chojnicach, mieszczącym się w II Liceum Ogólnokształcącym im. gen. Władysława Andersa w Chojnicach, ul. Świętopełka 1,</w:t>
      </w:r>
      <w:r w:rsidRPr="002468F5">
        <w:rPr>
          <w:rFonts w:asciiTheme="minorHAnsi" w:hAnsiTheme="minorHAnsi" w:cstheme="minorHAnsi"/>
          <w:szCs w:val="24"/>
        </w:rPr>
        <w:br/>
        <w:t>89-600 Chojnice.</w:t>
      </w:r>
    </w:p>
    <w:p w14:paraId="02311F3E" w14:textId="63DE95A1" w:rsidR="0011608E" w:rsidRPr="002468F5" w:rsidRDefault="0011608E" w:rsidP="002468F5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468F5">
        <w:rPr>
          <w:rFonts w:asciiTheme="minorHAnsi" w:hAnsiTheme="minorHAnsi" w:cstheme="minorHAnsi"/>
          <w:color w:val="000000"/>
          <w:szCs w:val="24"/>
          <w:lang w:eastAsia="en-US"/>
        </w:rPr>
        <w:t xml:space="preserve">Zajęcia mają być prowadzone </w:t>
      </w:r>
      <w:r w:rsidRPr="002468F5">
        <w:rPr>
          <w:rFonts w:asciiTheme="minorHAnsi" w:hAnsiTheme="minorHAnsi" w:cstheme="minorHAnsi"/>
          <w:szCs w:val="24"/>
          <w:lang w:eastAsia="en-US"/>
        </w:rPr>
        <w:t>w dni robocze w godzinach od 14:00</w:t>
      </w:r>
      <w:r w:rsidRPr="002468F5">
        <w:rPr>
          <w:rFonts w:asciiTheme="minorHAnsi" w:hAnsiTheme="minorHAnsi" w:cstheme="minorHAnsi"/>
          <w:szCs w:val="24"/>
          <w:lang w:eastAsia="en-US"/>
        </w:rPr>
        <w:br/>
        <w:t>do 1</w:t>
      </w:r>
      <w:r w:rsidR="008978DE">
        <w:rPr>
          <w:rFonts w:asciiTheme="minorHAnsi" w:hAnsiTheme="minorHAnsi" w:cstheme="minorHAnsi"/>
          <w:szCs w:val="24"/>
          <w:lang w:eastAsia="en-US"/>
        </w:rPr>
        <w:t>9</w:t>
      </w:r>
      <w:r w:rsidRPr="002468F5">
        <w:rPr>
          <w:rFonts w:asciiTheme="minorHAnsi" w:hAnsiTheme="minorHAnsi" w:cstheme="minorHAnsi"/>
          <w:szCs w:val="24"/>
          <w:lang w:eastAsia="en-US"/>
        </w:rPr>
        <w:t>:00 oraz w soboty w godzinach od 8:00 do 1</w:t>
      </w:r>
      <w:r w:rsidR="008978DE">
        <w:rPr>
          <w:rFonts w:asciiTheme="minorHAnsi" w:hAnsiTheme="minorHAnsi" w:cstheme="minorHAnsi"/>
          <w:szCs w:val="24"/>
          <w:lang w:eastAsia="en-US"/>
        </w:rPr>
        <w:t>5</w:t>
      </w:r>
      <w:r w:rsidRPr="002468F5">
        <w:rPr>
          <w:rFonts w:asciiTheme="minorHAnsi" w:hAnsiTheme="minorHAnsi" w:cstheme="minorHAnsi"/>
          <w:szCs w:val="24"/>
          <w:lang w:eastAsia="en-US"/>
        </w:rPr>
        <w:t>:00</w:t>
      </w:r>
    </w:p>
    <w:p w14:paraId="538E6A89" w14:textId="60D15C7F" w:rsidR="0011608E" w:rsidRDefault="0011608E" w:rsidP="002468F5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468F5">
        <w:rPr>
          <w:rFonts w:asciiTheme="minorHAnsi" w:hAnsiTheme="minorHAnsi" w:cstheme="minorHAnsi"/>
          <w:szCs w:val="24"/>
        </w:rPr>
        <w:t>W przypadku wystąpienia przesłanek uniemożliwiających prowadzenie zajęć w formie stacjonarnej, w związku z ograniczeniem pracy szkoły z powodu zagrożenia epidemiologicznego (COVID-19), Zamawiający dopuszcza możliwość prowadzenie zajęć w formie zdalnej.</w:t>
      </w:r>
    </w:p>
    <w:p w14:paraId="5AD66055" w14:textId="77777777" w:rsidR="001819D0" w:rsidRPr="001819D0" w:rsidRDefault="001819D0" w:rsidP="001819D0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Cs w:val="24"/>
        </w:rPr>
      </w:pPr>
    </w:p>
    <w:p w14:paraId="1999E961" w14:textId="6066A584" w:rsidR="00DB0E3C" w:rsidRPr="002468F5" w:rsidRDefault="00DB0E3C" w:rsidP="002468F5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  <w:r w:rsidRPr="002468F5">
        <w:rPr>
          <w:rFonts w:asciiTheme="minorHAnsi" w:hAnsiTheme="minorHAnsi" w:cstheme="minorHAnsi"/>
          <w:b/>
          <w:szCs w:val="24"/>
          <w:u w:val="single"/>
        </w:rPr>
        <w:t>Część nr 2. Zajęcia pozalekcyjne z matematyki – szkoła ponadpodstawowa</w:t>
      </w:r>
    </w:p>
    <w:p w14:paraId="409AFF63" w14:textId="289C0B95" w:rsidR="007F533F" w:rsidRDefault="007F533F" w:rsidP="002468F5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468F5">
        <w:rPr>
          <w:rFonts w:asciiTheme="minorHAnsi" w:hAnsiTheme="minorHAnsi" w:cstheme="minorHAnsi"/>
          <w:szCs w:val="24"/>
        </w:rPr>
        <w:t xml:space="preserve">Przedmiotem zamówienia jest usługa polegająca na </w:t>
      </w:r>
      <w:r w:rsidRPr="002468F5">
        <w:rPr>
          <w:rFonts w:asciiTheme="minorHAnsi" w:hAnsiTheme="minorHAnsi" w:cstheme="minorHAnsi"/>
          <w:b/>
          <w:szCs w:val="24"/>
        </w:rPr>
        <w:t>„Opracowaniu autorskiego programu nauczania i przeprowadzeniu w roku szkolnym 202</w:t>
      </w:r>
      <w:r w:rsidR="003C0308">
        <w:rPr>
          <w:rFonts w:asciiTheme="minorHAnsi" w:hAnsiTheme="minorHAnsi" w:cstheme="minorHAnsi"/>
          <w:b/>
          <w:szCs w:val="24"/>
        </w:rPr>
        <w:t>2</w:t>
      </w:r>
      <w:r w:rsidRPr="002468F5">
        <w:rPr>
          <w:rFonts w:asciiTheme="minorHAnsi" w:hAnsiTheme="minorHAnsi" w:cstheme="minorHAnsi"/>
          <w:b/>
          <w:szCs w:val="24"/>
        </w:rPr>
        <w:t>/202</w:t>
      </w:r>
      <w:r w:rsidR="003C0308">
        <w:rPr>
          <w:rFonts w:asciiTheme="minorHAnsi" w:hAnsiTheme="minorHAnsi" w:cstheme="minorHAnsi"/>
          <w:b/>
          <w:szCs w:val="24"/>
        </w:rPr>
        <w:t>3</w:t>
      </w:r>
      <w:r w:rsidRPr="002468F5">
        <w:rPr>
          <w:rFonts w:asciiTheme="minorHAnsi" w:hAnsiTheme="minorHAnsi" w:cstheme="minorHAnsi"/>
          <w:b/>
          <w:szCs w:val="24"/>
        </w:rPr>
        <w:t xml:space="preserve"> cyklu 46 godzin zajęć pozalekcyjnych dla uczniów szczególnie uzdolnionych w ramach projektu „Zdolni z Pomorza – powiat chojnicki”, zajęcia pozalekcyjne z matematyki, etap edukacyjny</w:t>
      </w:r>
      <w:r w:rsidRPr="002468F5">
        <w:rPr>
          <w:rFonts w:asciiTheme="minorHAnsi" w:hAnsiTheme="minorHAnsi" w:cstheme="minorHAnsi"/>
          <w:b/>
          <w:szCs w:val="24"/>
        </w:rPr>
        <w:br/>
        <w:t>– szkoła ponadpodstawowa</w:t>
      </w:r>
      <w:r w:rsidR="003C0308">
        <w:rPr>
          <w:rFonts w:asciiTheme="minorHAnsi" w:hAnsiTheme="minorHAnsi" w:cstheme="minorHAnsi"/>
          <w:b/>
          <w:szCs w:val="24"/>
        </w:rPr>
        <w:t>”</w:t>
      </w:r>
    </w:p>
    <w:p w14:paraId="154447F1" w14:textId="5A040CFC" w:rsidR="007C40D6" w:rsidRPr="001819D0" w:rsidRDefault="007C40D6" w:rsidP="007C40D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b/>
          <w:bCs/>
          <w:color w:val="FF0000"/>
          <w:szCs w:val="24"/>
        </w:rPr>
      </w:pPr>
      <w:r w:rsidRPr="001819D0">
        <w:rPr>
          <w:rFonts w:asciiTheme="minorHAnsi" w:hAnsiTheme="minorHAnsi" w:cstheme="minorHAnsi"/>
          <w:b/>
          <w:bCs/>
          <w:color w:val="FF0000"/>
          <w:szCs w:val="24"/>
        </w:rPr>
        <w:t xml:space="preserve">Przedmiot zamówienia szczegółowo został określony w Opisie Przedmiotu Zamówienia stanowiącym załącznik nr </w:t>
      </w:r>
      <w:r w:rsidR="001819D0" w:rsidRPr="001819D0">
        <w:rPr>
          <w:rFonts w:asciiTheme="minorHAnsi" w:hAnsiTheme="minorHAnsi" w:cstheme="minorHAnsi"/>
          <w:b/>
          <w:bCs/>
          <w:color w:val="FF0000"/>
          <w:szCs w:val="24"/>
        </w:rPr>
        <w:t>9</w:t>
      </w:r>
      <w:r w:rsidRPr="001819D0">
        <w:rPr>
          <w:rFonts w:asciiTheme="minorHAnsi" w:hAnsiTheme="minorHAnsi" w:cstheme="minorHAnsi"/>
          <w:b/>
          <w:bCs/>
          <w:color w:val="FF0000"/>
          <w:szCs w:val="24"/>
        </w:rPr>
        <w:t xml:space="preserve"> do SWZ.</w:t>
      </w:r>
    </w:p>
    <w:p w14:paraId="7788AD42" w14:textId="77777777" w:rsidR="007F533F" w:rsidRPr="002468F5" w:rsidRDefault="007F533F" w:rsidP="002468F5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468F5">
        <w:rPr>
          <w:rFonts w:asciiTheme="minorHAnsi" w:hAnsiTheme="minorHAnsi" w:cstheme="minorHAnsi"/>
          <w:szCs w:val="24"/>
        </w:rPr>
        <w:t>Przedmiot zamówienia realizowany jest w związku z projektem pn. „Zdolni z Pomorza – powiat chojnicki”, realizowanego w ramach Regionalnego Programu Operacyjnego Województwa Pomorskiego na lata 2014 – 2020, Osi Priorytetowej 3. Edukacja, Działania 3.2. Edukacja ogólna, Poddziałania 3.2.2 Wsparcie ucznia szczególnie uzdolnionego współfinansowanego z Europejskiego Funduszu Społecznego.</w:t>
      </w:r>
    </w:p>
    <w:p w14:paraId="516BAC78" w14:textId="249D23CB" w:rsidR="007F533F" w:rsidRPr="002468F5" w:rsidRDefault="007F533F" w:rsidP="002468F5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468F5">
        <w:rPr>
          <w:rFonts w:asciiTheme="minorHAnsi" w:hAnsiTheme="minorHAnsi" w:cstheme="minorHAnsi"/>
          <w:szCs w:val="24"/>
        </w:rPr>
        <w:t xml:space="preserve">Zajęcia pozalekcyjne mają zostać przeprowadzone </w:t>
      </w:r>
      <w:r w:rsidR="001478AB" w:rsidRPr="009E065B">
        <w:rPr>
          <w:rFonts w:asciiTheme="minorHAnsi" w:hAnsiTheme="minorHAnsi" w:cstheme="minorHAnsi"/>
          <w:b/>
          <w:color w:val="FF0000"/>
        </w:rPr>
        <w:t>w terminie do dnia 30.06.202</w:t>
      </w:r>
      <w:r w:rsidR="00291FCA">
        <w:rPr>
          <w:rFonts w:asciiTheme="minorHAnsi" w:hAnsiTheme="minorHAnsi" w:cstheme="minorHAnsi"/>
          <w:b/>
          <w:color w:val="FF0000"/>
        </w:rPr>
        <w:t>3</w:t>
      </w:r>
      <w:r w:rsidR="001478AB" w:rsidRPr="009E065B">
        <w:rPr>
          <w:rFonts w:asciiTheme="minorHAnsi" w:hAnsiTheme="minorHAnsi" w:cstheme="minorHAnsi"/>
          <w:b/>
          <w:color w:val="FF0000"/>
        </w:rPr>
        <w:t xml:space="preserve"> r.</w:t>
      </w:r>
      <w:r w:rsidR="001478AB">
        <w:rPr>
          <w:rFonts w:asciiTheme="minorHAnsi" w:hAnsiTheme="minorHAnsi" w:cstheme="minorHAnsi"/>
          <w:b/>
          <w:color w:val="FF0000"/>
        </w:rPr>
        <w:br/>
      </w:r>
      <w:r w:rsidRPr="002468F5">
        <w:rPr>
          <w:rFonts w:asciiTheme="minorHAnsi" w:hAnsiTheme="minorHAnsi" w:cstheme="minorHAnsi"/>
          <w:szCs w:val="24"/>
        </w:rPr>
        <w:t>– przy czym godzina zajęć pozalekcyjnych trwa 45 minut</w:t>
      </w:r>
    </w:p>
    <w:p w14:paraId="2AC45C39" w14:textId="77777777" w:rsidR="007F533F" w:rsidRPr="002468F5" w:rsidRDefault="007F533F" w:rsidP="002468F5">
      <w:pPr>
        <w:pStyle w:val="Bezodstpw"/>
        <w:numPr>
          <w:ilvl w:val="0"/>
          <w:numId w:val="11"/>
        </w:numPr>
        <w:spacing w:line="276" w:lineRule="auto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 xml:space="preserve">Usługa będzie obejmowała m.in.: </w:t>
      </w:r>
    </w:p>
    <w:p w14:paraId="4A12CE5F" w14:textId="77777777" w:rsidR="007F533F" w:rsidRPr="002468F5" w:rsidRDefault="007F533F" w:rsidP="002468F5">
      <w:pPr>
        <w:pStyle w:val="Bezodstpw"/>
        <w:numPr>
          <w:ilvl w:val="0"/>
          <w:numId w:val="12"/>
        </w:numPr>
        <w:spacing w:line="276" w:lineRule="auto"/>
        <w:jc w:val="both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>opracowanie autorskiego programu nauczania (ściśle dostosowanego do potrzeb i możliwości uczniów, uwzględniającego zagadnienia i zadania pojawiające się  na konkursach przedmiotowych i olimpiadach)</w:t>
      </w:r>
    </w:p>
    <w:p w14:paraId="4E840048" w14:textId="77777777" w:rsidR="007F533F" w:rsidRPr="002468F5" w:rsidRDefault="007F533F" w:rsidP="002468F5">
      <w:pPr>
        <w:pStyle w:val="Bezodstpw"/>
        <w:numPr>
          <w:ilvl w:val="0"/>
          <w:numId w:val="12"/>
        </w:numPr>
        <w:spacing w:line="276" w:lineRule="auto"/>
        <w:jc w:val="both"/>
        <w:rPr>
          <w:rFonts w:asciiTheme="minorHAnsi" w:eastAsia="Calibri" w:hAnsiTheme="minorHAnsi" w:cstheme="minorHAnsi"/>
          <w:b/>
        </w:rPr>
      </w:pPr>
      <w:r w:rsidRPr="002468F5">
        <w:rPr>
          <w:rFonts w:asciiTheme="minorHAnsi" w:eastAsia="Calibri" w:hAnsiTheme="minorHAnsi" w:cstheme="minorHAnsi"/>
        </w:rPr>
        <w:t xml:space="preserve">przeprowadzenie </w:t>
      </w:r>
      <w:r w:rsidRPr="002468F5">
        <w:rPr>
          <w:rFonts w:asciiTheme="minorHAnsi" w:eastAsia="Calibri" w:hAnsiTheme="minorHAnsi" w:cstheme="minorHAnsi"/>
          <w:b/>
        </w:rPr>
        <w:t xml:space="preserve">46 godzin zajęć pozalekcyjnych z matematyki </w:t>
      </w:r>
    </w:p>
    <w:p w14:paraId="390BA7F8" w14:textId="77777777" w:rsidR="007F533F" w:rsidRPr="002468F5" w:rsidRDefault="007F533F" w:rsidP="002468F5">
      <w:pPr>
        <w:pStyle w:val="Bezodstpw"/>
        <w:numPr>
          <w:ilvl w:val="0"/>
          <w:numId w:val="12"/>
        </w:numPr>
        <w:spacing w:line="276" w:lineRule="auto"/>
        <w:jc w:val="both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>opracowanie harmonogramu zajęć,</w:t>
      </w:r>
    </w:p>
    <w:p w14:paraId="0F379875" w14:textId="77777777" w:rsidR="007F533F" w:rsidRPr="002468F5" w:rsidRDefault="007F533F" w:rsidP="002468F5">
      <w:pPr>
        <w:pStyle w:val="Bezodstpw"/>
        <w:numPr>
          <w:ilvl w:val="0"/>
          <w:numId w:val="12"/>
        </w:numPr>
        <w:spacing w:line="276" w:lineRule="auto"/>
        <w:jc w:val="both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>przeprowadzenie diagnozy stopnia opanowania przez uczniów kompetencji kluczowych – na początku i pod koniec realizacji autorskiego planu nauczania (tzw. diagnoza na wejściu i na wyjściu), a także porównaniu wyników tych dwóch badań,</w:t>
      </w:r>
    </w:p>
    <w:p w14:paraId="62E07F4B" w14:textId="77777777" w:rsidR="007F533F" w:rsidRPr="002468F5" w:rsidRDefault="007F533F" w:rsidP="002468F5">
      <w:pPr>
        <w:pStyle w:val="Bezodstpw"/>
        <w:numPr>
          <w:ilvl w:val="0"/>
          <w:numId w:val="12"/>
        </w:numPr>
        <w:spacing w:line="276" w:lineRule="auto"/>
        <w:jc w:val="both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>monitorowanie udziału uczestników w zajęciach,</w:t>
      </w:r>
    </w:p>
    <w:p w14:paraId="59804253" w14:textId="77777777" w:rsidR="007F533F" w:rsidRPr="002468F5" w:rsidRDefault="007F533F" w:rsidP="002468F5">
      <w:pPr>
        <w:pStyle w:val="Bezodstpw"/>
        <w:numPr>
          <w:ilvl w:val="0"/>
          <w:numId w:val="12"/>
        </w:numPr>
        <w:spacing w:line="276" w:lineRule="auto"/>
        <w:jc w:val="both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>rzetelne sporządzanie i prowadzenie dokumentacji zajęć (m.in.: dziennika zajęć),</w:t>
      </w:r>
    </w:p>
    <w:p w14:paraId="287D6171" w14:textId="77777777" w:rsidR="007F533F" w:rsidRPr="002468F5" w:rsidRDefault="007F533F" w:rsidP="002468F5">
      <w:pPr>
        <w:pStyle w:val="Bezodstpw"/>
        <w:numPr>
          <w:ilvl w:val="0"/>
          <w:numId w:val="12"/>
        </w:numPr>
        <w:spacing w:line="276" w:lineRule="auto"/>
        <w:jc w:val="both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>zapewnienie bezpieczeństwa uczniów w czasie zajęć,</w:t>
      </w:r>
    </w:p>
    <w:p w14:paraId="6D0FE61E" w14:textId="77777777" w:rsidR="007F533F" w:rsidRPr="002468F5" w:rsidRDefault="007F533F" w:rsidP="002468F5">
      <w:pPr>
        <w:pStyle w:val="Bezodstpw"/>
        <w:numPr>
          <w:ilvl w:val="0"/>
          <w:numId w:val="12"/>
        </w:numPr>
        <w:spacing w:line="276" w:lineRule="auto"/>
        <w:jc w:val="both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>uczestnictwo w zebraniach z rodzicami uczniów uczestniczących w zajęciach, przy czym w jednym semestrze roku szkolnego mogą odbyć się maksymalnie dwa takie spotkania dla każdej grupy uczniów trwające maksymalnie 45 minut każde,</w:t>
      </w:r>
    </w:p>
    <w:p w14:paraId="15FC0456" w14:textId="77777777" w:rsidR="007F533F" w:rsidRPr="002468F5" w:rsidRDefault="007F533F" w:rsidP="002468F5">
      <w:pPr>
        <w:pStyle w:val="Bezodstpw"/>
        <w:numPr>
          <w:ilvl w:val="0"/>
          <w:numId w:val="12"/>
        </w:numPr>
        <w:spacing w:line="276" w:lineRule="auto"/>
        <w:rPr>
          <w:rFonts w:asciiTheme="minorHAnsi" w:eastAsia="Calibri" w:hAnsiTheme="minorHAnsi" w:cstheme="minorHAnsi"/>
          <w:lang w:eastAsia="en-US"/>
        </w:rPr>
      </w:pPr>
      <w:r w:rsidRPr="002468F5">
        <w:rPr>
          <w:rFonts w:asciiTheme="minorHAnsi" w:eastAsia="Calibri" w:hAnsiTheme="minorHAnsi" w:cstheme="minorHAnsi"/>
          <w:lang w:eastAsia="en-US"/>
        </w:rPr>
        <w:t xml:space="preserve">współpracę z opiekunem pedagogiczno-metodycznym </w:t>
      </w:r>
      <w:r w:rsidRPr="002468F5">
        <w:rPr>
          <w:rFonts w:asciiTheme="minorHAnsi" w:eastAsia="Calibri" w:hAnsiTheme="minorHAnsi" w:cstheme="minorHAnsi"/>
          <w:bCs/>
          <w:lang w:eastAsia="en-US"/>
        </w:rPr>
        <w:t>Lokalnego Centrum Nauczania Kreatywnego (m.in. w zakresie organizowanych w ramach projektu form wsparcia)</w:t>
      </w:r>
      <w:r w:rsidRPr="002468F5"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Pr="002468F5">
        <w:rPr>
          <w:rFonts w:asciiTheme="minorHAnsi" w:eastAsia="Calibri" w:hAnsiTheme="minorHAnsi" w:cstheme="minorHAnsi"/>
          <w:lang w:eastAsia="en-US"/>
        </w:rPr>
        <w:t>oraz psychologiem</w:t>
      </w:r>
      <w:r w:rsidRPr="002468F5"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Pr="002468F5">
        <w:rPr>
          <w:rFonts w:asciiTheme="minorHAnsi" w:eastAsia="Calibri" w:hAnsiTheme="minorHAnsi" w:cstheme="minorHAnsi"/>
          <w:bCs/>
          <w:lang w:eastAsia="en-US"/>
        </w:rPr>
        <w:t>Lokalnego Centrum Nauczania Kreatywnego</w:t>
      </w:r>
      <w:r w:rsidRPr="002468F5"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Pr="002468F5">
        <w:rPr>
          <w:rFonts w:asciiTheme="minorHAnsi" w:eastAsia="Calibri" w:hAnsiTheme="minorHAnsi" w:cstheme="minorHAnsi"/>
          <w:lang w:eastAsia="en-US"/>
        </w:rPr>
        <w:t>(w tym zwłaszcza do uzyskania od psychologa informacji na temat potrzeb rozwojowych uczniów),</w:t>
      </w:r>
    </w:p>
    <w:p w14:paraId="003F1F67" w14:textId="77777777" w:rsidR="007F533F" w:rsidRPr="002468F5" w:rsidRDefault="007F533F" w:rsidP="002468F5">
      <w:pPr>
        <w:pStyle w:val="Bezodstpw"/>
        <w:numPr>
          <w:ilvl w:val="0"/>
          <w:numId w:val="12"/>
        </w:numPr>
        <w:spacing w:line="276" w:lineRule="auto"/>
        <w:rPr>
          <w:rFonts w:asciiTheme="minorHAnsi" w:eastAsia="Calibri" w:hAnsiTheme="minorHAnsi" w:cstheme="minorHAnsi"/>
          <w:lang w:eastAsia="en-US"/>
        </w:rPr>
      </w:pPr>
      <w:r w:rsidRPr="002468F5">
        <w:rPr>
          <w:rFonts w:asciiTheme="minorHAnsi" w:eastAsia="Calibri" w:hAnsiTheme="minorHAnsi" w:cstheme="minorHAnsi"/>
          <w:lang w:eastAsia="en-US"/>
        </w:rPr>
        <w:t xml:space="preserve">współpracę z Zamawiającym. </w:t>
      </w:r>
    </w:p>
    <w:p w14:paraId="10A462D3" w14:textId="77777777" w:rsidR="007F533F" w:rsidRPr="002468F5" w:rsidRDefault="007F533F" w:rsidP="002468F5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468F5">
        <w:rPr>
          <w:rFonts w:asciiTheme="minorHAnsi" w:hAnsiTheme="minorHAnsi" w:cstheme="minorHAnsi"/>
          <w:szCs w:val="24"/>
        </w:rPr>
        <w:t>Zajęcia odbywać się będą w LCNK w Chojnicach, mieszczącym się w II Liceum Ogólnokształcącym im. gen. Władysława Andersa w Chojnicach, ul. Świętopełka 1,</w:t>
      </w:r>
      <w:r w:rsidRPr="002468F5">
        <w:rPr>
          <w:rFonts w:asciiTheme="minorHAnsi" w:hAnsiTheme="minorHAnsi" w:cstheme="minorHAnsi"/>
          <w:szCs w:val="24"/>
        </w:rPr>
        <w:br/>
        <w:t>89-600 Chojnice.</w:t>
      </w:r>
    </w:p>
    <w:p w14:paraId="0D6FF92C" w14:textId="26A0B9AA" w:rsidR="007F533F" w:rsidRPr="002468F5" w:rsidRDefault="007F533F" w:rsidP="002468F5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468F5">
        <w:rPr>
          <w:rFonts w:asciiTheme="minorHAnsi" w:hAnsiTheme="minorHAnsi" w:cstheme="minorHAnsi"/>
          <w:color w:val="000000"/>
          <w:szCs w:val="24"/>
          <w:lang w:eastAsia="en-US"/>
        </w:rPr>
        <w:t xml:space="preserve">Zajęcia mają być prowadzone </w:t>
      </w:r>
      <w:r w:rsidRPr="002468F5">
        <w:rPr>
          <w:rFonts w:asciiTheme="minorHAnsi" w:hAnsiTheme="minorHAnsi" w:cstheme="minorHAnsi"/>
          <w:szCs w:val="24"/>
          <w:lang w:eastAsia="en-US"/>
        </w:rPr>
        <w:t>w dni robocze w godzinach od 14:00</w:t>
      </w:r>
      <w:r w:rsidRPr="002468F5">
        <w:rPr>
          <w:rFonts w:asciiTheme="minorHAnsi" w:hAnsiTheme="minorHAnsi" w:cstheme="minorHAnsi"/>
          <w:szCs w:val="24"/>
          <w:lang w:eastAsia="en-US"/>
        </w:rPr>
        <w:br/>
        <w:t>do 1</w:t>
      </w:r>
      <w:r w:rsidR="008978DE">
        <w:rPr>
          <w:rFonts w:asciiTheme="minorHAnsi" w:hAnsiTheme="minorHAnsi" w:cstheme="minorHAnsi"/>
          <w:szCs w:val="24"/>
          <w:lang w:eastAsia="en-US"/>
        </w:rPr>
        <w:t>9</w:t>
      </w:r>
      <w:r w:rsidRPr="002468F5">
        <w:rPr>
          <w:rFonts w:asciiTheme="minorHAnsi" w:hAnsiTheme="minorHAnsi" w:cstheme="minorHAnsi"/>
          <w:szCs w:val="24"/>
          <w:lang w:eastAsia="en-US"/>
        </w:rPr>
        <w:t>:00 oraz w soboty w godzinach od 8:00 do 1</w:t>
      </w:r>
      <w:r w:rsidR="008978DE">
        <w:rPr>
          <w:rFonts w:asciiTheme="minorHAnsi" w:hAnsiTheme="minorHAnsi" w:cstheme="minorHAnsi"/>
          <w:szCs w:val="24"/>
          <w:lang w:eastAsia="en-US"/>
        </w:rPr>
        <w:t>5</w:t>
      </w:r>
      <w:r w:rsidRPr="002468F5">
        <w:rPr>
          <w:rFonts w:asciiTheme="minorHAnsi" w:hAnsiTheme="minorHAnsi" w:cstheme="minorHAnsi"/>
          <w:szCs w:val="24"/>
          <w:lang w:eastAsia="en-US"/>
        </w:rPr>
        <w:t>:00</w:t>
      </w:r>
    </w:p>
    <w:p w14:paraId="1BB6B787" w14:textId="77777777" w:rsidR="007F533F" w:rsidRPr="002468F5" w:rsidRDefault="007F533F" w:rsidP="002468F5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468F5">
        <w:rPr>
          <w:rFonts w:asciiTheme="minorHAnsi" w:hAnsiTheme="minorHAnsi" w:cstheme="minorHAnsi"/>
          <w:szCs w:val="24"/>
        </w:rPr>
        <w:t>W przypadku wystąpienia przesłanek uniemożliwiających prowadzenie zajęć w formie stacjonarnej, w związku z ograniczeniem pracy szkoły z powodu zagrożenia epidemiologicznego (COVID-19), Zamawiający dopuszcza możliwość prowadzenie zajęć w formie zdalnej.</w:t>
      </w:r>
    </w:p>
    <w:p w14:paraId="73897D8B" w14:textId="77777777" w:rsidR="00847E72" w:rsidRPr="002468F5" w:rsidRDefault="00847E72" w:rsidP="002468F5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169E4107" w14:textId="38B03FBD" w:rsidR="00DB0E3C" w:rsidRPr="002468F5" w:rsidRDefault="00DB0E3C" w:rsidP="002468F5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  <w:r w:rsidRPr="002468F5">
        <w:rPr>
          <w:rFonts w:asciiTheme="minorHAnsi" w:hAnsiTheme="minorHAnsi" w:cstheme="minorHAnsi"/>
          <w:b/>
          <w:szCs w:val="24"/>
          <w:u w:val="single"/>
        </w:rPr>
        <w:t xml:space="preserve">Część nr </w:t>
      </w:r>
      <w:r w:rsidR="003C0308">
        <w:rPr>
          <w:rFonts w:asciiTheme="minorHAnsi" w:hAnsiTheme="minorHAnsi" w:cstheme="minorHAnsi"/>
          <w:b/>
          <w:szCs w:val="24"/>
          <w:u w:val="single"/>
        </w:rPr>
        <w:t>3</w:t>
      </w:r>
      <w:r w:rsidRPr="002468F5">
        <w:rPr>
          <w:rFonts w:asciiTheme="minorHAnsi" w:hAnsiTheme="minorHAnsi" w:cstheme="minorHAnsi"/>
          <w:b/>
          <w:szCs w:val="24"/>
          <w:u w:val="single"/>
        </w:rPr>
        <w:t xml:space="preserve">. Zajęcia pozalekcyjne z fizyki – szkoła ponadpodstawowa </w:t>
      </w:r>
    </w:p>
    <w:p w14:paraId="503161BD" w14:textId="1E071EF2" w:rsidR="00847E72" w:rsidRDefault="00847E72" w:rsidP="002468F5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468F5">
        <w:rPr>
          <w:rFonts w:asciiTheme="minorHAnsi" w:hAnsiTheme="minorHAnsi" w:cstheme="minorHAnsi"/>
          <w:szCs w:val="24"/>
        </w:rPr>
        <w:t xml:space="preserve">Przedmiotem zamówienia jest usługa polegająca na </w:t>
      </w:r>
      <w:r w:rsidRPr="002468F5">
        <w:rPr>
          <w:rFonts w:asciiTheme="minorHAnsi" w:hAnsiTheme="minorHAnsi" w:cstheme="minorHAnsi"/>
          <w:b/>
          <w:szCs w:val="24"/>
        </w:rPr>
        <w:t>„Opracowaniu autorskiego programu nauczania i przeprowadzeniu w roku szkolnym 202</w:t>
      </w:r>
      <w:r w:rsidR="003C0308">
        <w:rPr>
          <w:rFonts w:asciiTheme="minorHAnsi" w:hAnsiTheme="minorHAnsi" w:cstheme="minorHAnsi"/>
          <w:b/>
          <w:szCs w:val="24"/>
        </w:rPr>
        <w:t>2</w:t>
      </w:r>
      <w:r w:rsidRPr="002468F5">
        <w:rPr>
          <w:rFonts w:asciiTheme="minorHAnsi" w:hAnsiTheme="minorHAnsi" w:cstheme="minorHAnsi"/>
          <w:b/>
          <w:szCs w:val="24"/>
        </w:rPr>
        <w:t>/202</w:t>
      </w:r>
      <w:r w:rsidR="003C0308">
        <w:rPr>
          <w:rFonts w:asciiTheme="minorHAnsi" w:hAnsiTheme="minorHAnsi" w:cstheme="minorHAnsi"/>
          <w:b/>
          <w:szCs w:val="24"/>
        </w:rPr>
        <w:t>3</w:t>
      </w:r>
      <w:r w:rsidRPr="002468F5">
        <w:rPr>
          <w:rFonts w:asciiTheme="minorHAnsi" w:hAnsiTheme="minorHAnsi" w:cstheme="minorHAnsi"/>
          <w:b/>
          <w:szCs w:val="24"/>
        </w:rPr>
        <w:t xml:space="preserve"> cyklu 46 godzin zajęć pozalekcyjnych dla uczniów szczególnie uzdolnionych w ramach projektu „Zdolni z Pomorza – powiat chojnicki”, zajęcia pozalekcyjne z fizyki, etap edukacyjny</w:t>
      </w:r>
      <w:r w:rsidRPr="002468F5">
        <w:rPr>
          <w:rFonts w:asciiTheme="minorHAnsi" w:hAnsiTheme="minorHAnsi" w:cstheme="minorHAnsi"/>
          <w:b/>
          <w:szCs w:val="24"/>
        </w:rPr>
        <w:br/>
        <w:t>– szkoła ponadpodstawowa</w:t>
      </w:r>
      <w:r w:rsidRPr="002468F5">
        <w:rPr>
          <w:rFonts w:asciiTheme="minorHAnsi" w:hAnsiTheme="minorHAnsi" w:cstheme="minorHAnsi"/>
          <w:szCs w:val="24"/>
        </w:rPr>
        <w:t>”</w:t>
      </w:r>
      <w:r w:rsidR="007C40D6">
        <w:rPr>
          <w:rFonts w:asciiTheme="minorHAnsi" w:hAnsiTheme="minorHAnsi" w:cstheme="minorHAnsi"/>
          <w:szCs w:val="24"/>
        </w:rPr>
        <w:t>.</w:t>
      </w:r>
    </w:p>
    <w:p w14:paraId="117F7258" w14:textId="3D72A14F" w:rsidR="007C40D6" w:rsidRPr="001819D0" w:rsidRDefault="007C40D6" w:rsidP="007C40D6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b/>
          <w:bCs/>
          <w:color w:val="FF0000"/>
          <w:szCs w:val="24"/>
        </w:rPr>
      </w:pPr>
      <w:r w:rsidRPr="001819D0">
        <w:rPr>
          <w:rFonts w:asciiTheme="minorHAnsi" w:hAnsiTheme="minorHAnsi" w:cstheme="minorHAnsi"/>
          <w:b/>
          <w:bCs/>
          <w:color w:val="FF0000"/>
          <w:szCs w:val="24"/>
        </w:rPr>
        <w:t xml:space="preserve">Przedmiot zamówienia szczegółowo został określony w Opisie Przedmiotu Zamówienia stanowiącym załącznik nr </w:t>
      </w:r>
      <w:r w:rsidR="001819D0" w:rsidRPr="001819D0">
        <w:rPr>
          <w:rFonts w:asciiTheme="minorHAnsi" w:hAnsiTheme="minorHAnsi" w:cstheme="minorHAnsi"/>
          <w:b/>
          <w:bCs/>
          <w:color w:val="FF0000"/>
          <w:szCs w:val="24"/>
        </w:rPr>
        <w:t>9</w:t>
      </w:r>
      <w:r w:rsidRPr="001819D0">
        <w:rPr>
          <w:rFonts w:asciiTheme="minorHAnsi" w:hAnsiTheme="minorHAnsi" w:cstheme="minorHAnsi"/>
          <w:b/>
          <w:bCs/>
          <w:color w:val="FF0000"/>
          <w:szCs w:val="24"/>
        </w:rPr>
        <w:t xml:space="preserve"> do SWZ.</w:t>
      </w:r>
    </w:p>
    <w:p w14:paraId="615255E9" w14:textId="77777777" w:rsidR="00847E72" w:rsidRPr="002468F5" w:rsidRDefault="00847E72" w:rsidP="002468F5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468F5">
        <w:rPr>
          <w:rFonts w:asciiTheme="minorHAnsi" w:hAnsiTheme="minorHAnsi" w:cstheme="minorHAnsi"/>
          <w:szCs w:val="24"/>
        </w:rPr>
        <w:t>Przedmiot zamówienia realizowany jest w związku z projektem pn. „Zdolni z Pomorza – powiat chojnicki”, realizowanego w ramach Regionalnego Programu Operacyjnego Województwa Pomorskiego na lata 2014 – 2020, Osi Priorytetowej 3. Edukacja, Działania 3.2. Edukacja ogólna, Poddziałania 3.2.2 Wsparcie ucznia szczególnie uzdolnionego współfinansowanego z Europejskiego Funduszu Społecznego.</w:t>
      </w:r>
    </w:p>
    <w:p w14:paraId="2EB6B179" w14:textId="4120A867" w:rsidR="00847E72" w:rsidRPr="002468F5" w:rsidRDefault="00847E72" w:rsidP="002468F5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468F5">
        <w:rPr>
          <w:rFonts w:asciiTheme="minorHAnsi" w:hAnsiTheme="minorHAnsi" w:cstheme="minorHAnsi"/>
          <w:szCs w:val="24"/>
        </w:rPr>
        <w:t xml:space="preserve">Zajęcia pozalekcyjne mają zostać przeprowadzone </w:t>
      </w:r>
      <w:r w:rsidR="001478AB" w:rsidRPr="009E065B">
        <w:rPr>
          <w:rFonts w:asciiTheme="minorHAnsi" w:hAnsiTheme="minorHAnsi" w:cstheme="minorHAnsi"/>
          <w:b/>
          <w:color w:val="FF0000"/>
        </w:rPr>
        <w:t>w terminie do dnia 30.06.202</w:t>
      </w:r>
      <w:r w:rsidR="00291FCA">
        <w:rPr>
          <w:rFonts w:asciiTheme="minorHAnsi" w:hAnsiTheme="minorHAnsi" w:cstheme="minorHAnsi"/>
          <w:b/>
          <w:color w:val="FF0000"/>
        </w:rPr>
        <w:t>3</w:t>
      </w:r>
      <w:r w:rsidR="001478AB" w:rsidRPr="009E065B">
        <w:rPr>
          <w:rFonts w:asciiTheme="minorHAnsi" w:hAnsiTheme="minorHAnsi" w:cstheme="minorHAnsi"/>
          <w:b/>
          <w:color w:val="FF0000"/>
        </w:rPr>
        <w:t xml:space="preserve"> r.</w:t>
      </w:r>
      <w:r w:rsidR="001478AB">
        <w:rPr>
          <w:rFonts w:asciiTheme="minorHAnsi" w:hAnsiTheme="minorHAnsi" w:cstheme="minorHAnsi"/>
          <w:b/>
          <w:color w:val="FF0000"/>
        </w:rPr>
        <w:br/>
      </w:r>
      <w:r w:rsidRPr="002468F5">
        <w:rPr>
          <w:rFonts w:asciiTheme="minorHAnsi" w:hAnsiTheme="minorHAnsi" w:cstheme="minorHAnsi"/>
          <w:szCs w:val="24"/>
        </w:rPr>
        <w:t>– przy czym godzina zajęć pozalekcyjnych trwa 45 minut</w:t>
      </w:r>
    </w:p>
    <w:p w14:paraId="31C34307" w14:textId="77777777" w:rsidR="00847E72" w:rsidRPr="002468F5" w:rsidRDefault="00847E72" w:rsidP="002468F5">
      <w:pPr>
        <w:pStyle w:val="Bezodstpw"/>
        <w:numPr>
          <w:ilvl w:val="0"/>
          <w:numId w:val="17"/>
        </w:numPr>
        <w:spacing w:line="276" w:lineRule="auto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 xml:space="preserve">Usługa będzie obejmowała m.in.: </w:t>
      </w:r>
    </w:p>
    <w:p w14:paraId="2AEF35BE" w14:textId="77777777" w:rsidR="00847E72" w:rsidRPr="002468F5" w:rsidRDefault="00847E72" w:rsidP="002468F5">
      <w:pPr>
        <w:pStyle w:val="Bezodstpw"/>
        <w:numPr>
          <w:ilvl w:val="0"/>
          <w:numId w:val="18"/>
        </w:numPr>
        <w:spacing w:line="276" w:lineRule="auto"/>
        <w:jc w:val="both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>opracowanie autorskiego programu nauczania (ściśle dostosowanego do potrzeb i możliwości uczniów, uwzględniającego zagadnienia i zadania pojawiające się  na konkursach przedmiotowych i olimpiadach)</w:t>
      </w:r>
    </w:p>
    <w:p w14:paraId="35ED7777" w14:textId="77777777" w:rsidR="00847E72" w:rsidRPr="002468F5" w:rsidRDefault="00847E72" w:rsidP="002468F5">
      <w:pPr>
        <w:pStyle w:val="Bezodstpw"/>
        <w:numPr>
          <w:ilvl w:val="0"/>
          <w:numId w:val="18"/>
        </w:numPr>
        <w:spacing w:line="276" w:lineRule="auto"/>
        <w:jc w:val="both"/>
        <w:rPr>
          <w:rFonts w:asciiTheme="minorHAnsi" w:eastAsia="Calibri" w:hAnsiTheme="minorHAnsi" w:cstheme="minorHAnsi"/>
          <w:b/>
        </w:rPr>
      </w:pPr>
      <w:r w:rsidRPr="002468F5">
        <w:rPr>
          <w:rFonts w:asciiTheme="minorHAnsi" w:eastAsia="Calibri" w:hAnsiTheme="minorHAnsi" w:cstheme="minorHAnsi"/>
        </w:rPr>
        <w:t xml:space="preserve">przeprowadzenie </w:t>
      </w:r>
      <w:r w:rsidRPr="002468F5">
        <w:rPr>
          <w:rFonts w:asciiTheme="minorHAnsi" w:eastAsia="Calibri" w:hAnsiTheme="minorHAnsi" w:cstheme="minorHAnsi"/>
          <w:b/>
        </w:rPr>
        <w:t>46 godzin zajęć pozalekcyjnych z fizyki</w:t>
      </w:r>
    </w:p>
    <w:p w14:paraId="720CE7F8" w14:textId="77777777" w:rsidR="00847E72" w:rsidRPr="002468F5" w:rsidRDefault="00847E72" w:rsidP="002468F5">
      <w:pPr>
        <w:pStyle w:val="Bezodstpw"/>
        <w:numPr>
          <w:ilvl w:val="0"/>
          <w:numId w:val="18"/>
        </w:numPr>
        <w:spacing w:line="276" w:lineRule="auto"/>
        <w:jc w:val="both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>opracowanie harmonogramu zajęć,</w:t>
      </w:r>
    </w:p>
    <w:p w14:paraId="742C09D4" w14:textId="77777777" w:rsidR="00847E72" w:rsidRPr="002468F5" w:rsidRDefault="00847E72" w:rsidP="002468F5">
      <w:pPr>
        <w:pStyle w:val="Bezodstpw"/>
        <w:numPr>
          <w:ilvl w:val="0"/>
          <w:numId w:val="18"/>
        </w:numPr>
        <w:spacing w:line="276" w:lineRule="auto"/>
        <w:jc w:val="both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>przeprowadzenie diagnozy stopnia opanowania przez uczniów kompetencji kluczowych – na początku i pod koniec realizacji autorskiego planu nauczania (tzw. diagnoza na wejściu i na wyjściu), a także porównaniu wyników tych dwóch badań,</w:t>
      </w:r>
    </w:p>
    <w:p w14:paraId="58820A37" w14:textId="77777777" w:rsidR="00847E72" w:rsidRPr="002468F5" w:rsidRDefault="00847E72" w:rsidP="002468F5">
      <w:pPr>
        <w:pStyle w:val="Bezodstpw"/>
        <w:numPr>
          <w:ilvl w:val="0"/>
          <w:numId w:val="18"/>
        </w:numPr>
        <w:spacing w:line="276" w:lineRule="auto"/>
        <w:jc w:val="both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>monitorowanie udziału uczestników w zajęciach,</w:t>
      </w:r>
    </w:p>
    <w:p w14:paraId="0FCED818" w14:textId="77777777" w:rsidR="00847E72" w:rsidRPr="002468F5" w:rsidRDefault="00847E72" w:rsidP="002468F5">
      <w:pPr>
        <w:pStyle w:val="Bezodstpw"/>
        <w:numPr>
          <w:ilvl w:val="0"/>
          <w:numId w:val="18"/>
        </w:numPr>
        <w:spacing w:line="276" w:lineRule="auto"/>
        <w:jc w:val="both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>rzetelne sporządzanie i prowadzenie dokumentacji zajęć (m.in.: dziennika zajęć),</w:t>
      </w:r>
    </w:p>
    <w:p w14:paraId="0D44CAB7" w14:textId="77777777" w:rsidR="00847E72" w:rsidRPr="002468F5" w:rsidRDefault="00847E72" w:rsidP="002468F5">
      <w:pPr>
        <w:pStyle w:val="Bezodstpw"/>
        <w:numPr>
          <w:ilvl w:val="0"/>
          <w:numId w:val="18"/>
        </w:numPr>
        <w:spacing w:line="276" w:lineRule="auto"/>
        <w:jc w:val="both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>zapewnienie bezpieczeństwa uczniów w czasie zajęć,</w:t>
      </w:r>
    </w:p>
    <w:p w14:paraId="23219896" w14:textId="77777777" w:rsidR="00847E72" w:rsidRPr="002468F5" w:rsidRDefault="00847E72" w:rsidP="002468F5">
      <w:pPr>
        <w:pStyle w:val="Bezodstpw"/>
        <w:numPr>
          <w:ilvl w:val="0"/>
          <w:numId w:val="18"/>
        </w:numPr>
        <w:spacing w:line="276" w:lineRule="auto"/>
        <w:jc w:val="both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>uczestnictwo w zebraniach z rodzicami uczniów uczestniczących w zajęciach, przy czym w jednym semestrze roku szkolnego mogą odbyć się maksymalnie dwa takie spotkania dla każdej grupy uczniów trwające maksymalnie 45 minut każde,</w:t>
      </w:r>
    </w:p>
    <w:p w14:paraId="5AE77E9E" w14:textId="77777777" w:rsidR="00847E72" w:rsidRPr="002468F5" w:rsidRDefault="00847E72" w:rsidP="002468F5">
      <w:pPr>
        <w:pStyle w:val="Bezodstpw"/>
        <w:numPr>
          <w:ilvl w:val="0"/>
          <w:numId w:val="18"/>
        </w:numPr>
        <w:spacing w:line="276" w:lineRule="auto"/>
        <w:rPr>
          <w:rFonts w:asciiTheme="minorHAnsi" w:eastAsia="Calibri" w:hAnsiTheme="minorHAnsi" w:cstheme="minorHAnsi"/>
          <w:lang w:eastAsia="en-US"/>
        </w:rPr>
      </w:pPr>
      <w:r w:rsidRPr="002468F5">
        <w:rPr>
          <w:rFonts w:asciiTheme="minorHAnsi" w:eastAsia="Calibri" w:hAnsiTheme="minorHAnsi" w:cstheme="minorHAnsi"/>
          <w:lang w:eastAsia="en-US"/>
        </w:rPr>
        <w:t xml:space="preserve">współpracę z opiekunem pedagogiczno-metodycznym </w:t>
      </w:r>
      <w:r w:rsidRPr="002468F5">
        <w:rPr>
          <w:rFonts w:asciiTheme="minorHAnsi" w:eastAsia="Calibri" w:hAnsiTheme="minorHAnsi" w:cstheme="minorHAnsi"/>
          <w:bCs/>
          <w:lang w:eastAsia="en-US"/>
        </w:rPr>
        <w:t>Lokalnego Centrum Nauczania Kreatywnego (m.in. w zakresie organizowanych w ramach projektu form wsparcia)</w:t>
      </w:r>
      <w:r w:rsidRPr="002468F5"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Pr="002468F5">
        <w:rPr>
          <w:rFonts w:asciiTheme="minorHAnsi" w:eastAsia="Calibri" w:hAnsiTheme="minorHAnsi" w:cstheme="minorHAnsi"/>
          <w:lang w:eastAsia="en-US"/>
        </w:rPr>
        <w:t>oraz psychologiem</w:t>
      </w:r>
      <w:r w:rsidRPr="002468F5"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Pr="002468F5">
        <w:rPr>
          <w:rFonts w:asciiTheme="minorHAnsi" w:eastAsia="Calibri" w:hAnsiTheme="minorHAnsi" w:cstheme="minorHAnsi"/>
          <w:bCs/>
          <w:lang w:eastAsia="en-US"/>
        </w:rPr>
        <w:t>Lokalnego Centrum Nauczania Kreatywnego</w:t>
      </w:r>
      <w:r w:rsidRPr="002468F5"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Pr="002468F5">
        <w:rPr>
          <w:rFonts w:asciiTheme="minorHAnsi" w:eastAsia="Calibri" w:hAnsiTheme="minorHAnsi" w:cstheme="minorHAnsi"/>
          <w:lang w:eastAsia="en-US"/>
        </w:rPr>
        <w:t>(w tym zwłaszcza do uzyskania od psychologa informacji na temat potrzeb rozwojowych uczniów),</w:t>
      </w:r>
    </w:p>
    <w:p w14:paraId="7DF16237" w14:textId="77777777" w:rsidR="00847E72" w:rsidRPr="002468F5" w:rsidRDefault="00847E72" w:rsidP="002468F5">
      <w:pPr>
        <w:pStyle w:val="Bezodstpw"/>
        <w:numPr>
          <w:ilvl w:val="0"/>
          <w:numId w:val="18"/>
        </w:numPr>
        <w:spacing w:line="276" w:lineRule="auto"/>
        <w:rPr>
          <w:rFonts w:asciiTheme="minorHAnsi" w:eastAsia="Calibri" w:hAnsiTheme="minorHAnsi" w:cstheme="minorHAnsi"/>
          <w:lang w:eastAsia="en-US"/>
        </w:rPr>
      </w:pPr>
      <w:r w:rsidRPr="002468F5">
        <w:rPr>
          <w:rFonts w:asciiTheme="minorHAnsi" w:eastAsia="Calibri" w:hAnsiTheme="minorHAnsi" w:cstheme="minorHAnsi"/>
          <w:lang w:eastAsia="en-US"/>
        </w:rPr>
        <w:t xml:space="preserve">współpracę z Zamawiającym. </w:t>
      </w:r>
    </w:p>
    <w:p w14:paraId="3051CA9F" w14:textId="77777777" w:rsidR="00847E72" w:rsidRPr="002468F5" w:rsidRDefault="00847E72" w:rsidP="002468F5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468F5">
        <w:rPr>
          <w:rFonts w:asciiTheme="minorHAnsi" w:hAnsiTheme="minorHAnsi" w:cstheme="minorHAnsi"/>
          <w:szCs w:val="24"/>
        </w:rPr>
        <w:t>Zajęcia odbywać się będą w LCNK w Chojnicach, mieszczącym się w II Liceum Ogólnokształcącym im. gen. Władysława Andersa w Chojnicach, ul. Świętopełka 1,</w:t>
      </w:r>
      <w:r w:rsidRPr="002468F5">
        <w:rPr>
          <w:rFonts w:asciiTheme="minorHAnsi" w:hAnsiTheme="minorHAnsi" w:cstheme="minorHAnsi"/>
          <w:szCs w:val="24"/>
        </w:rPr>
        <w:br/>
        <w:t>89-600 Chojnice.</w:t>
      </w:r>
    </w:p>
    <w:p w14:paraId="4CD70C4E" w14:textId="5F590A91" w:rsidR="00847E72" w:rsidRPr="002468F5" w:rsidRDefault="00847E72" w:rsidP="002468F5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468F5">
        <w:rPr>
          <w:rFonts w:asciiTheme="minorHAnsi" w:hAnsiTheme="minorHAnsi" w:cstheme="minorHAnsi"/>
          <w:color w:val="000000"/>
          <w:szCs w:val="24"/>
          <w:lang w:eastAsia="en-US"/>
        </w:rPr>
        <w:t xml:space="preserve">Zajęcia mają być prowadzone </w:t>
      </w:r>
      <w:r w:rsidRPr="002468F5">
        <w:rPr>
          <w:rFonts w:asciiTheme="minorHAnsi" w:hAnsiTheme="minorHAnsi" w:cstheme="minorHAnsi"/>
          <w:szCs w:val="24"/>
          <w:lang w:eastAsia="en-US"/>
        </w:rPr>
        <w:t>w dni robocze w godzinach od 14:00</w:t>
      </w:r>
      <w:r w:rsidRPr="002468F5">
        <w:rPr>
          <w:rFonts w:asciiTheme="minorHAnsi" w:hAnsiTheme="minorHAnsi" w:cstheme="minorHAnsi"/>
          <w:szCs w:val="24"/>
          <w:lang w:eastAsia="en-US"/>
        </w:rPr>
        <w:br/>
        <w:t>do 1</w:t>
      </w:r>
      <w:r w:rsidR="008978DE">
        <w:rPr>
          <w:rFonts w:asciiTheme="minorHAnsi" w:hAnsiTheme="minorHAnsi" w:cstheme="minorHAnsi"/>
          <w:szCs w:val="24"/>
          <w:lang w:eastAsia="en-US"/>
        </w:rPr>
        <w:t>9</w:t>
      </w:r>
      <w:r w:rsidRPr="002468F5">
        <w:rPr>
          <w:rFonts w:asciiTheme="minorHAnsi" w:hAnsiTheme="minorHAnsi" w:cstheme="minorHAnsi"/>
          <w:szCs w:val="24"/>
          <w:lang w:eastAsia="en-US"/>
        </w:rPr>
        <w:t>:00 oraz w soboty w godzinach od 8:00 do 1</w:t>
      </w:r>
      <w:r w:rsidR="008978DE">
        <w:rPr>
          <w:rFonts w:asciiTheme="minorHAnsi" w:hAnsiTheme="minorHAnsi" w:cstheme="minorHAnsi"/>
          <w:szCs w:val="24"/>
          <w:lang w:eastAsia="en-US"/>
        </w:rPr>
        <w:t>5</w:t>
      </w:r>
      <w:r w:rsidRPr="002468F5">
        <w:rPr>
          <w:rFonts w:asciiTheme="minorHAnsi" w:hAnsiTheme="minorHAnsi" w:cstheme="minorHAnsi"/>
          <w:szCs w:val="24"/>
          <w:lang w:eastAsia="en-US"/>
        </w:rPr>
        <w:t>:00</w:t>
      </w:r>
    </w:p>
    <w:p w14:paraId="70FFDE4E" w14:textId="77777777" w:rsidR="00847E72" w:rsidRPr="002468F5" w:rsidRDefault="00847E72" w:rsidP="002468F5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468F5">
        <w:rPr>
          <w:rFonts w:asciiTheme="minorHAnsi" w:hAnsiTheme="minorHAnsi" w:cstheme="minorHAnsi"/>
          <w:szCs w:val="24"/>
        </w:rPr>
        <w:t>W przypadku wystąpienia przesłanek uniemożliwiających prowadzenie zajęć w formie stacjonarnej, w związku z ograniczeniem pracy szkoły z powodu zagrożenia epidemiologicznego (COVID-19), Zamawiający dopuszcza możliwość prowadzenie zajęć w formie zdalnej.</w:t>
      </w:r>
    </w:p>
    <w:p w14:paraId="19806982" w14:textId="77777777" w:rsidR="003C0308" w:rsidRDefault="003C0308" w:rsidP="002468F5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5D6110C2" w14:textId="48AC6A8C" w:rsidR="00DB0E3C" w:rsidRPr="002468F5" w:rsidRDefault="00DB0E3C" w:rsidP="002468F5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  <w:r w:rsidRPr="002468F5">
        <w:rPr>
          <w:rFonts w:asciiTheme="minorHAnsi" w:hAnsiTheme="minorHAnsi" w:cstheme="minorHAnsi"/>
          <w:b/>
          <w:szCs w:val="24"/>
          <w:u w:val="single"/>
        </w:rPr>
        <w:t xml:space="preserve">Część nr </w:t>
      </w:r>
      <w:r w:rsidR="003C0308">
        <w:rPr>
          <w:rFonts w:asciiTheme="minorHAnsi" w:hAnsiTheme="minorHAnsi" w:cstheme="minorHAnsi"/>
          <w:b/>
          <w:szCs w:val="24"/>
          <w:u w:val="single"/>
        </w:rPr>
        <w:t>4</w:t>
      </w:r>
      <w:r w:rsidRPr="002468F5">
        <w:rPr>
          <w:rFonts w:asciiTheme="minorHAnsi" w:hAnsiTheme="minorHAnsi" w:cstheme="minorHAnsi"/>
          <w:b/>
          <w:szCs w:val="24"/>
          <w:u w:val="single"/>
        </w:rPr>
        <w:t>. Zajęcia pozalekcyjne z informatyki – szkoła podstawowa</w:t>
      </w:r>
    </w:p>
    <w:p w14:paraId="6FCCDD0F" w14:textId="0499605B" w:rsidR="00847E72" w:rsidRDefault="00847E72" w:rsidP="002468F5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468F5">
        <w:rPr>
          <w:rFonts w:asciiTheme="minorHAnsi" w:hAnsiTheme="minorHAnsi" w:cstheme="minorHAnsi"/>
          <w:szCs w:val="24"/>
        </w:rPr>
        <w:t xml:space="preserve">Przedmiotem zamówienia jest usługa polegająca na </w:t>
      </w:r>
      <w:r w:rsidRPr="002468F5">
        <w:rPr>
          <w:rFonts w:asciiTheme="minorHAnsi" w:hAnsiTheme="minorHAnsi" w:cstheme="minorHAnsi"/>
          <w:b/>
          <w:szCs w:val="24"/>
        </w:rPr>
        <w:t>„Opracowaniu autorskiego programu nauczania i przeprowadzeniu w roku szkolnym 202</w:t>
      </w:r>
      <w:r w:rsidR="003C0308">
        <w:rPr>
          <w:rFonts w:asciiTheme="minorHAnsi" w:hAnsiTheme="minorHAnsi" w:cstheme="minorHAnsi"/>
          <w:b/>
          <w:szCs w:val="24"/>
        </w:rPr>
        <w:t>2</w:t>
      </w:r>
      <w:r w:rsidRPr="002468F5">
        <w:rPr>
          <w:rFonts w:asciiTheme="minorHAnsi" w:hAnsiTheme="minorHAnsi" w:cstheme="minorHAnsi"/>
          <w:b/>
          <w:szCs w:val="24"/>
        </w:rPr>
        <w:t>/202</w:t>
      </w:r>
      <w:r w:rsidR="003C0308">
        <w:rPr>
          <w:rFonts w:asciiTheme="minorHAnsi" w:hAnsiTheme="minorHAnsi" w:cstheme="minorHAnsi"/>
          <w:b/>
          <w:szCs w:val="24"/>
        </w:rPr>
        <w:t>3</w:t>
      </w:r>
      <w:r w:rsidRPr="002468F5">
        <w:rPr>
          <w:rFonts w:asciiTheme="minorHAnsi" w:hAnsiTheme="minorHAnsi" w:cstheme="minorHAnsi"/>
          <w:b/>
          <w:szCs w:val="24"/>
        </w:rPr>
        <w:t xml:space="preserve"> cyklu 47 godzin zajęć pozalekcyjnych dla uczniów szczególnie uzdolnionych w ramach projektu „Zdolni z Pomorza – powiat chojnicki”, zajęcia pozalekcyjne z informatyki, etap edukacyjny</w:t>
      </w:r>
      <w:r w:rsidRPr="002468F5">
        <w:rPr>
          <w:rFonts w:asciiTheme="minorHAnsi" w:hAnsiTheme="minorHAnsi" w:cstheme="minorHAnsi"/>
          <w:b/>
          <w:szCs w:val="24"/>
        </w:rPr>
        <w:br/>
        <w:t>– szkoła podstawowa</w:t>
      </w:r>
      <w:r w:rsidRPr="002468F5">
        <w:rPr>
          <w:rFonts w:asciiTheme="minorHAnsi" w:hAnsiTheme="minorHAnsi" w:cstheme="minorHAnsi"/>
          <w:szCs w:val="24"/>
        </w:rPr>
        <w:t>”</w:t>
      </w:r>
      <w:r w:rsidR="007C40D6">
        <w:rPr>
          <w:rFonts w:asciiTheme="minorHAnsi" w:hAnsiTheme="minorHAnsi" w:cstheme="minorHAnsi"/>
          <w:szCs w:val="24"/>
        </w:rPr>
        <w:t>.</w:t>
      </w:r>
    </w:p>
    <w:p w14:paraId="21496896" w14:textId="21BBEC12" w:rsidR="007C40D6" w:rsidRPr="001819D0" w:rsidRDefault="007C40D6" w:rsidP="007C40D6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b/>
          <w:bCs/>
          <w:color w:val="FF0000"/>
          <w:szCs w:val="24"/>
        </w:rPr>
      </w:pPr>
      <w:r w:rsidRPr="001819D0">
        <w:rPr>
          <w:rFonts w:asciiTheme="minorHAnsi" w:hAnsiTheme="minorHAnsi" w:cstheme="minorHAnsi"/>
          <w:b/>
          <w:bCs/>
          <w:color w:val="FF0000"/>
          <w:szCs w:val="24"/>
        </w:rPr>
        <w:t xml:space="preserve">Przedmiot zamówienia szczegółowo został określony w Opisie Przedmiotu Zamówienia stanowiącym załącznik nr </w:t>
      </w:r>
      <w:r w:rsidR="001819D0" w:rsidRPr="001819D0">
        <w:rPr>
          <w:rFonts w:asciiTheme="minorHAnsi" w:hAnsiTheme="minorHAnsi" w:cstheme="minorHAnsi"/>
          <w:b/>
          <w:bCs/>
          <w:color w:val="FF0000"/>
          <w:szCs w:val="24"/>
        </w:rPr>
        <w:t>9</w:t>
      </w:r>
      <w:r w:rsidRPr="001819D0">
        <w:rPr>
          <w:rFonts w:asciiTheme="minorHAnsi" w:hAnsiTheme="minorHAnsi" w:cstheme="minorHAnsi"/>
          <w:b/>
          <w:bCs/>
          <w:color w:val="FF0000"/>
          <w:szCs w:val="24"/>
        </w:rPr>
        <w:t xml:space="preserve"> do SWZ.</w:t>
      </w:r>
    </w:p>
    <w:p w14:paraId="183DF7C5" w14:textId="77777777" w:rsidR="00847E72" w:rsidRPr="002468F5" w:rsidRDefault="00847E72" w:rsidP="002468F5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468F5">
        <w:rPr>
          <w:rFonts w:asciiTheme="minorHAnsi" w:hAnsiTheme="minorHAnsi" w:cstheme="minorHAnsi"/>
          <w:szCs w:val="24"/>
        </w:rPr>
        <w:t>Przedmiot zamówienia realizowany jest w związku z projektem pn. „Zdolni z Pomorza – powiat chojnicki”, realizowanego w ramach Regionalnego Programu Operacyjnego Województwa Pomorskiego na lata 2014 – 2020, Osi Priorytetowej 3. Edukacja, Działania 3.2. Edukacja ogólna, Poddziałania 3.2.2 Wsparcie ucznia szczególnie uzdolnionego współfinansowanego z Europejskiego Funduszu Społecznego.</w:t>
      </w:r>
    </w:p>
    <w:p w14:paraId="1C56F9AA" w14:textId="3E327EE6" w:rsidR="00847E72" w:rsidRPr="002468F5" w:rsidRDefault="00847E72" w:rsidP="002468F5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468F5">
        <w:rPr>
          <w:rFonts w:asciiTheme="minorHAnsi" w:hAnsiTheme="minorHAnsi" w:cstheme="minorHAnsi"/>
          <w:szCs w:val="24"/>
        </w:rPr>
        <w:t xml:space="preserve">Zajęcia pozalekcyjne mają zostać przeprowadzone </w:t>
      </w:r>
      <w:r w:rsidR="001478AB" w:rsidRPr="009E065B">
        <w:rPr>
          <w:rFonts w:asciiTheme="minorHAnsi" w:hAnsiTheme="minorHAnsi" w:cstheme="minorHAnsi"/>
          <w:b/>
          <w:color w:val="FF0000"/>
        </w:rPr>
        <w:t>w terminie do dnia 30.06.202</w:t>
      </w:r>
      <w:r w:rsidR="00291FCA">
        <w:rPr>
          <w:rFonts w:asciiTheme="minorHAnsi" w:hAnsiTheme="minorHAnsi" w:cstheme="minorHAnsi"/>
          <w:b/>
          <w:color w:val="FF0000"/>
        </w:rPr>
        <w:t>3</w:t>
      </w:r>
      <w:r w:rsidR="001478AB" w:rsidRPr="009E065B">
        <w:rPr>
          <w:rFonts w:asciiTheme="minorHAnsi" w:hAnsiTheme="minorHAnsi" w:cstheme="minorHAnsi"/>
          <w:b/>
          <w:color w:val="FF0000"/>
        </w:rPr>
        <w:t xml:space="preserve"> r.</w:t>
      </w:r>
      <w:r w:rsidR="001478AB">
        <w:rPr>
          <w:rFonts w:asciiTheme="minorHAnsi" w:hAnsiTheme="minorHAnsi" w:cstheme="minorHAnsi"/>
          <w:b/>
          <w:color w:val="FF0000"/>
        </w:rPr>
        <w:br/>
      </w:r>
      <w:r w:rsidRPr="002468F5">
        <w:rPr>
          <w:rFonts w:asciiTheme="minorHAnsi" w:hAnsiTheme="minorHAnsi" w:cstheme="minorHAnsi"/>
          <w:szCs w:val="24"/>
        </w:rPr>
        <w:t>– przy czym godzina zajęć pozalekcyjnych trwa 45 minut</w:t>
      </w:r>
    </w:p>
    <w:p w14:paraId="4FB4B1F8" w14:textId="77777777" w:rsidR="00847E72" w:rsidRPr="002468F5" w:rsidRDefault="00847E72" w:rsidP="002468F5">
      <w:pPr>
        <w:pStyle w:val="Bezodstpw"/>
        <w:numPr>
          <w:ilvl w:val="0"/>
          <w:numId w:val="19"/>
        </w:numPr>
        <w:spacing w:line="276" w:lineRule="auto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 xml:space="preserve">Usługa będzie obejmowała m.in.: </w:t>
      </w:r>
    </w:p>
    <w:p w14:paraId="621C4E4F" w14:textId="77777777" w:rsidR="00847E72" w:rsidRPr="002468F5" w:rsidRDefault="00847E72" w:rsidP="002468F5">
      <w:pPr>
        <w:pStyle w:val="Bezodstpw"/>
        <w:numPr>
          <w:ilvl w:val="0"/>
          <w:numId w:val="33"/>
        </w:numPr>
        <w:spacing w:line="276" w:lineRule="auto"/>
        <w:jc w:val="both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>opracowanie autorskiego programu nauczania (ściśle dostosowanego do potrzeb i możliwości uczniów, uwzględniającego zagadnienia i zadania pojawiające się  na konkursach przedmiotowych i olimpiadach)</w:t>
      </w:r>
    </w:p>
    <w:p w14:paraId="72F51705" w14:textId="77777777" w:rsidR="00847E72" w:rsidRPr="002468F5" w:rsidRDefault="00847E72" w:rsidP="002468F5">
      <w:pPr>
        <w:pStyle w:val="Bezodstpw"/>
        <w:numPr>
          <w:ilvl w:val="0"/>
          <w:numId w:val="33"/>
        </w:numPr>
        <w:spacing w:line="276" w:lineRule="auto"/>
        <w:jc w:val="both"/>
        <w:rPr>
          <w:rFonts w:asciiTheme="minorHAnsi" w:eastAsia="Calibri" w:hAnsiTheme="minorHAnsi" w:cstheme="minorHAnsi"/>
          <w:b/>
        </w:rPr>
      </w:pPr>
      <w:r w:rsidRPr="002468F5">
        <w:rPr>
          <w:rFonts w:asciiTheme="minorHAnsi" w:eastAsia="Calibri" w:hAnsiTheme="minorHAnsi" w:cstheme="minorHAnsi"/>
        </w:rPr>
        <w:t xml:space="preserve">przeprowadzenie </w:t>
      </w:r>
      <w:r w:rsidRPr="002468F5">
        <w:rPr>
          <w:rFonts w:asciiTheme="minorHAnsi" w:eastAsia="Calibri" w:hAnsiTheme="minorHAnsi" w:cstheme="minorHAnsi"/>
          <w:b/>
        </w:rPr>
        <w:t>47 godzin zajęć pozalekcyjnych z informatyki</w:t>
      </w:r>
    </w:p>
    <w:p w14:paraId="3F81115A" w14:textId="77777777" w:rsidR="00847E72" w:rsidRPr="002468F5" w:rsidRDefault="00847E72" w:rsidP="002468F5">
      <w:pPr>
        <w:pStyle w:val="Bezodstpw"/>
        <w:numPr>
          <w:ilvl w:val="0"/>
          <w:numId w:val="33"/>
        </w:numPr>
        <w:spacing w:line="276" w:lineRule="auto"/>
        <w:jc w:val="both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>opracowanie harmonogramu zajęć,</w:t>
      </w:r>
    </w:p>
    <w:p w14:paraId="55839152" w14:textId="77777777" w:rsidR="00847E72" w:rsidRPr="002468F5" w:rsidRDefault="00847E72" w:rsidP="002468F5">
      <w:pPr>
        <w:pStyle w:val="Bezodstpw"/>
        <w:numPr>
          <w:ilvl w:val="0"/>
          <w:numId w:val="33"/>
        </w:numPr>
        <w:spacing w:line="276" w:lineRule="auto"/>
        <w:jc w:val="both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>przeprowadzenie diagnozy stopnia opanowania przez uczniów kompetencji kluczowych – na początku i pod koniec realizacji autorskiego planu nauczania (tzw. diagnoza na wejściu i na wyjściu), a także porównaniu wyników tych dwóch badań,</w:t>
      </w:r>
    </w:p>
    <w:p w14:paraId="336AD8A6" w14:textId="77777777" w:rsidR="00847E72" w:rsidRPr="002468F5" w:rsidRDefault="00847E72" w:rsidP="002468F5">
      <w:pPr>
        <w:pStyle w:val="Bezodstpw"/>
        <w:numPr>
          <w:ilvl w:val="0"/>
          <w:numId w:val="33"/>
        </w:numPr>
        <w:spacing w:line="276" w:lineRule="auto"/>
        <w:jc w:val="both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>monitorowanie udziału uczestników w zajęciach,</w:t>
      </w:r>
    </w:p>
    <w:p w14:paraId="25061453" w14:textId="77777777" w:rsidR="00847E72" w:rsidRPr="002468F5" w:rsidRDefault="00847E72" w:rsidP="002468F5">
      <w:pPr>
        <w:pStyle w:val="Bezodstpw"/>
        <w:numPr>
          <w:ilvl w:val="0"/>
          <w:numId w:val="33"/>
        </w:numPr>
        <w:spacing w:line="276" w:lineRule="auto"/>
        <w:jc w:val="both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>rzetelne sporządzanie i prowadzenie dokumentacji zajęć (m.in.: dziennika zajęć),</w:t>
      </w:r>
    </w:p>
    <w:p w14:paraId="75467A95" w14:textId="77777777" w:rsidR="00847E72" w:rsidRPr="002468F5" w:rsidRDefault="00847E72" w:rsidP="002468F5">
      <w:pPr>
        <w:pStyle w:val="Bezodstpw"/>
        <w:numPr>
          <w:ilvl w:val="0"/>
          <w:numId w:val="33"/>
        </w:numPr>
        <w:spacing w:line="276" w:lineRule="auto"/>
        <w:jc w:val="both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>zapewnienie bezpieczeństwa uczniów w czasie zajęć,</w:t>
      </w:r>
    </w:p>
    <w:p w14:paraId="2BD99C71" w14:textId="77777777" w:rsidR="00847E72" w:rsidRPr="002468F5" w:rsidRDefault="00847E72" w:rsidP="002468F5">
      <w:pPr>
        <w:pStyle w:val="Bezodstpw"/>
        <w:numPr>
          <w:ilvl w:val="0"/>
          <w:numId w:val="33"/>
        </w:numPr>
        <w:spacing w:line="276" w:lineRule="auto"/>
        <w:jc w:val="both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>uczestnictwo w zebraniach z rodzicami uczniów uczestniczących w zajęciach, przy czym w jednym semestrze roku szkolnego mogą odbyć się maksymalnie dwa takie spotkania dla każdej grupy uczniów trwające maksymalnie 45 minut każde,</w:t>
      </w:r>
    </w:p>
    <w:p w14:paraId="56536DB2" w14:textId="77777777" w:rsidR="00847E72" w:rsidRPr="002468F5" w:rsidRDefault="00847E72" w:rsidP="002468F5">
      <w:pPr>
        <w:pStyle w:val="Bezodstpw"/>
        <w:numPr>
          <w:ilvl w:val="0"/>
          <w:numId w:val="33"/>
        </w:numPr>
        <w:spacing w:line="276" w:lineRule="auto"/>
        <w:rPr>
          <w:rFonts w:asciiTheme="minorHAnsi" w:eastAsia="Calibri" w:hAnsiTheme="minorHAnsi" w:cstheme="minorHAnsi"/>
          <w:lang w:eastAsia="en-US"/>
        </w:rPr>
      </w:pPr>
      <w:r w:rsidRPr="002468F5">
        <w:rPr>
          <w:rFonts w:asciiTheme="minorHAnsi" w:eastAsia="Calibri" w:hAnsiTheme="minorHAnsi" w:cstheme="minorHAnsi"/>
          <w:lang w:eastAsia="en-US"/>
        </w:rPr>
        <w:t xml:space="preserve">współpracę z opiekunem pedagogiczno-metodycznym </w:t>
      </w:r>
      <w:r w:rsidRPr="002468F5">
        <w:rPr>
          <w:rFonts w:asciiTheme="minorHAnsi" w:eastAsia="Calibri" w:hAnsiTheme="minorHAnsi" w:cstheme="minorHAnsi"/>
          <w:bCs/>
          <w:lang w:eastAsia="en-US"/>
        </w:rPr>
        <w:t>Lokalnego Centrum Nauczania Kreatywnego (m.in. w zakresie organizowanych w ramach projektu form wsparcia)</w:t>
      </w:r>
      <w:r w:rsidRPr="002468F5"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Pr="002468F5">
        <w:rPr>
          <w:rFonts w:asciiTheme="minorHAnsi" w:eastAsia="Calibri" w:hAnsiTheme="minorHAnsi" w:cstheme="minorHAnsi"/>
          <w:lang w:eastAsia="en-US"/>
        </w:rPr>
        <w:t>oraz psychologiem</w:t>
      </w:r>
      <w:r w:rsidRPr="002468F5"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Pr="002468F5">
        <w:rPr>
          <w:rFonts w:asciiTheme="minorHAnsi" w:eastAsia="Calibri" w:hAnsiTheme="minorHAnsi" w:cstheme="minorHAnsi"/>
          <w:bCs/>
          <w:lang w:eastAsia="en-US"/>
        </w:rPr>
        <w:t>Lokalnego Centrum Nauczania Kreatywnego</w:t>
      </w:r>
      <w:r w:rsidRPr="002468F5"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Pr="002468F5">
        <w:rPr>
          <w:rFonts w:asciiTheme="minorHAnsi" w:eastAsia="Calibri" w:hAnsiTheme="minorHAnsi" w:cstheme="minorHAnsi"/>
          <w:lang w:eastAsia="en-US"/>
        </w:rPr>
        <w:t>(w tym zwłaszcza do uzyskania od psychologa informacji na temat potrzeb rozwojowych uczniów),</w:t>
      </w:r>
    </w:p>
    <w:p w14:paraId="59A42CEA" w14:textId="77777777" w:rsidR="00847E72" w:rsidRPr="002468F5" w:rsidRDefault="00847E72" w:rsidP="002468F5">
      <w:pPr>
        <w:pStyle w:val="Bezodstpw"/>
        <w:numPr>
          <w:ilvl w:val="0"/>
          <w:numId w:val="33"/>
        </w:numPr>
        <w:spacing w:line="276" w:lineRule="auto"/>
        <w:rPr>
          <w:rFonts w:asciiTheme="minorHAnsi" w:eastAsia="Calibri" w:hAnsiTheme="minorHAnsi" w:cstheme="minorHAnsi"/>
          <w:lang w:eastAsia="en-US"/>
        </w:rPr>
      </w:pPr>
      <w:r w:rsidRPr="002468F5">
        <w:rPr>
          <w:rFonts w:asciiTheme="minorHAnsi" w:eastAsia="Calibri" w:hAnsiTheme="minorHAnsi" w:cstheme="minorHAnsi"/>
          <w:lang w:eastAsia="en-US"/>
        </w:rPr>
        <w:t xml:space="preserve">współpracę z Zamawiającym. </w:t>
      </w:r>
    </w:p>
    <w:p w14:paraId="0A5BF264" w14:textId="77777777" w:rsidR="00847E72" w:rsidRPr="002468F5" w:rsidRDefault="00847E72" w:rsidP="002468F5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468F5">
        <w:rPr>
          <w:rFonts w:asciiTheme="minorHAnsi" w:hAnsiTheme="minorHAnsi" w:cstheme="minorHAnsi"/>
          <w:szCs w:val="24"/>
        </w:rPr>
        <w:t>Zajęcia odbywać się będą w LCNK w Chojnicach, mieszczącym się w II Liceum Ogólnokształcącym im. gen. Władysława Andersa w Chojnicach, ul. Świętopełka 1,</w:t>
      </w:r>
      <w:r w:rsidRPr="002468F5">
        <w:rPr>
          <w:rFonts w:asciiTheme="minorHAnsi" w:hAnsiTheme="minorHAnsi" w:cstheme="minorHAnsi"/>
          <w:szCs w:val="24"/>
        </w:rPr>
        <w:br/>
        <w:t>89-600 Chojnice.</w:t>
      </w:r>
    </w:p>
    <w:p w14:paraId="046E9097" w14:textId="3C39C89A" w:rsidR="00847E72" w:rsidRPr="002468F5" w:rsidRDefault="00847E72" w:rsidP="002468F5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468F5">
        <w:rPr>
          <w:rFonts w:asciiTheme="minorHAnsi" w:hAnsiTheme="minorHAnsi" w:cstheme="minorHAnsi"/>
          <w:color w:val="000000"/>
          <w:szCs w:val="24"/>
          <w:lang w:eastAsia="en-US"/>
        </w:rPr>
        <w:t xml:space="preserve">Zajęcia mają być prowadzone </w:t>
      </w:r>
      <w:r w:rsidRPr="002468F5">
        <w:rPr>
          <w:rFonts w:asciiTheme="minorHAnsi" w:hAnsiTheme="minorHAnsi" w:cstheme="minorHAnsi"/>
          <w:szCs w:val="24"/>
          <w:lang w:eastAsia="en-US"/>
        </w:rPr>
        <w:t>w dni robocze w godzinach od 14:00</w:t>
      </w:r>
      <w:r w:rsidRPr="002468F5">
        <w:rPr>
          <w:rFonts w:asciiTheme="minorHAnsi" w:hAnsiTheme="minorHAnsi" w:cstheme="minorHAnsi"/>
          <w:szCs w:val="24"/>
          <w:lang w:eastAsia="en-US"/>
        </w:rPr>
        <w:br/>
        <w:t>do 1</w:t>
      </w:r>
      <w:r w:rsidR="008978DE">
        <w:rPr>
          <w:rFonts w:asciiTheme="minorHAnsi" w:hAnsiTheme="minorHAnsi" w:cstheme="minorHAnsi"/>
          <w:szCs w:val="24"/>
          <w:lang w:eastAsia="en-US"/>
        </w:rPr>
        <w:t>9</w:t>
      </w:r>
      <w:r w:rsidRPr="002468F5">
        <w:rPr>
          <w:rFonts w:asciiTheme="minorHAnsi" w:hAnsiTheme="minorHAnsi" w:cstheme="minorHAnsi"/>
          <w:szCs w:val="24"/>
          <w:lang w:eastAsia="en-US"/>
        </w:rPr>
        <w:t>:00 oraz w soboty w godzinach od 8:00 do 1</w:t>
      </w:r>
      <w:r w:rsidR="008978DE">
        <w:rPr>
          <w:rFonts w:asciiTheme="minorHAnsi" w:hAnsiTheme="minorHAnsi" w:cstheme="minorHAnsi"/>
          <w:szCs w:val="24"/>
          <w:lang w:eastAsia="en-US"/>
        </w:rPr>
        <w:t>5</w:t>
      </w:r>
      <w:r w:rsidRPr="002468F5">
        <w:rPr>
          <w:rFonts w:asciiTheme="minorHAnsi" w:hAnsiTheme="minorHAnsi" w:cstheme="minorHAnsi"/>
          <w:szCs w:val="24"/>
          <w:lang w:eastAsia="en-US"/>
        </w:rPr>
        <w:t>:00</w:t>
      </w:r>
    </w:p>
    <w:p w14:paraId="20ADB56B" w14:textId="77777777" w:rsidR="00847E72" w:rsidRPr="002468F5" w:rsidRDefault="00847E72" w:rsidP="002468F5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468F5">
        <w:rPr>
          <w:rFonts w:asciiTheme="minorHAnsi" w:hAnsiTheme="minorHAnsi" w:cstheme="minorHAnsi"/>
          <w:szCs w:val="24"/>
        </w:rPr>
        <w:t>W przypadku wystąpienia przesłanek uniemożliwiających prowadzenie zajęć w formie stacjonarnej, w związku z ograniczeniem pracy szkoły z powodu zagrożenia epidemiologicznego (COVID-19), Zamawiający dopuszcza możliwość prowadzenie zajęć w formie zdalnej.</w:t>
      </w:r>
    </w:p>
    <w:p w14:paraId="43158511" w14:textId="77777777" w:rsidR="00847E72" w:rsidRPr="002468F5" w:rsidRDefault="00847E72" w:rsidP="002468F5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szCs w:val="24"/>
        </w:rPr>
      </w:pPr>
    </w:p>
    <w:p w14:paraId="2B9EA3AF" w14:textId="0F79DD00" w:rsidR="00DB0E3C" w:rsidRPr="002468F5" w:rsidRDefault="00DB0E3C" w:rsidP="002468F5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  <w:r w:rsidRPr="002468F5">
        <w:rPr>
          <w:rFonts w:asciiTheme="minorHAnsi" w:hAnsiTheme="minorHAnsi" w:cstheme="minorHAnsi"/>
          <w:b/>
          <w:szCs w:val="24"/>
          <w:u w:val="single"/>
        </w:rPr>
        <w:t xml:space="preserve">Część nr </w:t>
      </w:r>
      <w:r w:rsidR="003C0308">
        <w:rPr>
          <w:rFonts w:asciiTheme="minorHAnsi" w:hAnsiTheme="minorHAnsi" w:cstheme="minorHAnsi"/>
          <w:b/>
          <w:szCs w:val="24"/>
          <w:u w:val="single"/>
        </w:rPr>
        <w:t>5</w:t>
      </w:r>
      <w:r w:rsidRPr="002468F5">
        <w:rPr>
          <w:rFonts w:asciiTheme="minorHAnsi" w:hAnsiTheme="minorHAnsi" w:cstheme="minorHAnsi"/>
          <w:b/>
          <w:szCs w:val="24"/>
          <w:u w:val="single"/>
        </w:rPr>
        <w:t>. Zajęcia pozalekcyjne z informatyki – szkoła ponadpodstawowa</w:t>
      </w:r>
    </w:p>
    <w:p w14:paraId="7FFA477D" w14:textId="4D4278DA" w:rsidR="00847E72" w:rsidRDefault="00847E72" w:rsidP="002468F5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468F5">
        <w:rPr>
          <w:rFonts w:asciiTheme="minorHAnsi" w:hAnsiTheme="minorHAnsi" w:cstheme="minorHAnsi"/>
          <w:szCs w:val="24"/>
        </w:rPr>
        <w:t xml:space="preserve">Przedmiotem zamówienia jest usługa polegająca na </w:t>
      </w:r>
      <w:r w:rsidRPr="002468F5">
        <w:rPr>
          <w:rFonts w:asciiTheme="minorHAnsi" w:hAnsiTheme="minorHAnsi" w:cstheme="minorHAnsi"/>
          <w:b/>
          <w:szCs w:val="24"/>
        </w:rPr>
        <w:t>„Opracowaniu autorskiego programu nauczania i przeprowadzeniu w roku szkolnym 202</w:t>
      </w:r>
      <w:r w:rsidR="003C0308">
        <w:rPr>
          <w:rFonts w:asciiTheme="minorHAnsi" w:hAnsiTheme="minorHAnsi" w:cstheme="minorHAnsi"/>
          <w:b/>
          <w:szCs w:val="24"/>
        </w:rPr>
        <w:t>2</w:t>
      </w:r>
      <w:r w:rsidRPr="002468F5">
        <w:rPr>
          <w:rFonts w:asciiTheme="minorHAnsi" w:hAnsiTheme="minorHAnsi" w:cstheme="minorHAnsi"/>
          <w:b/>
          <w:szCs w:val="24"/>
        </w:rPr>
        <w:t>/202</w:t>
      </w:r>
      <w:r w:rsidR="003C0308">
        <w:rPr>
          <w:rFonts w:asciiTheme="minorHAnsi" w:hAnsiTheme="minorHAnsi" w:cstheme="minorHAnsi"/>
          <w:b/>
          <w:szCs w:val="24"/>
        </w:rPr>
        <w:t>3</w:t>
      </w:r>
      <w:r w:rsidRPr="002468F5">
        <w:rPr>
          <w:rFonts w:asciiTheme="minorHAnsi" w:hAnsiTheme="minorHAnsi" w:cstheme="minorHAnsi"/>
          <w:b/>
          <w:szCs w:val="24"/>
        </w:rPr>
        <w:t xml:space="preserve"> cyklu 54 godzin zajęć pozalekcyjnych dla uczniów szczególnie uzdolnionych w ramach projektu „Zdolni z Pomorza – powiat chojnicki”, zajęcia pozalekcyjne z informatyki, etap edukacyjny</w:t>
      </w:r>
      <w:r w:rsidRPr="002468F5">
        <w:rPr>
          <w:rFonts w:asciiTheme="minorHAnsi" w:hAnsiTheme="minorHAnsi" w:cstheme="minorHAnsi"/>
          <w:b/>
          <w:szCs w:val="24"/>
        </w:rPr>
        <w:br/>
        <w:t>– szkoła ponadpodstawowa</w:t>
      </w:r>
      <w:r w:rsidRPr="002468F5">
        <w:rPr>
          <w:rFonts w:asciiTheme="minorHAnsi" w:hAnsiTheme="minorHAnsi" w:cstheme="minorHAnsi"/>
          <w:szCs w:val="24"/>
        </w:rPr>
        <w:t>”</w:t>
      </w:r>
    </w:p>
    <w:p w14:paraId="3F957B39" w14:textId="66E7477F" w:rsidR="007C40D6" w:rsidRPr="001819D0" w:rsidRDefault="007C40D6" w:rsidP="007C40D6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b/>
          <w:bCs/>
          <w:color w:val="FF0000"/>
          <w:szCs w:val="24"/>
        </w:rPr>
      </w:pPr>
      <w:r w:rsidRPr="001819D0">
        <w:rPr>
          <w:rFonts w:asciiTheme="minorHAnsi" w:hAnsiTheme="minorHAnsi" w:cstheme="minorHAnsi"/>
          <w:b/>
          <w:bCs/>
          <w:color w:val="FF0000"/>
          <w:szCs w:val="24"/>
        </w:rPr>
        <w:t xml:space="preserve">Przedmiot zamówienia szczegółowo został określony w Opisie Przedmiotu Zamówienia stanowiącym załącznik nr </w:t>
      </w:r>
      <w:r w:rsidR="001819D0" w:rsidRPr="001819D0">
        <w:rPr>
          <w:rFonts w:asciiTheme="minorHAnsi" w:hAnsiTheme="minorHAnsi" w:cstheme="minorHAnsi"/>
          <w:b/>
          <w:bCs/>
          <w:color w:val="FF0000"/>
          <w:szCs w:val="24"/>
        </w:rPr>
        <w:t xml:space="preserve">9 </w:t>
      </w:r>
      <w:r w:rsidRPr="001819D0">
        <w:rPr>
          <w:rFonts w:asciiTheme="minorHAnsi" w:hAnsiTheme="minorHAnsi" w:cstheme="minorHAnsi"/>
          <w:b/>
          <w:bCs/>
          <w:color w:val="FF0000"/>
          <w:szCs w:val="24"/>
        </w:rPr>
        <w:t xml:space="preserve"> do SWZ.</w:t>
      </w:r>
    </w:p>
    <w:p w14:paraId="64A51A70" w14:textId="77777777" w:rsidR="00847E72" w:rsidRPr="002468F5" w:rsidRDefault="00847E72" w:rsidP="002468F5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468F5">
        <w:rPr>
          <w:rFonts w:asciiTheme="minorHAnsi" w:hAnsiTheme="minorHAnsi" w:cstheme="minorHAnsi"/>
          <w:szCs w:val="24"/>
        </w:rPr>
        <w:t>Przedmiot zamówienia realizowany jest w związku z projektem pn. „Zdolni z Pomorza – powiat chojnicki”, realizowanego w ramach Regionalnego Programu Operacyjnego Województwa Pomorskiego na lata 2014 – 2020, Osi Priorytetowej 3. Edukacja, Działania 3.2. Edukacja ogólna, Poddziałania 3.2.2 Wsparcie ucznia szczególnie uzdolnionego współfinansowanego z Europejskiego Funduszu Społecznego.</w:t>
      </w:r>
    </w:p>
    <w:p w14:paraId="2CF427A2" w14:textId="1F4277C6" w:rsidR="00847E72" w:rsidRPr="002468F5" w:rsidRDefault="00847E72" w:rsidP="002468F5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468F5">
        <w:rPr>
          <w:rFonts w:asciiTheme="minorHAnsi" w:hAnsiTheme="minorHAnsi" w:cstheme="minorHAnsi"/>
          <w:szCs w:val="24"/>
        </w:rPr>
        <w:t xml:space="preserve">Zajęcia pozalekcyjne mają zostać przeprowadzone </w:t>
      </w:r>
      <w:r w:rsidR="001478AB" w:rsidRPr="009E065B">
        <w:rPr>
          <w:rFonts w:asciiTheme="minorHAnsi" w:hAnsiTheme="minorHAnsi" w:cstheme="minorHAnsi"/>
          <w:b/>
          <w:color w:val="FF0000"/>
        </w:rPr>
        <w:t>w terminie do dnia 30.06.202</w:t>
      </w:r>
      <w:r w:rsidR="00291FCA">
        <w:rPr>
          <w:rFonts w:asciiTheme="minorHAnsi" w:hAnsiTheme="minorHAnsi" w:cstheme="minorHAnsi"/>
          <w:b/>
          <w:color w:val="FF0000"/>
        </w:rPr>
        <w:t>3</w:t>
      </w:r>
      <w:r w:rsidR="001478AB" w:rsidRPr="009E065B">
        <w:rPr>
          <w:rFonts w:asciiTheme="minorHAnsi" w:hAnsiTheme="minorHAnsi" w:cstheme="minorHAnsi"/>
          <w:b/>
          <w:color w:val="FF0000"/>
        </w:rPr>
        <w:t xml:space="preserve"> r.</w:t>
      </w:r>
      <w:r w:rsidR="001478AB">
        <w:rPr>
          <w:rFonts w:asciiTheme="minorHAnsi" w:hAnsiTheme="minorHAnsi" w:cstheme="minorHAnsi"/>
          <w:b/>
          <w:color w:val="FF0000"/>
        </w:rPr>
        <w:br/>
      </w:r>
      <w:r w:rsidRPr="002468F5">
        <w:rPr>
          <w:rFonts w:asciiTheme="minorHAnsi" w:hAnsiTheme="minorHAnsi" w:cstheme="minorHAnsi"/>
          <w:szCs w:val="24"/>
        </w:rPr>
        <w:t>– przy czym godzina zajęć pozalekcyjnych trwa 45 minut</w:t>
      </w:r>
    </w:p>
    <w:p w14:paraId="2DA14FBD" w14:textId="77777777" w:rsidR="00847E72" w:rsidRPr="002468F5" w:rsidRDefault="00847E72" w:rsidP="002468F5">
      <w:pPr>
        <w:pStyle w:val="Bezodstpw"/>
        <w:numPr>
          <w:ilvl w:val="0"/>
          <w:numId w:val="20"/>
        </w:numPr>
        <w:spacing w:line="276" w:lineRule="auto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 xml:space="preserve">Usługa będzie obejmowała m.in.: </w:t>
      </w:r>
    </w:p>
    <w:p w14:paraId="207CCFFE" w14:textId="77777777" w:rsidR="00847E72" w:rsidRPr="002468F5" w:rsidRDefault="00847E72" w:rsidP="002468F5">
      <w:pPr>
        <w:pStyle w:val="Bezodstpw"/>
        <w:numPr>
          <w:ilvl w:val="0"/>
          <w:numId w:val="21"/>
        </w:numPr>
        <w:spacing w:line="276" w:lineRule="auto"/>
        <w:jc w:val="both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>opracowanie autorskiego programu nauczania (ściśle dostosowanego do potrzeb i możliwości uczniów, uwzględniającego zagadnienia i zadania pojawiające się  na konkursach przedmiotowych i olimpiadach)</w:t>
      </w:r>
    </w:p>
    <w:p w14:paraId="6F43FDF1" w14:textId="77777777" w:rsidR="00847E72" w:rsidRPr="002468F5" w:rsidRDefault="00847E72" w:rsidP="002468F5">
      <w:pPr>
        <w:pStyle w:val="Bezodstpw"/>
        <w:numPr>
          <w:ilvl w:val="0"/>
          <w:numId w:val="21"/>
        </w:numPr>
        <w:spacing w:line="276" w:lineRule="auto"/>
        <w:jc w:val="both"/>
        <w:rPr>
          <w:rFonts w:asciiTheme="minorHAnsi" w:eastAsia="Calibri" w:hAnsiTheme="minorHAnsi" w:cstheme="minorHAnsi"/>
          <w:b/>
        </w:rPr>
      </w:pPr>
      <w:r w:rsidRPr="002468F5">
        <w:rPr>
          <w:rFonts w:asciiTheme="minorHAnsi" w:eastAsia="Calibri" w:hAnsiTheme="minorHAnsi" w:cstheme="minorHAnsi"/>
        </w:rPr>
        <w:t xml:space="preserve">przeprowadzenie </w:t>
      </w:r>
      <w:r w:rsidRPr="002468F5">
        <w:rPr>
          <w:rFonts w:asciiTheme="minorHAnsi" w:eastAsia="Calibri" w:hAnsiTheme="minorHAnsi" w:cstheme="minorHAnsi"/>
          <w:b/>
        </w:rPr>
        <w:t>54 godzin zajęć pozalekcyjnych z informatyki</w:t>
      </w:r>
    </w:p>
    <w:p w14:paraId="1E71E902" w14:textId="77777777" w:rsidR="00847E72" w:rsidRPr="002468F5" w:rsidRDefault="00847E72" w:rsidP="002468F5">
      <w:pPr>
        <w:pStyle w:val="Bezodstpw"/>
        <w:numPr>
          <w:ilvl w:val="0"/>
          <w:numId w:val="21"/>
        </w:numPr>
        <w:spacing w:line="276" w:lineRule="auto"/>
        <w:jc w:val="both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>opracowanie harmonogramu zajęć,</w:t>
      </w:r>
    </w:p>
    <w:p w14:paraId="1304BF48" w14:textId="77777777" w:rsidR="00847E72" w:rsidRPr="002468F5" w:rsidRDefault="00847E72" w:rsidP="002468F5">
      <w:pPr>
        <w:pStyle w:val="Bezodstpw"/>
        <w:numPr>
          <w:ilvl w:val="0"/>
          <w:numId w:val="21"/>
        </w:numPr>
        <w:spacing w:line="276" w:lineRule="auto"/>
        <w:jc w:val="both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>przeprowadzenie diagnozy stopnia opanowania przez uczniów kompetencji kluczowych – na początku i pod koniec realizacji autorskiego planu nauczania (tzw. diagnoza na wejściu i na wyjściu), a także porównaniu wyników tych dwóch badań,</w:t>
      </w:r>
    </w:p>
    <w:p w14:paraId="382AE08F" w14:textId="77777777" w:rsidR="00847E72" w:rsidRPr="002468F5" w:rsidRDefault="00847E72" w:rsidP="002468F5">
      <w:pPr>
        <w:pStyle w:val="Bezodstpw"/>
        <w:numPr>
          <w:ilvl w:val="0"/>
          <w:numId w:val="21"/>
        </w:numPr>
        <w:spacing w:line="276" w:lineRule="auto"/>
        <w:jc w:val="both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>monitorowanie udziału uczestników w zajęciach,</w:t>
      </w:r>
    </w:p>
    <w:p w14:paraId="5FF598A7" w14:textId="77777777" w:rsidR="00847E72" w:rsidRPr="002468F5" w:rsidRDefault="00847E72" w:rsidP="002468F5">
      <w:pPr>
        <w:pStyle w:val="Bezodstpw"/>
        <w:numPr>
          <w:ilvl w:val="0"/>
          <w:numId w:val="21"/>
        </w:numPr>
        <w:spacing w:line="276" w:lineRule="auto"/>
        <w:jc w:val="both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>rzetelne sporządzanie i prowadzenie dokumentacji zajęć (m.in.: dziennika zajęć),</w:t>
      </w:r>
    </w:p>
    <w:p w14:paraId="6BEE1C2D" w14:textId="77777777" w:rsidR="00847E72" w:rsidRPr="002468F5" w:rsidRDefault="00847E72" w:rsidP="002468F5">
      <w:pPr>
        <w:pStyle w:val="Bezodstpw"/>
        <w:numPr>
          <w:ilvl w:val="0"/>
          <w:numId w:val="21"/>
        </w:numPr>
        <w:spacing w:line="276" w:lineRule="auto"/>
        <w:jc w:val="both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>zapewnienie bezpieczeństwa uczniów w czasie zajęć,</w:t>
      </w:r>
    </w:p>
    <w:p w14:paraId="28BBDE90" w14:textId="77777777" w:rsidR="00847E72" w:rsidRPr="002468F5" w:rsidRDefault="00847E72" w:rsidP="002468F5">
      <w:pPr>
        <w:pStyle w:val="Bezodstpw"/>
        <w:numPr>
          <w:ilvl w:val="0"/>
          <w:numId w:val="21"/>
        </w:numPr>
        <w:spacing w:line="276" w:lineRule="auto"/>
        <w:jc w:val="both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>uczestnictwo w zebraniach z rodzicami uczniów uczestniczących w zajęciach, przy czym w jednym semestrze roku szkolnego mogą odbyć się maksymalnie dwa takie spotkania dla każdej grupy uczniów trwające maksymalnie 45 minut każde,</w:t>
      </w:r>
    </w:p>
    <w:p w14:paraId="4A5609A9" w14:textId="77777777" w:rsidR="00847E72" w:rsidRPr="002468F5" w:rsidRDefault="00847E72" w:rsidP="002468F5">
      <w:pPr>
        <w:pStyle w:val="Bezodstpw"/>
        <w:numPr>
          <w:ilvl w:val="0"/>
          <w:numId w:val="21"/>
        </w:numPr>
        <w:spacing w:line="276" w:lineRule="auto"/>
        <w:rPr>
          <w:rFonts w:asciiTheme="minorHAnsi" w:eastAsia="Calibri" w:hAnsiTheme="minorHAnsi" w:cstheme="minorHAnsi"/>
          <w:lang w:eastAsia="en-US"/>
        </w:rPr>
      </w:pPr>
      <w:r w:rsidRPr="002468F5">
        <w:rPr>
          <w:rFonts w:asciiTheme="minorHAnsi" w:eastAsia="Calibri" w:hAnsiTheme="minorHAnsi" w:cstheme="minorHAnsi"/>
          <w:lang w:eastAsia="en-US"/>
        </w:rPr>
        <w:t xml:space="preserve">współpracę z opiekunem pedagogiczno-metodycznym </w:t>
      </w:r>
      <w:r w:rsidRPr="002468F5">
        <w:rPr>
          <w:rFonts w:asciiTheme="minorHAnsi" w:eastAsia="Calibri" w:hAnsiTheme="minorHAnsi" w:cstheme="minorHAnsi"/>
          <w:bCs/>
          <w:lang w:eastAsia="en-US"/>
        </w:rPr>
        <w:t>Lokalnego Centrum Nauczania Kreatywnego (m.in. w zakresie organizowanych w ramach projektu form wsparcia)</w:t>
      </w:r>
      <w:r w:rsidRPr="002468F5"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Pr="002468F5">
        <w:rPr>
          <w:rFonts w:asciiTheme="minorHAnsi" w:eastAsia="Calibri" w:hAnsiTheme="minorHAnsi" w:cstheme="minorHAnsi"/>
          <w:lang w:eastAsia="en-US"/>
        </w:rPr>
        <w:t>oraz psychologiem</w:t>
      </w:r>
      <w:r w:rsidRPr="002468F5"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Pr="002468F5">
        <w:rPr>
          <w:rFonts w:asciiTheme="minorHAnsi" w:eastAsia="Calibri" w:hAnsiTheme="minorHAnsi" w:cstheme="minorHAnsi"/>
          <w:bCs/>
          <w:lang w:eastAsia="en-US"/>
        </w:rPr>
        <w:t>Lokalnego Centrum Nauczania Kreatywnego</w:t>
      </w:r>
      <w:r w:rsidRPr="002468F5"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Pr="002468F5">
        <w:rPr>
          <w:rFonts w:asciiTheme="minorHAnsi" w:eastAsia="Calibri" w:hAnsiTheme="minorHAnsi" w:cstheme="minorHAnsi"/>
          <w:lang w:eastAsia="en-US"/>
        </w:rPr>
        <w:t>(w tym zwłaszcza do uzyskania od psychologa informacji na temat potrzeb rozwojowych uczniów),</w:t>
      </w:r>
    </w:p>
    <w:p w14:paraId="61BD7FF2" w14:textId="77777777" w:rsidR="00847E72" w:rsidRPr="002468F5" w:rsidRDefault="00847E72" w:rsidP="002468F5">
      <w:pPr>
        <w:pStyle w:val="Bezodstpw"/>
        <w:numPr>
          <w:ilvl w:val="0"/>
          <w:numId w:val="21"/>
        </w:numPr>
        <w:spacing w:line="276" w:lineRule="auto"/>
        <w:rPr>
          <w:rFonts w:asciiTheme="minorHAnsi" w:eastAsia="Calibri" w:hAnsiTheme="minorHAnsi" w:cstheme="minorHAnsi"/>
          <w:lang w:eastAsia="en-US"/>
        </w:rPr>
      </w:pPr>
      <w:r w:rsidRPr="002468F5">
        <w:rPr>
          <w:rFonts w:asciiTheme="minorHAnsi" w:eastAsia="Calibri" w:hAnsiTheme="minorHAnsi" w:cstheme="minorHAnsi"/>
          <w:lang w:eastAsia="en-US"/>
        </w:rPr>
        <w:t xml:space="preserve">współpracę z Zamawiającym. </w:t>
      </w:r>
    </w:p>
    <w:p w14:paraId="3DE241CD" w14:textId="77777777" w:rsidR="00847E72" w:rsidRPr="002468F5" w:rsidRDefault="00847E72" w:rsidP="002468F5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468F5">
        <w:rPr>
          <w:rFonts w:asciiTheme="minorHAnsi" w:hAnsiTheme="minorHAnsi" w:cstheme="minorHAnsi"/>
          <w:szCs w:val="24"/>
        </w:rPr>
        <w:t>Zajęcia odbywać się będą w LCNK w Chojnicach, mieszczącym się w II Liceum Ogólnokształcącym im. gen. Władysława Andersa w Chojnicach, ul. Świętopełka 1,</w:t>
      </w:r>
      <w:r w:rsidRPr="002468F5">
        <w:rPr>
          <w:rFonts w:asciiTheme="minorHAnsi" w:hAnsiTheme="minorHAnsi" w:cstheme="minorHAnsi"/>
          <w:szCs w:val="24"/>
        </w:rPr>
        <w:br/>
        <w:t>89-600 Chojnice.</w:t>
      </w:r>
    </w:p>
    <w:p w14:paraId="2C033BFA" w14:textId="1749AD66" w:rsidR="00847E72" w:rsidRPr="002468F5" w:rsidRDefault="00847E72" w:rsidP="002468F5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468F5">
        <w:rPr>
          <w:rFonts w:asciiTheme="minorHAnsi" w:hAnsiTheme="minorHAnsi" w:cstheme="minorHAnsi"/>
          <w:color w:val="000000"/>
          <w:szCs w:val="24"/>
          <w:lang w:eastAsia="en-US"/>
        </w:rPr>
        <w:t xml:space="preserve">Zajęcia mają być prowadzone </w:t>
      </w:r>
      <w:r w:rsidRPr="002468F5">
        <w:rPr>
          <w:rFonts w:asciiTheme="minorHAnsi" w:hAnsiTheme="minorHAnsi" w:cstheme="minorHAnsi"/>
          <w:szCs w:val="24"/>
          <w:lang w:eastAsia="en-US"/>
        </w:rPr>
        <w:t>w dni robocze w godzinach od 14:00</w:t>
      </w:r>
      <w:r w:rsidRPr="002468F5">
        <w:rPr>
          <w:rFonts w:asciiTheme="minorHAnsi" w:hAnsiTheme="minorHAnsi" w:cstheme="minorHAnsi"/>
          <w:szCs w:val="24"/>
          <w:lang w:eastAsia="en-US"/>
        </w:rPr>
        <w:br/>
        <w:t>do 1</w:t>
      </w:r>
      <w:r w:rsidR="008978DE">
        <w:rPr>
          <w:rFonts w:asciiTheme="minorHAnsi" w:hAnsiTheme="minorHAnsi" w:cstheme="minorHAnsi"/>
          <w:szCs w:val="24"/>
          <w:lang w:eastAsia="en-US"/>
        </w:rPr>
        <w:t>9</w:t>
      </w:r>
      <w:r w:rsidRPr="002468F5">
        <w:rPr>
          <w:rFonts w:asciiTheme="minorHAnsi" w:hAnsiTheme="minorHAnsi" w:cstheme="minorHAnsi"/>
          <w:szCs w:val="24"/>
          <w:lang w:eastAsia="en-US"/>
        </w:rPr>
        <w:t>:00 oraz w soboty w godzinach od 8:00 do 1</w:t>
      </w:r>
      <w:r w:rsidR="008978DE">
        <w:rPr>
          <w:rFonts w:asciiTheme="minorHAnsi" w:hAnsiTheme="minorHAnsi" w:cstheme="minorHAnsi"/>
          <w:szCs w:val="24"/>
          <w:lang w:eastAsia="en-US"/>
        </w:rPr>
        <w:t>5</w:t>
      </w:r>
      <w:r w:rsidRPr="002468F5">
        <w:rPr>
          <w:rFonts w:asciiTheme="minorHAnsi" w:hAnsiTheme="minorHAnsi" w:cstheme="minorHAnsi"/>
          <w:szCs w:val="24"/>
          <w:lang w:eastAsia="en-US"/>
        </w:rPr>
        <w:t>:00</w:t>
      </w:r>
    </w:p>
    <w:p w14:paraId="1320ABE2" w14:textId="77777777" w:rsidR="00847E72" w:rsidRPr="002468F5" w:rsidRDefault="00847E72" w:rsidP="002468F5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468F5">
        <w:rPr>
          <w:rFonts w:asciiTheme="minorHAnsi" w:hAnsiTheme="minorHAnsi" w:cstheme="minorHAnsi"/>
          <w:szCs w:val="24"/>
        </w:rPr>
        <w:t>W przypadku wystąpienia przesłanek uniemożliwiających prowadzenie zajęć w formie stacjonarnej, w związku z ograniczeniem pracy szkoły z powodu zagrożenia epidemiologicznego (COVID-19), Zamawiający dopuszcza możliwość prowadzenie zajęć w formie zdalnej.</w:t>
      </w:r>
    </w:p>
    <w:p w14:paraId="676EAA35" w14:textId="77777777" w:rsidR="00847E72" w:rsidRPr="002468F5" w:rsidRDefault="00847E72" w:rsidP="002468F5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szCs w:val="24"/>
          <w:u w:val="single"/>
        </w:rPr>
      </w:pPr>
    </w:p>
    <w:p w14:paraId="403003CA" w14:textId="74CDD734" w:rsidR="00DB0E3C" w:rsidRPr="002468F5" w:rsidRDefault="00DB0E3C" w:rsidP="002468F5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  <w:r w:rsidRPr="002468F5">
        <w:rPr>
          <w:rFonts w:asciiTheme="minorHAnsi" w:hAnsiTheme="minorHAnsi" w:cstheme="minorHAnsi"/>
          <w:b/>
          <w:szCs w:val="24"/>
          <w:u w:val="single"/>
        </w:rPr>
        <w:t xml:space="preserve">Część nr </w:t>
      </w:r>
      <w:r w:rsidR="003C0308">
        <w:rPr>
          <w:rFonts w:asciiTheme="minorHAnsi" w:hAnsiTheme="minorHAnsi" w:cstheme="minorHAnsi"/>
          <w:b/>
          <w:szCs w:val="24"/>
          <w:u w:val="single"/>
        </w:rPr>
        <w:t>6</w:t>
      </w:r>
      <w:r w:rsidRPr="002468F5">
        <w:rPr>
          <w:rFonts w:asciiTheme="minorHAnsi" w:hAnsiTheme="minorHAnsi" w:cstheme="minorHAnsi"/>
          <w:b/>
          <w:szCs w:val="24"/>
          <w:u w:val="single"/>
        </w:rPr>
        <w:t>. Zajęcia pozalekcyjne z biologii – szkoła ponadpodstawowa</w:t>
      </w:r>
    </w:p>
    <w:p w14:paraId="0D0E43DD" w14:textId="07D192EE" w:rsidR="005F1D75" w:rsidRDefault="005F1D75" w:rsidP="002468F5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468F5">
        <w:rPr>
          <w:rFonts w:asciiTheme="minorHAnsi" w:hAnsiTheme="minorHAnsi" w:cstheme="minorHAnsi"/>
          <w:szCs w:val="24"/>
        </w:rPr>
        <w:t xml:space="preserve">Przedmiotem zamówienia jest usługa polegająca na </w:t>
      </w:r>
      <w:r w:rsidRPr="002468F5">
        <w:rPr>
          <w:rFonts w:asciiTheme="minorHAnsi" w:hAnsiTheme="minorHAnsi" w:cstheme="minorHAnsi"/>
          <w:b/>
          <w:szCs w:val="24"/>
        </w:rPr>
        <w:t>„Opracowaniu autorskiego programu nauczania i przeprowadzeniu w roku szkolnym 202</w:t>
      </w:r>
      <w:r w:rsidR="003C0308">
        <w:rPr>
          <w:rFonts w:asciiTheme="minorHAnsi" w:hAnsiTheme="minorHAnsi" w:cstheme="minorHAnsi"/>
          <w:b/>
          <w:szCs w:val="24"/>
        </w:rPr>
        <w:t>2</w:t>
      </w:r>
      <w:r w:rsidRPr="002468F5">
        <w:rPr>
          <w:rFonts w:asciiTheme="minorHAnsi" w:hAnsiTheme="minorHAnsi" w:cstheme="minorHAnsi"/>
          <w:b/>
          <w:szCs w:val="24"/>
        </w:rPr>
        <w:t>/202</w:t>
      </w:r>
      <w:r w:rsidR="003C0308">
        <w:rPr>
          <w:rFonts w:asciiTheme="minorHAnsi" w:hAnsiTheme="minorHAnsi" w:cstheme="minorHAnsi"/>
          <w:b/>
          <w:szCs w:val="24"/>
        </w:rPr>
        <w:t>3</w:t>
      </w:r>
      <w:r w:rsidRPr="002468F5">
        <w:rPr>
          <w:rFonts w:asciiTheme="minorHAnsi" w:hAnsiTheme="minorHAnsi" w:cstheme="minorHAnsi"/>
          <w:b/>
          <w:szCs w:val="24"/>
        </w:rPr>
        <w:t xml:space="preserve"> cyklu 46 godzin zajęć pozalekcyjnych dla uczniów szczególnie uzdolnionych w ramach projektu „Zdolni z Pomorza – powiat chojnicki”, zajęcia pozalekcyjne z biologii, etap edukacyjny</w:t>
      </w:r>
      <w:r w:rsidRPr="002468F5">
        <w:rPr>
          <w:rFonts w:asciiTheme="minorHAnsi" w:hAnsiTheme="minorHAnsi" w:cstheme="minorHAnsi"/>
          <w:b/>
          <w:szCs w:val="24"/>
        </w:rPr>
        <w:br/>
        <w:t>– szkoła ponadpodstawowa</w:t>
      </w:r>
      <w:r w:rsidRPr="002468F5">
        <w:rPr>
          <w:rFonts w:asciiTheme="minorHAnsi" w:hAnsiTheme="minorHAnsi" w:cstheme="minorHAnsi"/>
          <w:szCs w:val="24"/>
        </w:rPr>
        <w:t>”</w:t>
      </w:r>
      <w:r w:rsidR="007C40D6">
        <w:rPr>
          <w:rFonts w:asciiTheme="minorHAnsi" w:hAnsiTheme="minorHAnsi" w:cstheme="minorHAnsi"/>
          <w:szCs w:val="24"/>
        </w:rPr>
        <w:t>.</w:t>
      </w:r>
    </w:p>
    <w:p w14:paraId="774E22D7" w14:textId="2E5ED350" w:rsidR="007C40D6" w:rsidRPr="001819D0" w:rsidRDefault="007C40D6" w:rsidP="007C40D6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b/>
          <w:bCs/>
          <w:color w:val="FF0000"/>
          <w:szCs w:val="24"/>
        </w:rPr>
      </w:pPr>
      <w:r w:rsidRPr="001819D0">
        <w:rPr>
          <w:rFonts w:asciiTheme="minorHAnsi" w:hAnsiTheme="minorHAnsi" w:cstheme="minorHAnsi"/>
          <w:b/>
          <w:bCs/>
          <w:color w:val="FF0000"/>
          <w:szCs w:val="24"/>
        </w:rPr>
        <w:t xml:space="preserve">Przedmiot zamówienia szczegółowo został określony w Opisie Przedmiotu Zamówienia stanowiącym załącznik nr </w:t>
      </w:r>
      <w:r w:rsidR="001819D0" w:rsidRPr="001819D0">
        <w:rPr>
          <w:rFonts w:asciiTheme="minorHAnsi" w:hAnsiTheme="minorHAnsi" w:cstheme="minorHAnsi"/>
          <w:b/>
          <w:bCs/>
          <w:color w:val="FF0000"/>
          <w:szCs w:val="24"/>
        </w:rPr>
        <w:t>9</w:t>
      </w:r>
      <w:r w:rsidRPr="001819D0">
        <w:rPr>
          <w:rFonts w:asciiTheme="minorHAnsi" w:hAnsiTheme="minorHAnsi" w:cstheme="minorHAnsi"/>
          <w:b/>
          <w:bCs/>
          <w:color w:val="FF0000"/>
          <w:szCs w:val="24"/>
        </w:rPr>
        <w:t xml:space="preserve"> do SWZ.</w:t>
      </w:r>
    </w:p>
    <w:p w14:paraId="0B9B7CBB" w14:textId="77777777" w:rsidR="005F1D75" w:rsidRPr="002468F5" w:rsidRDefault="005F1D75" w:rsidP="002468F5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468F5">
        <w:rPr>
          <w:rFonts w:asciiTheme="minorHAnsi" w:hAnsiTheme="minorHAnsi" w:cstheme="minorHAnsi"/>
          <w:szCs w:val="24"/>
        </w:rPr>
        <w:t>Przedmiot zamówienia realizowany jest w związku z projektem pn. „Zdolni z Pomorza – powiat chojnicki”, realizowanego w ramach Regionalnego Programu Operacyjnego Województwa Pomorskiego na lata 2014 – 2020, Osi Priorytetowej 3. Edukacja, Działania 3.2. Edukacja ogólna, Poddziałania 3.2.2 Wsparcie ucznia szczególnie uzdolnionego współfinansowanego z Europejskiego Funduszu Społecznego.</w:t>
      </w:r>
    </w:p>
    <w:p w14:paraId="670CD7B1" w14:textId="297A3B65" w:rsidR="005F1D75" w:rsidRPr="002468F5" w:rsidRDefault="005F1D75" w:rsidP="002468F5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468F5">
        <w:rPr>
          <w:rFonts w:asciiTheme="minorHAnsi" w:hAnsiTheme="minorHAnsi" w:cstheme="minorHAnsi"/>
          <w:szCs w:val="24"/>
        </w:rPr>
        <w:t xml:space="preserve">Zajęcia pozalekcyjne mają zostać przeprowadzone </w:t>
      </w:r>
      <w:r w:rsidR="001478AB" w:rsidRPr="009E065B">
        <w:rPr>
          <w:rFonts w:asciiTheme="minorHAnsi" w:hAnsiTheme="minorHAnsi" w:cstheme="minorHAnsi"/>
          <w:b/>
          <w:color w:val="FF0000"/>
        </w:rPr>
        <w:t>w terminie do dnia 30.06.202</w:t>
      </w:r>
      <w:r w:rsidR="00291FCA">
        <w:rPr>
          <w:rFonts w:asciiTheme="minorHAnsi" w:hAnsiTheme="minorHAnsi" w:cstheme="minorHAnsi"/>
          <w:b/>
          <w:color w:val="FF0000"/>
        </w:rPr>
        <w:t>3</w:t>
      </w:r>
      <w:r w:rsidR="001478AB" w:rsidRPr="009E065B">
        <w:rPr>
          <w:rFonts w:asciiTheme="minorHAnsi" w:hAnsiTheme="minorHAnsi" w:cstheme="minorHAnsi"/>
          <w:b/>
          <w:color w:val="FF0000"/>
        </w:rPr>
        <w:t xml:space="preserve"> r.</w:t>
      </w:r>
      <w:r w:rsidR="001478AB">
        <w:rPr>
          <w:rFonts w:asciiTheme="minorHAnsi" w:hAnsiTheme="minorHAnsi" w:cstheme="minorHAnsi"/>
          <w:b/>
          <w:color w:val="FF0000"/>
        </w:rPr>
        <w:br/>
      </w:r>
      <w:r w:rsidRPr="002468F5">
        <w:rPr>
          <w:rFonts w:asciiTheme="minorHAnsi" w:hAnsiTheme="minorHAnsi" w:cstheme="minorHAnsi"/>
          <w:szCs w:val="24"/>
        </w:rPr>
        <w:t>– przy czym godzina zajęć pozalekcyjnych trwa 45 minut</w:t>
      </w:r>
    </w:p>
    <w:p w14:paraId="72BB7F42" w14:textId="77777777" w:rsidR="005F1D75" w:rsidRPr="002468F5" w:rsidRDefault="005F1D75" w:rsidP="002468F5">
      <w:pPr>
        <w:pStyle w:val="Bezodstpw"/>
        <w:numPr>
          <w:ilvl w:val="0"/>
          <w:numId w:val="23"/>
        </w:numPr>
        <w:spacing w:line="276" w:lineRule="auto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 xml:space="preserve">Usługa będzie obejmowała m.in.: </w:t>
      </w:r>
    </w:p>
    <w:p w14:paraId="1E0DFEA4" w14:textId="77777777" w:rsidR="005F1D75" w:rsidRPr="002468F5" w:rsidRDefault="005F1D75" w:rsidP="002468F5">
      <w:pPr>
        <w:pStyle w:val="Bezodstpw"/>
        <w:numPr>
          <w:ilvl w:val="0"/>
          <w:numId w:val="24"/>
        </w:numPr>
        <w:spacing w:line="276" w:lineRule="auto"/>
        <w:jc w:val="both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>opracowanie autorskiego programu nauczania (ściśle dostosowanego do potrzeb i możliwości uczniów, uwzględniającego zagadnienia i zadania pojawiające się  na konkursach przedmiotowych i olimpiadach)</w:t>
      </w:r>
    </w:p>
    <w:p w14:paraId="19EE9034" w14:textId="77777777" w:rsidR="005F1D75" w:rsidRPr="002468F5" w:rsidRDefault="005F1D75" w:rsidP="002468F5">
      <w:pPr>
        <w:pStyle w:val="Bezodstpw"/>
        <w:numPr>
          <w:ilvl w:val="0"/>
          <w:numId w:val="24"/>
        </w:numPr>
        <w:spacing w:line="276" w:lineRule="auto"/>
        <w:jc w:val="both"/>
        <w:rPr>
          <w:rFonts w:asciiTheme="minorHAnsi" w:eastAsia="Calibri" w:hAnsiTheme="minorHAnsi" w:cstheme="minorHAnsi"/>
          <w:b/>
        </w:rPr>
      </w:pPr>
      <w:r w:rsidRPr="002468F5">
        <w:rPr>
          <w:rFonts w:asciiTheme="minorHAnsi" w:eastAsia="Calibri" w:hAnsiTheme="minorHAnsi" w:cstheme="minorHAnsi"/>
        </w:rPr>
        <w:t xml:space="preserve">przeprowadzenie </w:t>
      </w:r>
      <w:r w:rsidRPr="002468F5">
        <w:rPr>
          <w:rFonts w:asciiTheme="minorHAnsi" w:eastAsia="Calibri" w:hAnsiTheme="minorHAnsi" w:cstheme="minorHAnsi"/>
          <w:b/>
        </w:rPr>
        <w:t>46 godzin zajęć pozalekcyjnych z biologii</w:t>
      </w:r>
    </w:p>
    <w:p w14:paraId="701EDE53" w14:textId="77777777" w:rsidR="005F1D75" w:rsidRPr="002468F5" w:rsidRDefault="005F1D75" w:rsidP="002468F5">
      <w:pPr>
        <w:pStyle w:val="Bezodstpw"/>
        <w:numPr>
          <w:ilvl w:val="0"/>
          <w:numId w:val="24"/>
        </w:numPr>
        <w:spacing w:line="276" w:lineRule="auto"/>
        <w:jc w:val="both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>opracowanie harmonogramu zajęć,</w:t>
      </w:r>
    </w:p>
    <w:p w14:paraId="6B440246" w14:textId="77777777" w:rsidR="005F1D75" w:rsidRPr="002468F5" w:rsidRDefault="005F1D75" w:rsidP="002468F5">
      <w:pPr>
        <w:pStyle w:val="Bezodstpw"/>
        <w:numPr>
          <w:ilvl w:val="0"/>
          <w:numId w:val="24"/>
        </w:numPr>
        <w:spacing w:line="276" w:lineRule="auto"/>
        <w:jc w:val="both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>przeprowadzenie diagnozy stopnia opanowania przez uczniów kompetencji kluczowych – na początku i pod koniec realizacji autorskiego planu nauczania (tzw. diagnoza na wejściu i na wyjściu), a także porównaniu wyników tych dwóch badań,</w:t>
      </w:r>
    </w:p>
    <w:p w14:paraId="2B181577" w14:textId="77777777" w:rsidR="005F1D75" w:rsidRPr="002468F5" w:rsidRDefault="005F1D75" w:rsidP="002468F5">
      <w:pPr>
        <w:pStyle w:val="Bezodstpw"/>
        <w:numPr>
          <w:ilvl w:val="0"/>
          <w:numId w:val="24"/>
        </w:numPr>
        <w:spacing w:line="276" w:lineRule="auto"/>
        <w:jc w:val="both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>monitorowanie udziału uczestników w zajęciach,</w:t>
      </w:r>
    </w:p>
    <w:p w14:paraId="55FC4E92" w14:textId="77777777" w:rsidR="005F1D75" w:rsidRPr="002468F5" w:rsidRDefault="005F1D75" w:rsidP="002468F5">
      <w:pPr>
        <w:pStyle w:val="Bezodstpw"/>
        <w:numPr>
          <w:ilvl w:val="0"/>
          <w:numId w:val="24"/>
        </w:numPr>
        <w:spacing w:line="276" w:lineRule="auto"/>
        <w:jc w:val="both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>rzetelne sporządzanie i prowadzenie dokumentacji zajęć (m.in.: dziennika zajęć),</w:t>
      </w:r>
    </w:p>
    <w:p w14:paraId="4B5F16CC" w14:textId="77777777" w:rsidR="005F1D75" w:rsidRPr="002468F5" w:rsidRDefault="005F1D75" w:rsidP="002468F5">
      <w:pPr>
        <w:pStyle w:val="Bezodstpw"/>
        <w:numPr>
          <w:ilvl w:val="0"/>
          <w:numId w:val="24"/>
        </w:numPr>
        <w:spacing w:line="276" w:lineRule="auto"/>
        <w:jc w:val="both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>zapewnienie bezpieczeństwa uczniów w czasie zajęć,</w:t>
      </w:r>
    </w:p>
    <w:p w14:paraId="19FA6F32" w14:textId="77777777" w:rsidR="005F1D75" w:rsidRPr="002468F5" w:rsidRDefault="005F1D75" w:rsidP="002468F5">
      <w:pPr>
        <w:pStyle w:val="Bezodstpw"/>
        <w:numPr>
          <w:ilvl w:val="0"/>
          <w:numId w:val="24"/>
        </w:numPr>
        <w:spacing w:line="276" w:lineRule="auto"/>
        <w:jc w:val="both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>uczestnictwo w zebraniach z rodzicami uczniów uczestniczących w zajęciach, przy czym w jednym semestrze roku szkolnego mogą odbyć się maksymalnie dwa takie spotkania dla każdej grupy uczniów trwające maksymalnie 45 minut każde,</w:t>
      </w:r>
    </w:p>
    <w:p w14:paraId="378897E6" w14:textId="77777777" w:rsidR="005F1D75" w:rsidRPr="002468F5" w:rsidRDefault="005F1D75" w:rsidP="002468F5">
      <w:pPr>
        <w:pStyle w:val="Bezodstpw"/>
        <w:numPr>
          <w:ilvl w:val="0"/>
          <w:numId w:val="24"/>
        </w:numPr>
        <w:spacing w:line="276" w:lineRule="auto"/>
        <w:rPr>
          <w:rFonts w:asciiTheme="minorHAnsi" w:eastAsia="Calibri" w:hAnsiTheme="minorHAnsi" w:cstheme="minorHAnsi"/>
          <w:lang w:eastAsia="en-US"/>
        </w:rPr>
      </w:pPr>
      <w:r w:rsidRPr="002468F5">
        <w:rPr>
          <w:rFonts w:asciiTheme="minorHAnsi" w:eastAsia="Calibri" w:hAnsiTheme="minorHAnsi" w:cstheme="minorHAnsi"/>
          <w:lang w:eastAsia="en-US"/>
        </w:rPr>
        <w:t xml:space="preserve">współpracę z opiekunem pedagogiczno-metodycznym </w:t>
      </w:r>
      <w:r w:rsidRPr="002468F5">
        <w:rPr>
          <w:rFonts w:asciiTheme="minorHAnsi" w:eastAsia="Calibri" w:hAnsiTheme="minorHAnsi" w:cstheme="minorHAnsi"/>
          <w:bCs/>
          <w:lang w:eastAsia="en-US"/>
        </w:rPr>
        <w:t>Lokalnego Centrum Nauczania Kreatywnego (m.in. w zakresie organizowanych w ramach projektu form wsparcia)</w:t>
      </w:r>
      <w:r w:rsidRPr="002468F5"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Pr="002468F5">
        <w:rPr>
          <w:rFonts w:asciiTheme="minorHAnsi" w:eastAsia="Calibri" w:hAnsiTheme="minorHAnsi" w:cstheme="minorHAnsi"/>
          <w:lang w:eastAsia="en-US"/>
        </w:rPr>
        <w:t>oraz psychologiem</w:t>
      </w:r>
      <w:r w:rsidRPr="002468F5"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Pr="002468F5">
        <w:rPr>
          <w:rFonts w:asciiTheme="minorHAnsi" w:eastAsia="Calibri" w:hAnsiTheme="minorHAnsi" w:cstheme="minorHAnsi"/>
          <w:bCs/>
          <w:lang w:eastAsia="en-US"/>
        </w:rPr>
        <w:t>Lokalnego Centrum Nauczania Kreatywnego</w:t>
      </w:r>
      <w:r w:rsidRPr="002468F5"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Pr="002468F5">
        <w:rPr>
          <w:rFonts w:asciiTheme="minorHAnsi" w:eastAsia="Calibri" w:hAnsiTheme="minorHAnsi" w:cstheme="minorHAnsi"/>
          <w:lang w:eastAsia="en-US"/>
        </w:rPr>
        <w:t>(w tym zwłaszcza do uzyskania od psychologa informacji na temat potrzeb rozwojowych uczniów),</w:t>
      </w:r>
    </w:p>
    <w:p w14:paraId="0E381804" w14:textId="77777777" w:rsidR="005F1D75" w:rsidRPr="002468F5" w:rsidRDefault="005F1D75" w:rsidP="002468F5">
      <w:pPr>
        <w:pStyle w:val="Bezodstpw"/>
        <w:numPr>
          <w:ilvl w:val="0"/>
          <w:numId w:val="24"/>
        </w:numPr>
        <w:spacing w:line="276" w:lineRule="auto"/>
        <w:rPr>
          <w:rFonts w:asciiTheme="minorHAnsi" w:eastAsia="Calibri" w:hAnsiTheme="minorHAnsi" w:cstheme="minorHAnsi"/>
          <w:lang w:eastAsia="en-US"/>
        </w:rPr>
      </w:pPr>
      <w:r w:rsidRPr="002468F5">
        <w:rPr>
          <w:rFonts w:asciiTheme="minorHAnsi" w:eastAsia="Calibri" w:hAnsiTheme="minorHAnsi" w:cstheme="minorHAnsi"/>
          <w:lang w:eastAsia="en-US"/>
        </w:rPr>
        <w:t xml:space="preserve">współpracę z Zamawiającym. </w:t>
      </w:r>
    </w:p>
    <w:p w14:paraId="18FE138B" w14:textId="77777777" w:rsidR="005F1D75" w:rsidRPr="002468F5" w:rsidRDefault="005F1D75" w:rsidP="002468F5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468F5">
        <w:rPr>
          <w:rFonts w:asciiTheme="minorHAnsi" w:hAnsiTheme="minorHAnsi" w:cstheme="minorHAnsi"/>
          <w:szCs w:val="24"/>
        </w:rPr>
        <w:t>Zajęcia odbywać się będą w LCNK w Chojnicach, mieszczącym się w II Liceum Ogólnokształcącym im. gen. Władysława Andersa w Chojnicach, ul. Świętopełka 1,</w:t>
      </w:r>
      <w:r w:rsidRPr="002468F5">
        <w:rPr>
          <w:rFonts w:asciiTheme="minorHAnsi" w:hAnsiTheme="minorHAnsi" w:cstheme="minorHAnsi"/>
          <w:szCs w:val="24"/>
        </w:rPr>
        <w:br/>
        <w:t>89-600 Chojnice.</w:t>
      </w:r>
    </w:p>
    <w:p w14:paraId="664076EA" w14:textId="122D4BD0" w:rsidR="005F1D75" w:rsidRPr="002468F5" w:rsidRDefault="005F1D75" w:rsidP="002468F5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468F5">
        <w:rPr>
          <w:rFonts w:asciiTheme="minorHAnsi" w:hAnsiTheme="minorHAnsi" w:cstheme="minorHAnsi"/>
          <w:color w:val="000000"/>
          <w:szCs w:val="24"/>
          <w:lang w:eastAsia="en-US"/>
        </w:rPr>
        <w:t xml:space="preserve">Zajęcia mają być prowadzone </w:t>
      </w:r>
      <w:r w:rsidRPr="002468F5">
        <w:rPr>
          <w:rFonts w:asciiTheme="minorHAnsi" w:hAnsiTheme="minorHAnsi" w:cstheme="minorHAnsi"/>
          <w:szCs w:val="24"/>
          <w:lang w:eastAsia="en-US"/>
        </w:rPr>
        <w:t>w dni robocze w godzinach od 14:00</w:t>
      </w:r>
      <w:r w:rsidRPr="002468F5">
        <w:rPr>
          <w:rFonts w:asciiTheme="minorHAnsi" w:hAnsiTheme="minorHAnsi" w:cstheme="minorHAnsi"/>
          <w:szCs w:val="24"/>
          <w:lang w:eastAsia="en-US"/>
        </w:rPr>
        <w:br/>
        <w:t>do 1</w:t>
      </w:r>
      <w:r w:rsidR="008978DE">
        <w:rPr>
          <w:rFonts w:asciiTheme="minorHAnsi" w:hAnsiTheme="minorHAnsi" w:cstheme="minorHAnsi"/>
          <w:szCs w:val="24"/>
          <w:lang w:eastAsia="en-US"/>
        </w:rPr>
        <w:t>9</w:t>
      </w:r>
      <w:r w:rsidRPr="002468F5">
        <w:rPr>
          <w:rFonts w:asciiTheme="minorHAnsi" w:hAnsiTheme="minorHAnsi" w:cstheme="minorHAnsi"/>
          <w:szCs w:val="24"/>
          <w:lang w:eastAsia="en-US"/>
        </w:rPr>
        <w:t>:00 oraz w soboty w godzinach od 8:00 do 1</w:t>
      </w:r>
      <w:r w:rsidR="008978DE">
        <w:rPr>
          <w:rFonts w:asciiTheme="minorHAnsi" w:hAnsiTheme="minorHAnsi" w:cstheme="minorHAnsi"/>
          <w:szCs w:val="24"/>
          <w:lang w:eastAsia="en-US"/>
        </w:rPr>
        <w:t>5</w:t>
      </w:r>
      <w:r w:rsidRPr="002468F5">
        <w:rPr>
          <w:rFonts w:asciiTheme="minorHAnsi" w:hAnsiTheme="minorHAnsi" w:cstheme="minorHAnsi"/>
          <w:szCs w:val="24"/>
          <w:lang w:eastAsia="en-US"/>
        </w:rPr>
        <w:t>:00</w:t>
      </w:r>
    </w:p>
    <w:p w14:paraId="521ECA6B" w14:textId="77777777" w:rsidR="002468F5" w:rsidRDefault="005F1D75" w:rsidP="001E485A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468F5">
        <w:rPr>
          <w:rFonts w:asciiTheme="minorHAnsi" w:hAnsiTheme="minorHAnsi" w:cstheme="minorHAnsi"/>
          <w:szCs w:val="24"/>
        </w:rPr>
        <w:t>W przypadku wystąpienia przesłanek uniemożliwiających prowadzenie zajęć w formie stacjonarnej, w związku z ograniczeniem pracy szkoły z powodu zagrożenia epidemiologicznego (COVID-19), Zamawiający dopuszcza możliwość prowadzenie zajęć w formie zdalnej.</w:t>
      </w:r>
    </w:p>
    <w:p w14:paraId="02485BCB" w14:textId="77777777" w:rsidR="007C40D6" w:rsidRPr="001E485A" w:rsidRDefault="007C40D6" w:rsidP="007C40D6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Cs w:val="24"/>
        </w:rPr>
      </w:pPr>
    </w:p>
    <w:p w14:paraId="229E07AA" w14:textId="5FA7A194" w:rsidR="00DB0E3C" w:rsidRPr="002468F5" w:rsidRDefault="00DB0E3C" w:rsidP="002468F5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  <w:r w:rsidRPr="002468F5">
        <w:rPr>
          <w:rFonts w:asciiTheme="minorHAnsi" w:hAnsiTheme="minorHAnsi" w:cstheme="minorHAnsi"/>
          <w:b/>
          <w:szCs w:val="24"/>
          <w:u w:val="single"/>
        </w:rPr>
        <w:t xml:space="preserve">Część nr </w:t>
      </w:r>
      <w:r w:rsidR="003C0308">
        <w:rPr>
          <w:rFonts w:asciiTheme="minorHAnsi" w:hAnsiTheme="minorHAnsi" w:cstheme="minorHAnsi"/>
          <w:b/>
          <w:szCs w:val="24"/>
          <w:u w:val="single"/>
        </w:rPr>
        <w:t>7</w:t>
      </w:r>
      <w:r w:rsidRPr="002468F5">
        <w:rPr>
          <w:rFonts w:asciiTheme="minorHAnsi" w:hAnsiTheme="minorHAnsi" w:cstheme="minorHAnsi"/>
          <w:b/>
          <w:szCs w:val="24"/>
          <w:u w:val="single"/>
        </w:rPr>
        <w:t>. Zajęcia pozalekcyjne z chemii – szkoła ponadpodstawowa</w:t>
      </w:r>
    </w:p>
    <w:p w14:paraId="2398BED4" w14:textId="61E8A84E" w:rsidR="008E4E6C" w:rsidRDefault="008E4E6C" w:rsidP="002468F5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468F5">
        <w:rPr>
          <w:rFonts w:asciiTheme="minorHAnsi" w:hAnsiTheme="minorHAnsi" w:cstheme="minorHAnsi"/>
          <w:szCs w:val="24"/>
        </w:rPr>
        <w:t xml:space="preserve">Przedmiotem zamówienia jest usługa polegająca na </w:t>
      </w:r>
      <w:r w:rsidRPr="002468F5">
        <w:rPr>
          <w:rFonts w:asciiTheme="minorHAnsi" w:hAnsiTheme="minorHAnsi" w:cstheme="minorHAnsi"/>
          <w:b/>
          <w:szCs w:val="24"/>
        </w:rPr>
        <w:t>„Opracowaniu autorskiego programu nauczania i przeprowadzeniu w roku szkolnym 202</w:t>
      </w:r>
      <w:r w:rsidR="003C0308">
        <w:rPr>
          <w:rFonts w:asciiTheme="minorHAnsi" w:hAnsiTheme="minorHAnsi" w:cstheme="minorHAnsi"/>
          <w:b/>
          <w:szCs w:val="24"/>
        </w:rPr>
        <w:t>2</w:t>
      </w:r>
      <w:r w:rsidRPr="002468F5">
        <w:rPr>
          <w:rFonts w:asciiTheme="minorHAnsi" w:hAnsiTheme="minorHAnsi" w:cstheme="minorHAnsi"/>
          <w:b/>
          <w:szCs w:val="24"/>
        </w:rPr>
        <w:t>/202</w:t>
      </w:r>
      <w:r w:rsidR="003C0308">
        <w:rPr>
          <w:rFonts w:asciiTheme="minorHAnsi" w:hAnsiTheme="minorHAnsi" w:cstheme="minorHAnsi"/>
          <w:b/>
          <w:szCs w:val="24"/>
        </w:rPr>
        <w:t>3</w:t>
      </w:r>
      <w:r w:rsidRPr="002468F5">
        <w:rPr>
          <w:rFonts w:asciiTheme="minorHAnsi" w:hAnsiTheme="minorHAnsi" w:cstheme="minorHAnsi"/>
          <w:b/>
          <w:szCs w:val="24"/>
        </w:rPr>
        <w:t xml:space="preserve"> cyklu 46 godzin zajęć pozalekcyjnych dla uczniów szczególnie uzdolnionych w ramach projektu „Zdolni z Pomorza – powiat chojnicki”, zajęcia pozalekcyjne z chemii, etap edukacyjny</w:t>
      </w:r>
      <w:r w:rsidRPr="002468F5">
        <w:rPr>
          <w:rFonts w:asciiTheme="minorHAnsi" w:hAnsiTheme="minorHAnsi" w:cstheme="minorHAnsi"/>
          <w:b/>
          <w:szCs w:val="24"/>
        </w:rPr>
        <w:br/>
        <w:t>– szkoła ponadpodstawowa</w:t>
      </w:r>
      <w:r w:rsidRPr="002468F5">
        <w:rPr>
          <w:rFonts w:asciiTheme="minorHAnsi" w:hAnsiTheme="minorHAnsi" w:cstheme="minorHAnsi"/>
          <w:szCs w:val="24"/>
        </w:rPr>
        <w:t>”</w:t>
      </w:r>
      <w:r w:rsidR="007C40D6">
        <w:rPr>
          <w:rFonts w:asciiTheme="minorHAnsi" w:hAnsiTheme="minorHAnsi" w:cstheme="minorHAnsi"/>
          <w:szCs w:val="24"/>
        </w:rPr>
        <w:t>.</w:t>
      </w:r>
    </w:p>
    <w:p w14:paraId="35DD9C17" w14:textId="17A6F781" w:rsidR="007C40D6" w:rsidRPr="001819D0" w:rsidRDefault="007C40D6" w:rsidP="007C40D6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Theme="minorHAnsi" w:hAnsiTheme="minorHAnsi" w:cstheme="minorHAnsi"/>
          <w:b/>
          <w:bCs/>
          <w:color w:val="FF0000"/>
          <w:szCs w:val="24"/>
        </w:rPr>
      </w:pPr>
      <w:r w:rsidRPr="001819D0">
        <w:rPr>
          <w:rFonts w:asciiTheme="minorHAnsi" w:hAnsiTheme="minorHAnsi" w:cstheme="minorHAnsi"/>
          <w:b/>
          <w:bCs/>
          <w:color w:val="FF0000"/>
          <w:szCs w:val="24"/>
        </w:rPr>
        <w:t xml:space="preserve">Przedmiot zamówienia szczegółowo został określony w Opisie Przedmiotu Zamówienia stanowiącym załącznik nr </w:t>
      </w:r>
      <w:r w:rsidR="001819D0" w:rsidRPr="001819D0">
        <w:rPr>
          <w:rFonts w:asciiTheme="minorHAnsi" w:hAnsiTheme="minorHAnsi" w:cstheme="minorHAnsi"/>
          <w:b/>
          <w:bCs/>
          <w:color w:val="FF0000"/>
          <w:szCs w:val="24"/>
        </w:rPr>
        <w:t>9</w:t>
      </w:r>
      <w:r w:rsidRPr="001819D0">
        <w:rPr>
          <w:rFonts w:asciiTheme="minorHAnsi" w:hAnsiTheme="minorHAnsi" w:cstheme="minorHAnsi"/>
          <w:b/>
          <w:bCs/>
          <w:color w:val="FF0000"/>
          <w:szCs w:val="24"/>
        </w:rPr>
        <w:t xml:space="preserve"> do SWZ.</w:t>
      </w:r>
    </w:p>
    <w:p w14:paraId="11B9E65D" w14:textId="77777777" w:rsidR="008E4E6C" w:rsidRPr="002468F5" w:rsidRDefault="008E4E6C" w:rsidP="002468F5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468F5">
        <w:rPr>
          <w:rFonts w:asciiTheme="minorHAnsi" w:hAnsiTheme="minorHAnsi" w:cstheme="minorHAnsi"/>
          <w:szCs w:val="24"/>
        </w:rPr>
        <w:t>Przedmiot zamówienia realizowany jest w związku z projektem pn. „Zdolni z Pomorza – powiat chojnicki”, realizowanego w ramach Regionalnego Programu Operacyjnego Województwa Pomorskiego na lata 2014 – 2020, Osi Priorytetowej 3. Edukacja, Działania 3.2. Edukacja ogólna, Poddziałania 3.2.2 Wsparcie ucznia szczególnie uzdolnionego współfinansowanego z Europejskiego Funduszu Społecznego.</w:t>
      </w:r>
    </w:p>
    <w:p w14:paraId="23C7469E" w14:textId="6CEDCC96" w:rsidR="008E4E6C" w:rsidRPr="002468F5" w:rsidRDefault="008E4E6C" w:rsidP="002468F5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468F5">
        <w:rPr>
          <w:rFonts w:asciiTheme="minorHAnsi" w:hAnsiTheme="minorHAnsi" w:cstheme="minorHAnsi"/>
          <w:szCs w:val="24"/>
        </w:rPr>
        <w:t xml:space="preserve">Zajęcia pozalekcyjne mają zostać przeprowadzone </w:t>
      </w:r>
      <w:r w:rsidR="001478AB" w:rsidRPr="009E065B">
        <w:rPr>
          <w:rFonts w:asciiTheme="minorHAnsi" w:hAnsiTheme="minorHAnsi" w:cstheme="minorHAnsi"/>
          <w:b/>
          <w:color w:val="FF0000"/>
        </w:rPr>
        <w:t>w terminie do dnia 30.06.202</w:t>
      </w:r>
      <w:r w:rsidR="00291FCA">
        <w:rPr>
          <w:rFonts w:asciiTheme="minorHAnsi" w:hAnsiTheme="minorHAnsi" w:cstheme="minorHAnsi"/>
          <w:b/>
          <w:color w:val="FF0000"/>
        </w:rPr>
        <w:t>3</w:t>
      </w:r>
      <w:r w:rsidR="001478AB" w:rsidRPr="009E065B">
        <w:rPr>
          <w:rFonts w:asciiTheme="minorHAnsi" w:hAnsiTheme="minorHAnsi" w:cstheme="minorHAnsi"/>
          <w:b/>
          <w:color w:val="FF0000"/>
        </w:rPr>
        <w:t xml:space="preserve"> r.</w:t>
      </w:r>
      <w:r w:rsidR="001478AB">
        <w:rPr>
          <w:rFonts w:asciiTheme="minorHAnsi" w:hAnsiTheme="minorHAnsi" w:cstheme="minorHAnsi"/>
          <w:b/>
          <w:color w:val="FF0000"/>
        </w:rPr>
        <w:br/>
      </w:r>
      <w:r w:rsidRPr="002468F5">
        <w:rPr>
          <w:rFonts w:asciiTheme="minorHAnsi" w:hAnsiTheme="minorHAnsi" w:cstheme="minorHAnsi"/>
          <w:szCs w:val="24"/>
        </w:rPr>
        <w:t>– przy czym godzina zajęć pozalekcyjnych trwa 45 minut</w:t>
      </w:r>
    </w:p>
    <w:p w14:paraId="2EECE428" w14:textId="77777777" w:rsidR="008E4E6C" w:rsidRPr="002468F5" w:rsidRDefault="008E4E6C" w:rsidP="002468F5">
      <w:pPr>
        <w:pStyle w:val="Bezodstpw"/>
        <w:numPr>
          <w:ilvl w:val="0"/>
          <w:numId w:val="35"/>
        </w:numPr>
        <w:spacing w:line="276" w:lineRule="auto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 xml:space="preserve">Usługa będzie obejmowała m.in.: </w:t>
      </w:r>
    </w:p>
    <w:p w14:paraId="50F99451" w14:textId="77777777" w:rsidR="008E4E6C" w:rsidRPr="002468F5" w:rsidRDefault="008E4E6C" w:rsidP="002468F5">
      <w:pPr>
        <w:pStyle w:val="Bezodstpw"/>
        <w:numPr>
          <w:ilvl w:val="0"/>
          <w:numId w:val="36"/>
        </w:numPr>
        <w:spacing w:line="276" w:lineRule="auto"/>
        <w:jc w:val="both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>opracowanie autorskiego programu nauczania (ściśle dostosowanego do potrzeb i możliwości uczniów, uwzględniającego zagadnienia i zadania pojawiające się  na konkursach przedmiotowych i olimpiadach)</w:t>
      </w:r>
    </w:p>
    <w:p w14:paraId="11BBD3B3" w14:textId="77777777" w:rsidR="008E4E6C" w:rsidRPr="002468F5" w:rsidRDefault="008E4E6C" w:rsidP="002468F5">
      <w:pPr>
        <w:pStyle w:val="Bezodstpw"/>
        <w:numPr>
          <w:ilvl w:val="0"/>
          <w:numId w:val="36"/>
        </w:numPr>
        <w:spacing w:line="276" w:lineRule="auto"/>
        <w:jc w:val="both"/>
        <w:rPr>
          <w:rFonts w:asciiTheme="minorHAnsi" w:eastAsia="Calibri" w:hAnsiTheme="minorHAnsi" w:cstheme="minorHAnsi"/>
          <w:b/>
        </w:rPr>
      </w:pPr>
      <w:r w:rsidRPr="002468F5">
        <w:rPr>
          <w:rFonts w:asciiTheme="minorHAnsi" w:eastAsia="Calibri" w:hAnsiTheme="minorHAnsi" w:cstheme="minorHAnsi"/>
        </w:rPr>
        <w:t xml:space="preserve">przeprowadzenie </w:t>
      </w:r>
      <w:r w:rsidRPr="002468F5">
        <w:rPr>
          <w:rFonts w:asciiTheme="minorHAnsi" w:eastAsia="Calibri" w:hAnsiTheme="minorHAnsi" w:cstheme="minorHAnsi"/>
          <w:b/>
        </w:rPr>
        <w:t>46 godzin zajęć pozalekcyjnych z chemii</w:t>
      </w:r>
    </w:p>
    <w:p w14:paraId="6DB53F8F" w14:textId="77777777" w:rsidR="008E4E6C" w:rsidRPr="002468F5" w:rsidRDefault="008E4E6C" w:rsidP="002468F5">
      <w:pPr>
        <w:pStyle w:val="Bezodstpw"/>
        <w:numPr>
          <w:ilvl w:val="0"/>
          <w:numId w:val="36"/>
        </w:numPr>
        <w:spacing w:line="276" w:lineRule="auto"/>
        <w:jc w:val="both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>opracowanie harmonogramu zajęć,</w:t>
      </w:r>
    </w:p>
    <w:p w14:paraId="5D54405E" w14:textId="77777777" w:rsidR="008E4E6C" w:rsidRPr="002468F5" w:rsidRDefault="008E4E6C" w:rsidP="002468F5">
      <w:pPr>
        <w:pStyle w:val="Bezodstpw"/>
        <w:numPr>
          <w:ilvl w:val="0"/>
          <w:numId w:val="36"/>
        </w:numPr>
        <w:spacing w:line="276" w:lineRule="auto"/>
        <w:jc w:val="both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>przeprowadzenie diagnozy stopnia opanowania przez uczniów kompetencji kluczowych – na początku i pod koniec realizacji autorskiego planu nauczania (tzw. diagnoza na wejściu i na wyjściu), a także porównaniu wyników tych dwóch badań,</w:t>
      </w:r>
    </w:p>
    <w:p w14:paraId="043633E3" w14:textId="77777777" w:rsidR="008E4E6C" w:rsidRPr="002468F5" w:rsidRDefault="008E4E6C" w:rsidP="002468F5">
      <w:pPr>
        <w:pStyle w:val="Bezodstpw"/>
        <w:numPr>
          <w:ilvl w:val="0"/>
          <w:numId w:val="36"/>
        </w:numPr>
        <w:spacing w:line="276" w:lineRule="auto"/>
        <w:jc w:val="both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>monitorowanie udziału uczestników w zajęciach,</w:t>
      </w:r>
    </w:p>
    <w:p w14:paraId="2E7147DC" w14:textId="77777777" w:rsidR="008E4E6C" w:rsidRPr="002468F5" w:rsidRDefault="008E4E6C" w:rsidP="002468F5">
      <w:pPr>
        <w:pStyle w:val="Bezodstpw"/>
        <w:numPr>
          <w:ilvl w:val="0"/>
          <w:numId w:val="36"/>
        </w:numPr>
        <w:spacing w:line="276" w:lineRule="auto"/>
        <w:jc w:val="both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>rzetelne sporządzanie i prowadzenie dokumentacji zajęć (m.in.: dziennika zajęć),</w:t>
      </w:r>
    </w:p>
    <w:p w14:paraId="4ADE85D5" w14:textId="77777777" w:rsidR="008E4E6C" w:rsidRPr="002468F5" w:rsidRDefault="008E4E6C" w:rsidP="002468F5">
      <w:pPr>
        <w:pStyle w:val="Bezodstpw"/>
        <w:numPr>
          <w:ilvl w:val="0"/>
          <w:numId w:val="36"/>
        </w:numPr>
        <w:spacing w:line="276" w:lineRule="auto"/>
        <w:jc w:val="both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>zapewnienie bezpieczeństwa uczniów w czasie zajęć,</w:t>
      </w:r>
    </w:p>
    <w:p w14:paraId="55C11E16" w14:textId="77777777" w:rsidR="008E4E6C" w:rsidRPr="002468F5" w:rsidRDefault="008E4E6C" w:rsidP="002468F5">
      <w:pPr>
        <w:pStyle w:val="Bezodstpw"/>
        <w:numPr>
          <w:ilvl w:val="0"/>
          <w:numId w:val="36"/>
        </w:numPr>
        <w:spacing w:line="276" w:lineRule="auto"/>
        <w:jc w:val="both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>uczestnictwo w zebraniach z rodzicami uczniów uczestniczących w zajęciach, przy czym w jednym semestrze roku szkolnego mogą odbyć się maksymalnie dwa takie spotkania dla każdej grupy uczniów trwające maksymalnie 45 minut każde,</w:t>
      </w:r>
    </w:p>
    <w:p w14:paraId="6CAC066F" w14:textId="77777777" w:rsidR="008E4E6C" w:rsidRPr="002468F5" w:rsidRDefault="008E4E6C" w:rsidP="002468F5">
      <w:pPr>
        <w:pStyle w:val="Bezodstpw"/>
        <w:numPr>
          <w:ilvl w:val="0"/>
          <w:numId w:val="36"/>
        </w:numPr>
        <w:spacing w:line="276" w:lineRule="auto"/>
        <w:rPr>
          <w:rFonts w:asciiTheme="minorHAnsi" w:eastAsia="Calibri" w:hAnsiTheme="minorHAnsi" w:cstheme="minorHAnsi"/>
          <w:lang w:eastAsia="en-US"/>
        </w:rPr>
      </w:pPr>
      <w:r w:rsidRPr="002468F5">
        <w:rPr>
          <w:rFonts w:asciiTheme="minorHAnsi" w:eastAsia="Calibri" w:hAnsiTheme="minorHAnsi" w:cstheme="minorHAnsi"/>
          <w:lang w:eastAsia="en-US"/>
        </w:rPr>
        <w:t xml:space="preserve">współpracę z opiekunem pedagogiczno-metodycznym </w:t>
      </w:r>
      <w:r w:rsidRPr="002468F5">
        <w:rPr>
          <w:rFonts w:asciiTheme="minorHAnsi" w:eastAsia="Calibri" w:hAnsiTheme="minorHAnsi" w:cstheme="minorHAnsi"/>
          <w:bCs/>
          <w:lang w:eastAsia="en-US"/>
        </w:rPr>
        <w:t>Lokalnego Centrum Nauczania Kreatywnego (m.in. w zakresie organizowanych w ramach projektu form wsparcia)</w:t>
      </w:r>
      <w:r w:rsidRPr="002468F5"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Pr="002468F5">
        <w:rPr>
          <w:rFonts w:asciiTheme="minorHAnsi" w:eastAsia="Calibri" w:hAnsiTheme="minorHAnsi" w:cstheme="minorHAnsi"/>
          <w:lang w:eastAsia="en-US"/>
        </w:rPr>
        <w:t>oraz psychologiem</w:t>
      </w:r>
      <w:r w:rsidRPr="002468F5"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Pr="002468F5">
        <w:rPr>
          <w:rFonts w:asciiTheme="minorHAnsi" w:eastAsia="Calibri" w:hAnsiTheme="minorHAnsi" w:cstheme="minorHAnsi"/>
          <w:bCs/>
          <w:lang w:eastAsia="en-US"/>
        </w:rPr>
        <w:t>Lokalnego Centrum Nauczania Kreatywnego</w:t>
      </w:r>
      <w:r w:rsidRPr="002468F5"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Pr="002468F5">
        <w:rPr>
          <w:rFonts w:asciiTheme="minorHAnsi" w:eastAsia="Calibri" w:hAnsiTheme="minorHAnsi" w:cstheme="minorHAnsi"/>
          <w:lang w:eastAsia="en-US"/>
        </w:rPr>
        <w:t>(w tym zwłaszcza do uzyskania od psychologa informacji na temat potrzeb rozwojowych uczniów),</w:t>
      </w:r>
    </w:p>
    <w:p w14:paraId="1E7FC55D" w14:textId="77777777" w:rsidR="008E4E6C" w:rsidRPr="002468F5" w:rsidRDefault="008E4E6C" w:rsidP="002468F5">
      <w:pPr>
        <w:pStyle w:val="Bezodstpw"/>
        <w:numPr>
          <w:ilvl w:val="0"/>
          <w:numId w:val="36"/>
        </w:numPr>
        <w:spacing w:line="276" w:lineRule="auto"/>
        <w:rPr>
          <w:rFonts w:asciiTheme="minorHAnsi" w:eastAsia="Calibri" w:hAnsiTheme="minorHAnsi" w:cstheme="minorHAnsi"/>
          <w:lang w:eastAsia="en-US"/>
        </w:rPr>
      </w:pPr>
      <w:r w:rsidRPr="002468F5">
        <w:rPr>
          <w:rFonts w:asciiTheme="minorHAnsi" w:eastAsia="Calibri" w:hAnsiTheme="minorHAnsi" w:cstheme="minorHAnsi"/>
          <w:lang w:eastAsia="en-US"/>
        </w:rPr>
        <w:t xml:space="preserve">współpracę z Zamawiającym. </w:t>
      </w:r>
    </w:p>
    <w:p w14:paraId="26C35023" w14:textId="77777777" w:rsidR="008E4E6C" w:rsidRPr="002468F5" w:rsidRDefault="008E4E6C" w:rsidP="002468F5">
      <w:pPr>
        <w:pStyle w:val="Akapitzlist"/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468F5">
        <w:rPr>
          <w:rFonts w:asciiTheme="minorHAnsi" w:hAnsiTheme="minorHAnsi" w:cstheme="minorHAnsi"/>
          <w:szCs w:val="24"/>
        </w:rPr>
        <w:t>Zajęcia odbywać się będą w LCNK w Chojnicach, mieszczącym się w II Liceum Ogólnokształcącym im. gen. Władysława Andersa w Chojnicach, ul. Świętopełka 1,</w:t>
      </w:r>
      <w:r w:rsidRPr="002468F5">
        <w:rPr>
          <w:rFonts w:asciiTheme="minorHAnsi" w:hAnsiTheme="minorHAnsi" w:cstheme="minorHAnsi"/>
          <w:szCs w:val="24"/>
        </w:rPr>
        <w:br/>
        <w:t>89-600 Chojnice.</w:t>
      </w:r>
    </w:p>
    <w:p w14:paraId="2DE60FE7" w14:textId="0AB2CC74" w:rsidR="008E4E6C" w:rsidRPr="002468F5" w:rsidRDefault="008E4E6C" w:rsidP="002468F5">
      <w:pPr>
        <w:pStyle w:val="Akapitzlist"/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468F5">
        <w:rPr>
          <w:rFonts w:asciiTheme="minorHAnsi" w:hAnsiTheme="minorHAnsi" w:cstheme="minorHAnsi"/>
          <w:color w:val="000000"/>
          <w:szCs w:val="24"/>
          <w:lang w:eastAsia="en-US"/>
        </w:rPr>
        <w:t xml:space="preserve">Zajęcia mają być prowadzone </w:t>
      </w:r>
      <w:r w:rsidRPr="002468F5">
        <w:rPr>
          <w:rFonts w:asciiTheme="minorHAnsi" w:hAnsiTheme="minorHAnsi" w:cstheme="minorHAnsi"/>
          <w:szCs w:val="24"/>
          <w:lang w:eastAsia="en-US"/>
        </w:rPr>
        <w:t>w dni robocze w godzinach od 14:00</w:t>
      </w:r>
      <w:r w:rsidRPr="002468F5">
        <w:rPr>
          <w:rFonts w:asciiTheme="minorHAnsi" w:hAnsiTheme="minorHAnsi" w:cstheme="minorHAnsi"/>
          <w:szCs w:val="24"/>
          <w:lang w:eastAsia="en-US"/>
        </w:rPr>
        <w:br/>
        <w:t>do 1</w:t>
      </w:r>
      <w:r w:rsidR="008978DE">
        <w:rPr>
          <w:rFonts w:asciiTheme="minorHAnsi" w:hAnsiTheme="minorHAnsi" w:cstheme="minorHAnsi"/>
          <w:szCs w:val="24"/>
          <w:lang w:eastAsia="en-US"/>
        </w:rPr>
        <w:t>9</w:t>
      </w:r>
      <w:r w:rsidRPr="002468F5">
        <w:rPr>
          <w:rFonts w:asciiTheme="minorHAnsi" w:hAnsiTheme="minorHAnsi" w:cstheme="minorHAnsi"/>
          <w:szCs w:val="24"/>
          <w:lang w:eastAsia="en-US"/>
        </w:rPr>
        <w:t>:00 oraz w soboty w godzinach od 8:00 do 1</w:t>
      </w:r>
      <w:r w:rsidR="008978DE">
        <w:rPr>
          <w:rFonts w:asciiTheme="minorHAnsi" w:hAnsiTheme="minorHAnsi" w:cstheme="minorHAnsi"/>
          <w:szCs w:val="24"/>
          <w:lang w:eastAsia="en-US"/>
        </w:rPr>
        <w:t>5</w:t>
      </w:r>
      <w:r w:rsidRPr="002468F5">
        <w:rPr>
          <w:rFonts w:asciiTheme="minorHAnsi" w:hAnsiTheme="minorHAnsi" w:cstheme="minorHAnsi"/>
          <w:szCs w:val="24"/>
          <w:lang w:eastAsia="en-US"/>
        </w:rPr>
        <w:t>:00</w:t>
      </w:r>
    </w:p>
    <w:p w14:paraId="6DFCEBCE" w14:textId="77777777" w:rsidR="008E4E6C" w:rsidRPr="002468F5" w:rsidRDefault="008E4E6C" w:rsidP="002468F5">
      <w:pPr>
        <w:pStyle w:val="Akapitzlist"/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468F5">
        <w:rPr>
          <w:rFonts w:asciiTheme="minorHAnsi" w:hAnsiTheme="minorHAnsi" w:cstheme="minorHAnsi"/>
          <w:szCs w:val="24"/>
        </w:rPr>
        <w:t>W przypadku wystąpienia przesłanek uniemożliwiających prowadzenie zajęć w formie stacjonarnej, w związku z ograniczeniem pracy szkoły z powodu zagrożenia epidemiologicznego (COVID-19), Zamawiający dopuszcza możliwość prowadzenie zajęć w formie zdalnej.</w:t>
      </w:r>
    </w:p>
    <w:p w14:paraId="1AEF2457" w14:textId="77777777" w:rsidR="008E4E6C" w:rsidRPr="002468F5" w:rsidRDefault="008E4E6C" w:rsidP="002468F5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szCs w:val="24"/>
        </w:rPr>
      </w:pPr>
    </w:p>
    <w:p w14:paraId="38AE8D67" w14:textId="13BF2D5D" w:rsidR="00DB0E3C" w:rsidRPr="002468F5" w:rsidRDefault="00DB0E3C" w:rsidP="002468F5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  <w:r w:rsidRPr="002468F5">
        <w:rPr>
          <w:rFonts w:asciiTheme="minorHAnsi" w:hAnsiTheme="minorHAnsi" w:cstheme="minorHAnsi"/>
          <w:b/>
          <w:szCs w:val="24"/>
          <w:u w:val="single"/>
        </w:rPr>
        <w:t xml:space="preserve">Część nr </w:t>
      </w:r>
      <w:r w:rsidR="00AA1E99">
        <w:rPr>
          <w:rFonts w:asciiTheme="minorHAnsi" w:hAnsiTheme="minorHAnsi" w:cstheme="minorHAnsi"/>
          <w:b/>
          <w:szCs w:val="24"/>
          <w:u w:val="single"/>
        </w:rPr>
        <w:t>8</w:t>
      </w:r>
      <w:r w:rsidRPr="002468F5">
        <w:rPr>
          <w:rFonts w:asciiTheme="minorHAnsi" w:hAnsiTheme="minorHAnsi" w:cstheme="minorHAnsi"/>
          <w:b/>
          <w:szCs w:val="24"/>
          <w:u w:val="single"/>
        </w:rPr>
        <w:t>. Zajęcia pozalekcyjne z kompetencji społecznych – szkoła ponadpodstawowa</w:t>
      </w:r>
    </w:p>
    <w:p w14:paraId="1B737C31" w14:textId="6DEADFBD" w:rsidR="008E4E6C" w:rsidRDefault="008E4E6C" w:rsidP="002468F5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468F5">
        <w:rPr>
          <w:rFonts w:asciiTheme="minorHAnsi" w:hAnsiTheme="minorHAnsi" w:cstheme="minorHAnsi"/>
          <w:szCs w:val="24"/>
        </w:rPr>
        <w:t xml:space="preserve">Przedmiotem zamówienia jest usługa polegająca na </w:t>
      </w:r>
      <w:r w:rsidRPr="002468F5">
        <w:rPr>
          <w:rFonts w:asciiTheme="minorHAnsi" w:hAnsiTheme="minorHAnsi" w:cstheme="minorHAnsi"/>
          <w:b/>
          <w:szCs w:val="24"/>
        </w:rPr>
        <w:t>„Opracowaniu autorskiego programu nauczania i przeprowadzeniu w roku szkolnym 202</w:t>
      </w:r>
      <w:r w:rsidR="003C0308">
        <w:rPr>
          <w:rFonts w:asciiTheme="minorHAnsi" w:hAnsiTheme="minorHAnsi" w:cstheme="minorHAnsi"/>
          <w:b/>
          <w:szCs w:val="24"/>
        </w:rPr>
        <w:t>2</w:t>
      </w:r>
      <w:r w:rsidRPr="002468F5">
        <w:rPr>
          <w:rFonts w:asciiTheme="minorHAnsi" w:hAnsiTheme="minorHAnsi" w:cstheme="minorHAnsi"/>
          <w:b/>
          <w:szCs w:val="24"/>
        </w:rPr>
        <w:t>/202</w:t>
      </w:r>
      <w:r w:rsidR="003C0308">
        <w:rPr>
          <w:rFonts w:asciiTheme="minorHAnsi" w:hAnsiTheme="minorHAnsi" w:cstheme="minorHAnsi"/>
          <w:b/>
          <w:szCs w:val="24"/>
        </w:rPr>
        <w:t>3</w:t>
      </w:r>
      <w:r w:rsidRPr="002468F5">
        <w:rPr>
          <w:rFonts w:asciiTheme="minorHAnsi" w:hAnsiTheme="minorHAnsi" w:cstheme="minorHAnsi"/>
          <w:b/>
          <w:szCs w:val="24"/>
        </w:rPr>
        <w:t xml:space="preserve"> cyklu 27 godzin zajęć pozalekcyjnych dla uczniów szczególnie uzdolnionych w ramach projektu „Zdolni z Pomorza – powiat chojnicki”, zajęcia pozalekcyjne z kompetencji społecznych,</w:t>
      </w:r>
      <w:r w:rsidRPr="002468F5">
        <w:rPr>
          <w:rFonts w:asciiTheme="minorHAnsi" w:hAnsiTheme="minorHAnsi" w:cstheme="minorHAnsi"/>
          <w:b/>
          <w:szCs w:val="24"/>
        </w:rPr>
        <w:br/>
        <w:t>etap edukacyjny – szkoła ponadpodstawowa</w:t>
      </w:r>
      <w:r w:rsidRPr="002468F5">
        <w:rPr>
          <w:rFonts w:asciiTheme="minorHAnsi" w:hAnsiTheme="minorHAnsi" w:cstheme="minorHAnsi"/>
          <w:szCs w:val="24"/>
        </w:rPr>
        <w:t>”</w:t>
      </w:r>
      <w:r w:rsidR="007C40D6">
        <w:rPr>
          <w:rFonts w:asciiTheme="minorHAnsi" w:hAnsiTheme="minorHAnsi" w:cstheme="minorHAnsi"/>
          <w:szCs w:val="24"/>
        </w:rPr>
        <w:t>.</w:t>
      </w:r>
    </w:p>
    <w:p w14:paraId="38701A20" w14:textId="0AE55702" w:rsidR="007C40D6" w:rsidRPr="001819D0" w:rsidRDefault="007C40D6" w:rsidP="007C40D6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Theme="minorHAnsi" w:hAnsiTheme="minorHAnsi" w:cstheme="minorHAnsi"/>
          <w:b/>
          <w:bCs/>
          <w:color w:val="FF0000"/>
          <w:szCs w:val="24"/>
        </w:rPr>
      </w:pPr>
      <w:r w:rsidRPr="001819D0">
        <w:rPr>
          <w:rFonts w:asciiTheme="minorHAnsi" w:hAnsiTheme="minorHAnsi" w:cstheme="minorHAnsi"/>
          <w:b/>
          <w:bCs/>
          <w:color w:val="FF0000"/>
          <w:szCs w:val="24"/>
        </w:rPr>
        <w:t xml:space="preserve">Przedmiot zamówienia szczegółowo został określony w Opisie Przedmiotu Zamówienia stanowiącym załącznik nr </w:t>
      </w:r>
      <w:r w:rsidR="001819D0" w:rsidRPr="001819D0">
        <w:rPr>
          <w:rFonts w:asciiTheme="minorHAnsi" w:hAnsiTheme="minorHAnsi" w:cstheme="minorHAnsi"/>
          <w:b/>
          <w:bCs/>
          <w:color w:val="FF0000"/>
          <w:szCs w:val="24"/>
        </w:rPr>
        <w:t>9</w:t>
      </w:r>
      <w:r w:rsidRPr="001819D0">
        <w:rPr>
          <w:rFonts w:asciiTheme="minorHAnsi" w:hAnsiTheme="minorHAnsi" w:cstheme="minorHAnsi"/>
          <w:b/>
          <w:bCs/>
          <w:color w:val="FF0000"/>
          <w:szCs w:val="24"/>
        </w:rPr>
        <w:t xml:space="preserve"> do SWZ.</w:t>
      </w:r>
    </w:p>
    <w:p w14:paraId="3FA70B8D" w14:textId="77777777" w:rsidR="008E4E6C" w:rsidRPr="002468F5" w:rsidRDefault="008E4E6C" w:rsidP="002468F5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468F5">
        <w:rPr>
          <w:rFonts w:asciiTheme="minorHAnsi" w:hAnsiTheme="minorHAnsi" w:cstheme="minorHAnsi"/>
          <w:szCs w:val="24"/>
        </w:rPr>
        <w:t>Przedmiot zamówienia realizowany jest w związku z projektem pn. „Zdolni z Pomorza – powiat chojnicki”, realizowanego w ramach Regionalnego Programu Operacyjnego Województwa Pomorskiego na lata 2014 – 2020, Osi Priorytetowej 3. Edukacja, Działania 3.2. Edukacja ogólna, Poddziałania 3.2.2 Wsparcie ucznia szczególnie uzdolnionego współfinansowanego z Europejskiego Funduszu Społecznego.</w:t>
      </w:r>
    </w:p>
    <w:p w14:paraId="0672F678" w14:textId="05865BB1" w:rsidR="008E4E6C" w:rsidRPr="002468F5" w:rsidRDefault="008E4E6C" w:rsidP="002468F5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468F5">
        <w:rPr>
          <w:rFonts w:asciiTheme="minorHAnsi" w:hAnsiTheme="minorHAnsi" w:cstheme="minorHAnsi"/>
          <w:szCs w:val="24"/>
        </w:rPr>
        <w:t xml:space="preserve">Zajęcia pozalekcyjne mają zostać przeprowadzone </w:t>
      </w:r>
      <w:r w:rsidR="001478AB" w:rsidRPr="009E065B">
        <w:rPr>
          <w:rFonts w:asciiTheme="minorHAnsi" w:hAnsiTheme="minorHAnsi" w:cstheme="minorHAnsi"/>
          <w:b/>
          <w:color w:val="FF0000"/>
        </w:rPr>
        <w:t>w terminie do dnia 30.06.202</w:t>
      </w:r>
      <w:r w:rsidR="00291FCA">
        <w:rPr>
          <w:rFonts w:asciiTheme="minorHAnsi" w:hAnsiTheme="minorHAnsi" w:cstheme="minorHAnsi"/>
          <w:b/>
          <w:color w:val="FF0000"/>
        </w:rPr>
        <w:t>3</w:t>
      </w:r>
      <w:r w:rsidR="001478AB" w:rsidRPr="009E065B">
        <w:rPr>
          <w:rFonts w:asciiTheme="minorHAnsi" w:hAnsiTheme="minorHAnsi" w:cstheme="minorHAnsi"/>
          <w:b/>
          <w:color w:val="FF0000"/>
        </w:rPr>
        <w:t xml:space="preserve"> r.</w:t>
      </w:r>
      <w:r w:rsidR="001478AB">
        <w:rPr>
          <w:rFonts w:asciiTheme="minorHAnsi" w:hAnsiTheme="minorHAnsi" w:cstheme="minorHAnsi"/>
          <w:b/>
          <w:color w:val="FF0000"/>
        </w:rPr>
        <w:br/>
      </w:r>
      <w:r w:rsidRPr="002468F5">
        <w:rPr>
          <w:rFonts w:asciiTheme="minorHAnsi" w:hAnsiTheme="minorHAnsi" w:cstheme="minorHAnsi"/>
          <w:szCs w:val="24"/>
        </w:rPr>
        <w:t>– przy czym godzina zajęć pozalekcyjnych trwa 45 minut</w:t>
      </w:r>
    </w:p>
    <w:p w14:paraId="03660FB2" w14:textId="77777777" w:rsidR="008E4E6C" w:rsidRPr="002468F5" w:rsidRDefault="008E4E6C" w:rsidP="002468F5">
      <w:pPr>
        <w:pStyle w:val="Bezodstpw"/>
        <w:numPr>
          <w:ilvl w:val="0"/>
          <w:numId w:val="40"/>
        </w:numPr>
        <w:spacing w:line="276" w:lineRule="auto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 xml:space="preserve">Usługa będzie obejmowała m.in.: </w:t>
      </w:r>
    </w:p>
    <w:p w14:paraId="7D74D8AE" w14:textId="77777777" w:rsidR="008E4E6C" w:rsidRPr="002468F5" w:rsidRDefault="008E4E6C" w:rsidP="002468F5">
      <w:pPr>
        <w:pStyle w:val="Bezodstpw"/>
        <w:numPr>
          <w:ilvl w:val="0"/>
          <w:numId w:val="41"/>
        </w:numPr>
        <w:spacing w:line="276" w:lineRule="auto"/>
        <w:jc w:val="both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>opracowanie autorskiego programu nauczania (ściśle dostosowanego do potrzeb i możliwości uczniów, uwzględniającego zagadnienia i zadania pojawiające się  na konkursach przedmiotowych i olimpiadach)</w:t>
      </w:r>
    </w:p>
    <w:p w14:paraId="06A9942F" w14:textId="77777777" w:rsidR="008E4E6C" w:rsidRPr="002468F5" w:rsidRDefault="008E4E6C" w:rsidP="002468F5">
      <w:pPr>
        <w:pStyle w:val="Bezodstpw"/>
        <w:numPr>
          <w:ilvl w:val="0"/>
          <w:numId w:val="41"/>
        </w:numPr>
        <w:spacing w:line="276" w:lineRule="auto"/>
        <w:jc w:val="both"/>
        <w:rPr>
          <w:rFonts w:asciiTheme="minorHAnsi" w:eastAsia="Calibri" w:hAnsiTheme="minorHAnsi" w:cstheme="minorHAnsi"/>
          <w:b/>
        </w:rPr>
      </w:pPr>
      <w:r w:rsidRPr="002468F5">
        <w:rPr>
          <w:rFonts w:asciiTheme="minorHAnsi" w:eastAsia="Calibri" w:hAnsiTheme="minorHAnsi" w:cstheme="minorHAnsi"/>
        </w:rPr>
        <w:t xml:space="preserve">przeprowadzenie </w:t>
      </w:r>
      <w:r w:rsidRPr="002468F5">
        <w:rPr>
          <w:rFonts w:asciiTheme="minorHAnsi" w:eastAsia="Calibri" w:hAnsiTheme="minorHAnsi" w:cstheme="minorHAnsi"/>
          <w:b/>
        </w:rPr>
        <w:t>27 godzin zajęć pozalekcyjnych z kompetencji społecznych</w:t>
      </w:r>
    </w:p>
    <w:p w14:paraId="32A6840D" w14:textId="77777777" w:rsidR="008E4E6C" w:rsidRPr="002468F5" w:rsidRDefault="008E4E6C" w:rsidP="002468F5">
      <w:pPr>
        <w:pStyle w:val="Bezodstpw"/>
        <w:numPr>
          <w:ilvl w:val="0"/>
          <w:numId w:val="41"/>
        </w:numPr>
        <w:spacing w:line="276" w:lineRule="auto"/>
        <w:jc w:val="both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>opracowanie harmonogramu zajęć,</w:t>
      </w:r>
    </w:p>
    <w:p w14:paraId="3924AA4F" w14:textId="77777777" w:rsidR="008E4E6C" w:rsidRPr="002468F5" w:rsidRDefault="008E4E6C" w:rsidP="002468F5">
      <w:pPr>
        <w:pStyle w:val="Bezodstpw"/>
        <w:numPr>
          <w:ilvl w:val="0"/>
          <w:numId w:val="41"/>
        </w:numPr>
        <w:spacing w:line="276" w:lineRule="auto"/>
        <w:jc w:val="both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>przeprowadzenie diagnozy stopnia opanowania przez uczniów kompetencji kluczowych – na początku i pod koniec realizacji autorskiego planu nauczania (tzw. diagnoza na wejściu i na wyjściu), a także porównaniu wyników tych dwóch badań,</w:t>
      </w:r>
    </w:p>
    <w:p w14:paraId="4EA66C65" w14:textId="77777777" w:rsidR="008E4E6C" w:rsidRPr="002468F5" w:rsidRDefault="008E4E6C" w:rsidP="002468F5">
      <w:pPr>
        <w:pStyle w:val="Bezodstpw"/>
        <w:numPr>
          <w:ilvl w:val="0"/>
          <w:numId w:val="41"/>
        </w:numPr>
        <w:spacing w:line="276" w:lineRule="auto"/>
        <w:jc w:val="both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>monitorowanie udziału uczestników w zajęciach,</w:t>
      </w:r>
    </w:p>
    <w:p w14:paraId="61993468" w14:textId="77777777" w:rsidR="008E4E6C" w:rsidRPr="002468F5" w:rsidRDefault="008E4E6C" w:rsidP="002468F5">
      <w:pPr>
        <w:pStyle w:val="Bezodstpw"/>
        <w:numPr>
          <w:ilvl w:val="0"/>
          <w:numId w:val="41"/>
        </w:numPr>
        <w:spacing w:line="276" w:lineRule="auto"/>
        <w:jc w:val="both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>rzetelne sporządzanie i prowadzenie dokumentacji zajęć (m.in.: dziennika zajęć),</w:t>
      </w:r>
    </w:p>
    <w:p w14:paraId="4D7C7231" w14:textId="77777777" w:rsidR="008E4E6C" w:rsidRPr="002468F5" w:rsidRDefault="008E4E6C" w:rsidP="002468F5">
      <w:pPr>
        <w:pStyle w:val="Bezodstpw"/>
        <w:numPr>
          <w:ilvl w:val="0"/>
          <w:numId w:val="41"/>
        </w:numPr>
        <w:spacing w:line="276" w:lineRule="auto"/>
        <w:jc w:val="both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>zapewnienie bezpieczeństwa uczniów w czasie zajęć,</w:t>
      </w:r>
    </w:p>
    <w:p w14:paraId="3A3597AB" w14:textId="77777777" w:rsidR="008E4E6C" w:rsidRPr="002468F5" w:rsidRDefault="008E4E6C" w:rsidP="002468F5">
      <w:pPr>
        <w:pStyle w:val="Bezodstpw"/>
        <w:numPr>
          <w:ilvl w:val="0"/>
          <w:numId w:val="41"/>
        </w:numPr>
        <w:spacing w:line="276" w:lineRule="auto"/>
        <w:jc w:val="both"/>
        <w:rPr>
          <w:rFonts w:asciiTheme="minorHAnsi" w:eastAsia="Calibri" w:hAnsiTheme="minorHAnsi" w:cstheme="minorHAnsi"/>
        </w:rPr>
      </w:pPr>
      <w:r w:rsidRPr="002468F5">
        <w:rPr>
          <w:rFonts w:asciiTheme="minorHAnsi" w:eastAsia="Calibri" w:hAnsiTheme="minorHAnsi" w:cstheme="minorHAnsi"/>
        </w:rPr>
        <w:t>uczestnictwo w zebraniach z rodzicami uczniów uczestniczących w zajęciach, przy czym w jednym semestrze roku szkolnego mogą odbyć się maksymalnie dwa takie spotkania dla każdej grupy uczniów trwające maksymalnie 45 minut każde,</w:t>
      </w:r>
    </w:p>
    <w:p w14:paraId="35085B1B" w14:textId="77777777" w:rsidR="008E4E6C" w:rsidRPr="002468F5" w:rsidRDefault="008E4E6C" w:rsidP="002468F5">
      <w:pPr>
        <w:pStyle w:val="Bezodstpw"/>
        <w:numPr>
          <w:ilvl w:val="0"/>
          <w:numId w:val="41"/>
        </w:numPr>
        <w:spacing w:line="276" w:lineRule="auto"/>
        <w:rPr>
          <w:rFonts w:asciiTheme="minorHAnsi" w:eastAsia="Calibri" w:hAnsiTheme="minorHAnsi" w:cstheme="minorHAnsi"/>
          <w:lang w:eastAsia="en-US"/>
        </w:rPr>
      </w:pPr>
      <w:r w:rsidRPr="002468F5">
        <w:rPr>
          <w:rFonts w:asciiTheme="minorHAnsi" w:eastAsia="Calibri" w:hAnsiTheme="minorHAnsi" w:cstheme="minorHAnsi"/>
          <w:lang w:eastAsia="en-US"/>
        </w:rPr>
        <w:t xml:space="preserve">współpracę z opiekunem pedagogiczno-metodycznym </w:t>
      </w:r>
      <w:r w:rsidRPr="002468F5">
        <w:rPr>
          <w:rFonts w:asciiTheme="minorHAnsi" w:eastAsia="Calibri" w:hAnsiTheme="minorHAnsi" w:cstheme="minorHAnsi"/>
          <w:bCs/>
          <w:lang w:eastAsia="en-US"/>
        </w:rPr>
        <w:t>Lokalnego Centrum Nauczania Kreatywnego (m.in. w zakresie organizowanych w ramach projektu form wsparcia)</w:t>
      </w:r>
      <w:r w:rsidRPr="002468F5"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Pr="002468F5">
        <w:rPr>
          <w:rFonts w:asciiTheme="minorHAnsi" w:eastAsia="Calibri" w:hAnsiTheme="minorHAnsi" w:cstheme="minorHAnsi"/>
          <w:lang w:eastAsia="en-US"/>
        </w:rPr>
        <w:t>oraz psychologiem</w:t>
      </w:r>
      <w:r w:rsidRPr="002468F5"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Pr="002468F5">
        <w:rPr>
          <w:rFonts w:asciiTheme="minorHAnsi" w:eastAsia="Calibri" w:hAnsiTheme="minorHAnsi" w:cstheme="minorHAnsi"/>
          <w:bCs/>
          <w:lang w:eastAsia="en-US"/>
        </w:rPr>
        <w:t>Lokalnego Centrum Nauczania Kreatywnego</w:t>
      </w:r>
      <w:r w:rsidRPr="002468F5"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Pr="002468F5">
        <w:rPr>
          <w:rFonts w:asciiTheme="minorHAnsi" w:eastAsia="Calibri" w:hAnsiTheme="minorHAnsi" w:cstheme="minorHAnsi"/>
          <w:lang w:eastAsia="en-US"/>
        </w:rPr>
        <w:t>(w tym zwłaszcza do uzyskania od psychologa informacji na temat potrzeb rozwojowych uczniów),</w:t>
      </w:r>
    </w:p>
    <w:p w14:paraId="1C9BE870" w14:textId="77777777" w:rsidR="008E4E6C" w:rsidRPr="002468F5" w:rsidRDefault="008E4E6C" w:rsidP="002468F5">
      <w:pPr>
        <w:pStyle w:val="Bezodstpw"/>
        <w:numPr>
          <w:ilvl w:val="0"/>
          <w:numId w:val="41"/>
        </w:numPr>
        <w:spacing w:line="276" w:lineRule="auto"/>
        <w:rPr>
          <w:rFonts w:asciiTheme="minorHAnsi" w:eastAsia="Calibri" w:hAnsiTheme="minorHAnsi" w:cstheme="minorHAnsi"/>
          <w:lang w:eastAsia="en-US"/>
        </w:rPr>
      </w:pPr>
      <w:r w:rsidRPr="002468F5">
        <w:rPr>
          <w:rFonts w:asciiTheme="minorHAnsi" w:eastAsia="Calibri" w:hAnsiTheme="minorHAnsi" w:cstheme="minorHAnsi"/>
          <w:lang w:eastAsia="en-US"/>
        </w:rPr>
        <w:t xml:space="preserve">współpracę z Zamawiającym. </w:t>
      </w:r>
    </w:p>
    <w:p w14:paraId="2430CB0F" w14:textId="77777777" w:rsidR="008E4E6C" w:rsidRPr="002468F5" w:rsidRDefault="008E4E6C" w:rsidP="002468F5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468F5">
        <w:rPr>
          <w:rFonts w:asciiTheme="minorHAnsi" w:hAnsiTheme="minorHAnsi" w:cstheme="minorHAnsi"/>
          <w:szCs w:val="24"/>
        </w:rPr>
        <w:t>Zajęcia odbywać się będą w LCNK w Chojnicach, mieszczącym się w II Liceum Ogólnokształcącym im. gen. Władysława Andersa w Chojnicach, ul. Świętopełka 1,</w:t>
      </w:r>
      <w:r w:rsidRPr="002468F5">
        <w:rPr>
          <w:rFonts w:asciiTheme="minorHAnsi" w:hAnsiTheme="minorHAnsi" w:cstheme="minorHAnsi"/>
          <w:szCs w:val="24"/>
        </w:rPr>
        <w:br/>
        <w:t>89-600 Chojnice.</w:t>
      </w:r>
    </w:p>
    <w:p w14:paraId="7EEAC507" w14:textId="0F28A072" w:rsidR="008E4E6C" w:rsidRPr="002468F5" w:rsidRDefault="008E4E6C" w:rsidP="002468F5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2468F5">
        <w:rPr>
          <w:rFonts w:asciiTheme="minorHAnsi" w:hAnsiTheme="minorHAnsi" w:cstheme="minorHAnsi"/>
          <w:color w:val="000000"/>
          <w:szCs w:val="24"/>
          <w:lang w:eastAsia="en-US"/>
        </w:rPr>
        <w:t xml:space="preserve">Zajęcia mają być prowadzone </w:t>
      </w:r>
      <w:r w:rsidRPr="002468F5">
        <w:rPr>
          <w:rFonts w:asciiTheme="minorHAnsi" w:hAnsiTheme="minorHAnsi" w:cstheme="minorHAnsi"/>
          <w:szCs w:val="24"/>
          <w:lang w:eastAsia="en-US"/>
        </w:rPr>
        <w:t>w dni robocze w godzinach od 14:00</w:t>
      </w:r>
      <w:r w:rsidRPr="002468F5">
        <w:rPr>
          <w:rFonts w:asciiTheme="minorHAnsi" w:hAnsiTheme="minorHAnsi" w:cstheme="minorHAnsi"/>
          <w:szCs w:val="24"/>
          <w:lang w:eastAsia="en-US"/>
        </w:rPr>
        <w:br/>
        <w:t>do 1</w:t>
      </w:r>
      <w:r w:rsidR="008978DE">
        <w:rPr>
          <w:rFonts w:asciiTheme="minorHAnsi" w:hAnsiTheme="minorHAnsi" w:cstheme="minorHAnsi"/>
          <w:szCs w:val="24"/>
          <w:lang w:eastAsia="en-US"/>
        </w:rPr>
        <w:t>9</w:t>
      </w:r>
      <w:r w:rsidRPr="002468F5">
        <w:rPr>
          <w:rFonts w:asciiTheme="minorHAnsi" w:hAnsiTheme="minorHAnsi" w:cstheme="minorHAnsi"/>
          <w:szCs w:val="24"/>
          <w:lang w:eastAsia="en-US"/>
        </w:rPr>
        <w:t>:00 oraz w soboty w godzinach od 8:00 do 1</w:t>
      </w:r>
      <w:r w:rsidR="008978DE">
        <w:rPr>
          <w:rFonts w:asciiTheme="minorHAnsi" w:hAnsiTheme="minorHAnsi" w:cstheme="minorHAnsi"/>
          <w:szCs w:val="24"/>
          <w:lang w:eastAsia="en-US"/>
        </w:rPr>
        <w:t>5</w:t>
      </w:r>
      <w:r w:rsidRPr="002468F5">
        <w:rPr>
          <w:rFonts w:asciiTheme="minorHAnsi" w:hAnsiTheme="minorHAnsi" w:cstheme="minorHAnsi"/>
          <w:szCs w:val="24"/>
          <w:lang w:eastAsia="en-US"/>
        </w:rPr>
        <w:t>:00</w:t>
      </w:r>
    </w:p>
    <w:p w14:paraId="0F95A1CB" w14:textId="77777777" w:rsidR="008E4E6C" w:rsidRPr="002468F5" w:rsidRDefault="008E4E6C" w:rsidP="002468F5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szCs w:val="24"/>
        </w:rPr>
      </w:pPr>
    </w:p>
    <w:p w14:paraId="7A6CB326" w14:textId="226B8F71" w:rsidR="00DB0E3C" w:rsidRPr="002468F5" w:rsidRDefault="00DB0E3C" w:rsidP="002468F5">
      <w:pPr>
        <w:pStyle w:val="Akapitzlist"/>
        <w:spacing w:line="360" w:lineRule="auto"/>
        <w:ind w:left="-720" w:firstLine="708"/>
        <w:jc w:val="both"/>
        <w:rPr>
          <w:rFonts w:asciiTheme="minorHAnsi" w:hAnsiTheme="minorHAnsi" w:cstheme="minorHAnsi"/>
          <w:b/>
          <w:szCs w:val="24"/>
          <w:u w:val="single"/>
        </w:rPr>
      </w:pPr>
      <w:r w:rsidRPr="002468F5">
        <w:rPr>
          <w:rFonts w:asciiTheme="minorHAnsi" w:hAnsiTheme="minorHAnsi" w:cstheme="minorHAnsi"/>
          <w:b/>
          <w:szCs w:val="24"/>
          <w:u w:val="single"/>
        </w:rPr>
        <w:t xml:space="preserve">Część nr </w:t>
      </w:r>
      <w:r w:rsidR="00AA1E99">
        <w:rPr>
          <w:rFonts w:asciiTheme="minorHAnsi" w:hAnsiTheme="minorHAnsi" w:cstheme="minorHAnsi"/>
          <w:b/>
          <w:szCs w:val="24"/>
          <w:u w:val="single"/>
        </w:rPr>
        <w:t>9</w:t>
      </w:r>
      <w:r w:rsidRPr="002468F5">
        <w:rPr>
          <w:rFonts w:asciiTheme="minorHAnsi" w:hAnsiTheme="minorHAnsi" w:cstheme="minorHAnsi"/>
          <w:b/>
          <w:szCs w:val="24"/>
          <w:u w:val="single"/>
        </w:rPr>
        <w:t>. Warsztaty rozwijające kreatywność</w:t>
      </w:r>
    </w:p>
    <w:p w14:paraId="3721A0CE" w14:textId="77777777" w:rsidR="002468F5" w:rsidRPr="007C40D6" w:rsidRDefault="002468F5" w:rsidP="00BB49DD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BB49DD">
        <w:rPr>
          <w:rFonts w:asciiTheme="minorHAnsi" w:hAnsiTheme="minorHAnsi" w:cstheme="minorHAnsi"/>
          <w:szCs w:val="24"/>
        </w:rPr>
        <w:t xml:space="preserve">Przedmiotem zamówienia jest usługa polegająca na </w:t>
      </w:r>
      <w:r w:rsidRPr="00BB49DD">
        <w:rPr>
          <w:rFonts w:asciiTheme="minorHAnsi" w:hAnsiTheme="minorHAnsi" w:cstheme="minorHAnsi"/>
          <w:b/>
          <w:szCs w:val="24"/>
        </w:rPr>
        <w:t>„Opracowaniu autorskiego programu nauczania i przeprowadzeniu w roku szkolnym 2021/2022 cyklu 18 godzin warsztatów rozwijających kreatywność dla uczniów szczególnie uzdolnionych</w:t>
      </w:r>
      <w:r w:rsidRPr="00BB49DD">
        <w:rPr>
          <w:rFonts w:asciiTheme="minorHAnsi" w:hAnsiTheme="minorHAnsi" w:cstheme="minorHAnsi"/>
          <w:b/>
          <w:szCs w:val="24"/>
        </w:rPr>
        <w:br/>
        <w:t>w ramach projektu „Zdolni z Pomorza – powiat chojnicki”.</w:t>
      </w:r>
    </w:p>
    <w:p w14:paraId="2022DD2C" w14:textId="3FD8F3EB" w:rsidR="007C40D6" w:rsidRPr="001819D0" w:rsidRDefault="007C40D6" w:rsidP="007C40D6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Theme="minorHAnsi" w:hAnsiTheme="minorHAnsi" w:cstheme="minorHAnsi"/>
          <w:b/>
          <w:bCs/>
          <w:color w:val="FF0000"/>
          <w:szCs w:val="24"/>
        </w:rPr>
      </w:pPr>
      <w:r w:rsidRPr="001819D0">
        <w:rPr>
          <w:rFonts w:asciiTheme="minorHAnsi" w:hAnsiTheme="minorHAnsi" w:cstheme="minorHAnsi"/>
          <w:b/>
          <w:bCs/>
          <w:color w:val="FF0000"/>
          <w:szCs w:val="24"/>
        </w:rPr>
        <w:t>Przedmiot zamówienia szczegółowo został określony w Opisie Przedmiotu Zamówienia stanowiącym załącznik nr</w:t>
      </w:r>
      <w:r w:rsidR="001819D0" w:rsidRPr="001819D0">
        <w:rPr>
          <w:rFonts w:asciiTheme="minorHAnsi" w:hAnsiTheme="minorHAnsi" w:cstheme="minorHAnsi"/>
          <w:b/>
          <w:bCs/>
          <w:color w:val="FF0000"/>
          <w:szCs w:val="24"/>
        </w:rPr>
        <w:t xml:space="preserve"> 9</w:t>
      </w:r>
      <w:r w:rsidRPr="001819D0">
        <w:rPr>
          <w:rFonts w:asciiTheme="minorHAnsi" w:hAnsiTheme="minorHAnsi" w:cstheme="minorHAnsi"/>
          <w:b/>
          <w:bCs/>
          <w:color w:val="FF0000"/>
          <w:szCs w:val="24"/>
        </w:rPr>
        <w:t xml:space="preserve"> do SWZ.</w:t>
      </w:r>
    </w:p>
    <w:p w14:paraId="748BAEC2" w14:textId="77777777" w:rsidR="002468F5" w:rsidRPr="00BB49DD" w:rsidRDefault="002468F5" w:rsidP="00BB49DD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BB49DD">
        <w:rPr>
          <w:rFonts w:asciiTheme="minorHAnsi" w:hAnsiTheme="minorHAnsi" w:cstheme="minorHAnsi"/>
          <w:szCs w:val="24"/>
        </w:rPr>
        <w:t>Przedmiot zamówienia realizowany jest w związku z projektem pn. „Zdolni z Pomorza – powiat chojnicki”, realizowanego w ramach Regionalnego Programu Operacyjnego Województwa Pomorskiego na lata 2014 – 2020, Osi Priorytetowej 3. Edukacja, Działania 3.2. Edukacja ogólna, Poddziałania 3.2.2 Wsparcie ucznia szczególnie uzdolnionego współfinansowanego z Europejskiego Funduszu Społecznego.</w:t>
      </w:r>
    </w:p>
    <w:p w14:paraId="2DBC3726" w14:textId="3A27ADF6" w:rsidR="002468F5" w:rsidRPr="00BB49DD" w:rsidRDefault="002468F5" w:rsidP="00BB49DD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BB49DD">
        <w:rPr>
          <w:rFonts w:asciiTheme="minorHAnsi" w:hAnsiTheme="minorHAnsi" w:cstheme="minorHAnsi"/>
          <w:szCs w:val="24"/>
        </w:rPr>
        <w:t xml:space="preserve">Warsztaty mają zostać przeprowadzone </w:t>
      </w:r>
      <w:r w:rsidR="001478AB" w:rsidRPr="009E065B">
        <w:rPr>
          <w:rFonts w:asciiTheme="minorHAnsi" w:hAnsiTheme="minorHAnsi" w:cstheme="minorHAnsi"/>
          <w:b/>
          <w:color w:val="FF0000"/>
        </w:rPr>
        <w:t>w terminie do dnia 30.06.202</w:t>
      </w:r>
      <w:r w:rsidR="00291FCA">
        <w:rPr>
          <w:rFonts w:asciiTheme="minorHAnsi" w:hAnsiTheme="minorHAnsi" w:cstheme="minorHAnsi"/>
          <w:b/>
          <w:color w:val="FF0000"/>
        </w:rPr>
        <w:t>3</w:t>
      </w:r>
      <w:r w:rsidR="001478AB" w:rsidRPr="009E065B">
        <w:rPr>
          <w:rFonts w:asciiTheme="minorHAnsi" w:hAnsiTheme="minorHAnsi" w:cstheme="minorHAnsi"/>
          <w:b/>
          <w:color w:val="FF0000"/>
        </w:rPr>
        <w:t xml:space="preserve"> r.</w:t>
      </w:r>
      <w:r w:rsidR="001478AB">
        <w:rPr>
          <w:rFonts w:asciiTheme="minorHAnsi" w:hAnsiTheme="minorHAnsi" w:cstheme="minorHAnsi"/>
          <w:b/>
          <w:color w:val="FF0000"/>
        </w:rPr>
        <w:t xml:space="preserve"> </w:t>
      </w:r>
      <w:r w:rsidRPr="00BB49DD">
        <w:rPr>
          <w:rFonts w:asciiTheme="minorHAnsi" w:hAnsiTheme="minorHAnsi" w:cstheme="minorHAnsi"/>
          <w:szCs w:val="24"/>
        </w:rPr>
        <w:t>– przy czym godzina zajęć pozalekcyjnych trwa 45 minut</w:t>
      </w:r>
    </w:p>
    <w:p w14:paraId="289C6B39" w14:textId="77777777" w:rsidR="002468F5" w:rsidRPr="00BB49DD" w:rsidRDefault="002468F5" w:rsidP="00BB49DD">
      <w:pPr>
        <w:pStyle w:val="Akapitzlist"/>
        <w:numPr>
          <w:ilvl w:val="0"/>
          <w:numId w:val="42"/>
        </w:numPr>
        <w:tabs>
          <w:tab w:val="num" w:pos="567"/>
        </w:tabs>
        <w:suppressAutoHyphens/>
        <w:spacing w:line="276" w:lineRule="auto"/>
        <w:jc w:val="both"/>
        <w:rPr>
          <w:rFonts w:asciiTheme="minorHAnsi" w:eastAsia="Times New Roman" w:hAnsiTheme="minorHAnsi" w:cstheme="minorHAnsi"/>
          <w:color w:val="000080"/>
          <w:szCs w:val="24"/>
        </w:rPr>
      </w:pPr>
      <w:r w:rsidRPr="00BB49DD">
        <w:rPr>
          <w:rFonts w:asciiTheme="minorHAnsi" w:eastAsia="Times New Roman" w:hAnsiTheme="minorHAnsi" w:cstheme="minorHAnsi"/>
          <w:color w:val="000000"/>
          <w:szCs w:val="24"/>
        </w:rPr>
        <w:t>Warsztaty stanowią wsparcie psychologiczno–pedagogiczne, o którym mowa w produkcie finalnym projektu innowacyjnego – modelu wspierania uczniów szczególnie uzdolnionych.</w:t>
      </w:r>
      <w:r w:rsidRPr="00BB49DD">
        <w:rPr>
          <w:rFonts w:asciiTheme="minorHAnsi" w:eastAsia="Times New Roman" w:hAnsiTheme="minorHAnsi" w:cstheme="minorHAnsi"/>
          <w:bCs/>
          <w:color w:val="000000"/>
          <w:szCs w:val="24"/>
        </w:rPr>
        <w:t xml:space="preserve"> </w:t>
      </w:r>
    </w:p>
    <w:p w14:paraId="13CA28F3" w14:textId="77777777" w:rsidR="002468F5" w:rsidRPr="008978DE" w:rsidRDefault="002468F5" w:rsidP="00BB49DD">
      <w:pPr>
        <w:pStyle w:val="Akapitzlist"/>
        <w:numPr>
          <w:ilvl w:val="0"/>
          <w:numId w:val="42"/>
        </w:numPr>
        <w:tabs>
          <w:tab w:val="num" w:pos="567"/>
        </w:tabs>
        <w:suppressAutoHyphens/>
        <w:spacing w:line="276" w:lineRule="auto"/>
        <w:jc w:val="both"/>
        <w:rPr>
          <w:rFonts w:asciiTheme="minorHAnsi" w:eastAsia="Times New Roman" w:hAnsiTheme="minorHAnsi" w:cstheme="minorHAnsi"/>
          <w:szCs w:val="24"/>
        </w:rPr>
      </w:pPr>
      <w:r w:rsidRPr="00BB49DD">
        <w:rPr>
          <w:rFonts w:asciiTheme="minorHAnsi" w:eastAsia="Times New Roman" w:hAnsiTheme="minorHAnsi" w:cstheme="minorHAnsi"/>
          <w:color w:val="000000"/>
          <w:szCs w:val="24"/>
        </w:rPr>
        <w:t xml:space="preserve">Autorski plan nauczania (zwany dalej APN) oraz prowadzone warsztaty muszą uwzględniać specyficzne potrzeby każdego ucznia, które określone zostały na podstawie diagnozy przeprowadzonej w poradni psychologiczno-pedagogicznej na etapie rekrutacji uczniów do projektu oraz na podstawie obserwacji prowadzonej przez osobę prowadzącą </w:t>
      </w:r>
      <w:r w:rsidRPr="008978DE">
        <w:rPr>
          <w:rFonts w:asciiTheme="minorHAnsi" w:eastAsia="Times New Roman" w:hAnsiTheme="minorHAnsi" w:cstheme="minorHAnsi"/>
          <w:szCs w:val="24"/>
        </w:rPr>
        <w:t>warsztaty.</w:t>
      </w:r>
    </w:p>
    <w:p w14:paraId="4D91B171" w14:textId="77777777" w:rsidR="002468F5" w:rsidRPr="008978DE" w:rsidRDefault="002468F5" w:rsidP="00BB49DD">
      <w:pPr>
        <w:pStyle w:val="Akapitzlist"/>
        <w:numPr>
          <w:ilvl w:val="0"/>
          <w:numId w:val="42"/>
        </w:numPr>
        <w:tabs>
          <w:tab w:val="num" w:pos="567"/>
        </w:tabs>
        <w:suppressAutoHyphens/>
        <w:spacing w:line="276" w:lineRule="auto"/>
        <w:jc w:val="both"/>
        <w:rPr>
          <w:rFonts w:asciiTheme="minorHAnsi" w:eastAsia="Times New Roman" w:hAnsiTheme="minorHAnsi" w:cstheme="minorHAnsi"/>
          <w:szCs w:val="24"/>
        </w:rPr>
      </w:pPr>
      <w:r w:rsidRPr="008978DE">
        <w:rPr>
          <w:rFonts w:asciiTheme="minorHAnsi" w:eastAsia="Times New Roman" w:hAnsiTheme="minorHAnsi" w:cstheme="minorHAnsi"/>
          <w:szCs w:val="24"/>
        </w:rPr>
        <w:t xml:space="preserve">Tematyka warsztatów musi zostać dopasowana do indywidualnych potrzeb i predyspozycji uczestników grupy.  </w:t>
      </w:r>
    </w:p>
    <w:p w14:paraId="69511A9C" w14:textId="77777777" w:rsidR="002468F5" w:rsidRPr="008978DE" w:rsidRDefault="002468F5" w:rsidP="00BB49DD">
      <w:pPr>
        <w:pStyle w:val="Akapitzlist"/>
        <w:numPr>
          <w:ilvl w:val="0"/>
          <w:numId w:val="42"/>
        </w:numPr>
        <w:tabs>
          <w:tab w:val="num" w:pos="567"/>
        </w:tabs>
        <w:suppressAutoHyphens/>
        <w:spacing w:line="276" w:lineRule="auto"/>
        <w:jc w:val="both"/>
        <w:rPr>
          <w:rFonts w:asciiTheme="minorHAnsi" w:eastAsia="Times New Roman" w:hAnsiTheme="minorHAnsi" w:cstheme="minorHAnsi"/>
          <w:szCs w:val="24"/>
        </w:rPr>
      </w:pPr>
      <w:r w:rsidRPr="008978DE">
        <w:rPr>
          <w:rFonts w:asciiTheme="minorHAnsi" w:eastAsia="Times New Roman" w:hAnsiTheme="minorHAnsi" w:cstheme="minorHAnsi"/>
          <w:szCs w:val="24"/>
        </w:rPr>
        <w:t>Tematyka warsztatów rozwijających kreatywność powinna zawierać:  kreatywność i aktywność zawodową, samorozwój, współpracę, interakcje społeczne.</w:t>
      </w:r>
    </w:p>
    <w:p w14:paraId="6776B55A" w14:textId="77777777" w:rsidR="00BB49DD" w:rsidRPr="008978DE" w:rsidRDefault="00BB49DD" w:rsidP="00BB49DD">
      <w:pPr>
        <w:pStyle w:val="Akapitzlist"/>
        <w:numPr>
          <w:ilvl w:val="0"/>
          <w:numId w:val="42"/>
        </w:numPr>
        <w:suppressAutoHyphens/>
        <w:spacing w:line="276" w:lineRule="auto"/>
        <w:jc w:val="both"/>
        <w:textAlignment w:val="baseline"/>
        <w:rPr>
          <w:rFonts w:asciiTheme="minorHAnsi" w:eastAsia="Times New Roman" w:hAnsiTheme="minorHAnsi" w:cstheme="minorHAnsi"/>
          <w:szCs w:val="24"/>
        </w:rPr>
      </w:pPr>
      <w:r w:rsidRPr="008978DE">
        <w:rPr>
          <w:rFonts w:asciiTheme="minorHAnsi" w:eastAsia="Times New Roman" w:hAnsiTheme="minorHAnsi" w:cstheme="minorHAnsi"/>
          <w:szCs w:val="24"/>
        </w:rPr>
        <w:t>Usługa obejmuje</w:t>
      </w:r>
    </w:p>
    <w:p w14:paraId="50182000" w14:textId="77777777" w:rsidR="00BB49DD" w:rsidRPr="008978DE" w:rsidRDefault="00BB49DD" w:rsidP="00BB49DD">
      <w:pPr>
        <w:pStyle w:val="Akapitzlist"/>
        <w:numPr>
          <w:ilvl w:val="0"/>
          <w:numId w:val="49"/>
        </w:numPr>
        <w:suppressAutoHyphens/>
        <w:spacing w:line="276" w:lineRule="auto"/>
        <w:jc w:val="both"/>
        <w:textAlignment w:val="baseline"/>
        <w:rPr>
          <w:rFonts w:asciiTheme="minorHAnsi" w:eastAsia="Times New Roman" w:hAnsiTheme="minorHAnsi" w:cstheme="minorHAnsi"/>
          <w:szCs w:val="24"/>
        </w:rPr>
      </w:pPr>
      <w:r w:rsidRPr="008978DE">
        <w:rPr>
          <w:rFonts w:asciiTheme="minorHAnsi" w:eastAsia="Times New Roman" w:hAnsiTheme="minorHAnsi" w:cstheme="minorHAnsi"/>
          <w:szCs w:val="24"/>
        </w:rPr>
        <w:t>opracowanie autorskiego programu nauczania</w:t>
      </w:r>
    </w:p>
    <w:p w14:paraId="489085D4" w14:textId="77777777" w:rsidR="00BB49DD" w:rsidRPr="008978DE" w:rsidRDefault="00BB49DD" w:rsidP="00BB49DD">
      <w:pPr>
        <w:pStyle w:val="Akapitzlist"/>
        <w:numPr>
          <w:ilvl w:val="0"/>
          <w:numId w:val="49"/>
        </w:numPr>
        <w:suppressAutoHyphens/>
        <w:spacing w:line="276" w:lineRule="auto"/>
        <w:jc w:val="both"/>
        <w:textAlignment w:val="baseline"/>
        <w:rPr>
          <w:rFonts w:asciiTheme="minorHAnsi" w:eastAsia="Times New Roman" w:hAnsiTheme="minorHAnsi" w:cstheme="minorHAnsi"/>
          <w:szCs w:val="24"/>
        </w:rPr>
      </w:pPr>
      <w:r w:rsidRPr="008978DE">
        <w:rPr>
          <w:rFonts w:asciiTheme="minorHAnsi" w:eastAsia="Times New Roman" w:hAnsiTheme="minorHAnsi" w:cstheme="minorHAnsi"/>
          <w:szCs w:val="24"/>
        </w:rPr>
        <w:t xml:space="preserve">opracowanie harmonogramu zawierający listę planowanych tematów i wymiar godzin przeznaczonych na ich realizację. </w:t>
      </w:r>
    </w:p>
    <w:p w14:paraId="6B6AEA15" w14:textId="77777777" w:rsidR="00BB49DD" w:rsidRPr="008978DE" w:rsidRDefault="00BB49DD" w:rsidP="00BB49DD">
      <w:pPr>
        <w:pStyle w:val="Akapitzlist"/>
        <w:numPr>
          <w:ilvl w:val="0"/>
          <w:numId w:val="49"/>
        </w:numPr>
        <w:suppressAutoHyphens/>
        <w:spacing w:line="276" w:lineRule="auto"/>
        <w:jc w:val="both"/>
        <w:textAlignment w:val="baseline"/>
        <w:rPr>
          <w:rFonts w:asciiTheme="minorHAnsi" w:eastAsia="Times New Roman" w:hAnsiTheme="minorHAnsi" w:cstheme="minorHAnsi"/>
          <w:szCs w:val="24"/>
        </w:rPr>
      </w:pPr>
      <w:r w:rsidRPr="008978DE">
        <w:rPr>
          <w:rFonts w:asciiTheme="minorHAnsi" w:eastAsia="Times New Roman" w:hAnsiTheme="minorHAnsi" w:cstheme="minorHAnsi"/>
          <w:szCs w:val="24"/>
        </w:rPr>
        <w:t>przeprowadzenia diagnozy kompetencji kluczowych uczniów, na początku i przy zakończeniu zajęć oraz opracowania sprawozdania z warsztatów.</w:t>
      </w:r>
    </w:p>
    <w:p w14:paraId="7FA3202F" w14:textId="77777777" w:rsidR="00BB49DD" w:rsidRPr="008978DE" w:rsidRDefault="00BB49DD" w:rsidP="00BB49DD">
      <w:pPr>
        <w:pStyle w:val="Akapitzlist"/>
        <w:numPr>
          <w:ilvl w:val="0"/>
          <w:numId w:val="49"/>
        </w:numPr>
        <w:spacing w:line="276" w:lineRule="auto"/>
        <w:jc w:val="both"/>
        <w:rPr>
          <w:rFonts w:asciiTheme="minorHAnsi" w:eastAsia="Times New Roman" w:hAnsiTheme="minorHAnsi" w:cstheme="minorHAnsi"/>
          <w:szCs w:val="24"/>
        </w:rPr>
      </w:pPr>
      <w:r w:rsidRPr="008978DE">
        <w:rPr>
          <w:rFonts w:asciiTheme="minorHAnsi" w:eastAsia="Times New Roman" w:hAnsiTheme="minorHAnsi" w:cstheme="minorHAnsi"/>
          <w:szCs w:val="24"/>
        </w:rPr>
        <w:t xml:space="preserve">udział w spotkaniach w ramach projektu, np. (inauguracyjne, podsumowujące rok szkolny) oraz w zebraniach z rodzicami uczniów uczestniczących w zajęciach. </w:t>
      </w:r>
    </w:p>
    <w:p w14:paraId="3016B551" w14:textId="77777777" w:rsidR="00BB49DD" w:rsidRPr="00BB49DD" w:rsidRDefault="00BB49DD" w:rsidP="00BB49DD">
      <w:pPr>
        <w:pStyle w:val="Akapitzlist"/>
        <w:numPr>
          <w:ilvl w:val="0"/>
          <w:numId w:val="49"/>
        </w:numPr>
        <w:spacing w:line="276" w:lineRule="auto"/>
        <w:jc w:val="both"/>
        <w:rPr>
          <w:rFonts w:asciiTheme="minorHAnsi" w:eastAsia="Times New Roman" w:hAnsiTheme="minorHAnsi" w:cstheme="minorHAnsi"/>
          <w:color w:val="000080"/>
          <w:szCs w:val="24"/>
        </w:rPr>
      </w:pPr>
      <w:r w:rsidRPr="008978DE">
        <w:rPr>
          <w:rFonts w:asciiTheme="minorHAnsi" w:eastAsia="Times New Roman" w:hAnsiTheme="minorHAnsi" w:cstheme="minorHAnsi"/>
          <w:szCs w:val="24"/>
        </w:rPr>
        <w:t>Rozlicza prowadzone przez siebie zajęcia co miesiąc, składając niezbędne dokumenty rozliczeniowe</w:t>
      </w:r>
      <w:r w:rsidRPr="00BB49DD">
        <w:rPr>
          <w:rFonts w:asciiTheme="minorHAnsi" w:eastAsia="Times New Roman" w:hAnsiTheme="minorHAnsi" w:cstheme="minorHAnsi"/>
          <w:color w:val="000000"/>
          <w:szCs w:val="24"/>
        </w:rPr>
        <w:t xml:space="preserve">, do Starostwa Powiatowego w Chojnicach – w ciągu 7 dni od dnia zakończenia miesiąca, w którym zrealizowała warsztaty. </w:t>
      </w:r>
    </w:p>
    <w:p w14:paraId="7236C335" w14:textId="77777777" w:rsidR="00BB49DD" w:rsidRPr="00BB49DD" w:rsidRDefault="00BB49DD" w:rsidP="00BB49DD">
      <w:pPr>
        <w:pStyle w:val="Akapitzlist"/>
        <w:numPr>
          <w:ilvl w:val="0"/>
          <w:numId w:val="49"/>
        </w:numPr>
        <w:spacing w:line="276" w:lineRule="auto"/>
        <w:jc w:val="both"/>
        <w:rPr>
          <w:rFonts w:asciiTheme="minorHAnsi" w:eastAsia="Times New Roman" w:hAnsiTheme="minorHAnsi" w:cstheme="minorHAnsi"/>
          <w:color w:val="000080"/>
          <w:szCs w:val="24"/>
        </w:rPr>
      </w:pPr>
      <w:r w:rsidRPr="00BB49DD">
        <w:rPr>
          <w:rFonts w:asciiTheme="minorHAnsi" w:eastAsia="Times New Roman" w:hAnsiTheme="minorHAnsi" w:cstheme="minorHAnsi"/>
          <w:color w:val="000000"/>
          <w:szCs w:val="24"/>
        </w:rPr>
        <w:t>Rzetelnie sporządza dokumentację wykonywania umowy, na podstawie wzorów zatwierdzonych przez Zamawiającego, w tym dokumentuje prowadzone warsztaty w formie dziennika z realizacji warsztatów, list obecności, dokumentacji fotograficznej, raportu, itp.</w:t>
      </w:r>
    </w:p>
    <w:p w14:paraId="39EBBFD7" w14:textId="77777777" w:rsidR="002468F5" w:rsidRPr="00BB49DD" w:rsidRDefault="002468F5" w:rsidP="00BB49DD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BB49DD">
        <w:rPr>
          <w:rFonts w:asciiTheme="minorHAnsi" w:hAnsiTheme="minorHAnsi" w:cstheme="minorHAnsi"/>
          <w:szCs w:val="24"/>
        </w:rPr>
        <w:t>Warsztaty odbywać się będą w LCNK w Chojnicach, mieszczącym się w II Liceum Ogólnokształcącym im. gen. Władysława Andersa w Chojnicach, ul. Świętopełka 1,</w:t>
      </w:r>
      <w:r w:rsidRPr="00BB49DD">
        <w:rPr>
          <w:rFonts w:asciiTheme="minorHAnsi" w:hAnsiTheme="minorHAnsi" w:cstheme="minorHAnsi"/>
          <w:szCs w:val="24"/>
        </w:rPr>
        <w:br/>
        <w:t>89-600 Chojnice.</w:t>
      </w:r>
    </w:p>
    <w:p w14:paraId="242B710D" w14:textId="4EEEE0EF" w:rsidR="00DB0E3C" w:rsidRPr="007C40D6" w:rsidRDefault="008978DE" w:rsidP="002468F5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color w:val="000000"/>
          <w:szCs w:val="24"/>
          <w:lang w:eastAsia="en-US"/>
        </w:rPr>
        <w:t>Warsztaty</w:t>
      </w:r>
      <w:r w:rsidR="002468F5" w:rsidRPr="00BB49DD">
        <w:rPr>
          <w:rFonts w:asciiTheme="minorHAnsi" w:hAnsiTheme="minorHAnsi" w:cstheme="minorHAnsi"/>
          <w:color w:val="000000"/>
          <w:szCs w:val="24"/>
          <w:lang w:eastAsia="en-US"/>
        </w:rPr>
        <w:t xml:space="preserve"> mają być prowadzone </w:t>
      </w:r>
      <w:r w:rsidR="002468F5" w:rsidRPr="00BB49DD">
        <w:rPr>
          <w:rFonts w:asciiTheme="minorHAnsi" w:hAnsiTheme="minorHAnsi" w:cstheme="minorHAnsi"/>
          <w:szCs w:val="24"/>
          <w:lang w:eastAsia="en-US"/>
        </w:rPr>
        <w:t>w dni robocze w godzinach od 14:00</w:t>
      </w:r>
      <w:r w:rsidR="002468F5" w:rsidRPr="00BB49DD">
        <w:rPr>
          <w:rFonts w:asciiTheme="minorHAnsi" w:hAnsiTheme="minorHAnsi" w:cstheme="minorHAnsi"/>
          <w:szCs w:val="24"/>
          <w:lang w:eastAsia="en-US"/>
        </w:rPr>
        <w:br/>
        <w:t>do 1</w:t>
      </w:r>
      <w:r>
        <w:rPr>
          <w:rFonts w:asciiTheme="minorHAnsi" w:hAnsiTheme="minorHAnsi" w:cstheme="minorHAnsi"/>
          <w:szCs w:val="24"/>
          <w:lang w:eastAsia="en-US"/>
        </w:rPr>
        <w:t>9</w:t>
      </w:r>
      <w:r w:rsidR="002468F5" w:rsidRPr="00BB49DD">
        <w:rPr>
          <w:rFonts w:asciiTheme="minorHAnsi" w:hAnsiTheme="minorHAnsi" w:cstheme="minorHAnsi"/>
          <w:szCs w:val="24"/>
          <w:lang w:eastAsia="en-US"/>
        </w:rPr>
        <w:t>:00 oraz w soboty w godzinach od 8:00 do 1</w:t>
      </w:r>
      <w:r>
        <w:rPr>
          <w:rFonts w:asciiTheme="minorHAnsi" w:hAnsiTheme="minorHAnsi" w:cstheme="minorHAnsi"/>
          <w:szCs w:val="24"/>
          <w:lang w:eastAsia="en-US"/>
        </w:rPr>
        <w:t>5</w:t>
      </w:r>
      <w:r w:rsidR="002468F5" w:rsidRPr="00BB49DD">
        <w:rPr>
          <w:rFonts w:asciiTheme="minorHAnsi" w:hAnsiTheme="minorHAnsi" w:cstheme="minorHAnsi"/>
          <w:szCs w:val="24"/>
          <w:lang w:eastAsia="en-US"/>
        </w:rPr>
        <w:t>:00</w:t>
      </w:r>
      <w:r w:rsidR="007C40D6">
        <w:rPr>
          <w:rFonts w:asciiTheme="minorHAnsi" w:hAnsiTheme="minorHAnsi" w:cstheme="minorHAnsi"/>
          <w:szCs w:val="24"/>
          <w:lang w:eastAsia="en-US"/>
        </w:rPr>
        <w:t>.</w:t>
      </w:r>
    </w:p>
    <w:sectPr w:rsidR="00DB0E3C" w:rsidRPr="007C40D6" w:rsidSect="002468F5">
      <w:headerReference w:type="default" r:id="rId10"/>
      <w:footerReference w:type="default" r:id="rId11"/>
      <w:pgSz w:w="11906" w:h="16838"/>
      <w:pgMar w:top="152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9F641" w14:textId="77777777" w:rsidR="00846A37" w:rsidRDefault="00846A37" w:rsidP="005F1D75">
      <w:pPr>
        <w:spacing w:after="0" w:line="240" w:lineRule="auto"/>
      </w:pPr>
      <w:r>
        <w:separator/>
      </w:r>
    </w:p>
  </w:endnote>
  <w:endnote w:type="continuationSeparator" w:id="0">
    <w:p w14:paraId="51BA1F07" w14:textId="77777777" w:rsidR="00846A37" w:rsidRDefault="00846A37" w:rsidP="005F1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75567657"/>
      <w:docPartObj>
        <w:docPartGallery w:val="Page Numbers (Bottom of Page)"/>
        <w:docPartUnique/>
      </w:docPartObj>
    </w:sdtPr>
    <w:sdtContent>
      <w:p w14:paraId="7ABB3DB2" w14:textId="77777777" w:rsidR="008C73CA" w:rsidRDefault="00000000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5F03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7C3ACF6B" w14:textId="77777777" w:rsidR="008C73CA" w:rsidRPr="00EB133D" w:rsidRDefault="008C73CA" w:rsidP="002468F5">
    <w:pPr>
      <w:pStyle w:val="Stopka"/>
      <w:jc w:val="center"/>
      <w:rPr>
        <w:rFonts w:ascii="Times New Roman" w:hAnsi="Times New Roman" w:cs="Times New Roman"/>
        <w:i/>
        <w:color w:val="7F7F7F"/>
        <w:szCs w:val="20"/>
      </w:rPr>
    </w:pPr>
    <w:r>
      <w:rPr>
        <w:rFonts w:ascii="Times New Roman" w:hAnsi="Times New Roman" w:cs="Times New Roman"/>
        <w:i/>
        <w:noProof/>
        <w:color w:val="7F7F7F"/>
        <w:szCs w:val="20"/>
        <w:lang w:eastAsia="pl-PL"/>
      </w:rPr>
      <w:drawing>
        <wp:anchor distT="0" distB="0" distL="114300" distR="114300" simplePos="0" relativeHeight="251660288" behindDoc="0" locked="0" layoutInCell="0" allowOverlap="1" wp14:anchorId="75A01309" wp14:editId="1907281F">
          <wp:simplePos x="0" y="0"/>
          <wp:positionH relativeFrom="page">
            <wp:posOffset>419100</wp:posOffset>
          </wp:positionH>
          <wp:positionV relativeFrom="page">
            <wp:posOffset>10315575</wp:posOffset>
          </wp:positionV>
          <wp:extent cx="7023735" cy="190500"/>
          <wp:effectExtent l="19050" t="0" r="5715" b="0"/>
          <wp:wrapNone/>
          <wp:docPr id="11" name="Obraz 286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0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DB37C5">
      <w:rPr>
        <w:rFonts w:ascii="Times New Roman" w:hAnsi="Times New Roman" w:cs="Times New Roman"/>
        <w:i/>
        <w:color w:val="7F7F7F"/>
        <w:szCs w:val="20"/>
      </w:rPr>
      <w:t>„Zdoln</w:t>
    </w:r>
    <w:r>
      <w:rPr>
        <w:rFonts w:ascii="Times New Roman" w:hAnsi="Times New Roman" w:cs="Times New Roman"/>
        <w:i/>
        <w:color w:val="7F7F7F"/>
        <w:szCs w:val="20"/>
      </w:rPr>
      <w:t>i z Pomorza – powiat chojnicki”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8AFFE" w14:textId="77777777" w:rsidR="00846A37" w:rsidRDefault="00846A37" w:rsidP="005F1D75">
      <w:pPr>
        <w:spacing w:after="0" w:line="240" w:lineRule="auto"/>
      </w:pPr>
      <w:r>
        <w:separator/>
      </w:r>
    </w:p>
  </w:footnote>
  <w:footnote w:type="continuationSeparator" w:id="0">
    <w:p w14:paraId="573C39F2" w14:textId="77777777" w:rsidR="00846A37" w:rsidRDefault="00846A37" w:rsidP="005F1D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F389A" w14:textId="77777777" w:rsidR="008C73CA" w:rsidRDefault="008C73C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0" allowOverlap="1" wp14:anchorId="3B093156" wp14:editId="6AB67B2B">
          <wp:simplePos x="0" y="0"/>
          <wp:positionH relativeFrom="page">
            <wp:posOffset>276225</wp:posOffset>
          </wp:positionH>
          <wp:positionV relativeFrom="page">
            <wp:posOffset>76200</wp:posOffset>
          </wp:positionV>
          <wp:extent cx="7019925" cy="752475"/>
          <wp:effectExtent l="19050" t="0" r="9525" b="0"/>
          <wp:wrapNone/>
          <wp:docPr id="1" name="Obraz 1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473C3"/>
    <w:multiLevelType w:val="hybridMultilevel"/>
    <w:tmpl w:val="84BE17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630B7"/>
    <w:multiLevelType w:val="hybridMultilevel"/>
    <w:tmpl w:val="69266E6E"/>
    <w:lvl w:ilvl="0" w:tplc="13B0841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65D7A"/>
    <w:multiLevelType w:val="hybridMultilevel"/>
    <w:tmpl w:val="BB0675D4"/>
    <w:lvl w:ilvl="0" w:tplc="2CDA031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0008C2"/>
    <w:multiLevelType w:val="hybridMultilevel"/>
    <w:tmpl w:val="5D8E8D44"/>
    <w:lvl w:ilvl="0" w:tplc="DC4607E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D6585"/>
    <w:multiLevelType w:val="hybridMultilevel"/>
    <w:tmpl w:val="D7C2DC6A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F0B24"/>
    <w:multiLevelType w:val="hybridMultilevel"/>
    <w:tmpl w:val="1160DD0E"/>
    <w:lvl w:ilvl="0" w:tplc="8DE403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126A1B"/>
    <w:multiLevelType w:val="hybridMultilevel"/>
    <w:tmpl w:val="1160DD0E"/>
    <w:lvl w:ilvl="0" w:tplc="8DE403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416058"/>
    <w:multiLevelType w:val="hybridMultilevel"/>
    <w:tmpl w:val="BB0675D4"/>
    <w:lvl w:ilvl="0" w:tplc="2CDA031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011B18"/>
    <w:multiLevelType w:val="hybridMultilevel"/>
    <w:tmpl w:val="25023734"/>
    <w:lvl w:ilvl="0" w:tplc="4C7A62D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B361C2"/>
    <w:multiLevelType w:val="hybridMultilevel"/>
    <w:tmpl w:val="1160DD0E"/>
    <w:lvl w:ilvl="0" w:tplc="8DE403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E74F31"/>
    <w:multiLevelType w:val="hybridMultilevel"/>
    <w:tmpl w:val="69266E6E"/>
    <w:lvl w:ilvl="0" w:tplc="13B0841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5425C7"/>
    <w:multiLevelType w:val="hybridMultilevel"/>
    <w:tmpl w:val="BB0675D4"/>
    <w:lvl w:ilvl="0" w:tplc="2CDA031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EDB621B"/>
    <w:multiLevelType w:val="hybridMultilevel"/>
    <w:tmpl w:val="69266E6E"/>
    <w:lvl w:ilvl="0" w:tplc="13B0841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60542A"/>
    <w:multiLevelType w:val="hybridMultilevel"/>
    <w:tmpl w:val="BB0675D4"/>
    <w:lvl w:ilvl="0" w:tplc="2CDA031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5E180E"/>
    <w:multiLevelType w:val="hybridMultilevel"/>
    <w:tmpl w:val="6B643FD4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24C95C86"/>
    <w:multiLevelType w:val="hybridMultilevel"/>
    <w:tmpl w:val="1160DD0E"/>
    <w:lvl w:ilvl="0" w:tplc="8DE403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55D1442"/>
    <w:multiLevelType w:val="hybridMultilevel"/>
    <w:tmpl w:val="1160DD0E"/>
    <w:lvl w:ilvl="0" w:tplc="8DE403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6A95584"/>
    <w:multiLevelType w:val="hybridMultilevel"/>
    <w:tmpl w:val="22A21CA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7E1153A"/>
    <w:multiLevelType w:val="hybridMultilevel"/>
    <w:tmpl w:val="BB0675D4"/>
    <w:lvl w:ilvl="0" w:tplc="2CDA031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B0E7502"/>
    <w:multiLevelType w:val="hybridMultilevel"/>
    <w:tmpl w:val="69266E6E"/>
    <w:lvl w:ilvl="0" w:tplc="13B0841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8616E0"/>
    <w:multiLevelType w:val="hybridMultilevel"/>
    <w:tmpl w:val="1160DD0E"/>
    <w:lvl w:ilvl="0" w:tplc="8DE403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1E310E2"/>
    <w:multiLevelType w:val="hybridMultilevel"/>
    <w:tmpl w:val="69266E6E"/>
    <w:lvl w:ilvl="0" w:tplc="13B0841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46296C"/>
    <w:multiLevelType w:val="hybridMultilevel"/>
    <w:tmpl w:val="1160DD0E"/>
    <w:lvl w:ilvl="0" w:tplc="8DE403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E4F1ECF"/>
    <w:multiLevelType w:val="hybridMultilevel"/>
    <w:tmpl w:val="BB0675D4"/>
    <w:lvl w:ilvl="0" w:tplc="2CDA031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1785171"/>
    <w:multiLevelType w:val="hybridMultilevel"/>
    <w:tmpl w:val="04FA3732"/>
    <w:lvl w:ilvl="0" w:tplc="046CED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2B00DFB"/>
    <w:multiLevelType w:val="multilevel"/>
    <w:tmpl w:val="6A361B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47FE11CF"/>
    <w:multiLevelType w:val="hybridMultilevel"/>
    <w:tmpl w:val="BB0675D4"/>
    <w:lvl w:ilvl="0" w:tplc="2CDA031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9EF08C7"/>
    <w:multiLevelType w:val="hybridMultilevel"/>
    <w:tmpl w:val="22A21CA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A416512"/>
    <w:multiLevelType w:val="hybridMultilevel"/>
    <w:tmpl w:val="1160DD0E"/>
    <w:lvl w:ilvl="0" w:tplc="8DE403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D0160B4"/>
    <w:multiLevelType w:val="hybridMultilevel"/>
    <w:tmpl w:val="1160DD0E"/>
    <w:lvl w:ilvl="0" w:tplc="8DE403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2E69CC"/>
    <w:multiLevelType w:val="hybridMultilevel"/>
    <w:tmpl w:val="1160DD0E"/>
    <w:lvl w:ilvl="0" w:tplc="8DE403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3F534A3"/>
    <w:multiLevelType w:val="hybridMultilevel"/>
    <w:tmpl w:val="1160DD0E"/>
    <w:lvl w:ilvl="0" w:tplc="8DE403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7435C06"/>
    <w:multiLevelType w:val="hybridMultilevel"/>
    <w:tmpl w:val="69266E6E"/>
    <w:lvl w:ilvl="0" w:tplc="13B0841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8A02C0"/>
    <w:multiLevelType w:val="hybridMultilevel"/>
    <w:tmpl w:val="25023734"/>
    <w:lvl w:ilvl="0" w:tplc="4C7A62D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7F3786"/>
    <w:multiLevelType w:val="hybridMultilevel"/>
    <w:tmpl w:val="22A21C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89213B"/>
    <w:multiLevelType w:val="hybridMultilevel"/>
    <w:tmpl w:val="25023734"/>
    <w:lvl w:ilvl="0" w:tplc="4C7A62D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CC2E88"/>
    <w:multiLevelType w:val="hybridMultilevel"/>
    <w:tmpl w:val="F59E570C"/>
    <w:lvl w:ilvl="0" w:tplc="F60819A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BE795F"/>
    <w:multiLevelType w:val="hybridMultilevel"/>
    <w:tmpl w:val="1160DD0E"/>
    <w:lvl w:ilvl="0" w:tplc="8DE403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35E65A6"/>
    <w:multiLevelType w:val="hybridMultilevel"/>
    <w:tmpl w:val="BB0675D4"/>
    <w:lvl w:ilvl="0" w:tplc="2CDA031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3AD2B7C"/>
    <w:multiLevelType w:val="hybridMultilevel"/>
    <w:tmpl w:val="69266E6E"/>
    <w:lvl w:ilvl="0" w:tplc="13B0841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F42CBF"/>
    <w:multiLevelType w:val="hybridMultilevel"/>
    <w:tmpl w:val="BB0675D4"/>
    <w:lvl w:ilvl="0" w:tplc="2CDA031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6680025"/>
    <w:multiLevelType w:val="multilevel"/>
    <w:tmpl w:val="4B02E0D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2" w15:restartNumberingAfterBreak="0">
    <w:nsid w:val="68084F69"/>
    <w:multiLevelType w:val="hybridMultilevel"/>
    <w:tmpl w:val="8C1EE5CC"/>
    <w:lvl w:ilvl="0" w:tplc="DD021F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6850033D"/>
    <w:multiLevelType w:val="hybridMultilevel"/>
    <w:tmpl w:val="BB0675D4"/>
    <w:lvl w:ilvl="0" w:tplc="2CDA031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B1A7FCE"/>
    <w:multiLevelType w:val="hybridMultilevel"/>
    <w:tmpl w:val="BB0675D4"/>
    <w:lvl w:ilvl="0" w:tplc="2CDA031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5FF14AF"/>
    <w:multiLevelType w:val="hybridMultilevel"/>
    <w:tmpl w:val="69266E6E"/>
    <w:lvl w:ilvl="0" w:tplc="13B0841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0970C1"/>
    <w:multiLevelType w:val="hybridMultilevel"/>
    <w:tmpl w:val="BB0675D4"/>
    <w:lvl w:ilvl="0" w:tplc="2CDA031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B0C4E43"/>
    <w:multiLevelType w:val="singleLevel"/>
    <w:tmpl w:val="65CCC6E2"/>
    <w:lvl w:ilvl="0">
      <w:start w:val="1"/>
      <w:numFmt w:val="lowerLetter"/>
      <w:pStyle w:val="Numerowanya"/>
      <w:lvlText w:val="%1)"/>
      <w:lvlJc w:val="left"/>
      <w:pPr>
        <w:tabs>
          <w:tab w:val="num" w:pos="680"/>
        </w:tabs>
        <w:ind w:left="680" w:hanging="396"/>
      </w:pPr>
      <w:rPr>
        <w:rFonts w:ascii="Times New Roman" w:eastAsia="Times New Roman" w:hAnsi="Times New Roman" w:cs="Times New Roman"/>
      </w:rPr>
    </w:lvl>
  </w:abstractNum>
  <w:abstractNum w:abstractNumId="48" w15:restartNumberingAfterBreak="0">
    <w:nsid w:val="7F716C57"/>
    <w:multiLevelType w:val="hybridMultilevel"/>
    <w:tmpl w:val="1160DD0E"/>
    <w:lvl w:ilvl="0" w:tplc="8DE403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6192157">
    <w:abstractNumId w:val="41"/>
  </w:num>
  <w:num w:numId="2" w16cid:durableId="976759245">
    <w:abstractNumId w:val="28"/>
  </w:num>
  <w:num w:numId="3" w16cid:durableId="1057507508">
    <w:abstractNumId w:val="47"/>
  </w:num>
  <w:num w:numId="4" w16cid:durableId="978605581">
    <w:abstractNumId w:val="4"/>
  </w:num>
  <w:num w:numId="5" w16cid:durableId="225148721">
    <w:abstractNumId w:val="25"/>
  </w:num>
  <w:num w:numId="6" w16cid:durableId="1736394534">
    <w:abstractNumId w:val="14"/>
  </w:num>
  <w:num w:numId="7" w16cid:durableId="1463501472">
    <w:abstractNumId w:val="3"/>
  </w:num>
  <w:num w:numId="8" w16cid:durableId="321281334">
    <w:abstractNumId w:val="42"/>
  </w:num>
  <w:num w:numId="9" w16cid:durableId="1904831686">
    <w:abstractNumId w:val="17"/>
  </w:num>
  <w:num w:numId="10" w16cid:durableId="1560088717">
    <w:abstractNumId w:val="7"/>
  </w:num>
  <w:num w:numId="11" w16cid:durableId="157117199">
    <w:abstractNumId w:val="22"/>
  </w:num>
  <w:num w:numId="12" w16cid:durableId="70852090">
    <w:abstractNumId w:val="27"/>
  </w:num>
  <w:num w:numId="13" w16cid:durableId="1533303246">
    <w:abstractNumId w:val="15"/>
  </w:num>
  <w:num w:numId="14" w16cid:durableId="1418401943">
    <w:abstractNumId w:val="34"/>
  </w:num>
  <w:num w:numId="15" w16cid:durableId="1433747007">
    <w:abstractNumId w:val="30"/>
  </w:num>
  <w:num w:numId="16" w16cid:durableId="2052460329">
    <w:abstractNumId w:val="1"/>
  </w:num>
  <w:num w:numId="17" w16cid:durableId="1270624855">
    <w:abstractNumId w:val="6"/>
  </w:num>
  <w:num w:numId="18" w16cid:durableId="1324897351">
    <w:abstractNumId w:val="35"/>
  </w:num>
  <w:num w:numId="19" w16cid:durableId="868253657">
    <w:abstractNumId w:val="16"/>
  </w:num>
  <w:num w:numId="20" w16cid:durableId="251865285">
    <w:abstractNumId w:val="31"/>
  </w:num>
  <w:num w:numId="21" w16cid:durableId="1538008221">
    <w:abstractNumId w:val="8"/>
  </w:num>
  <w:num w:numId="22" w16cid:durableId="1926760910">
    <w:abstractNumId w:val="29"/>
  </w:num>
  <w:num w:numId="23" w16cid:durableId="703749982">
    <w:abstractNumId w:val="37"/>
  </w:num>
  <w:num w:numId="24" w16cid:durableId="898638934">
    <w:abstractNumId w:val="45"/>
  </w:num>
  <w:num w:numId="25" w16cid:durableId="1262686468">
    <w:abstractNumId w:val="32"/>
  </w:num>
  <w:num w:numId="26" w16cid:durableId="405884911">
    <w:abstractNumId w:val="9"/>
  </w:num>
  <w:num w:numId="27" w16cid:durableId="1383479558">
    <w:abstractNumId w:val="2"/>
  </w:num>
  <w:num w:numId="28" w16cid:durableId="1311709113">
    <w:abstractNumId w:val="43"/>
  </w:num>
  <w:num w:numId="29" w16cid:durableId="1443111354">
    <w:abstractNumId w:val="40"/>
  </w:num>
  <w:num w:numId="30" w16cid:durableId="335839181">
    <w:abstractNumId w:val="39"/>
  </w:num>
  <w:num w:numId="31" w16cid:durableId="28067298">
    <w:abstractNumId w:val="44"/>
  </w:num>
  <w:num w:numId="32" w16cid:durableId="1711570628">
    <w:abstractNumId w:val="26"/>
  </w:num>
  <w:num w:numId="33" w16cid:durableId="2125952020">
    <w:abstractNumId w:val="33"/>
  </w:num>
  <w:num w:numId="34" w16cid:durableId="802892861">
    <w:abstractNumId w:val="18"/>
  </w:num>
  <w:num w:numId="35" w16cid:durableId="1660574989">
    <w:abstractNumId w:val="5"/>
  </w:num>
  <w:num w:numId="36" w16cid:durableId="881865295">
    <w:abstractNumId w:val="12"/>
  </w:num>
  <w:num w:numId="37" w16cid:durableId="859929812">
    <w:abstractNumId w:val="48"/>
  </w:num>
  <w:num w:numId="38" w16cid:durableId="2097046203">
    <w:abstractNumId w:val="10"/>
  </w:num>
  <w:num w:numId="39" w16cid:durableId="254940172">
    <w:abstractNumId w:val="23"/>
  </w:num>
  <w:num w:numId="40" w16cid:durableId="642587787">
    <w:abstractNumId w:val="20"/>
  </w:num>
  <w:num w:numId="41" w16cid:durableId="1366833589">
    <w:abstractNumId w:val="21"/>
  </w:num>
  <w:num w:numId="42" w16cid:durableId="410927236">
    <w:abstractNumId w:val="24"/>
  </w:num>
  <w:num w:numId="43" w16cid:durableId="150561950">
    <w:abstractNumId w:val="19"/>
  </w:num>
  <w:num w:numId="44" w16cid:durableId="1288662804">
    <w:abstractNumId w:val="13"/>
  </w:num>
  <w:num w:numId="45" w16cid:durableId="1431313123">
    <w:abstractNumId w:val="11"/>
  </w:num>
  <w:num w:numId="46" w16cid:durableId="1173373255">
    <w:abstractNumId w:val="46"/>
  </w:num>
  <w:num w:numId="47" w16cid:durableId="1815484080">
    <w:abstractNumId w:val="38"/>
  </w:num>
  <w:num w:numId="48" w16cid:durableId="1629505931">
    <w:abstractNumId w:val="0"/>
  </w:num>
  <w:num w:numId="49" w16cid:durableId="209239210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E3C"/>
    <w:rsid w:val="000319A9"/>
    <w:rsid w:val="000471CA"/>
    <w:rsid w:val="000C1477"/>
    <w:rsid w:val="0011608E"/>
    <w:rsid w:val="00141899"/>
    <w:rsid w:val="001478AB"/>
    <w:rsid w:val="001819D0"/>
    <w:rsid w:val="001E485A"/>
    <w:rsid w:val="00205091"/>
    <w:rsid w:val="002468F5"/>
    <w:rsid w:val="00291FCA"/>
    <w:rsid w:val="00303FA3"/>
    <w:rsid w:val="003C0308"/>
    <w:rsid w:val="00485129"/>
    <w:rsid w:val="00573438"/>
    <w:rsid w:val="005F1D75"/>
    <w:rsid w:val="00737082"/>
    <w:rsid w:val="007C40D6"/>
    <w:rsid w:val="007F533F"/>
    <w:rsid w:val="00846A37"/>
    <w:rsid w:val="00847E72"/>
    <w:rsid w:val="008978DE"/>
    <w:rsid w:val="008C73CA"/>
    <w:rsid w:val="008E4E6C"/>
    <w:rsid w:val="00A2092D"/>
    <w:rsid w:val="00AA1E99"/>
    <w:rsid w:val="00B5312A"/>
    <w:rsid w:val="00BA00EE"/>
    <w:rsid w:val="00BB49DD"/>
    <w:rsid w:val="00C83789"/>
    <w:rsid w:val="00DB0E3C"/>
    <w:rsid w:val="00DE3EE1"/>
    <w:rsid w:val="00DE5CE2"/>
    <w:rsid w:val="00E95F03"/>
    <w:rsid w:val="00EB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07D227"/>
  <w15:docId w15:val="{A78F4875-E72F-4521-ABE9-D79348907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FA3"/>
  </w:style>
  <w:style w:type="paragraph" w:styleId="Nagwek1">
    <w:name w:val="heading 1"/>
    <w:basedOn w:val="Normalny"/>
    <w:next w:val="Normalny"/>
    <w:link w:val="Nagwek1Znak"/>
    <w:uiPriority w:val="99"/>
    <w:qFormat/>
    <w:rsid w:val="00DB0E3C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DB0E3C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="Calibri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Preambuła Znak,L1 Znak,Numerowanie Znak,2 heading Znak,A_wyliczenie Znak,K-P_odwolanie Znak,Akapit z listą5 Znak,maz_wyliczenie Znak,opis dzialania Znak,T_SZ_List Paragraph Znak,normalny tekst Znak,Akapit z listą BS Znak"/>
    <w:link w:val="Akapitzlist"/>
    <w:uiPriority w:val="34"/>
    <w:qFormat/>
    <w:locked/>
    <w:rsid w:val="00DB0E3C"/>
    <w:rPr>
      <w:rFonts w:ascii="Times New Roman" w:eastAsia="Calibri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B0E3C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customStyle="1" w:styleId="Numerowanya">
    <w:name w:val="Numerowany a)"/>
    <w:basedOn w:val="Normalny"/>
    <w:rsid w:val="00DB0E3C"/>
    <w:pPr>
      <w:numPr>
        <w:numId w:val="3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11608E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5F1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F1D75"/>
  </w:style>
  <w:style w:type="paragraph" w:styleId="Stopka">
    <w:name w:val="footer"/>
    <w:basedOn w:val="Normalny"/>
    <w:link w:val="StopkaZnak"/>
    <w:unhideWhenUsed/>
    <w:rsid w:val="005F1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F1D75"/>
  </w:style>
  <w:style w:type="paragraph" w:customStyle="1" w:styleId="Default">
    <w:name w:val="Default"/>
    <w:rsid w:val="00C8378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38FAAC-E88F-40B2-81DA-0E6F58D99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3737</Words>
  <Characters>22424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MagdalenaGwizdziel</dc:creator>
  <cp:lastModifiedBy>Matusik Arleta</cp:lastModifiedBy>
  <cp:revision>4</cp:revision>
  <cp:lastPrinted>2021-11-04T11:05:00Z</cp:lastPrinted>
  <dcterms:created xsi:type="dcterms:W3CDTF">2022-11-24T14:02:00Z</dcterms:created>
  <dcterms:modified xsi:type="dcterms:W3CDTF">2022-11-25T07:51:00Z</dcterms:modified>
</cp:coreProperties>
</file>