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95170B" w14:textId="2BDA3255" w:rsidR="00BC2EBE" w:rsidRDefault="002B7984" w:rsidP="00332CCD">
      <w:pPr>
        <w:spacing w:line="264" w:lineRule="auto"/>
        <w:jc w:val="both"/>
        <w:rPr>
          <w:rFonts w:ascii="Tahoma" w:hAnsi="Tahoma" w:cs="Tahoma"/>
          <w:b/>
          <w:bCs/>
          <w:sz w:val="20"/>
          <w:szCs w:val="20"/>
        </w:rPr>
      </w:pPr>
      <w:r>
        <w:rPr>
          <w:rFonts w:ascii="Tahoma" w:hAnsi="Tahoma" w:cs="Tahoma"/>
          <w:b/>
          <w:bCs/>
          <w:noProof/>
          <w:sz w:val="20"/>
          <w:szCs w:val="20"/>
          <w:lang w:eastAsia="pl-PL" w:bidi="ar-SA"/>
        </w:rPr>
        <w:drawing>
          <wp:anchor distT="0" distB="0" distL="114300" distR="114300" simplePos="0" relativeHeight="251659264" behindDoc="0" locked="0" layoutInCell="1" allowOverlap="1" wp14:anchorId="6CC9A511" wp14:editId="0ECE743D">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A2028D" w14:textId="48153E6F" w:rsidR="00BC2EBE" w:rsidRDefault="00BC2EBE" w:rsidP="00BC2EBE">
      <w:pPr>
        <w:spacing w:line="264" w:lineRule="auto"/>
        <w:jc w:val="right"/>
        <w:rPr>
          <w:rFonts w:cs="Times New Roman"/>
          <w:b/>
          <w:bCs/>
          <w:i/>
          <w:sz w:val="18"/>
          <w:szCs w:val="18"/>
        </w:rPr>
      </w:pPr>
      <w:r w:rsidRPr="00BC2EBE">
        <w:rPr>
          <w:rFonts w:cs="Times New Roman"/>
          <w:b/>
          <w:bCs/>
          <w:i/>
          <w:sz w:val="18"/>
          <w:szCs w:val="18"/>
        </w:rPr>
        <w:t>Załącznik nr 10</w:t>
      </w:r>
      <w:r w:rsidR="00624FBA">
        <w:rPr>
          <w:rFonts w:cs="Times New Roman"/>
          <w:b/>
          <w:bCs/>
          <w:i/>
          <w:sz w:val="18"/>
          <w:szCs w:val="18"/>
        </w:rPr>
        <w:t xml:space="preserve"> do SWZ</w:t>
      </w:r>
    </w:p>
    <w:p w14:paraId="7484AF89" w14:textId="71B3C0D2" w:rsidR="00D63197" w:rsidRDefault="00D63197" w:rsidP="00D63197">
      <w:pPr>
        <w:spacing w:line="264" w:lineRule="auto"/>
        <w:ind w:left="4956" w:firstLine="708"/>
        <w:jc w:val="right"/>
        <w:rPr>
          <w:rFonts w:cs="Times New Roman"/>
          <w:b/>
          <w:bCs/>
          <w:i/>
          <w:sz w:val="18"/>
          <w:szCs w:val="18"/>
        </w:rPr>
      </w:pPr>
      <w:r w:rsidRPr="00F045A8">
        <w:rPr>
          <w:rFonts w:cs="Times New Roman"/>
          <w:b/>
          <w:bCs/>
          <w:i/>
          <w:sz w:val="18"/>
          <w:szCs w:val="18"/>
        </w:rPr>
        <w:t xml:space="preserve">Załącznik nr </w:t>
      </w:r>
      <w:r>
        <w:rPr>
          <w:rFonts w:cs="Times New Roman"/>
          <w:b/>
          <w:bCs/>
          <w:i/>
          <w:sz w:val="18"/>
          <w:szCs w:val="18"/>
        </w:rPr>
        <w:t>4</w:t>
      </w:r>
      <w:r w:rsidRPr="00F045A8">
        <w:rPr>
          <w:rFonts w:cs="Times New Roman"/>
          <w:b/>
          <w:bCs/>
          <w:i/>
          <w:sz w:val="18"/>
          <w:szCs w:val="18"/>
        </w:rPr>
        <w:t xml:space="preserve"> do </w:t>
      </w:r>
      <w:r>
        <w:rPr>
          <w:rFonts w:cs="Times New Roman"/>
          <w:b/>
          <w:bCs/>
          <w:i/>
          <w:sz w:val="18"/>
          <w:szCs w:val="18"/>
        </w:rPr>
        <w:t>Umowy</w:t>
      </w:r>
      <w:bookmarkStart w:id="0" w:name="_GoBack"/>
      <w:bookmarkEnd w:id="0"/>
    </w:p>
    <w:p w14:paraId="455418BC" w14:textId="7E6241F3" w:rsidR="002B7984" w:rsidRPr="002B7984" w:rsidRDefault="002B7984" w:rsidP="00BC2EBE">
      <w:pPr>
        <w:spacing w:line="264" w:lineRule="auto"/>
        <w:jc w:val="right"/>
        <w:rPr>
          <w:rFonts w:cs="Times New Roman"/>
          <w:b/>
          <w:bCs/>
          <w:i/>
          <w:sz w:val="18"/>
          <w:szCs w:val="18"/>
        </w:rPr>
      </w:pPr>
      <w:r w:rsidRPr="002B7984">
        <w:rPr>
          <w:rFonts w:cs="Times New Roman"/>
          <w:i/>
          <w:color w:val="000000" w:themeColor="text1"/>
          <w:sz w:val="18"/>
          <w:szCs w:val="18"/>
        </w:rPr>
        <w:t>Klauzula informacyjna dla reprezentantów osób prawnych</w:t>
      </w:r>
    </w:p>
    <w:p w14:paraId="214E13C4" w14:textId="77777777" w:rsidR="002B7984" w:rsidRDefault="002B7984" w:rsidP="00332CCD">
      <w:pPr>
        <w:spacing w:line="264" w:lineRule="auto"/>
        <w:jc w:val="both"/>
        <w:rPr>
          <w:rFonts w:ascii="Tahoma" w:hAnsi="Tahoma" w:cs="Tahoma"/>
          <w:b/>
          <w:bCs/>
          <w:sz w:val="20"/>
          <w:szCs w:val="20"/>
        </w:rPr>
      </w:pPr>
    </w:p>
    <w:p w14:paraId="1C999664" w14:textId="752C46F0" w:rsidR="002B7984" w:rsidRDefault="008F713E" w:rsidP="002B7984">
      <w:pPr>
        <w:spacing w:line="264" w:lineRule="auto"/>
        <w:jc w:val="both"/>
        <w:rPr>
          <w:rFonts w:ascii="Tahoma" w:hAnsi="Tahoma" w:cs="Tahoma"/>
          <w:b/>
          <w:bCs/>
          <w:sz w:val="20"/>
          <w:szCs w:val="20"/>
        </w:rPr>
      </w:pPr>
      <w:r>
        <w:rPr>
          <w:b/>
          <w:color w:val="000000"/>
        </w:rPr>
        <w:t>U</w:t>
      </w:r>
      <w:r w:rsidR="002B7984">
        <w:rPr>
          <w:b/>
          <w:color w:val="000000"/>
        </w:rPr>
        <w:t xml:space="preserve">/ </w:t>
      </w:r>
      <w:r>
        <w:rPr>
          <w:b/>
          <w:color w:val="000000"/>
        </w:rPr>
        <w:t>5</w:t>
      </w:r>
      <w:r w:rsidR="002B7984">
        <w:rPr>
          <w:b/>
          <w:color w:val="000000"/>
        </w:rPr>
        <w:t>/ TP/ 2023</w:t>
      </w:r>
    </w:p>
    <w:p w14:paraId="4B2B3D9D" w14:textId="77777777" w:rsidR="002B7984" w:rsidRPr="002B7984" w:rsidRDefault="002B7984" w:rsidP="002B7984">
      <w:pPr>
        <w:spacing w:line="264" w:lineRule="auto"/>
        <w:jc w:val="both"/>
        <w:rPr>
          <w:rFonts w:cs="Times New Roman"/>
          <w:b/>
          <w:bCs/>
          <w:sz w:val="20"/>
          <w:szCs w:val="20"/>
        </w:rPr>
      </w:pPr>
    </w:p>
    <w:p w14:paraId="3913D3F4"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Administrator</w:t>
      </w:r>
    </w:p>
    <w:p w14:paraId="322F0CF8" w14:textId="3B071C0F" w:rsidR="00332CCD" w:rsidRPr="002B7984" w:rsidRDefault="00353E98" w:rsidP="00332CCD">
      <w:pPr>
        <w:spacing w:line="264" w:lineRule="auto"/>
        <w:jc w:val="both"/>
        <w:rPr>
          <w:rFonts w:cs="Times New Roman"/>
          <w:sz w:val="18"/>
          <w:szCs w:val="18"/>
        </w:rPr>
      </w:pPr>
      <w:r w:rsidRPr="002B7984">
        <w:rPr>
          <w:rFonts w:cs="Times New Roman"/>
          <w:sz w:val="18"/>
          <w:szCs w:val="18"/>
        </w:rPr>
        <w:t>Administratorem Państwa danych przetwarzanych w </w:t>
      </w:r>
      <w:r w:rsidR="00BA6060" w:rsidRPr="002B7984">
        <w:rPr>
          <w:rFonts w:cs="Times New Roman"/>
          <w:sz w:val="18"/>
          <w:szCs w:val="18"/>
        </w:rPr>
        <w:t>ramach prowadzenia</w:t>
      </w:r>
      <w:r w:rsidR="00310378" w:rsidRPr="002B7984">
        <w:rPr>
          <w:rFonts w:cs="Times New Roman"/>
          <w:sz w:val="18"/>
          <w:szCs w:val="18"/>
        </w:rPr>
        <w:t xml:space="preserve"> </w:t>
      </w:r>
      <w:r w:rsidR="00BA6060" w:rsidRPr="002B7984">
        <w:rPr>
          <w:rFonts w:cs="Times New Roman"/>
          <w:sz w:val="18"/>
          <w:szCs w:val="18"/>
        </w:rPr>
        <w:t xml:space="preserve">postępowań udzielania zamówień publicznych oraz realizacji umów </w:t>
      </w:r>
      <w:r w:rsidR="00332CCD" w:rsidRPr="002B7984">
        <w:rPr>
          <w:rFonts w:cs="Times New Roman"/>
          <w:sz w:val="18"/>
          <w:szCs w:val="18"/>
        </w:rPr>
        <w:t xml:space="preserve">jest </w:t>
      </w:r>
      <w:r w:rsidR="00DE6B0B" w:rsidRPr="00F73F4A">
        <w:rPr>
          <w:rFonts w:cs="Times New Roman"/>
          <w:sz w:val="18"/>
          <w:szCs w:val="20"/>
        </w:rPr>
        <w:t xml:space="preserve">„Zakład Komunalny” Spółka z ograniczoną odpowiedzialnością z  siedzibą przy ul. Podmiejskiej 69, </w:t>
      </w:r>
      <w:r w:rsidR="00DE6B0B">
        <w:rPr>
          <w:rFonts w:cs="Times New Roman"/>
          <w:sz w:val="18"/>
          <w:szCs w:val="20"/>
        </w:rPr>
        <w:br/>
      </w:r>
      <w:r w:rsidR="00DE6B0B" w:rsidRPr="00F73F4A">
        <w:rPr>
          <w:rFonts w:cs="Times New Roman"/>
          <w:sz w:val="18"/>
          <w:szCs w:val="20"/>
        </w:rPr>
        <w:t>45-574 Opole</w:t>
      </w:r>
      <w:r w:rsidR="00F32E06" w:rsidRPr="002B7984">
        <w:rPr>
          <w:rFonts w:cs="Times New Roman"/>
          <w:sz w:val="18"/>
          <w:szCs w:val="18"/>
        </w:rPr>
        <w:t xml:space="preserve">, e-mail: </w:t>
      </w:r>
      <w:hyperlink r:id="rId8" w:history="1">
        <w:r w:rsidR="00F32E06" w:rsidRPr="002B7984">
          <w:rPr>
            <w:rStyle w:val="Hipercze"/>
            <w:rFonts w:cs="Times New Roman"/>
            <w:sz w:val="18"/>
            <w:szCs w:val="18"/>
          </w:rPr>
          <w:t>sekretariat@zk.opole.pl</w:t>
        </w:r>
      </w:hyperlink>
      <w:r w:rsidR="00EC7873" w:rsidRPr="002B7984">
        <w:rPr>
          <w:rFonts w:cs="Times New Roman"/>
          <w:sz w:val="18"/>
          <w:szCs w:val="18"/>
        </w:rPr>
        <w:t>.</w:t>
      </w:r>
      <w:r w:rsidR="009943C3" w:rsidRPr="002B7984">
        <w:rPr>
          <w:rFonts w:cs="Times New Roman"/>
          <w:sz w:val="18"/>
          <w:szCs w:val="18"/>
        </w:rPr>
        <w:t xml:space="preserve"> </w:t>
      </w:r>
      <w:r w:rsidR="00EC7873" w:rsidRPr="002B7984">
        <w:rPr>
          <w:rFonts w:cs="Times New Roman"/>
          <w:sz w:val="18"/>
          <w:szCs w:val="18"/>
        </w:rPr>
        <w:t>Administrator wyznaczył Inspektora Ochrony Danych – kontakt z nim możliwy jest pisemnie na adres siedziby lub mailowo</w:t>
      </w:r>
      <w:r w:rsidR="00F32E06" w:rsidRPr="002B7984">
        <w:rPr>
          <w:rFonts w:cs="Times New Roman"/>
          <w:sz w:val="18"/>
          <w:szCs w:val="18"/>
        </w:rPr>
        <w:t xml:space="preserve">: </w:t>
      </w:r>
      <w:hyperlink r:id="rId9" w:history="1">
        <w:r w:rsidR="00F32E06" w:rsidRPr="002B7984">
          <w:rPr>
            <w:rStyle w:val="Hipercze"/>
            <w:rFonts w:cs="Times New Roman"/>
            <w:sz w:val="18"/>
            <w:szCs w:val="18"/>
          </w:rPr>
          <w:t>iod@zk.opole.pl</w:t>
        </w:r>
      </w:hyperlink>
      <w:r w:rsidR="00F32E06" w:rsidRPr="002B7984">
        <w:rPr>
          <w:rStyle w:val="Hipercze"/>
          <w:rFonts w:cs="Times New Roman"/>
          <w:sz w:val="18"/>
          <w:szCs w:val="18"/>
        </w:rPr>
        <w:t>.</w:t>
      </w:r>
    </w:p>
    <w:p w14:paraId="7F25FDAB" w14:textId="77777777" w:rsidR="00EC7873" w:rsidRPr="002B7984" w:rsidRDefault="00EC7873" w:rsidP="00332CCD">
      <w:pPr>
        <w:spacing w:line="264" w:lineRule="auto"/>
        <w:jc w:val="both"/>
        <w:rPr>
          <w:rFonts w:cs="Times New Roman"/>
          <w:sz w:val="18"/>
          <w:szCs w:val="18"/>
        </w:rPr>
      </w:pPr>
    </w:p>
    <w:p w14:paraId="5211531F"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Cel i podstawy przetwarzania</w:t>
      </w:r>
    </w:p>
    <w:p w14:paraId="7CE77A39" w14:textId="34053CAC" w:rsidR="009943C3" w:rsidRPr="002B7984" w:rsidRDefault="009943C3" w:rsidP="009943C3">
      <w:pPr>
        <w:spacing w:line="264" w:lineRule="auto"/>
        <w:jc w:val="both"/>
        <w:rPr>
          <w:rFonts w:cs="Times New Roman"/>
          <w:sz w:val="18"/>
          <w:szCs w:val="18"/>
        </w:rPr>
      </w:pPr>
      <w:r w:rsidRPr="002B7984">
        <w:rPr>
          <w:rFonts w:cs="Times New Roman"/>
          <w:sz w:val="18"/>
          <w:szCs w:val="18"/>
        </w:rPr>
        <w:t xml:space="preserve">Państwa dane osobowe będziemy przetwarzać w celu </w:t>
      </w:r>
      <w:r w:rsidR="00BA6060" w:rsidRPr="002B7984">
        <w:rPr>
          <w:rFonts w:cs="Times New Roman"/>
          <w:sz w:val="18"/>
          <w:szCs w:val="18"/>
        </w:rPr>
        <w:t>związanych z prowadzeniem postępowania</w:t>
      </w:r>
      <w:r w:rsidR="002B7984">
        <w:rPr>
          <w:rFonts w:cs="Times New Roman"/>
          <w:sz w:val="18"/>
          <w:szCs w:val="18"/>
        </w:rPr>
        <w:t xml:space="preserve"> </w:t>
      </w:r>
      <w:r w:rsidR="00BA6060" w:rsidRPr="002B7984">
        <w:rPr>
          <w:rFonts w:cs="Times New Roman"/>
          <w:sz w:val="18"/>
          <w:szCs w:val="18"/>
        </w:rPr>
        <w:t xml:space="preserve">o udzielenie zamówienia publicznego oraz związanych z tym obowiązków prawnych (archiwizacja, rozliczenia podatkowe, rachunkowość) oraz w celach związanych z realizacją prawnie usprawiedliwionych interesów administratora takich jak </w:t>
      </w:r>
      <w:bookmarkStart w:id="1" w:name="_Hlk128820317"/>
      <w:r w:rsidR="00BA6060" w:rsidRPr="002B7984">
        <w:rPr>
          <w:rFonts w:cs="Times New Roman"/>
          <w:sz w:val="18"/>
          <w:szCs w:val="18"/>
        </w:rPr>
        <w:t>prowadzenie dialogu technicznego</w:t>
      </w:r>
      <w:bookmarkEnd w:id="1"/>
      <w:r w:rsidR="00BA6060" w:rsidRPr="002B7984">
        <w:rPr>
          <w:rFonts w:cs="Times New Roman"/>
          <w:sz w:val="18"/>
          <w:szCs w:val="18"/>
        </w:rPr>
        <w:t xml:space="preserve">, zawarcie </w:t>
      </w:r>
      <w:r w:rsidR="00BC2EBE" w:rsidRPr="002B7984">
        <w:rPr>
          <w:rFonts w:cs="Times New Roman"/>
          <w:sz w:val="18"/>
          <w:szCs w:val="18"/>
        </w:rPr>
        <w:t xml:space="preserve">         </w:t>
      </w:r>
      <w:r w:rsidR="00BA6060" w:rsidRPr="002B7984">
        <w:rPr>
          <w:rFonts w:cs="Times New Roman"/>
          <w:sz w:val="18"/>
          <w:szCs w:val="18"/>
        </w:rPr>
        <w:t>i wykonanie umowy z wykonawcą, którego oferta została uznana za najkorzystniejszą, dochodzenie</w:t>
      </w:r>
      <w:r w:rsidR="00BC2EBE" w:rsidRPr="002B7984">
        <w:rPr>
          <w:rFonts w:cs="Times New Roman"/>
          <w:sz w:val="18"/>
          <w:szCs w:val="18"/>
        </w:rPr>
        <w:t xml:space="preserve">          </w:t>
      </w:r>
      <w:r w:rsidR="00BA6060" w:rsidRPr="002B7984">
        <w:rPr>
          <w:rFonts w:cs="Times New Roman"/>
          <w:sz w:val="18"/>
          <w:szCs w:val="18"/>
        </w:rPr>
        <w:t xml:space="preserve"> i obrona przed roszczeniami. </w:t>
      </w:r>
    </w:p>
    <w:p w14:paraId="2E949739" w14:textId="35D3DAB2" w:rsidR="00332CCD" w:rsidRPr="002B7984" w:rsidRDefault="00D63197" w:rsidP="0007733A">
      <w:pPr>
        <w:spacing w:line="264" w:lineRule="auto"/>
        <w:jc w:val="both"/>
        <w:rPr>
          <w:rFonts w:cs="Times New Roman"/>
          <w:sz w:val="18"/>
          <w:szCs w:val="18"/>
        </w:rPr>
      </w:pPr>
      <w:r>
        <w:rPr>
          <w:rFonts w:cs="Times New Roman"/>
          <w:sz w:val="18"/>
          <w:szCs w:val="18"/>
        </w:rPr>
        <w:pict w14:anchorId="00A3C88F">
          <v:rect id="_x0000_i1025" style="width:453.6pt;height:1.5pt" o:hralign="center" o:hrstd="t" o:hr="t" fillcolor="#a0a0a0" stroked="f"/>
        </w:pict>
      </w:r>
    </w:p>
    <w:p w14:paraId="157A40BF" w14:textId="77777777" w:rsidR="00332CCD" w:rsidRPr="002B7984" w:rsidRDefault="0007733A" w:rsidP="00332CCD">
      <w:pPr>
        <w:spacing w:line="264" w:lineRule="auto"/>
        <w:jc w:val="both"/>
        <w:rPr>
          <w:rFonts w:cs="Times New Roman"/>
          <w:b/>
          <w:sz w:val="18"/>
          <w:szCs w:val="18"/>
        </w:rPr>
      </w:pPr>
      <w:r w:rsidRPr="002B7984">
        <w:rPr>
          <w:rFonts w:cs="Times New Roman"/>
          <w:b/>
          <w:sz w:val="18"/>
          <w:szCs w:val="18"/>
        </w:rPr>
        <w:t>Podstawy prawne</w:t>
      </w:r>
    </w:p>
    <w:p w14:paraId="6DCD9551" w14:textId="77777777"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1</w:t>
      </w:r>
      <w:r w:rsidRPr="002B7984">
        <w:rPr>
          <w:rFonts w:cs="Times New Roman"/>
          <w:sz w:val="18"/>
          <w:szCs w:val="18"/>
        </w:rPr>
        <w:t xml:space="preserve">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2</w:t>
      </w:r>
      <w:r w:rsidRPr="002B7984">
        <w:rPr>
          <w:rFonts w:cs="Times New Roman"/>
          <w:sz w:val="18"/>
          <w:szCs w:val="18"/>
        </w:rPr>
        <w:t xml:space="preserve"> Art. 6 ust. 1 lit. c) RODO </w:t>
      </w:r>
      <w:bookmarkStart w:id="2" w:name="_Hlk128820209"/>
      <w:r w:rsidRPr="002B7984">
        <w:rPr>
          <w:rFonts w:cs="Times New Roman"/>
          <w:sz w:val="18"/>
          <w:szCs w:val="18"/>
        </w:rPr>
        <w:t>w zw. z przepisami prawa podatkowego i przepisów o rachunkowości</w:t>
      </w:r>
      <w:r w:rsidR="004A22F2" w:rsidRPr="002B7984">
        <w:rPr>
          <w:rFonts w:cs="Times New Roman"/>
          <w:sz w:val="18"/>
          <w:szCs w:val="18"/>
        </w:rPr>
        <w:t xml:space="preserve"> oraz ustawy Prawo zamówień publicznych</w:t>
      </w:r>
      <w:r w:rsidRPr="002B7984">
        <w:rPr>
          <w:rFonts w:cs="Times New Roman"/>
          <w:sz w:val="18"/>
          <w:szCs w:val="18"/>
        </w:rPr>
        <w:t>.</w:t>
      </w:r>
      <w:bookmarkEnd w:id="2"/>
    </w:p>
    <w:p w14:paraId="1A40F9E7" w14:textId="0BDBCA1F" w:rsidR="0007733A" w:rsidRPr="002B7984" w:rsidRDefault="00D63197" w:rsidP="00332CCD">
      <w:pPr>
        <w:spacing w:line="264" w:lineRule="auto"/>
        <w:jc w:val="both"/>
        <w:rPr>
          <w:rFonts w:cs="Times New Roman"/>
          <w:sz w:val="18"/>
          <w:szCs w:val="18"/>
        </w:rPr>
      </w:pPr>
      <w:r>
        <w:rPr>
          <w:rFonts w:cs="Times New Roman"/>
          <w:sz w:val="18"/>
          <w:szCs w:val="18"/>
        </w:rPr>
        <w:pict w14:anchorId="0FF5479C">
          <v:rect id="_x0000_i1026" style="width:453.6pt;height:1.5pt" o:hralign="center" o:hrstd="t" o:hr="t" fillcolor="#a0a0a0" stroked="f"/>
        </w:pict>
      </w:r>
    </w:p>
    <w:p w14:paraId="49BFC81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Odbiorcy danych osobowych</w:t>
      </w:r>
    </w:p>
    <w:p w14:paraId="5D6CFF63" w14:textId="4DA79C8F" w:rsidR="00332CCD" w:rsidRPr="002B7984" w:rsidRDefault="00332CCD" w:rsidP="00332CCD">
      <w:pPr>
        <w:spacing w:line="264" w:lineRule="auto"/>
        <w:jc w:val="both"/>
        <w:rPr>
          <w:rFonts w:cs="Times New Roman"/>
          <w:sz w:val="18"/>
          <w:szCs w:val="18"/>
        </w:rPr>
      </w:pPr>
      <w:r w:rsidRPr="002B7984">
        <w:rPr>
          <w:rFonts w:cs="Times New Roman"/>
          <w:sz w:val="18"/>
          <w:szCs w:val="18"/>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2B7984">
        <w:rPr>
          <w:rFonts w:cs="Times New Roman"/>
          <w:sz w:val="18"/>
          <w:szCs w:val="18"/>
        </w:rPr>
        <w:t>Szczegółową informację o odbiorcach danych można uzyskać poprzez kontakt z administratorem.</w:t>
      </w:r>
    </w:p>
    <w:p w14:paraId="398E66A9" w14:textId="77777777" w:rsidR="00332CCD" w:rsidRPr="002B7984" w:rsidRDefault="00332CCD" w:rsidP="00332CCD">
      <w:pPr>
        <w:spacing w:line="264" w:lineRule="auto"/>
        <w:jc w:val="both"/>
        <w:rPr>
          <w:rFonts w:cs="Times New Roman"/>
          <w:sz w:val="18"/>
          <w:szCs w:val="18"/>
        </w:rPr>
      </w:pPr>
    </w:p>
    <w:p w14:paraId="2705383D" w14:textId="220AFE60" w:rsidR="00332CCD" w:rsidRPr="002B7984" w:rsidRDefault="00332CCD" w:rsidP="00332CCD">
      <w:pPr>
        <w:spacing w:line="264" w:lineRule="auto"/>
        <w:jc w:val="both"/>
        <w:rPr>
          <w:rFonts w:cs="Times New Roman"/>
          <w:sz w:val="18"/>
          <w:szCs w:val="18"/>
        </w:rPr>
      </w:pPr>
      <w:r w:rsidRPr="002B7984">
        <w:rPr>
          <w:rFonts w:cs="Times New Roman"/>
          <w:b/>
          <w:bCs/>
          <w:sz w:val="18"/>
          <w:szCs w:val="18"/>
        </w:rPr>
        <w:t xml:space="preserve">Okres </w:t>
      </w:r>
      <w:r w:rsidR="00EC7873" w:rsidRPr="002B7984">
        <w:rPr>
          <w:rFonts w:cs="Times New Roman"/>
          <w:b/>
          <w:bCs/>
          <w:sz w:val="18"/>
          <w:szCs w:val="18"/>
        </w:rPr>
        <w:t>przetwarzania</w:t>
      </w:r>
      <w:r w:rsidRPr="002B7984">
        <w:rPr>
          <w:rFonts w:cs="Times New Roman"/>
          <w:b/>
          <w:bCs/>
          <w:sz w:val="18"/>
          <w:szCs w:val="18"/>
        </w:rPr>
        <w:t xml:space="preserve"> danych</w:t>
      </w:r>
    </w:p>
    <w:p w14:paraId="67D25A36" w14:textId="77777777" w:rsidR="009943C3" w:rsidRPr="002B7984" w:rsidRDefault="009943C3" w:rsidP="00EC7873">
      <w:pPr>
        <w:spacing w:line="264" w:lineRule="auto"/>
        <w:jc w:val="both"/>
        <w:rPr>
          <w:rFonts w:cs="Times New Roman"/>
          <w:sz w:val="18"/>
          <w:szCs w:val="18"/>
        </w:rPr>
      </w:pPr>
      <w:r w:rsidRPr="002B7984">
        <w:rPr>
          <w:rFonts w:cs="Times New Roman"/>
          <w:sz w:val="18"/>
          <w:szCs w:val="18"/>
        </w:rPr>
        <w:t xml:space="preserve">Państwa dane przetwarzane będą nie krócej niż przez okres trwania współpracy gospodarczej, przez okres przez który dane zachowują przydatność do celu w jakim zostały zebrane, przez okres przez który przetwarzanie stanowi obowiązek prawny w zależności od tego, który z tych okresów będzie trwał najdłużej. </w:t>
      </w:r>
    </w:p>
    <w:p w14:paraId="32CD27EC" w14:textId="77777777" w:rsidR="00332CCD" w:rsidRPr="002B7984" w:rsidRDefault="00332CCD" w:rsidP="00332CCD">
      <w:pPr>
        <w:spacing w:line="264" w:lineRule="auto"/>
        <w:jc w:val="both"/>
        <w:rPr>
          <w:rFonts w:cs="Times New Roman"/>
          <w:b/>
          <w:bCs/>
          <w:sz w:val="18"/>
          <w:szCs w:val="18"/>
        </w:rPr>
      </w:pPr>
    </w:p>
    <w:p w14:paraId="0381674C" w14:textId="77777777" w:rsidR="00D10004" w:rsidRPr="002B7984" w:rsidRDefault="00D10004" w:rsidP="00D10004">
      <w:pPr>
        <w:spacing w:line="264" w:lineRule="auto"/>
        <w:jc w:val="both"/>
        <w:rPr>
          <w:rFonts w:cs="Times New Roman"/>
          <w:b/>
          <w:bCs/>
          <w:sz w:val="18"/>
          <w:szCs w:val="18"/>
        </w:rPr>
      </w:pPr>
      <w:r w:rsidRPr="002B7984">
        <w:rPr>
          <w:rFonts w:cs="Times New Roman"/>
          <w:b/>
          <w:bCs/>
          <w:sz w:val="18"/>
          <w:szCs w:val="18"/>
        </w:rPr>
        <w:t xml:space="preserve">Przekazanie danych do państw spoza Europejskiego Obszaru Gospodarczego </w:t>
      </w:r>
    </w:p>
    <w:p w14:paraId="2A328868" w14:textId="6DD27678" w:rsidR="00D10004" w:rsidRPr="002B7984" w:rsidRDefault="00EC7873" w:rsidP="00332CCD">
      <w:pPr>
        <w:spacing w:line="264" w:lineRule="auto"/>
        <w:jc w:val="both"/>
        <w:rPr>
          <w:rFonts w:cs="Times New Roman"/>
          <w:bCs/>
          <w:sz w:val="18"/>
          <w:szCs w:val="18"/>
        </w:rPr>
      </w:pPr>
      <w:r w:rsidRPr="002B7984">
        <w:rPr>
          <w:rFonts w:cs="Times New Roman"/>
          <w:bCs/>
          <w:sz w:val="18"/>
          <w:szCs w:val="18"/>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2B7984" w:rsidRDefault="00EC7873" w:rsidP="00332CCD">
      <w:pPr>
        <w:spacing w:line="264" w:lineRule="auto"/>
        <w:jc w:val="both"/>
        <w:rPr>
          <w:rFonts w:cs="Times New Roman"/>
          <w:b/>
          <w:bCs/>
          <w:sz w:val="18"/>
          <w:szCs w:val="18"/>
        </w:rPr>
      </w:pPr>
    </w:p>
    <w:p w14:paraId="6FA7BD3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Prawa osób, których dane dotyczą</w:t>
      </w:r>
    </w:p>
    <w:p w14:paraId="1113EDF6" w14:textId="77777777" w:rsidR="00332CCD" w:rsidRPr="002B7984" w:rsidRDefault="00332CCD" w:rsidP="00332CCD">
      <w:pPr>
        <w:spacing w:line="264" w:lineRule="auto"/>
        <w:jc w:val="both"/>
        <w:rPr>
          <w:rFonts w:cs="Times New Roman"/>
          <w:sz w:val="18"/>
          <w:szCs w:val="18"/>
        </w:rPr>
      </w:pPr>
      <w:r w:rsidRPr="002B7984">
        <w:rPr>
          <w:rFonts w:cs="Times New Roman"/>
          <w:sz w:val="18"/>
          <w:szCs w:val="18"/>
        </w:rPr>
        <w:t>Mają Państwo prawo do:</w:t>
      </w:r>
    </w:p>
    <w:p w14:paraId="449CA25A" w14:textId="600C93AB"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1)    </w:t>
      </w:r>
      <w:r w:rsidR="00332CCD" w:rsidRPr="002B7984">
        <w:rPr>
          <w:rFonts w:cs="Times New Roman"/>
          <w:sz w:val="18"/>
          <w:szCs w:val="18"/>
        </w:rPr>
        <w:t>prawo dostępu do swoich danych oraz otrzymania ich kopii</w:t>
      </w:r>
    </w:p>
    <w:p w14:paraId="480D2213" w14:textId="10035276"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2)    </w:t>
      </w:r>
      <w:r w:rsidR="00332CCD" w:rsidRPr="002B7984">
        <w:rPr>
          <w:rFonts w:cs="Times New Roman"/>
          <w:sz w:val="18"/>
          <w:szCs w:val="18"/>
        </w:rPr>
        <w:t>prawo do sprostowania (poprawiania) swoich danych osobowych;</w:t>
      </w:r>
    </w:p>
    <w:p w14:paraId="3AE10267" w14:textId="2D420D38"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3)    </w:t>
      </w:r>
      <w:r w:rsidR="00332CCD" w:rsidRPr="002B7984">
        <w:rPr>
          <w:rFonts w:cs="Times New Roman"/>
          <w:sz w:val="18"/>
          <w:szCs w:val="18"/>
        </w:rPr>
        <w:t>prawo do ograniczenia przetwarzania danych osobowych;</w:t>
      </w:r>
    </w:p>
    <w:p w14:paraId="6525F88A" w14:textId="14B1A313"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4)    </w:t>
      </w:r>
      <w:r w:rsidR="00332CCD" w:rsidRPr="002B7984">
        <w:rPr>
          <w:rFonts w:cs="Times New Roman"/>
          <w:sz w:val="18"/>
          <w:szCs w:val="18"/>
        </w:rPr>
        <w:t>prawo do usunięcia danych osobowych;</w:t>
      </w:r>
    </w:p>
    <w:p w14:paraId="0519F7A2" w14:textId="2DED5674" w:rsidR="005D32C9"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5)    </w:t>
      </w:r>
      <w:r w:rsidR="00332CCD" w:rsidRPr="002B7984">
        <w:rPr>
          <w:rFonts w:cs="Times New Roman"/>
          <w:sz w:val="18"/>
          <w:szCs w:val="18"/>
        </w:rPr>
        <w:t xml:space="preserve">prawo do wniesienia skargi do Prezes UODO (na adres Urzędu Ochrony Danych Osobowych, ul. Stawki 2, </w:t>
      </w:r>
      <w:r w:rsidR="002B7984">
        <w:rPr>
          <w:rFonts w:cs="Times New Roman"/>
          <w:sz w:val="18"/>
          <w:szCs w:val="18"/>
        </w:rPr>
        <w:br/>
      </w:r>
      <w:r w:rsidR="00332CCD" w:rsidRPr="002B7984">
        <w:rPr>
          <w:rFonts w:cs="Times New Roman"/>
          <w:sz w:val="18"/>
          <w:szCs w:val="18"/>
        </w:rPr>
        <w:t>00 - 193 Warszawa)</w:t>
      </w:r>
    </w:p>
    <w:sectPr w:rsidR="005D32C9" w:rsidRPr="002B7984" w:rsidSect="00BC2EBE">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A3280C" w14:textId="77777777" w:rsidR="008F43EA" w:rsidRDefault="008F43EA" w:rsidP="00067123">
      <w:r>
        <w:separator/>
      </w:r>
    </w:p>
  </w:endnote>
  <w:endnote w:type="continuationSeparator" w:id="0">
    <w:p w14:paraId="28BE1468" w14:textId="77777777" w:rsidR="008F43EA" w:rsidRDefault="008F43EA"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22A70D" w14:textId="77777777" w:rsidR="008F43EA" w:rsidRDefault="008F43EA" w:rsidP="00067123">
      <w:r>
        <w:separator/>
      </w:r>
    </w:p>
  </w:footnote>
  <w:footnote w:type="continuationSeparator" w:id="0">
    <w:p w14:paraId="53003B5E" w14:textId="77777777" w:rsidR="008F43EA" w:rsidRDefault="008F43EA" w:rsidP="000671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CCD"/>
    <w:rsid w:val="00067123"/>
    <w:rsid w:val="0007733A"/>
    <w:rsid w:val="000C7040"/>
    <w:rsid w:val="0013223C"/>
    <w:rsid w:val="0022326E"/>
    <w:rsid w:val="002B7984"/>
    <w:rsid w:val="00310378"/>
    <w:rsid w:val="00332CCD"/>
    <w:rsid w:val="00353E98"/>
    <w:rsid w:val="003E3160"/>
    <w:rsid w:val="004A22F2"/>
    <w:rsid w:val="004D32DC"/>
    <w:rsid w:val="00594C0B"/>
    <w:rsid w:val="005D32C9"/>
    <w:rsid w:val="00624FBA"/>
    <w:rsid w:val="00721AEE"/>
    <w:rsid w:val="00897AF9"/>
    <w:rsid w:val="008F43EA"/>
    <w:rsid w:val="008F713E"/>
    <w:rsid w:val="009943C3"/>
    <w:rsid w:val="009B4678"/>
    <w:rsid w:val="00A9355F"/>
    <w:rsid w:val="00BA6060"/>
    <w:rsid w:val="00BC2EBE"/>
    <w:rsid w:val="00C54DAB"/>
    <w:rsid w:val="00C830E1"/>
    <w:rsid w:val="00D10004"/>
    <w:rsid w:val="00D42EAD"/>
    <w:rsid w:val="00D63197"/>
    <w:rsid w:val="00DE6B0B"/>
    <w:rsid w:val="00E50449"/>
    <w:rsid w:val="00EC7873"/>
    <w:rsid w:val="00F32E06"/>
    <w:rsid w:val="00F618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UnresolvedMention">
    <w:name w:val="Unresolved Mention"/>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493</Words>
  <Characters>2963</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4</cp:revision>
  <dcterms:created xsi:type="dcterms:W3CDTF">2023-04-24T12:02:00Z</dcterms:created>
  <dcterms:modified xsi:type="dcterms:W3CDTF">2023-05-09T12:34:00Z</dcterms:modified>
</cp:coreProperties>
</file>