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KRS/CEiDG)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3072D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1C6A13C1" w:rsid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(Dz.U. z 202</w:t>
      </w:r>
      <w:r w:rsidR="00336833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336833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późn.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4B8B26E1" w14:textId="77777777" w:rsidR="00BB7A29" w:rsidRDefault="00BB7A29" w:rsidP="00BB7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</w:p>
    <w:p w14:paraId="6D7A47EB" w14:textId="5DA4E3AC" w:rsidR="00D249A9" w:rsidRPr="003850C0" w:rsidRDefault="00E563B7" w:rsidP="00BB7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iCs/>
          <w:color w:val="005042"/>
          <w:sz w:val="24"/>
          <w:szCs w:val="24"/>
        </w:rPr>
      </w:pPr>
      <w:r w:rsidRPr="003850C0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„</w:t>
      </w:r>
      <w:r w:rsidR="003850C0" w:rsidRPr="003850C0">
        <w:rPr>
          <w:rFonts w:ascii="Times New Roman" w:hAnsi="Times New Roman"/>
          <w:b/>
          <w:bCs/>
          <w:i/>
          <w:iCs/>
          <w:color w:val="005042"/>
          <w:sz w:val="24"/>
          <w:szCs w:val="24"/>
        </w:rPr>
        <w:t>Wykonanie usług kompleksowego sprzątania budynków biurowego oraz biurowo-mieszkalnego Nadleśnictwa Kościerzyna w roku 2024</w:t>
      </w:r>
      <w:r w:rsidR="00512B49" w:rsidRPr="003850C0">
        <w:rPr>
          <w:rFonts w:ascii="Times New Roman" w:hAnsi="Times New Roman"/>
          <w:b/>
          <w:i/>
          <w:iCs/>
          <w:color w:val="005042"/>
          <w:sz w:val="24"/>
          <w:szCs w:val="24"/>
        </w:rPr>
        <w:t xml:space="preserve">” </w:t>
      </w:r>
    </w:p>
    <w:p w14:paraId="54CB1AC7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14:paraId="622FA75E" w14:textId="1AD87494" w:rsidR="003850C0" w:rsidRPr="00512B49" w:rsidRDefault="00F6181E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6181E">
        <w:rPr>
          <w:rFonts w:ascii="Times New Roman" w:eastAsia="Times New Roman" w:hAnsi="Times New Roman"/>
          <w:b/>
          <w:sz w:val="24"/>
          <w:szCs w:val="24"/>
          <w:lang w:eastAsia="pl-PL"/>
        </w:rPr>
        <w:t>Znak sprawy SA.270.6.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  <w:r w:rsidRPr="00F6181E">
        <w:rPr>
          <w:rFonts w:ascii="Times New Roman" w:eastAsia="Times New Roman" w:hAnsi="Times New Roman"/>
          <w:b/>
          <w:sz w:val="24"/>
          <w:szCs w:val="24"/>
          <w:lang w:eastAsia="pl-PL"/>
        </w:rPr>
        <w:t>.2023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3A92F239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0A75639" w14:textId="77777777" w:rsidR="003072D6" w:rsidRDefault="003072D6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5B80ED2" w14:textId="77777777" w:rsidR="00D249A9" w:rsidRDefault="00D249A9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EDBFD09" w14:textId="3263476E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3848F" w14:textId="77777777" w:rsidR="00906FD9" w:rsidRDefault="00906FD9" w:rsidP="00025386">
      <w:pPr>
        <w:spacing w:after="0" w:line="240" w:lineRule="auto"/>
      </w:pPr>
      <w:r>
        <w:separator/>
      </w:r>
    </w:p>
  </w:endnote>
  <w:endnote w:type="continuationSeparator" w:id="0">
    <w:p w14:paraId="634DCA73" w14:textId="77777777" w:rsidR="00906FD9" w:rsidRDefault="00906FD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EFAD" w14:textId="2F70F4BE" w:rsidR="00025386" w:rsidRDefault="00FC5CCC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97A94F7" w14:textId="211D492F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4658E" w14:textId="77777777" w:rsidR="00906FD9" w:rsidRDefault="00906FD9" w:rsidP="00025386">
      <w:pPr>
        <w:spacing w:after="0" w:line="240" w:lineRule="auto"/>
      </w:pPr>
      <w:r>
        <w:separator/>
      </w:r>
    </w:p>
  </w:footnote>
  <w:footnote w:type="continuationSeparator" w:id="0">
    <w:p w14:paraId="62AC4299" w14:textId="77777777" w:rsidR="00906FD9" w:rsidRDefault="00906FD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83009"/>
    <w:rsid w:val="003072D6"/>
    <w:rsid w:val="00336833"/>
    <w:rsid w:val="003530AB"/>
    <w:rsid w:val="003850C0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2295A"/>
    <w:rsid w:val="00745A44"/>
    <w:rsid w:val="007666D6"/>
    <w:rsid w:val="007D6755"/>
    <w:rsid w:val="00824D73"/>
    <w:rsid w:val="00830970"/>
    <w:rsid w:val="008833CF"/>
    <w:rsid w:val="008B797E"/>
    <w:rsid w:val="008F2498"/>
    <w:rsid w:val="009028E6"/>
    <w:rsid w:val="00906FD9"/>
    <w:rsid w:val="0093388F"/>
    <w:rsid w:val="009F0CFF"/>
    <w:rsid w:val="00A56A6F"/>
    <w:rsid w:val="00A87380"/>
    <w:rsid w:val="00AF4E90"/>
    <w:rsid w:val="00AF7375"/>
    <w:rsid w:val="00B17983"/>
    <w:rsid w:val="00B62AD0"/>
    <w:rsid w:val="00B77707"/>
    <w:rsid w:val="00BB7A29"/>
    <w:rsid w:val="00BE3BCE"/>
    <w:rsid w:val="00CB29AC"/>
    <w:rsid w:val="00D249A9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21DD"/>
    <w:rsid w:val="00E563B7"/>
    <w:rsid w:val="00E67109"/>
    <w:rsid w:val="00E86D3B"/>
    <w:rsid w:val="00EC10EE"/>
    <w:rsid w:val="00EF3368"/>
    <w:rsid w:val="00F334B4"/>
    <w:rsid w:val="00F6181E"/>
    <w:rsid w:val="00F7788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11</cp:revision>
  <dcterms:created xsi:type="dcterms:W3CDTF">2022-06-14T12:51:00Z</dcterms:created>
  <dcterms:modified xsi:type="dcterms:W3CDTF">2023-11-28T12:27:00Z</dcterms:modified>
</cp:coreProperties>
</file>