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AFB12" w14:textId="48EF136F" w:rsidR="000C2176" w:rsidRDefault="00B77D4C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3934F9">
        <w:rPr>
          <w:rFonts w:cs="Arial"/>
          <w:sz w:val="20"/>
          <w:szCs w:val="20"/>
        </w:rPr>
        <w:t>.</w:t>
      </w:r>
      <w:r w:rsidR="003934F9" w:rsidRPr="008E30F8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3934F9" w:rsidRPr="008E30F8">
        <w:rPr>
          <w:rFonts w:cs="Arial"/>
          <w:sz w:val="20"/>
          <w:szCs w:val="20"/>
        </w:rPr>
        <w:t>.</w:t>
      </w:r>
      <w:r w:rsidR="005F2072">
        <w:rPr>
          <w:rFonts w:cs="Arial"/>
          <w:sz w:val="20"/>
          <w:szCs w:val="20"/>
        </w:rPr>
        <w:t>30</w:t>
      </w:r>
      <w:r w:rsidR="00313244" w:rsidRPr="008E30F8">
        <w:rPr>
          <w:rFonts w:cs="Arial"/>
          <w:sz w:val="20"/>
          <w:szCs w:val="20"/>
        </w:rPr>
        <w:t>.202</w:t>
      </w:r>
      <w:r w:rsidR="00641AAA">
        <w:rPr>
          <w:rFonts w:cs="Arial"/>
          <w:sz w:val="20"/>
          <w:szCs w:val="20"/>
        </w:rPr>
        <w:t>3</w:t>
      </w:r>
    </w:p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F91E569" w14:textId="77777777" w:rsidR="00B77D4C" w:rsidRPr="00B77D4C" w:rsidRDefault="000C2176" w:rsidP="00B77D4C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B77D4C" w:rsidRPr="00B77D4C">
        <w:rPr>
          <w:rFonts w:cs="Arial"/>
          <w:b/>
          <w:bCs/>
          <w:sz w:val="20"/>
          <w:szCs w:val="20"/>
        </w:rPr>
        <w:t xml:space="preserve">POWIAT CHOJNICKI  </w:t>
      </w:r>
    </w:p>
    <w:p w14:paraId="2B1ADCCA" w14:textId="77777777" w:rsidR="00B77D4C" w:rsidRP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ul. 31 Stycznia 56</w:t>
      </w:r>
    </w:p>
    <w:p w14:paraId="4094FD96" w14:textId="29E3B84F" w:rsid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89-600 CHOJNICE</w:t>
      </w: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2DD59837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763D418B" w14:textId="77777777" w:rsidR="001C76F2" w:rsidRPr="00EB76C0" w:rsidRDefault="001C76F2" w:rsidP="000C2176">
      <w:pPr>
        <w:spacing w:line="480" w:lineRule="auto"/>
        <w:rPr>
          <w:rFonts w:cs="Arial"/>
          <w:sz w:val="20"/>
          <w:szCs w:val="20"/>
        </w:rPr>
      </w:pPr>
    </w:p>
    <w:p w14:paraId="2F6F7667" w14:textId="27086599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82E76A0" w14:textId="77777777" w:rsidR="001C76F2" w:rsidRPr="00EB76C0" w:rsidRDefault="001C76F2" w:rsidP="000C2176">
      <w:pPr>
        <w:spacing w:line="480" w:lineRule="auto"/>
        <w:rPr>
          <w:rFonts w:cs="Arial"/>
          <w:sz w:val="20"/>
          <w:szCs w:val="20"/>
        </w:rPr>
      </w:pPr>
    </w:p>
    <w:p w14:paraId="621E0D68" w14:textId="06FCDDCC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C76F2">
        <w:rPr>
          <w:rFonts w:cs="Arial"/>
          <w:sz w:val="20"/>
          <w:szCs w:val="20"/>
        </w:rPr>
        <w:t>:</w:t>
      </w:r>
    </w:p>
    <w:p w14:paraId="4F0670EB" w14:textId="4526C1E2" w:rsidR="001C76F2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</w:t>
      </w:r>
    </w:p>
    <w:p w14:paraId="19D6656B" w14:textId="40467161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</w:t>
      </w:r>
    </w:p>
    <w:p w14:paraId="50FD79EF" w14:textId="3C754312" w:rsidR="000C2176" w:rsidRPr="00DC05CF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</w:t>
      </w:r>
    </w:p>
    <w:p w14:paraId="273BAB47" w14:textId="02BB922D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C76F2">
        <w:rPr>
          <w:rFonts w:cs="Arial"/>
          <w:sz w:val="20"/>
          <w:szCs w:val="20"/>
        </w:rPr>
        <w:t>:</w:t>
      </w:r>
    </w:p>
    <w:p w14:paraId="72A486FC" w14:textId="77777777" w:rsidR="00B51B0B" w:rsidRDefault="00B51B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</w:p>
    <w:p w14:paraId="5EFD8867" w14:textId="7E85EB65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2FEF19E6" w14:textId="77777777" w:rsidR="005F2072" w:rsidRDefault="007425EB" w:rsidP="005F2072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F2072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 w:rsidRPr="005F2072">
        <w:rPr>
          <w:rFonts w:ascii="Arial" w:hAnsi="Arial" w:cs="Arial"/>
          <w:b w:val="0"/>
          <w:bCs w:val="0"/>
          <w:sz w:val="20"/>
          <w:szCs w:val="20"/>
        </w:rPr>
        <w:t>roboty budowlane pn.:</w:t>
      </w:r>
    </w:p>
    <w:p w14:paraId="2AD7D841" w14:textId="655FD9F2" w:rsidR="005F2072" w:rsidRPr="005F2072" w:rsidRDefault="005F2072" w:rsidP="005F2072">
      <w:pPr>
        <w:pStyle w:val="Nagwek4"/>
        <w:spacing w:before="0" w:after="0"/>
        <w:jc w:val="both"/>
        <w:rPr>
          <w:rFonts w:ascii="Arial" w:hAnsi="Arial" w:cs="Arial"/>
          <w:sz w:val="20"/>
          <w:szCs w:val="20"/>
        </w:rPr>
      </w:pPr>
      <w:bookmarkStart w:id="0" w:name="_Hlk66370529"/>
      <w:bookmarkStart w:id="1" w:name="_Hlk147913119"/>
      <w:r w:rsidRPr="005F2072">
        <w:rPr>
          <w:rFonts w:ascii="Arial" w:hAnsi="Arial" w:cs="Arial"/>
          <w:sz w:val="20"/>
          <w:szCs w:val="20"/>
        </w:rPr>
        <w:t xml:space="preserve">Cz.1 Przebudowa drogi powiatowej nr 2624G </w:t>
      </w:r>
      <w:proofErr w:type="spellStart"/>
      <w:r w:rsidRPr="005F2072">
        <w:rPr>
          <w:rFonts w:ascii="Arial" w:hAnsi="Arial" w:cs="Arial"/>
          <w:sz w:val="20"/>
          <w:szCs w:val="20"/>
        </w:rPr>
        <w:t>Chociński</w:t>
      </w:r>
      <w:proofErr w:type="spellEnd"/>
      <w:r w:rsidRPr="005F2072">
        <w:rPr>
          <w:rFonts w:ascii="Arial" w:hAnsi="Arial" w:cs="Arial"/>
          <w:sz w:val="20"/>
          <w:szCs w:val="20"/>
        </w:rPr>
        <w:t xml:space="preserve"> Młyn – Charzykowy na odcinku Charzykowy – Małe </w:t>
      </w:r>
      <w:proofErr w:type="spellStart"/>
      <w:r w:rsidRPr="005F2072">
        <w:rPr>
          <w:rFonts w:ascii="Arial" w:hAnsi="Arial" w:cs="Arial"/>
          <w:sz w:val="20"/>
          <w:szCs w:val="20"/>
        </w:rPr>
        <w:t>Swornegacie</w:t>
      </w:r>
      <w:proofErr w:type="spellEnd"/>
      <w:r w:rsidR="00A708C0">
        <w:rPr>
          <w:rFonts w:ascii="Arial" w:hAnsi="Arial" w:cs="Arial"/>
          <w:sz w:val="20"/>
          <w:szCs w:val="20"/>
        </w:rPr>
        <w:t xml:space="preserve"> </w:t>
      </w:r>
    </w:p>
    <w:bookmarkEnd w:id="1"/>
    <w:p w14:paraId="71DBD040" w14:textId="4F121176" w:rsidR="005F2072" w:rsidRDefault="005F2072" w:rsidP="005F2072">
      <w:pPr>
        <w:pStyle w:val="Nagwek4"/>
        <w:spacing w:before="0" w:after="0"/>
        <w:jc w:val="both"/>
        <w:rPr>
          <w:rFonts w:ascii="Arial" w:hAnsi="Arial" w:cs="Arial"/>
          <w:sz w:val="20"/>
          <w:szCs w:val="20"/>
        </w:rPr>
      </w:pPr>
      <w:r w:rsidRPr="005F2072">
        <w:rPr>
          <w:rFonts w:ascii="Arial" w:hAnsi="Arial" w:cs="Arial"/>
          <w:sz w:val="20"/>
          <w:szCs w:val="20"/>
        </w:rPr>
        <w:t>Zadanie jest realizowane przy dofinansowaniu z Rządowego Funduszu Rozwoju Dróg</w:t>
      </w:r>
    </w:p>
    <w:p w14:paraId="0BA4A191" w14:textId="77777777" w:rsidR="005F2072" w:rsidRPr="005F2072" w:rsidRDefault="005F2072" w:rsidP="005F2072">
      <w:pPr>
        <w:jc w:val="both"/>
        <w:rPr>
          <w:lang w:eastAsia="en-US"/>
        </w:rPr>
      </w:pPr>
    </w:p>
    <w:p w14:paraId="29E94A11" w14:textId="19B2A0D7" w:rsidR="005F2072" w:rsidRPr="005F2072" w:rsidRDefault="005F2072" w:rsidP="005F2072">
      <w:pPr>
        <w:pStyle w:val="Nagwek4"/>
        <w:spacing w:before="0" w:after="0"/>
        <w:jc w:val="both"/>
        <w:rPr>
          <w:rFonts w:ascii="Arial" w:hAnsi="Arial" w:cs="Arial"/>
          <w:sz w:val="20"/>
          <w:szCs w:val="20"/>
        </w:rPr>
      </w:pPr>
      <w:r w:rsidRPr="005F2072">
        <w:rPr>
          <w:rFonts w:ascii="Arial" w:hAnsi="Arial" w:cs="Arial"/>
          <w:sz w:val="20"/>
          <w:szCs w:val="20"/>
        </w:rPr>
        <w:t xml:space="preserve">Cz.2  Rozbudowa drogi powiatowej nr 2624G na odcinku od km 3+770,00 do km 4+003,71 oraz od km 6+235 do km 6+528,52 </w:t>
      </w:r>
    </w:p>
    <w:p w14:paraId="1268FBE5" w14:textId="7FB06634" w:rsidR="00AF79A2" w:rsidRPr="00AF79A2" w:rsidRDefault="005F2072" w:rsidP="00AF79A2">
      <w:pPr>
        <w:pStyle w:val="Nagwek4"/>
        <w:spacing w:before="0" w:after="0"/>
        <w:jc w:val="both"/>
        <w:rPr>
          <w:rFonts w:ascii="Arial" w:hAnsi="Arial" w:cs="Arial"/>
          <w:sz w:val="20"/>
          <w:szCs w:val="20"/>
        </w:rPr>
      </w:pPr>
      <w:r w:rsidRPr="005F2072">
        <w:rPr>
          <w:rFonts w:ascii="Arial" w:hAnsi="Arial" w:cs="Arial"/>
          <w:sz w:val="20"/>
          <w:szCs w:val="20"/>
        </w:rPr>
        <w:t>Zadanie jest realizowane przy dofinansowaniu z Rządowego Funduszu Rozwoju Dróg Poprawa Bezpieczeństwa Niechronionych Uczestników Ruchu</w:t>
      </w:r>
    </w:p>
    <w:p w14:paraId="0F5229F4" w14:textId="77777777" w:rsidR="00AF79A2" w:rsidRPr="00AF79A2" w:rsidRDefault="00AF79A2" w:rsidP="00AF79A2">
      <w:pPr>
        <w:jc w:val="center"/>
        <w:rPr>
          <w:sz w:val="20"/>
          <w:szCs w:val="20"/>
          <w:lang w:eastAsia="en-US"/>
        </w:rPr>
      </w:pPr>
      <w:r w:rsidRPr="00AF79A2">
        <w:rPr>
          <w:i/>
          <w:sz w:val="20"/>
          <w:szCs w:val="20"/>
          <w:lang w:eastAsia="en-US"/>
        </w:rPr>
        <w:t>(niepotrzebne skreślić - jeśli oferta nie jest składana na wszystkie części zamówienia)</w:t>
      </w:r>
    </w:p>
    <w:p w14:paraId="103C787C" w14:textId="77777777" w:rsidR="005F2072" w:rsidRPr="005F2072" w:rsidRDefault="005F2072" w:rsidP="005F2072">
      <w:pPr>
        <w:rPr>
          <w:lang w:eastAsia="en-US"/>
        </w:rPr>
      </w:pPr>
    </w:p>
    <w:p w14:paraId="3D752C00" w14:textId="1EDC8D26" w:rsidR="005F2072" w:rsidRDefault="005F2072" w:rsidP="005F2072">
      <w:pPr>
        <w:pStyle w:val="Nagwek4"/>
        <w:spacing w:before="0" w:after="0"/>
        <w:jc w:val="both"/>
        <w:rPr>
          <w:rFonts w:ascii="Arial" w:hAnsi="Arial" w:cs="Arial"/>
          <w:sz w:val="20"/>
          <w:szCs w:val="20"/>
        </w:rPr>
      </w:pPr>
      <w:r w:rsidRPr="005F2072">
        <w:rPr>
          <w:rFonts w:ascii="Arial" w:hAnsi="Arial" w:cs="Arial"/>
          <w:color w:val="FF0000"/>
          <w:sz w:val="20"/>
          <w:szCs w:val="20"/>
        </w:rPr>
        <w:t xml:space="preserve">Cz.1 Przebudowa drogi powiatowej nr 2624G </w:t>
      </w:r>
      <w:proofErr w:type="spellStart"/>
      <w:r w:rsidRPr="005F2072">
        <w:rPr>
          <w:rFonts w:ascii="Arial" w:hAnsi="Arial" w:cs="Arial"/>
          <w:color w:val="FF0000"/>
          <w:sz w:val="20"/>
          <w:szCs w:val="20"/>
        </w:rPr>
        <w:t>Chociński</w:t>
      </w:r>
      <w:proofErr w:type="spellEnd"/>
      <w:r w:rsidRPr="005F2072">
        <w:rPr>
          <w:rFonts w:ascii="Arial" w:hAnsi="Arial" w:cs="Arial"/>
          <w:color w:val="FF0000"/>
          <w:sz w:val="20"/>
          <w:szCs w:val="20"/>
        </w:rPr>
        <w:t xml:space="preserve"> Młyn – Charzykowy na odcinku Charzykowy – Małe </w:t>
      </w:r>
      <w:proofErr w:type="spellStart"/>
      <w:r w:rsidRPr="005F2072">
        <w:rPr>
          <w:rFonts w:ascii="Arial" w:hAnsi="Arial" w:cs="Arial"/>
          <w:color w:val="FF0000"/>
          <w:sz w:val="20"/>
          <w:szCs w:val="20"/>
        </w:rPr>
        <w:t>Swornegacie</w:t>
      </w:r>
      <w:proofErr w:type="spellEnd"/>
      <w:r w:rsidRPr="005F2072">
        <w:rPr>
          <w:rFonts w:ascii="Arial" w:hAnsi="Arial" w:cs="Arial"/>
          <w:color w:val="FF0000"/>
          <w:sz w:val="20"/>
          <w:szCs w:val="20"/>
        </w:rPr>
        <w:t>.</w:t>
      </w:r>
    </w:p>
    <w:p w14:paraId="6A520091" w14:textId="5325C880" w:rsidR="005F2072" w:rsidRPr="005F2072" w:rsidRDefault="005F2072" w:rsidP="005F2072">
      <w:pPr>
        <w:pStyle w:val="Nagwek4"/>
        <w:spacing w:before="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5F2072">
        <w:rPr>
          <w:rFonts w:ascii="Arial" w:hAnsi="Arial" w:cs="Arial"/>
          <w:color w:val="FF0000"/>
          <w:sz w:val="20"/>
          <w:szCs w:val="20"/>
        </w:rPr>
        <w:t>Zadanie jest realizowane przy dofinansowaniu z Rządowego Funduszu Rozwoju Dróg</w:t>
      </w:r>
    </w:p>
    <w:p w14:paraId="3A320618" w14:textId="16844CF9" w:rsidR="004C5019" w:rsidRPr="00AF79A2" w:rsidRDefault="00AF79A2" w:rsidP="005F2072">
      <w:pPr>
        <w:pStyle w:val="Nagwek4"/>
        <w:jc w:val="both"/>
        <w:rPr>
          <w:rFonts w:ascii="Arial" w:hAnsi="Arial" w:cs="Arial"/>
          <w:sz w:val="20"/>
          <w:szCs w:val="20"/>
        </w:rPr>
      </w:pPr>
      <w:proofErr w:type="spellStart"/>
      <w:r w:rsidRPr="00AF79A2">
        <w:rPr>
          <w:rFonts w:ascii="Arial" w:hAnsi="Arial" w:cs="Arial"/>
          <w:sz w:val="20"/>
          <w:szCs w:val="20"/>
        </w:rPr>
        <w:t>A.</w:t>
      </w:r>
      <w:r w:rsidR="004C5019" w:rsidRPr="00AF79A2">
        <w:rPr>
          <w:rFonts w:ascii="Arial" w:hAnsi="Arial" w:cs="Arial"/>
          <w:sz w:val="20"/>
          <w:szCs w:val="20"/>
        </w:rPr>
        <w:t>Oferujemy</w:t>
      </w:r>
      <w:proofErr w:type="spellEnd"/>
      <w:r w:rsidR="004C5019" w:rsidRPr="00AF79A2">
        <w:rPr>
          <w:rFonts w:ascii="Arial" w:hAnsi="Arial" w:cs="Arial"/>
          <w:sz w:val="20"/>
          <w:szCs w:val="20"/>
        </w:rPr>
        <w:t xml:space="preserve"> wykonanie w/w przedmiotu zamówienia za cenę </w:t>
      </w:r>
      <w:r w:rsidR="00B603D7" w:rsidRPr="00AF79A2">
        <w:rPr>
          <w:rFonts w:ascii="Arial" w:hAnsi="Arial" w:cs="Arial"/>
          <w:sz w:val="20"/>
          <w:szCs w:val="20"/>
        </w:rPr>
        <w:t>ryczałtową</w:t>
      </w:r>
      <w:r w:rsidR="004C5019" w:rsidRPr="00AF79A2">
        <w:rPr>
          <w:rFonts w:ascii="Arial" w:hAnsi="Arial" w:cs="Arial"/>
          <w:sz w:val="20"/>
          <w:szCs w:val="20"/>
        </w:rPr>
        <w:t xml:space="preserve"> brutto: </w:t>
      </w:r>
    </w:p>
    <w:p w14:paraId="5CD5D8B6" w14:textId="77777777" w:rsidR="001C1E4A" w:rsidRDefault="001C1E4A" w:rsidP="005F2072">
      <w:pPr>
        <w:tabs>
          <w:tab w:val="left" w:pos="426"/>
        </w:tabs>
        <w:jc w:val="both"/>
        <w:rPr>
          <w:rFonts w:cs="Arial"/>
          <w:b/>
          <w:sz w:val="20"/>
          <w:szCs w:val="20"/>
        </w:rPr>
      </w:pP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27DF26BB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</w:t>
      </w:r>
      <w:r w:rsidR="00B603D7">
        <w:rPr>
          <w:rStyle w:val="FontStyle97"/>
          <w:rFonts w:ascii="Arial" w:hAnsi="Arial" w:cs="Arial"/>
          <w:b/>
          <w:sz w:val="20"/>
          <w:szCs w:val="20"/>
        </w:rPr>
        <w:t xml:space="preserve">RYCZAŁTOWA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6AE5F96C" w14:textId="610751CF" w:rsidR="00B51B0B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</w:t>
      </w:r>
      <w:r w:rsidR="00B603D7">
        <w:rPr>
          <w:rStyle w:val="FontStyle97"/>
          <w:rFonts w:ascii="Arial" w:hAnsi="Arial" w:cs="Arial"/>
          <w:b/>
          <w:sz w:val="20"/>
          <w:szCs w:val="20"/>
        </w:rPr>
        <w:t>RYCZAŁTOWA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słownie: </w:t>
      </w:r>
      <w:r w:rsidR="005F2072"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…………………………………………………………………..</w:t>
      </w:r>
    </w:p>
    <w:p w14:paraId="070DCD1C" w14:textId="77777777" w:rsidR="005F2072" w:rsidRDefault="00B51B0B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   </w:t>
      </w:r>
    </w:p>
    <w:p w14:paraId="02C98BB6" w14:textId="2912606E" w:rsidR="00D9465E" w:rsidRDefault="005F2072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……………………………………………………………………………………………………………….</w:t>
      </w:r>
      <w:r w:rsidR="004C5019" w:rsidRPr="00DC05CF">
        <w:rPr>
          <w:rStyle w:val="FontStyle97"/>
          <w:rFonts w:ascii="Arial" w:hAnsi="Arial" w:cs="Arial"/>
          <w:b/>
          <w:sz w:val="20"/>
          <w:szCs w:val="20"/>
        </w:rPr>
        <w:t>złotych</w:t>
      </w:r>
    </w:p>
    <w:p w14:paraId="58EEBECF" w14:textId="77777777" w:rsidR="005F2072" w:rsidRPr="009C70C7" w:rsidRDefault="005F2072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</w:p>
    <w:p w14:paraId="375B3640" w14:textId="64AEBCC6" w:rsidR="00927B48" w:rsidRPr="00641AAA" w:rsidRDefault="00927B48" w:rsidP="00641AAA">
      <w:pPr>
        <w:numPr>
          <w:ilvl w:val="0"/>
          <w:numId w:val="5"/>
        </w:numPr>
        <w:tabs>
          <w:tab w:val="left" w:pos="426"/>
        </w:tabs>
        <w:spacing w:after="100"/>
        <w:ind w:hanging="2880"/>
        <w:jc w:val="both"/>
        <w:rPr>
          <w:rFonts w:cs="Arial"/>
          <w:b/>
          <w:sz w:val="20"/>
          <w:szCs w:val="20"/>
        </w:rPr>
      </w:pPr>
      <w:bookmarkStart w:id="2" w:name="_Hlk147913349"/>
      <w:r w:rsidRPr="00927B48">
        <w:rPr>
          <w:rFonts w:cs="Arial"/>
          <w:b/>
          <w:sz w:val="20"/>
          <w:szCs w:val="20"/>
        </w:rPr>
        <w:t xml:space="preserve">Oferujemy okres gwarancji </w:t>
      </w:r>
      <w:r w:rsidRPr="00927B48">
        <w:rPr>
          <w:rFonts w:cs="Arial"/>
          <w:b/>
          <w:i/>
          <w:sz w:val="20"/>
          <w:szCs w:val="20"/>
        </w:rPr>
        <w:t>( zaznaczyć oferowany okres gwarancji):</w:t>
      </w:r>
    </w:p>
    <w:p w14:paraId="5E5BF852" w14:textId="0FD1BEFA" w:rsidR="00927B48" w:rsidRPr="00641AAA" w:rsidRDefault="00927B48" w:rsidP="00641AAA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60 miesięcy</w:t>
      </w:r>
    </w:p>
    <w:p w14:paraId="33225D06" w14:textId="1E8CF0A4" w:rsidR="00927B48" w:rsidRDefault="00927B48" w:rsidP="00641AAA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72 miesiące</w:t>
      </w:r>
    </w:p>
    <w:p w14:paraId="1FF88EF5" w14:textId="77777777" w:rsidR="00641AAA" w:rsidRPr="00641AAA" w:rsidRDefault="00641AAA" w:rsidP="00641AAA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485777C9" w14:textId="77777777" w:rsidR="00927B48" w:rsidRPr="00927B48" w:rsidRDefault="00927B48" w:rsidP="00927B48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……………………………..……………………………………………………………….. miesięcy)</w:t>
      </w:r>
    </w:p>
    <w:bookmarkEnd w:id="0"/>
    <w:bookmarkEnd w:id="2"/>
    <w:p w14:paraId="0264CFA4" w14:textId="77777777" w:rsidR="00927B48" w:rsidRDefault="00927B48" w:rsidP="00927B48">
      <w:pPr>
        <w:tabs>
          <w:tab w:val="left" w:pos="426"/>
        </w:tabs>
        <w:spacing w:after="100"/>
        <w:jc w:val="both"/>
        <w:rPr>
          <w:rFonts w:cs="Arial"/>
          <w:bCs/>
          <w:sz w:val="20"/>
          <w:szCs w:val="20"/>
        </w:rPr>
      </w:pPr>
    </w:p>
    <w:p w14:paraId="26BAB598" w14:textId="3E994A64" w:rsidR="005F2072" w:rsidRDefault="005F2072" w:rsidP="005F2072">
      <w:pPr>
        <w:pStyle w:val="Nagwek4"/>
        <w:spacing w:before="0" w:after="0"/>
        <w:jc w:val="both"/>
        <w:rPr>
          <w:rFonts w:ascii="Arial" w:hAnsi="Arial" w:cs="Arial"/>
          <w:color w:val="FF0000"/>
          <w:sz w:val="20"/>
          <w:szCs w:val="20"/>
        </w:rPr>
      </w:pPr>
      <w:bookmarkStart w:id="3" w:name="_Hlk147917146"/>
      <w:r w:rsidRPr="005F2072">
        <w:rPr>
          <w:rFonts w:ascii="Arial" w:hAnsi="Arial" w:cs="Arial"/>
          <w:color w:val="FF0000"/>
          <w:sz w:val="20"/>
          <w:szCs w:val="20"/>
        </w:rPr>
        <w:t>Cz.2  Rozbudowa drogi powiatowej nr 2624G na odcinku od km 3+770,00 do km 4+003,71 oraz od km 6+235 do km 6+528,52</w:t>
      </w:r>
      <w:r>
        <w:rPr>
          <w:rFonts w:ascii="Arial" w:hAnsi="Arial" w:cs="Arial"/>
          <w:color w:val="FF0000"/>
          <w:sz w:val="20"/>
          <w:szCs w:val="20"/>
        </w:rPr>
        <w:t>.</w:t>
      </w:r>
      <w:r w:rsidRPr="005F2072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4C178D6C" w14:textId="77777777" w:rsidR="005F2072" w:rsidRPr="005F2072" w:rsidRDefault="005F2072" w:rsidP="005F2072">
      <w:pPr>
        <w:rPr>
          <w:lang w:eastAsia="en-US"/>
        </w:rPr>
      </w:pPr>
    </w:p>
    <w:p w14:paraId="63D54F06" w14:textId="77777777" w:rsidR="005F2072" w:rsidRDefault="005F2072" w:rsidP="005F2072">
      <w:pPr>
        <w:pStyle w:val="Nagwek4"/>
        <w:spacing w:before="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5F2072">
        <w:rPr>
          <w:rFonts w:ascii="Arial" w:hAnsi="Arial" w:cs="Arial"/>
          <w:color w:val="FF0000"/>
          <w:sz w:val="20"/>
          <w:szCs w:val="20"/>
        </w:rPr>
        <w:t>Zadanie jest realizowane przy dofinansowaniu z Rządowego Funduszu Rozwoju Dróg Poprawa Bezpieczeństwa Niechronionych Uczestników Ruchu</w:t>
      </w:r>
    </w:p>
    <w:bookmarkEnd w:id="3"/>
    <w:p w14:paraId="6085C9AF" w14:textId="77777777" w:rsidR="005F2072" w:rsidRDefault="005F2072" w:rsidP="005F2072">
      <w:pPr>
        <w:rPr>
          <w:lang w:eastAsia="en-US"/>
        </w:rPr>
      </w:pPr>
    </w:p>
    <w:p w14:paraId="7DD6C5CA" w14:textId="6CA59F30" w:rsidR="005F2072" w:rsidRPr="00AF79A2" w:rsidRDefault="005F2072" w:rsidP="00AF79A2">
      <w:pPr>
        <w:pStyle w:val="Nagwek4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F79A2">
        <w:rPr>
          <w:rFonts w:ascii="Arial" w:hAnsi="Arial" w:cs="Arial"/>
          <w:sz w:val="20"/>
          <w:szCs w:val="20"/>
        </w:rPr>
        <w:t xml:space="preserve">Oferujemy wykonanie w/w przedmiotu zamówienia za cenę ryczałtową brutto: </w:t>
      </w:r>
    </w:p>
    <w:p w14:paraId="336EC49A" w14:textId="77777777" w:rsidR="005F2072" w:rsidRDefault="005F2072" w:rsidP="005F2072">
      <w:pPr>
        <w:tabs>
          <w:tab w:val="left" w:pos="426"/>
        </w:tabs>
        <w:jc w:val="both"/>
        <w:rPr>
          <w:rFonts w:cs="Arial"/>
          <w:b/>
          <w:sz w:val="20"/>
          <w:szCs w:val="20"/>
        </w:rPr>
      </w:pPr>
    </w:p>
    <w:p w14:paraId="3B792947" w14:textId="77777777" w:rsidR="005F2072" w:rsidRPr="00DC05CF" w:rsidRDefault="005F2072" w:rsidP="005F2072">
      <w:pPr>
        <w:rPr>
          <w:rFonts w:cs="Arial"/>
          <w:b/>
          <w:sz w:val="20"/>
          <w:szCs w:val="20"/>
        </w:rPr>
      </w:pPr>
    </w:p>
    <w:p w14:paraId="323160C3" w14:textId="77777777" w:rsidR="005F2072" w:rsidRDefault="005F2072" w:rsidP="005F2072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</w:t>
      </w:r>
      <w:r>
        <w:rPr>
          <w:rStyle w:val="FontStyle97"/>
          <w:rFonts w:ascii="Arial" w:hAnsi="Arial" w:cs="Arial"/>
          <w:b/>
          <w:sz w:val="20"/>
          <w:szCs w:val="20"/>
        </w:rPr>
        <w:t xml:space="preserve">RYCZAŁTOWA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</w:t>
      </w:r>
      <w:r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zł</w:t>
      </w:r>
    </w:p>
    <w:p w14:paraId="2B59D5C2" w14:textId="77777777" w:rsidR="005F2072" w:rsidRPr="00DC05CF" w:rsidRDefault="005F2072" w:rsidP="005F2072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306A40CE" w14:textId="77777777" w:rsidR="005F2072" w:rsidRDefault="005F2072" w:rsidP="005F2072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</w:t>
      </w:r>
      <w:r>
        <w:rPr>
          <w:rStyle w:val="FontStyle97"/>
          <w:rFonts w:ascii="Arial" w:hAnsi="Arial" w:cs="Arial"/>
          <w:b/>
          <w:sz w:val="20"/>
          <w:szCs w:val="20"/>
        </w:rPr>
        <w:t xml:space="preserve">RYCZAŁTOWA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słownie: </w:t>
      </w: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…………………………………………………………………..</w:t>
      </w:r>
    </w:p>
    <w:p w14:paraId="7744E3B1" w14:textId="77777777" w:rsidR="005F2072" w:rsidRDefault="005F2072" w:rsidP="005F2072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   </w:t>
      </w:r>
    </w:p>
    <w:p w14:paraId="4D36CDA9" w14:textId="4F997AF3" w:rsidR="005F2072" w:rsidRPr="00AF79A2" w:rsidRDefault="005F2072" w:rsidP="00AF79A2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złotych</w:t>
      </w:r>
    </w:p>
    <w:p w14:paraId="402C9A35" w14:textId="77777777" w:rsidR="005F2072" w:rsidRPr="005F2072" w:rsidRDefault="005F2072" w:rsidP="005F2072">
      <w:pPr>
        <w:rPr>
          <w:lang w:eastAsia="en-US"/>
        </w:rPr>
      </w:pPr>
    </w:p>
    <w:p w14:paraId="24583D3F" w14:textId="77777777" w:rsidR="005F2072" w:rsidRPr="00641AAA" w:rsidRDefault="005F2072" w:rsidP="005F2072">
      <w:pPr>
        <w:numPr>
          <w:ilvl w:val="0"/>
          <w:numId w:val="12"/>
        </w:numPr>
        <w:tabs>
          <w:tab w:val="left" w:pos="426"/>
        </w:tabs>
        <w:spacing w:after="100"/>
        <w:ind w:hanging="288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Oferujemy okres gwarancji </w:t>
      </w:r>
      <w:r w:rsidRPr="00927B48">
        <w:rPr>
          <w:rFonts w:cs="Arial"/>
          <w:b/>
          <w:i/>
          <w:sz w:val="20"/>
          <w:szCs w:val="20"/>
        </w:rPr>
        <w:t>( zaznaczyć oferowany okres gwarancji):</w:t>
      </w:r>
    </w:p>
    <w:p w14:paraId="6832706D" w14:textId="77777777" w:rsidR="005F2072" w:rsidRPr="00641AAA" w:rsidRDefault="005F2072" w:rsidP="005F2072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60 miesięcy</w:t>
      </w:r>
    </w:p>
    <w:p w14:paraId="720FFDEE" w14:textId="77777777" w:rsidR="005F2072" w:rsidRDefault="005F2072" w:rsidP="005F2072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72 miesiące</w:t>
      </w:r>
    </w:p>
    <w:p w14:paraId="6A8D88B9" w14:textId="77777777" w:rsidR="005F2072" w:rsidRPr="00641AAA" w:rsidRDefault="005F2072" w:rsidP="005F2072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52C30563" w14:textId="77777777" w:rsidR="005F2072" w:rsidRPr="00927B48" w:rsidRDefault="005F2072" w:rsidP="005F2072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……………………………..……………………………………………………………….. miesięcy)</w:t>
      </w:r>
    </w:p>
    <w:p w14:paraId="3E95E9EC" w14:textId="77777777" w:rsidR="005F2072" w:rsidRDefault="005F2072" w:rsidP="00927B48">
      <w:pPr>
        <w:tabs>
          <w:tab w:val="left" w:pos="426"/>
        </w:tabs>
        <w:spacing w:after="100"/>
        <w:jc w:val="both"/>
        <w:rPr>
          <w:rFonts w:cs="Arial"/>
          <w:bCs/>
          <w:sz w:val="20"/>
          <w:szCs w:val="20"/>
        </w:rPr>
      </w:pPr>
    </w:p>
    <w:p w14:paraId="052AF5A8" w14:textId="21448DC3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DFF34D3" w14:textId="77777777" w:rsidR="00640066" w:rsidRPr="005A7E1F" w:rsidRDefault="00640066" w:rsidP="000C2176">
      <w:pPr>
        <w:jc w:val="both"/>
        <w:rPr>
          <w:rFonts w:cs="Arial"/>
          <w:bCs/>
          <w:sz w:val="20"/>
          <w:szCs w:val="20"/>
        </w:rPr>
      </w:pP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18D69780" w14:textId="31BFAAC9" w:rsidR="001C1E4A" w:rsidRDefault="000C2176" w:rsidP="001C1E4A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4" w:name="_Hlk66722486"/>
    </w:p>
    <w:p w14:paraId="2107AAE7" w14:textId="77777777" w:rsidR="001C1E4A" w:rsidRDefault="001C1E4A" w:rsidP="001C1E4A">
      <w:pPr>
        <w:spacing w:line="360" w:lineRule="auto"/>
        <w:ind w:left="357"/>
        <w:jc w:val="both"/>
        <w:rPr>
          <w:rFonts w:cs="Arial"/>
          <w:sz w:val="20"/>
          <w:szCs w:val="20"/>
        </w:rPr>
      </w:pPr>
    </w:p>
    <w:p w14:paraId="427ECA4D" w14:textId="77777777" w:rsidR="00AF79A2" w:rsidRDefault="00AF79A2" w:rsidP="00AF79A2">
      <w:pPr>
        <w:pStyle w:val="Nagwek4"/>
        <w:spacing w:before="0" w:after="0"/>
        <w:jc w:val="both"/>
        <w:rPr>
          <w:rFonts w:ascii="Arial" w:hAnsi="Arial" w:cs="Arial"/>
          <w:sz w:val="20"/>
          <w:szCs w:val="20"/>
        </w:rPr>
      </w:pPr>
      <w:r w:rsidRPr="005F2072">
        <w:rPr>
          <w:rFonts w:ascii="Arial" w:hAnsi="Arial" w:cs="Arial"/>
          <w:color w:val="FF0000"/>
          <w:sz w:val="20"/>
          <w:szCs w:val="20"/>
        </w:rPr>
        <w:t xml:space="preserve">Cz.1 Przebudowa drogi powiatowej nr 2624G </w:t>
      </w:r>
      <w:proofErr w:type="spellStart"/>
      <w:r w:rsidRPr="005F2072">
        <w:rPr>
          <w:rFonts w:ascii="Arial" w:hAnsi="Arial" w:cs="Arial"/>
          <w:color w:val="FF0000"/>
          <w:sz w:val="20"/>
          <w:szCs w:val="20"/>
        </w:rPr>
        <w:t>Chociński</w:t>
      </w:r>
      <w:proofErr w:type="spellEnd"/>
      <w:r w:rsidRPr="005F2072">
        <w:rPr>
          <w:rFonts w:ascii="Arial" w:hAnsi="Arial" w:cs="Arial"/>
          <w:color w:val="FF0000"/>
          <w:sz w:val="20"/>
          <w:szCs w:val="20"/>
        </w:rPr>
        <w:t xml:space="preserve"> Młyn – Charzykowy na odcinku Charzykowy – Małe </w:t>
      </w:r>
      <w:proofErr w:type="spellStart"/>
      <w:r w:rsidRPr="005F2072">
        <w:rPr>
          <w:rFonts w:ascii="Arial" w:hAnsi="Arial" w:cs="Arial"/>
          <w:color w:val="FF0000"/>
          <w:sz w:val="20"/>
          <w:szCs w:val="20"/>
        </w:rPr>
        <w:t>Swornegacie</w:t>
      </w:r>
      <w:proofErr w:type="spellEnd"/>
      <w:r w:rsidRPr="005F2072">
        <w:rPr>
          <w:rFonts w:ascii="Arial" w:hAnsi="Arial" w:cs="Arial"/>
          <w:color w:val="FF0000"/>
          <w:sz w:val="20"/>
          <w:szCs w:val="20"/>
        </w:rPr>
        <w:t>.</w:t>
      </w:r>
    </w:p>
    <w:p w14:paraId="1523CB5C" w14:textId="77777777" w:rsidR="00AF79A2" w:rsidRPr="005F2072" w:rsidRDefault="00AF79A2" w:rsidP="00AF79A2">
      <w:pPr>
        <w:pStyle w:val="Nagwek4"/>
        <w:spacing w:before="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5F2072">
        <w:rPr>
          <w:rFonts w:ascii="Arial" w:hAnsi="Arial" w:cs="Arial"/>
          <w:color w:val="FF0000"/>
          <w:sz w:val="20"/>
          <w:szCs w:val="20"/>
        </w:rPr>
        <w:t>Zadanie jest realizowane przy dofinansowaniu z Rządowego Funduszu Rozwoju Dróg</w:t>
      </w:r>
    </w:p>
    <w:p w14:paraId="1FB8F90C" w14:textId="77777777" w:rsidR="00AF79A2" w:rsidRPr="001C1E4A" w:rsidRDefault="00AF79A2" w:rsidP="001C1E4A">
      <w:pPr>
        <w:spacing w:line="360" w:lineRule="auto"/>
        <w:ind w:left="357"/>
        <w:jc w:val="both"/>
        <w:rPr>
          <w:rFonts w:cs="Arial"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4CDA7FED" w14:textId="767EFE5D" w:rsidR="00007DE3" w:rsidRPr="00AF79A2" w:rsidRDefault="00007DE3" w:rsidP="00F40744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5E800918" w14:textId="77777777" w:rsidR="00AF79A2" w:rsidRDefault="00AF79A2" w:rsidP="00AF79A2">
      <w:pPr>
        <w:suppressAutoHyphens/>
        <w:jc w:val="both"/>
        <w:rPr>
          <w:rFonts w:cs="Arial"/>
          <w:b/>
          <w:sz w:val="20"/>
          <w:szCs w:val="20"/>
        </w:rPr>
      </w:pPr>
    </w:p>
    <w:p w14:paraId="7049E8D5" w14:textId="77777777" w:rsidR="00AF79A2" w:rsidRDefault="00AF79A2" w:rsidP="00AF79A2">
      <w:pPr>
        <w:suppressAutoHyphens/>
        <w:jc w:val="both"/>
        <w:rPr>
          <w:rFonts w:cs="Arial"/>
          <w:b/>
          <w:sz w:val="20"/>
          <w:szCs w:val="20"/>
        </w:rPr>
      </w:pPr>
    </w:p>
    <w:p w14:paraId="105B810C" w14:textId="41B727AF" w:rsidR="00AF79A2" w:rsidRPr="005F2072" w:rsidRDefault="00AF79A2" w:rsidP="003A194D">
      <w:pPr>
        <w:pStyle w:val="Nagwek4"/>
        <w:spacing w:before="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5F2072">
        <w:rPr>
          <w:rFonts w:ascii="Arial" w:hAnsi="Arial" w:cs="Arial"/>
          <w:color w:val="FF0000"/>
          <w:sz w:val="20"/>
          <w:szCs w:val="20"/>
        </w:rPr>
        <w:t>Cz.2  Rozbudowa drogi powiatowej nr 2624G na odcinku od km 3+770,00 do km 4+003,71 oraz od km 6+235 do km 6+528,52</w:t>
      </w:r>
      <w:r>
        <w:rPr>
          <w:rFonts w:ascii="Arial" w:hAnsi="Arial" w:cs="Arial"/>
          <w:color w:val="FF0000"/>
          <w:sz w:val="20"/>
          <w:szCs w:val="20"/>
        </w:rPr>
        <w:t>.</w:t>
      </w:r>
      <w:r w:rsidRPr="005F2072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1726142" w14:textId="77777777" w:rsidR="00AF79A2" w:rsidRDefault="00AF79A2" w:rsidP="00AF79A2">
      <w:pPr>
        <w:pStyle w:val="Nagwek4"/>
        <w:spacing w:before="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5F2072">
        <w:rPr>
          <w:rFonts w:ascii="Arial" w:hAnsi="Arial" w:cs="Arial"/>
          <w:color w:val="FF0000"/>
          <w:sz w:val="20"/>
          <w:szCs w:val="20"/>
        </w:rPr>
        <w:t>Zadanie jest realizowane przy dofinansowaniu z Rządowego Funduszu Rozwoju Dróg Poprawa Bezpieczeństwa Niechronionych Uczestników Ruchu</w:t>
      </w:r>
    </w:p>
    <w:p w14:paraId="2089929C" w14:textId="77777777" w:rsidR="00AF79A2" w:rsidRDefault="00AF79A2" w:rsidP="00AF79A2">
      <w:pPr>
        <w:suppressAutoHyphens/>
        <w:jc w:val="both"/>
        <w:rPr>
          <w:rFonts w:cs="Arial"/>
          <w:b/>
          <w:sz w:val="20"/>
          <w:szCs w:val="20"/>
        </w:rPr>
      </w:pPr>
    </w:p>
    <w:p w14:paraId="5DCF83E0" w14:textId="77777777" w:rsidR="00AF79A2" w:rsidRPr="002E60E0" w:rsidRDefault="00AF79A2" w:rsidP="00AF79A2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AF79A2" w:rsidRPr="007B1C9D" w14:paraId="0EEC89B3" w14:textId="77777777" w:rsidTr="00A83E9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D031AB6" w14:textId="77777777" w:rsidR="00AF79A2" w:rsidRPr="007B1C9D" w:rsidRDefault="00AF79A2" w:rsidP="00A83E9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7B24BF5C" w14:textId="77777777" w:rsidR="00AF79A2" w:rsidRPr="007B1C9D" w:rsidRDefault="00AF79A2" w:rsidP="00A83E9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4BCE2761" w14:textId="77777777" w:rsidR="00AF79A2" w:rsidRPr="007B1C9D" w:rsidRDefault="00AF79A2" w:rsidP="00A83E9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EC990ED" w14:textId="77777777" w:rsidR="00AF79A2" w:rsidRPr="007B1C9D" w:rsidRDefault="00AF79A2" w:rsidP="00A83E9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5C9A206" w14:textId="77777777" w:rsidR="00AF79A2" w:rsidRPr="007B1C9D" w:rsidRDefault="00AF79A2" w:rsidP="00A83E9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359966C" w14:textId="77777777" w:rsidR="00AF79A2" w:rsidRPr="007B1C9D" w:rsidRDefault="00AF79A2" w:rsidP="00A83E9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AF79A2" w:rsidRPr="007B1C9D" w14:paraId="696C1B51" w14:textId="77777777" w:rsidTr="00A83E9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36B510D" w14:textId="77777777" w:rsidR="00AF79A2" w:rsidRPr="000C2176" w:rsidRDefault="00AF79A2" w:rsidP="00A83E9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7111BF7" w14:textId="77777777" w:rsidR="00AF79A2" w:rsidRPr="000C2176" w:rsidRDefault="00AF79A2" w:rsidP="00A83E9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66AAE12" w14:textId="77777777" w:rsidR="00AF79A2" w:rsidRPr="000C2176" w:rsidRDefault="00AF79A2" w:rsidP="00A83E9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5A4AC21" w14:textId="77777777" w:rsidR="00AF79A2" w:rsidRPr="000C2176" w:rsidRDefault="00AF79A2" w:rsidP="00A83E9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AF79A2" w:rsidRPr="007B1C9D" w14:paraId="12714FE3" w14:textId="77777777" w:rsidTr="00A83E9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60EE81" w14:textId="77777777" w:rsidR="00AF79A2" w:rsidRPr="007B1C9D" w:rsidRDefault="00AF79A2" w:rsidP="00A83E9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AAC345" w14:textId="77777777" w:rsidR="00AF79A2" w:rsidRPr="007B1C9D" w:rsidRDefault="00AF79A2" w:rsidP="00A83E9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122A5F" w14:textId="77777777" w:rsidR="00AF79A2" w:rsidRPr="007B1C9D" w:rsidRDefault="00AF79A2" w:rsidP="00A83E9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06577" w14:textId="77777777" w:rsidR="00AF79A2" w:rsidRPr="007B1C9D" w:rsidRDefault="00AF79A2" w:rsidP="00A83E9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AF79A2" w:rsidRPr="007B1C9D" w14:paraId="7AD2B55F" w14:textId="77777777" w:rsidTr="00A83E9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128026" w14:textId="77777777" w:rsidR="00AF79A2" w:rsidRPr="007B1C9D" w:rsidRDefault="00AF79A2" w:rsidP="00A83E9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CAECA1" w14:textId="77777777" w:rsidR="00AF79A2" w:rsidRPr="007B1C9D" w:rsidRDefault="00AF79A2" w:rsidP="00A83E9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E48028" w14:textId="77777777" w:rsidR="00AF79A2" w:rsidRPr="007B1C9D" w:rsidRDefault="00AF79A2" w:rsidP="00A83E9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543B0" w14:textId="77777777" w:rsidR="00AF79A2" w:rsidRPr="007B1C9D" w:rsidRDefault="00AF79A2" w:rsidP="00A83E9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0084F6D3" w14:textId="77777777" w:rsidR="00AF79A2" w:rsidRPr="0022624E" w:rsidRDefault="00AF79A2" w:rsidP="00AF79A2">
      <w:pPr>
        <w:suppressAutoHyphens/>
        <w:jc w:val="both"/>
        <w:rPr>
          <w:rFonts w:cs="Arial"/>
          <w:sz w:val="20"/>
          <w:szCs w:val="20"/>
        </w:rPr>
      </w:pPr>
    </w:p>
    <w:p w14:paraId="07FDB321" w14:textId="77777777" w:rsidR="00AF79A2" w:rsidRPr="00AF79A2" w:rsidRDefault="00AF79A2" w:rsidP="00AF79A2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0AA94242" w14:textId="77777777" w:rsidR="00AF79A2" w:rsidRPr="00F40744" w:rsidRDefault="00AF79A2" w:rsidP="00AF79A2">
      <w:pPr>
        <w:suppressAutoHyphens/>
        <w:jc w:val="both"/>
        <w:rPr>
          <w:rFonts w:cs="Arial"/>
          <w:sz w:val="20"/>
          <w:szCs w:val="20"/>
        </w:rPr>
      </w:pPr>
    </w:p>
    <w:bookmarkEnd w:id="4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5A3CAD29" w14:textId="6DC79102" w:rsidR="000C2176" w:rsidRPr="00AF79A2" w:rsidRDefault="000C2176" w:rsidP="0064006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64CBD8B5" w14:textId="1344BE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605A3DDD" w:rsidR="000C2176" w:rsidRDefault="000C2176" w:rsidP="000C2176">
      <w:pPr>
        <w:rPr>
          <w:rFonts w:cs="Arial"/>
          <w:i/>
          <w:sz w:val="16"/>
          <w:szCs w:val="16"/>
        </w:rPr>
      </w:pPr>
    </w:p>
    <w:p w14:paraId="01043403" w14:textId="194BF9B6" w:rsidR="001C1E4A" w:rsidRDefault="001C1E4A" w:rsidP="000C2176">
      <w:pPr>
        <w:rPr>
          <w:rFonts w:cs="Arial"/>
          <w:i/>
          <w:sz w:val="16"/>
          <w:szCs w:val="16"/>
        </w:rPr>
      </w:pPr>
    </w:p>
    <w:p w14:paraId="12B76B73" w14:textId="77777777" w:rsidR="001C1E4A" w:rsidRDefault="001C1E4A" w:rsidP="000C2176">
      <w:pPr>
        <w:rPr>
          <w:rFonts w:cs="Arial"/>
          <w:i/>
          <w:sz w:val="16"/>
          <w:szCs w:val="16"/>
        </w:rPr>
      </w:pPr>
    </w:p>
    <w:p w14:paraId="2D933C0B" w14:textId="20C58665" w:rsidR="001E5697" w:rsidRDefault="001E5697" w:rsidP="001E569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p w14:paraId="54C1891D" w14:textId="00F127C1" w:rsidR="00640066" w:rsidRPr="00A63522" w:rsidRDefault="00640066" w:rsidP="00DF2996">
      <w:pPr>
        <w:spacing w:line="360" w:lineRule="auto"/>
        <w:ind w:left="360"/>
        <w:jc w:val="both"/>
        <w:rPr>
          <w:rFonts w:cs="Arial"/>
          <w:b/>
          <w:color w:val="FF0000"/>
          <w:sz w:val="20"/>
          <w:szCs w:val="20"/>
        </w:rPr>
      </w:pP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63"/>
        <w:gridCol w:w="6325"/>
      </w:tblGrid>
      <w:tr w:rsidR="001E5697" w:rsidRPr="003E0E15" w14:paraId="505D5B6D" w14:textId="77777777" w:rsidTr="00DF2996">
        <w:tc>
          <w:tcPr>
            <w:tcW w:w="2663" w:type="dxa"/>
          </w:tcPr>
          <w:p w14:paraId="047347A5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325" w:type="dxa"/>
          </w:tcPr>
          <w:p w14:paraId="559029A8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169AEC06" w14:textId="0BF748FB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1E5697" w:rsidRPr="003E0E15" w14:paraId="4A57477E" w14:textId="77777777" w:rsidTr="005F2072">
        <w:trPr>
          <w:trHeight w:val="911"/>
        </w:trPr>
        <w:tc>
          <w:tcPr>
            <w:tcW w:w="2663" w:type="dxa"/>
          </w:tcPr>
          <w:p w14:paraId="36F8B52C" w14:textId="77777777" w:rsidR="005F2072" w:rsidRDefault="005F2072" w:rsidP="005F2072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  <w:p w14:paraId="288935BF" w14:textId="42A0A312" w:rsidR="005F2072" w:rsidRPr="003E0E15" w:rsidRDefault="00AF79A2" w:rsidP="00AF79A2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 </w:t>
            </w:r>
            <w:r w:rsidR="005F2072">
              <w:rPr>
                <w:rFonts w:cs="Arial"/>
                <w:b/>
                <w:sz w:val="20"/>
                <w:szCs w:val="20"/>
              </w:rPr>
              <w:t>CZI:</w:t>
            </w:r>
            <w:r w:rsidR="001E5697">
              <w:rPr>
                <w:rFonts w:cs="Arial"/>
                <w:b/>
                <w:sz w:val="20"/>
                <w:szCs w:val="20"/>
              </w:rPr>
              <w:t> </w:t>
            </w:r>
            <w:r w:rsidR="005F2072">
              <w:rPr>
                <w:rFonts w:cs="Arial"/>
                <w:b/>
                <w:sz w:val="20"/>
                <w:szCs w:val="20"/>
              </w:rPr>
              <w:t>50</w:t>
            </w:r>
            <w:r w:rsidR="00640066">
              <w:rPr>
                <w:rFonts w:cs="Arial"/>
                <w:b/>
                <w:sz w:val="20"/>
                <w:szCs w:val="20"/>
              </w:rPr>
              <w:t xml:space="preserve"> </w:t>
            </w:r>
            <w:r w:rsidR="001E5697" w:rsidRPr="003E0E15">
              <w:rPr>
                <w:rFonts w:cs="Arial"/>
                <w:b/>
                <w:sz w:val="20"/>
                <w:szCs w:val="20"/>
              </w:rPr>
              <w:t>000</w:t>
            </w:r>
            <w:r w:rsidR="001E5697">
              <w:rPr>
                <w:rFonts w:cs="Arial"/>
                <w:b/>
                <w:sz w:val="20"/>
                <w:szCs w:val="20"/>
              </w:rPr>
              <w:t>,00</w:t>
            </w:r>
            <w:r w:rsidR="001E5697"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="005F2072">
              <w:rPr>
                <w:rFonts w:cs="Arial"/>
                <w:b/>
                <w:sz w:val="20"/>
                <w:szCs w:val="20"/>
              </w:rPr>
              <w:t>zł</w:t>
            </w:r>
          </w:p>
        </w:tc>
        <w:tc>
          <w:tcPr>
            <w:tcW w:w="6325" w:type="dxa"/>
          </w:tcPr>
          <w:p w14:paraId="419B527A" w14:textId="4ACE416E" w:rsidR="001E5697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443D9E0" w14:textId="77777777" w:rsidR="005F2072" w:rsidRDefault="005F2072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530135AC" w14:textId="77777777" w:rsidR="005F2072" w:rsidRDefault="005F2072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2DFAF5D" w14:textId="7EB7E710" w:rsidR="001E5697" w:rsidRPr="003E0E15" w:rsidRDefault="001E5697" w:rsidP="00640066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5F2072" w:rsidRPr="003E0E15" w14:paraId="5273A16B" w14:textId="77777777" w:rsidTr="00DF2996">
        <w:trPr>
          <w:trHeight w:val="769"/>
        </w:trPr>
        <w:tc>
          <w:tcPr>
            <w:tcW w:w="2663" w:type="dxa"/>
          </w:tcPr>
          <w:p w14:paraId="22F72DE5" w14:textId="77777777" w:rsidR="005F2072" w:rsidRDefault="005F2072" w:rsidP="005F2072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   </w:t>
            </w:r>
          </w:p>
          <w:p w14:paraId="193478B3" w14:textId="484E16E4" w:rsidR="005F2072" w:rsidRDefault="005F2072" w:rsidP="005F2072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  </w:t>
            </w:r>
            <w:r>
              <w:rPr>
                <w:rFonts w:cs="Arial"/>
                <w:b/>
                <w:sz w:val="20"/>
                <w:szCs w:val="20"/>
              </w:rPr>
              <w:t>CZII: 5</w:t>
            </w:r>
            <w:r w:rsidR="00AF79A2">
              <w:rPr>
                <w:rFonts w:cs="Arial"/>
                <w:b/>
                <w:sz w:val="20"/>
                <w:szCs w:val="20"/>
              </w:rPr>
              <w:t xml:space="preserve"> 0</w:t>
            </w:r>
            <w:r>
              <w:rPr>
                <w:rFonts w:cs="Arial"/>
                <w:b/>
                <w:sz w:val="20"/>
                <w:szCs w:val="20"/>
              </w:rPr>
              <w:t>00,00 zł</w:t>
            </w:r>
          </w:p>
          <w:p w14:paraId="66801D25" w14:textId="77777777" w:rsidR="005F2072" w:rsidRDefault="005F2072" w:rsidP="005F2072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  <w:p w14:paraId="1FE92920" w14:textId="6E7385DF" w:rsidR="005F2072" w:rsidRDefault="005F2072" w:rsidP="005F2072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6325" w:type="dxa"/>
          </w:tcPr>
          <w:p w14:paraId="4EDB69B8" w14:textId="77777777" w:rsidR="005F2072" w:rsidRDefault="005F2072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2D9B26B1" w14:textId="77777777" w:rsidR="00640066" w:rsidRDefault="00640066" w:rsidP="00640066">
      <w:pPr>
        <w:spacing w:after="240" w:line="23" w:lineRule="atLeast"/>
        <w:rPr>
          <w:rFonts w:cs="Arial"/>
          <w:sz w:val="20"/>
          <w:szCs w:val="20"/>
        </w:rPr>
      </w:pPr>
    </w:p>
    <w:p w14:paraId="115E9C45" w14:textId="527A1DA6" w:rsidR="001E5697" w:rsidRPr="003E0E15" w:rsidRDefault="001E5697" w:rsidP="001E5697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759DC154" w14:textId="2415209E" w:rsidR="001E5697" w:rsidRDefault="001E5697" w:rsidP="001E5697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FBF0DFC" w14:textId="3F8873AF" w:rsidR="001E5697" w:rsidRDefault="001E5697" w:rsidP="000C2176">
      <w:pPr>
        <w:rPr>
          <w:rFonts w:cs="Arial"/>
          <w:i/>
          <w:sz w:val="16"/>
          <w:szCs w:val="16"/>
        </w:rPr>
      </w:pPr>
    </w:p>
    <w:p w14:paraId="70CAD311" w14:textId="301032DB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5FF1E43F" w14:textId="77777777" w:rsidR="005F2072" w:rsidRDefault="005F2072" w:rsidP="005F2072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3B983B10" w14:textId="77777777" w:rsidR="005F2072" w:rsidRDefault="005F2072" w:rsidP="005F2072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62B535A7" w14:textId="77777777" w:rsidR="005F2072" w:rsidRDefault="005F2072" w:rsidP="005F2072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6E3EDF38" w14:textId="77777777" w:rsidR="005F2072" w:rsidRDefault="005F2072" w:rsidP="005F2072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7718D620" w14:textId="77777777" w:rsidR="005F2072" w:rsidRPr="00E94C8F" w:rsidRDefault="005F2072" w:rsidP="005F2072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1C7C86DC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622442D7" w14:textId="21C53B2E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B663B7">
        <w:rPr>
          <w:rFonts w:cs="Arial"/>
          <w:sz w:val="20"/>
          <w:szCs w:val="20"/>
        </w:rPr>
        <w:t xml:space="preserve">      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033FFF2B" w14:textId="492CC7DF" w:rsidR="00B663B7" w:rsidRDefault="00B663B7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14:paraId="2E68BDCD" w14:textId="77777777" w:rsidR="003A194D" w:rsidRDefault="003A194D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14:paraId="7412F5AD" w14:textId="77777777" w:rsidR="00B663B7" w:rsidRDefault="00B663B7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9523F9"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7A210" w14:textId="77777777" w:rsidR="00580EB5" w:rsidRDefault="00580EB5">
      <w:r>
        <w:separator/>
      </w:r>
    </w:p>
  </w:endnote>
  <w:endnote w:type="continuationSeparator" w:id="0">
    <w:p w14:paraId="65DDD2A5" w14:textId="77777777" w:rsidR="00580EB5" w:rsidRDefault="00580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24585" w14:textId="77777777" w:rsidR="00580EB5" w:rsidRDefault="00580EB5">
      <w:r>
        <w:separator/>
      </w:r>
    </w:p>
  </w:footnote>
  <w:footnote w:type="continuationSeparator" w:id="0">
    <w:p w14:paraId="7490758D" w14:textId="77777777" w:rsidR="00580EB5" w:rsidRDefault="00580E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1F1CE82E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87213"/>
    <w:multiLevelType w:val="hybridMultilevel"/>
    <w:tmpl w:val="EA30BC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6" w15:restartNumberingAfterBreak="0">
    <w:nsid w:val="1AB828D8"/>
    <w:multiLevelType w:val="hybridMultilevel"/>
    <w:tmpl w:val="27264B42"/>
    <w:lvl w:ilvl="0" w:tplc="F85CAC76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54CC5D03"/>
    <w:multiLevelType w:val="hybridMultilevel"/>
    <w:tmpl w:val="1F1CE82E"/>
    <w:lvl w:ilvl="0" w:tplc="FFFFFFFF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849F1"/>
    <w:multiLevelType w:val="hybridMultilevel"/>
    <w:tmpl w:val="CFF458C0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6A574695"/>
    <w:multiLevelType w:val="hybridMultilevel"/>
    <w:tmpl w:val="247C2566"/>
    <w:lvl w:ilvl="0" w:tplc="1BCCA7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036307"/>
    <w:multiLevelType w:val="hybridMultilevel"/>
    <w:tmpl w:val="CFF458C0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5644673">
    <w:abstractNumId w:val="4"/>
  </w:num>
  <w:num w:numId="2" w16cid:durableId="1729107486">
    <w:abstractNumId w:val="2"/>
  </w:num>
  <w:num w:numId="3" w16cid:durableId="1224677737">
    <w:abstractNumId w:val="0"/>
  </w:num>
  <w:num w:numId="4" w16cid:durableId="138429069">
    <w:abstractNumId w:val="7"/>
  </w:num>
  <w:num w:numId="5" w16cid:durableId="1124499354">
    <w:abstractNumId w:val="1"/>
  </w:num>
  <w:num w:numId="6" w16cid:durableId="986131781">
    <w:abstractNumId w:val="5"/>
  </w:num>
  <w:num w:numId="7" w16cid:durableId="882056817">
    <w:abstractNumId w:val="10"/>
  </w:num>
  <w:num w:numId="8" w16cid:durableId="383258145">
    <w:abstractNumId w:val="6"/>
  </w:num>
  <w:num w:numId="9" w16cid:durableId="533150750">
    <w:abstractNumId w:val="11"/>
  </w:num>
  <w:num w:numId="10" w16cid:durableId="1612400583">
    <w:abstractNumId w:val="8"/>
  </w:num>
  <w:num w:numId="11" w16cid:durableId="981272748">
    <w:abstractNumId w:val="9"/>
  </w:num>
  <w:num w:numId="12" w16cid:durableId="1250119590">
    <w:abstractNumId w:val="12"/>
  </w:num>
  <w:num w:numId="13" w16cid:durableId="1083601546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C2176"/>
    <w:rsid w:val="000D283E"/>
    <w:rsid w:val="00100DBB"/>
    <w:rsid w:val="001046C2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1E4A"/>
    <w:rsid w:val="001C76F2"/>
    <w:rsid w:val="001C7ACF"/>
    <w:rsid w:val="001E5697"/>
    <w:rsid w:val="00241C1F"/>
    <w:rsid w:val="002425AE"/>
    <w:rsid w:val="002A5DC7"/>
    <w:rsid w:val="002A6B66"/>
    <w:rsid w:val="002C6347"/>
    <w:rsid w:val="002E60E0"/>
    <w:rsid w:val="00313244"/>
    <w:rsid w:val="00320AAC"/>
    <w:rsid w:val="00325198"/>
    <w:rsid w:val="0035482A"/>
    <w:rsid w:val="003619F2"/>
    <w:rsid w:val="00365820"/>
    <w:rsid w:val="003865BB"/>
    <w:rsid w:val="003934F9"/>
    <w:rsid w:val="003A194D"/>
    <w:rsid w:val="003A482E"/>
    <w:rsid w:val="003B72CA"/>
    <w:rsid w:val="003C554F"/>
    <w:rsid w:val="003E3CB7"/>
    <w:rsid w:val="003F331B"/>
    <w:rsid w:val="00400F56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0EB5"/>
    <w:rsid w:val="005836D9"/>
    <w:rsid w:val="00592B13"/>
    <w:rsid w:val="00594464"/>
    <w:rsid w:val="005A0BC7"/>
    <w:rsid w:val="005A7E1F"/>
    <w:rsid w:val="005C6D87"/>
    <w:rsid w:val="005F2072"/>
    <w:rsid w:val="00622781"/>
    <w:rsid w:val="006379C4"/>
    <w:rsid w:val="00640066"/>
    <w:rsid w:val="00640BFF"/>
    <w:rsid w:val="00641AAA"/>
    <w:rsid w:val="0069621B"/>
    <w:rsid w:val="006F209E"/>
    <w:rsid w:val="00727F94"/>
    <w:rsid w:val="007337EB"/>
    <w:rsid w:val="007425EB"/>
    <w:rsid w:val="00745D18"/>
    <w:rsid w:val="00776530"/>
    <w:rsid w:val="00790850"/>
    <w:rsid w:val="00791E8E"/>
    <w:rsid w:val="007A0109"/>
    <w:rsid w:val="007B2500"/>
    <w:rsid w:val="007B7E0B"/>
    <w:rsid w:val="007C1C8B"/>
    <w:rsid w:val="007D26FA"/>
    <w:rsid w:val="007D61D6"/>
    <w:rsid w:val="007E1B19"/>
    <w:rsid w:val="007F3623"/>
    <w:rsid w:val="00827311"/>
    <w:rsid w:val="00834BB4"/>
    <w:rsid w:val="00835187"/>
    <w:rsid w:val="00840A25"/>
    <w:rsid w:val="00843F64"/>
    <w:rsid w:val="00856E3A"/>
    <w:rsid w:val="008945D9"/>
    <w:rsid w:val="008A2728"/>
    <w:rsid w:val="008C0260"/>
    <w:rsid w:val="008E30F8"/>
    <w:rsid w:val="00927B48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63522"/>
    <w:rsid w:val="00A708C0"/>
    <w:rsid w:val="00A736A5"/>
    <w:rsid w:val="00A74DC1"/>
    <w:rsid w:val="00A8311B"/>
    <w:rsid w:val="00AB7051"/>
    <w:rsid w:val="00AE1CA3"/>
    <w:rsid w:val="00AE7571"/>
    <w:rsid w:val="00AF79A2"/>
    <w:rsid w:val="00B01F08"/>
    <w:rsid w:val="00B16E8F"/>
    <w:rsid w:val="00B30401"/>
    <w:rsid w:val="00B51B0B"/>
    <w:rsid w:val="00B603D7"/>
    <w:rsid w:val="00B6637D"/>
    <w:rsid w:val="00B663B7"/>
    <w:rsid w:val="00B77D4C"/>
    <w:rsid w:val="00B81819"/>
    <w:rsid w:val="00B935F3"/>
    <w:rsid w:val="00BB76D0"/>
    <w:rsid w:val="00BC363C"/>
    <w:rsid w:val="00BF1314"/>
    <w:rsid w:val="00C62C24"/>
    <w:rsid w:val="00C635B6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2996"/>
    <w:rsid w:val="00DF57BE"/>
    <w:rsid w:val="00E06500"/>
    <w:rsid w:val="00E2298C"/>
    <w:rsid w:val="00E53C0F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31A3A"/>
    <w:rsid w:val="00F40744"/>
    <w:rsid w:val="00F545A3"/>
    <w:rsid w:val="00F65BC1"/>
    <w:rsid w:val="00F74332"/>
    <w:rsid w:val="00F75DF3"/>
    <w:rsid w:val="00F84A05"/>
    <w:rsid w:val="00F91B40"/>
    <w:rsid w:val="00FA1631"/>
    <w:rsid w:val="00FA2C29"/>
    <w:rsid w:val="00FB5706"/>
    <w:rsid w:val="00FC368A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L1,Numerowanie,List Paragraph,2 heading,A_wyliczenie,K-P_odwolanie,Akapit z listą5,maz_wyliczenie,opis dzialania,T_SZ_List Paragraph,normalny tekst,Akapit z listą BS,Kolorowa lista — akcent 11,Wypunktowanie"/>
    <w:basedOn w:val="Normalny"/>
    <w:link w:val="AkapitzlistZnak"/>
    <w:uiPriority w:val="99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T_SZ_List Paragraph Znak,normalny tekst Znak"/>
    <w:link w:val="Akapitzlist"/>
    <w:uiPriority w:val="99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9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95</TotalTime>
  <Pages>5</Pages>
  <Words>1097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Arleta Matusik</cp:lastModifiedBy>
  <cp:revision>8</cp:revision>
  <cp:lastPrinted>2012-08-24T11:01:00Z</cp:lastPrinted>
  <dcterms:created xsi:type="dcterms:W3CDTF">2022-04-22T07:48:00Z</dcterms:created>
  <dcterms:modified xsi:type="dcterms:W3CDTF">2023-10-11T09:49:00Z</dcterms:modified>
</cp:coreProperties>
</file>