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2CE5D739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3E126B">
        <w:rPr>
          <w:rFonts w:cs="Arial"/>
          <w:sz w:val="20"/>
          <w:szCs w:val="20"/>
        </w:rPr>
        <w:t>18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A5D6640" w14:textId="792D1A54" w:rsidR="003E126B" w:rsidRDefault="000C2176" w:rsidP="003E126B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3E126B">
        <w:rPr>
          <w:rFonts w:ascii="Arial" w:hAnsi="Arial" w:cs="Arial"/>
          <w:sz w:val="20"/>
          <w:szCs w:val="20"/>
        </w:rPr>
        <w:t>Nawiązując do ogłoszenia</w:t>
      </w:r>
      <w:r w:rsidR="008745AB" w:rsidRPr="003E126B">
        <w:rPr>
          <w:rFonts w:ascii="Arial" w:hAnsi="Arial" w:cs="Arial"/>
          <w:sz w:val="20"/>
          <w:szCs w:val="20"/>
        </w:rPr>
        <w:t xml:space="preserve"> o zamówieniu</w:t>
      </w:r>
      <w:r w:rsidRPr="003E126B">
        <w:rPr>
          <w:rFonts w:ascii="Arial" w:hAnsi="Arial" w:cs="Arial"/>
          <w:sz w:val="20"/>
          <w:szCs w:val="20"/>
        </w:rPr>
        <w:t xml:space="preserve"> na </w:t>
      </w:r>
      <w:r w:rsidR="00A03598" w:rsidRPr="003E126B">
        <w:rPr>
          <w:rFonts w:ascii="Arial" w:hAnsi="Arial" w:cs="Arial"/>
          <w:sz w:val="20"/>
          <w:szCs w:val="20"/>
        </w:rPr>
        <w:t xml:space="preserve">usługi </w:t>
      </w:r>
      <w:r w:rsidRPr="003E126B">
        <w:rPr>
          <w:rFonts w:ascii="Arial" w:hAnsi="Arial" w:cs="Arial"/>
          <w:sz w:val="20"/>
          <w:szCs w:val="20"/>
        </w:rPr>
        <w:t>pn</w:t>
      </w:r>
      <w:r w:rsidR="00DC2A92" w:rsidRPr="003E126B">
        <w:rPr>
          <w:rFonts w:ascii="Arial" w:hAnsi="Arial" w:cs="Arial"/>
          <w:sz w:val="20"/>
          <w:szCs w:val="20"/>
        </w:rPr>
        <w:t>.</w:t>
      </w:r>
      <w:r w:rsidR="00DC2A92" w:rsidRPr="003E126B">
        <w:rPr>
          <w:rFonts w:ascii="Arial" w:hAnsi="Arial" w:cs="Arial"/>
          <w:sz w:val="21"/>
          <w:szCs w:val="21"/>
        </w:rPr>
        <w:t xml:space="preserve"> </w:t>
      </w:r>
      <w:r w:rsidR="003E126B" w:rsidRPr="003E126B">
        <w:rPr>
          <w:rFonts w:ascii="Arial" w:hAnsi="Arial" w:cs="Arial"/>
          <w:b/>
          <w:bCs/>
          <w:sz w:val="20"/>
          <w:szCs w:val="20"/>
        </w:rPr>
        <w:t xml:space="preserve">„USŁUGI ZWIĄZANE Z ZIMOWYM UTRZYMANIEM ULIC I DRÓG POWIATOWYCH NA TERENIE POWIATU CHOJNICKIEGO PRZEZ OKRES SZEŚCIU MIESIĘCY OD DNIA PODPISANIA UMOWY” </w:t>
      </w:r>
    </w:p>
    <w:p w14:paraId="52580BA4" w14:textId="77777777" w:rsidR="003E126B" w:rsidRPr="003E126B" w:rsidRDefault="003E126B" w:rsidP="003E126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C288C47" w14:textId="77777777" w:rsidR="003E126B" w:rsidRPr="003E126B" w:rsidRDefault="003E126B" w:rsidP="003E126B">
      <w:pPr>
        <w:pStyle w:val="Style7"/>
        <w:widowControl/>
        <w:spacing w:line="360" w:lineRule="auto"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3E126B">
        <w:rPr>
          <w:rFonts w:ascii="Arial" w:hAnsi="Arial" w:cs="Arial"/>
          <w:b/>
          <w:color w:val="FF0000"/>
          <w:sz w:val="20"/>
          <w:szCs w:val="20"/>
          <w:u w:val="single"/>
        </w:rPr>
        <w:t>Część nr 9 -  teren obejmujący gminę Chojnice</w:t>
      </w:r>
      <w:r w:rsidRPr="003E126B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5133EBA4" w14:textId="4A9A5044" w:rsidR="003B7604" w:rsidRPr="008745AB" w:rsidRDefault="000C2176" w:rsidP="003E126B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734EB1F9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</w:t>
      </w:r>
      <w:r w:rsidR="003E126B" w:rsidRPr="003E126B">
        <w:rPr>
          <w:b/>
          <w:sz w:val="20"/>
          <w:szCs w:val="20"/>
        </w:rPr>
        <w:t xml:space="preserve"> OFERTOWA BRUTTO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58474158" w14:textId="183DC35D" w:rsidR="003B7604" w:rsidRDefault="003B7604" w:rsidP="00257DE5">
      <w:pPr>
        <w:spacing w:after="100"/>
        <w:rPr>
          <w:b/>
          <w:sz w:val="20"/>
          <w:szCs w:val="20"/>
        </w:rPr>
      </w:pPr>
    </w:p>
    <w:p w14:paraId="147C7A1D" w14:textId="06656E46" w:rsidR="003E126B" w:rsidRDefault="003E126B" w:rsidP="00257DE5">
      <w:pPr>
        <w:spacing w:after="100"/>
        <w:rPr>
          <w:b/>
          <w:sz w:val="20"/>
          <w:szCs w:val="20"/>
        </w:rPr>
      </w:pPr>
    </w:p>
    <w:p w14:paraId="7C442EB2" w14:textId="77777777" w:rsidR="003E126B" w:rsidRPr="00257DE5" w:rsidRDefault="003E126B" w:rsidP="00257DE5">
      <w:pPr>
        <w:spacing w:after="100"/>
        <w:rPr>
          <w:b/>
          <w:sz w:val="20"/>
          <w:szCs w:val="20"/>
        </w:rPr>
      </w:pPr>
    </w:p>
    <w:p w14:paraId="3A39ACA2" w14:textId="77777777" w:rsidR="003B7604" w:rsidRPr="00D748CF" w:rsidRDefault="003B7604" w:rsidP="00D748CF">
      <w:pPr>
        <w:pStyle w:val="Akapitzlist"/>
        <w:spacing w:after="100"/>
        <w:rPr>
          <w:b/>
          <w:sz w:val="20"/>
          <w:szCs w:val="20"/>
        </w:rPr>
      </w:pPr>
    </w:p>
    <w:p w14:paraId="7AA03D64" w14:textId="77777777" w:rsidR="003E126B" w:rsidRPr="003E126B" w:rsidRDefault="003E126B" w:rsidP="003E126B">
      <w:pPr>
        <w:widowControl w:val="0"/>
        <w:autoSpaceDE w:val="0"/>
        <w:autoSpaceDN w:val="0"/>
        <w:adjustRightInd w:val="0"/>
        <w:ind w:left="284" w:hanging="284"/>
        <w:jc w:val="both"/>
        <w:rPr>
          <w:rFonts w:cs="Calibri"/>
          <w:b/>
          <w:sz w:val="20"/>
          <w:szCs w:val="20"/>
        </w:rPr>
      </w:pPr>
      <w:r w:rsidRPr="003E126B">
        <w:rPr>
          <w:rFonts w:cs="Calibri"/>
          <w:b/>
          <w:sz w:val="20"/>
          <w:szCs w:val="20"/>
        </w:rPr>
        <w:lastRenderedPageBreak/>
        <w:t>B. Czas rozpoczęcia akcji od zgłoszenia Zamawiającego (maksymalny czas zgodnie z opisem przedmiotu zamówienia to: do 2 godzin)</w:t>
      </w:r>
      <w:r w:rsidRPr="003E126B">
        <w:rPr>
          <w:rFonts w:cs="Calibri"/>
          <w:sz w:val="20"/>
          <w:szCs w:val="20"/>
        </w:rPr>
        <w:t xml:space="preserve"> </w:t>
      </w:r>
    </w:p>
    <w:p w14:paraId="70602D65" w14:textId="77777777" w:rsidR="003E126B" w:rsidRPr="003E126B" w:rsidRDefault="003E126B" w:rsidP="003E126B">
      <w:pPr>
        <w:widowControl w:val="0"/>
        <w:autoSpaceDE w:val="0"/>
        <w:autoSpaceDN w:val="0"/>
        <w:adjustRightInd w:val="0"/>
        <w:ind w:left="720"/>
        <w:jc w:val="both"/>
        <w:rPr>
          <w:rFonts w:cs="Calibri"/>
          <w:b/>
          <w:sz w:val="20"/>
          <w:szCs w:val="20"/>
        </w:rPr>
      </w:pPr>
    </w:p>
    <w:p w14:paraId="34BA7680" w14:textId="77777777" w:rsidR="003E126B" w:rsidRPr="003E126B" w:rsidRDefault="003E126B" w:rsidP="003E126B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cs="Calibri"/>
          <w:bCs/>
          <w:color w:val="000000"/>
          <w:sz w:val="20"/>
          <w:szCs w:val="20"/>
        </w:rPr>
      </w:pPr>
      <w:r w:rsidRPr="003E126B">
        <w:rPr>
          <w:rFonts w:cs="Calibri"/>
          <w:bCs/>
          <w:color w:val="000000"/>
          <w:sz w:val="20"/>
          <w:szCs w:val="20"/>
        </w:rPr>
        <w:t>do 1 godzin</w:t>
      </w:r>
      <w:r w:rsidRPr="003E126B">
        <w:rPr>
          <w:rFonts w:cs="Calibri"/>
          <w:b/>
          <w:bCs/>
          <w:color w:val="000000"/>
          <w:sz w:val="20"/>
          <w:szCs w:val="20"/>
        </w:rPr>
        <w:t xml:space="preserve"> </w:t>
      </w:r>
    </w:p>
    <w:p w14:paraId="7060DB3F" w14:textId="77777777" w:rsidR="003E126B" w:rsidRPr="003E126B" w:rsidRDefault="003E126B" w:rsidP="003E126B">
      <w:pPr>
        <w:widowControl w:val="0"/>
        <w:autoSpaceDE w:val="0"/>
        <w:autoSpaceDN w:val="0"/>
        <w:adjustRightInd w:val="0"/>
        <w:ind w:left="1004"/>
        <w:jc w:val="both"/>
        <w:rPr>
          <w:rFonts w:cs="Calibri"/>
          <w:bCs/>
          <w:color w:val="000000"/>
          <w:sz w:val="20"/>
          <w:szCs w:val="20"/>
        </w:rPr>
      </w:pPr>
    </w:p>
    <w:p w14:paraId="4EC7FC6B" w14:textId="77777777" w:rsidR="003E126B" w:rsidRPr="003E126B" w:rsidRDefault="003E126B" w:rsidP="003E126B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cs="Calibri"/>
          <w:b/>
          <w:bCs/>
          <w:color w:val="000000"/>
          <w:sz w:val="20"/>
          <w:szCs w:val="20"/>
        </w:rPr>
      </w:pPr>
      <w:r w:rsidRPr="003E126B">
        <w:rPr>
          <w:rFonts w:cs="Calibri"/>
          <w:bCs/>
          <w:color w:val="000000"/>
          <w:sz w:val="20"/>
          <w:szCs w:val="20"/>
        </w:rPr>
        <w:t xml:space="preserve">do 2 godzin </w:t>
      </w:r>
    </w:p>
    <w:p w14:paraId="692B6A83" w14:textId="77777777" w:rsidR="003E126B" w:rsidRPr="003E126B" w:rsidRDefault="003E126B" w:rsidP="003E126B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cs="Calibri"/>
          <w:b/>
          <w:sz w:val="20"/>
          <w:szCs w:val="20"/>
        </w:rPr>
      </w:pPr>
    </w:p>
    <w:p w14:paraId="41A21508" w14:textId="77777777" w:rsidR="003E126B" w:rsidRPr="003E126B" w:rsidRDefault="003E126B" w:rsidP="003E126B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b/>
          <w:sz w:val="20"/>
          <w:szCs w:val="20"/>
        </w:rPr>
      </w:pPr>
      <w:r w:rsidRPr="003E126B">
        <w:rPr>
          <w:rFonts w:cs="Calibri"/>
          <w:b/>
          <w:sz w:val="20"/>
          <w:szCs w:val="20"/>
        </w:rPr>
        <w:t xml:space="preserve">    do …… godzin (wpisać do 1 godziny lub 2 godzin )       (słownie: …….…………………… godzin) </w:t>
      </w: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0EE4BC01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 xml:space="preserve">wana cena jest ceną </w:t>
      </w:r>
      <w:r w:rsidR="003E126B">
        <w:rPr>
          <w:rFonts w:cs="Arial"/>
          <w:sz w:val="20"/>
          <w:szCs w:val="20"/>
        </w:rPr>
        <w:t>ofetową</w:t>
      </w:r>
      <w:r w:rsidRPr="005A7E1F">
        <w:rPr>
          <w:rFonts w:cs="Arial"/>
          <w:sz w:val="20"/>
          <w:szCs w:val="20"/>
        </w:rPr>
        <w:t>,</w:t>
      </w:r>
    </w:p>
    <w:p w14:paraId="7EC47F3B" w14:textId="5D71F938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oferowana kwota uwzględnia cenę realizacji zamówienia zgodnie </w:t>
      </w:r>
      <w:r w:rsidR="003E126B">
        <w:rPr>
          <w:rFonts w:cs="Arial"/>
          <w:sz w:val="20"/>
          <w:szCs w:val="20"/>
        </w:rPr>
        <w:t>Opisem przedmiotu zamówienia</w:t>
      </w:r>
      <w:r w:rsidRPr="009E1AD7">
        <w:rPr>
          <w:rFonts w:cs="Arial"/>
          <w:sz w:val="20"/>
          <w:szCs w:val="20"/>
        </w:rPr>
        <w:t xml:space="preserve">, </w:t>
      </w:r>
      <w:r w:rsidR="003E126B">
        <w:rPr>
          <w:rFonts w:cs="Arial"/>
          <w:sz w:val="20"/>
          <w:szCs w:val="20"/>
        </w:rPr>
        <w:t xml:space="preserve">oraz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6743DB30" w:rsidR="000C217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313CB181" w14:textId="77777777" w:rsidR="003E126B" w:rsidRPr="002A6B66" w:rsidRDefault="003E126B" w:rsidP="003E126B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28A3E6B" w14:textId="77777777" w:rsidR="003E126B" w:rsidRPr="003E126B" w:rsidRDefault="003E126B" w:rsidP="003E126B">
      <w:pPr>
        <w:numPr>
          <w:ilvl w:val="0"/>
          <w:numId w:val="1"/>
        </w:numPr>
        <w:spacing w:line="360" w:lineRule="auto"/>
        <w:jc w:val="both"/>
        <w:rPr>
          <w:rFonts w:cs="Calibri"/>
          <w:b/>
          <w:sz w:val="20"/>
          <w:szCs w:val="20"/>
        </w:rPr>
      </w:pPr>
      <w:r w:rsidRPr="003E126B">
        <w:rPr>
          <w:rFonts w:cs="Calibri"/>
          <w:b/>
          <w:sz w:val="20"/>
          <w:szCs w:val="20"/>
        </w:rPr>
        <w:t xml:space="preserve">wadium: 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5947"/>
      </w:tblGrid>
      <w:tr w:rsidR="003E126B" w:rsidRPr="003E126B" w14:paraId="7DE89E15" w14:textId="77777777" w:rsidTr="00C65472">
        <w:tc>
          <w:tcPr>
            <w:tcW w:w="3040" w:type="dxa"/>
            <w:shd w:val="clear" w:color="auto" w:fill="auto"/>
          </w:tcPr>
          <w:p w14:paraId="4C897719" w14:textId="77777777" w:rsidR="003E126B" w:rsidRPr="003E126B" w:rsidRDefault="003E126B" w:rsidP="00C65472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E126B">
              <w:rPr>
                <w:rFonts w:cs="Calibri"/>
                <w:b/>
                <w:sz w:val="20"/>
                <w:szCs w:val="20"/>
              </w:rPr>
              <w:t>kwota</w:t>
            </w:r>
          </w:p>
        </w:tc>
        <w:tc>
          <w:tcPr>
            <w:tcW w:w="5947" w:type="dxa"/>
            <w:shd w:val="clear" w:color="auto" w:fill="auto"/>
          </w:tcPr>
          <w:p w14:paraId="50AAC6F5" w14:textId="77777777" w:rsidR="003E126B" w:rsidRPr="003E126B" w:rsidRDefault="003E126B" w:rsidP="00C65472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E126B">
              <w:rPr>
                <w:rFonts w:cs="Calibri"/>
                <w:b/>
                <w:sz w:val="20"/>
                <w:szCs w:val="20"/>
              </w:rPr>
              <w:t>Forma</w:t>
            </w:r>
          </w:p>
          <w:p w14:paraId="429F8CC8" w14:textId="77777777" w:rsidR="003E126B" w:rsidRPr="003E126B" w:rsidRDefault="003E126B" w:rsidP="00C65472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E126B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3E126B">
              <w:rPr>
                <w:rFonts w:cs="Calibri"/>
                <w:i/>
                <w:sz w:val="20"/>
                <w:szCs w:val="20"/>
              </w:rPr>
              <w:t>(wpisać w jakiej formie zostało wniesione)</w:t>
            </w:r>
          </w:p>
        </w:tc>
      </w:tr>
      <w:tr w:rsidR="003E126B" w:rsidRPr="003E126B" w14:paraId="01F7295C" w14:textId="77777777" w:rsidTr="00C65472">
        <w:trPr>
          <w:trHeight w:val="559"/>
        </w:trPr>
        <w:tc>
          <w:tcPr>
            <w:tcW w:w="3040" w:type="dxa"/>
            <w:shd w:val="clear" w:color="auto" w:fill="auto"/>
          </w:tcPr>
          <w:p w14:paraId="766B6CB1" w14:textId="77777777" w:rsidR="00C14806" w:rsidRDefault="00C14806" w:rsidP="00C65472">
            <w:pPr>
              <w:spacing w:line="36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C14806">
              <w:rPr>
                <w:rFonts w:cs="Calibri"/>
                <w:b/>
                <w:bCs/>
                <w:sz w:val="20"/>
                <w:szCs w:val="20"/>
              </w:rPr>
              <w:t xml:space="preserve">   </w:t>
            </w:r>
          </w:p>
          <w:p w14:paraId="7DC5B73E" w14:textId="736B6302" w:rsidR="003E126B" w:rsidRPr="00C14806" w:rsidRDefault="00C14806" w:rsidP="00C65472">
            <w:pPr>
              <w:spacing w:line="360" w:lineRule="auto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      </w:t>
            </w:r>
            <w:r w:rsidRPr="00C14806">
              <w:rPr>
                <w:rFonts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Calibri"/>
                <w:b/>
                <w:bCs/>
                <w:sz w:val="20"/>
                <w:szCs w:val="20"/>
              </w:rPr>
              <w:t>4 5</w:t>
            </w:r>
            <w:r w:rsidR="003E126B" w:rsidRPr="00C14806">
              <w:rPr>
                <w:rFonts w:cs="Calibri"/>
                <w:b/>
                <w:bCs/>
                <w:sz w:val="20"/>
                <w:szCs w:val="20"/>
              </w:rPr>
              <w:t xml:space="preserve">00,00 zł </w:t>
            </w:r>
          </w:p>
        </w:tc>
        <w:tc>
          <w:tcPr>
            <w:tcW w:w="5947" w:type="dxa"/>
            <w:shd w:val="clear" w:color="auto" w:fill="auto"/>
          </w:tcPr>
          <w:p w14:paraId="2513C19B" w14:textId="77777777" w:rsidR="003E126B" w:rsidRPr="003E126B" w:rsidRDefault="003E126B" w:rsidP="00C65472">
            <w:pPr>
              <w:spacing w:line="36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66BB3DC9" w14:textId="77777777" w:rsidR="003E126B" w:rsidRPr="003E126B" w:rsidRDefault="003E126B" w:rsidP="003E126B">
      <w:pPr>
        <w:spacing w:after="240" w:line="23" w:lineRule="atLeast"/>
        <w:ind w:left="360"/>
        <w:rPr>
          <w:rFonts w:cs="Calibri"/>
          <w:sz w:val="20"/>
          <w:szCs w:val="20"/>
        </w:rPr>
      </w:pPr>
    </w:p>
    <w:p w14:paraId="383E4886" w14:textId="77777777" w:rsidR="003E126B" w:rsidRPr="003E126B" w:rsidRDefault="003E126B" w:rsidP="003E126B">
      <w:pPr>
        <w:spacing w:after="240" w:line="23" w:lineRule="atLeast"/>
        <w:ind w:left="360"/>
        <w:rPr>
          <w:rFonts w:cs="Calibri"/>
          <w:sz w:val="20"/>
          <w:szCs w:val="20"/>
        </w:rPr>
      </w:pPr>
      <w:r w:rsidRPr="003E126B">
        <w:rPr>
          <w:rFonts w:cs="Calibri"/>
          <w:sz w:val="20"/>
          <w:szCs w:val="20"/>
        </w:rPr>
        <w:t xml:space="preserve">Wadium wniesione w formie pieniężnej należy zwrócić na rachunek bankowy: </w:t>
      </w:r>
    </w:p>
    <w:p w14:paraId="487103DD" w14:textId="75BA2617" w:rsidR="003E126B" w:rsidRPr="003E126B" w:rsidRDefault="003E126B" w:rsidP="003E126B">
      <w:pPr>
        <w:rPr>
          <w:rFonts w:cs="Calibri"/>
          <w:i/>
          <w:sz w:val="20"/>
          <w:szCs w:val="20"/>
        </w:rPr>
      </w:pPr>
      <w:r w:rsidRPr="003E126B">
        <w:rPr>
          <w:rFonts w:cs="Calibri"/>
          <w:sz w:val="20"/>
          <w:szCs w:val="20"/>
        </w:rPr>
        <w:t>______________________________________________________________________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872B5E1" w:rsidR="003B7604" w:rsidRPr="003E126B" w:rsidRDefault="002A6B66" w:rsidP="003E126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1DD2" w14:textId="77777777" w:rsidR="006F47D7" w:rsidRDefault="006F47D7">
      <w:r>
        <w:separator/>
      </w:r>
    </w:p>
  </w:endnote>
  <w:endnote w:type="continuationSeparator" w:id="0">
    <w:p w14:paraId="059DD575" w14:textId="77777777" w:rsidR="006F47D7" w:rsidRDefault="006F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1F44" w14:textId="77777777" w:rsidR="006F47D7" w:rsidRDefault="006F47D7">
      <w:r>
        <w:separator/>
      </w:r>
    </w:p>
  </w:footnote>
  <w:footnote w:type="continuationSeparator" w:id="0">
    <w:p w14:paraId="3471B0D0" w14:textId="77777777" w:rsidR="006F47D7" w:rsidRDefault="006F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3B4A96"/>
    <w:multiLevelType w:val="hybridMultilevel"/>
    <w:tmpl w:val="C83C430A"/>
    <w:lvl w:ilvl="0" w:tplc="1BCCA79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B217C"/>
    <w:multiLevelType w:val="hybridMultilevel"/>
    <w:tmpl w:val="B42C94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10"/>
  </w:num>
  <w:num w:numId="6" w16cid:durableId="623079396">
    <w:abstractNumId w:val="13"/>
  </w:num>
  <w:num w:numId="7" w16cid:durableId="1820803447">
    <w:abstractNumId w:val="0"/>
  </w:num>
  <w:num w:numId="8" w16cid:durableId="252512673">
    <w:abstractNumId w:val="11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5"/>
  </w:num>
  <w:num w:numId="12" w16cid:durableId="510068442">
    <w:abstractNumId w:val="8"/>
  </w:num>
  <w:num w:numId="13" w16cid:durableId="1297101073">
    <w:abstractNumId w:val="12"/>
  </w:num>
  <w:num w:numId="14" w16cid:durableId="207644832">
    <w:abstractNumId w:val="16"/>
  </w:num>
  <w:num w:numId="15" w16cid:durableId="603029011">
    <w:abstractNumId w:val="14"/>
  </w:num>
  <w:num w:numId="16" w16cid:durableId="1645502000">
    <w:abstractNumId w:val="6"/>
  </w:num>
  <w:num w:numId="17" w16cid:durableId="6258213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126B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6853"/>
    <w:rsid w:val="0069621B"/>
    <w:rsid w:val="006F0DD7"/>
    <w:rsid w:val="006F209E"/>
    <w:rsid w:val="006F47D7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14806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Style7">
    <w:name w:val="Style7"/>
    <w:basedOn w:val="Normalny"/>
    <w:uiPriority w:val="99"/>
    <w:rsid w:val="003E126B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paragraph" w:styleId="Bezodstpw">
    <w:name w:val="No Spacing"/>
    <w:qFormat/>
    <w:rsid w:val="003E126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17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/>
      <vt:lpstr>FORMULARZ OFERTOWY</vt:lpstr>
      <vt:lpstr>do …… godzin (wpisać do 1 godziny lub 2 godzin )       (słownie: …….……………………</vt:lpstr>
    </vt:vector>
  </TitlesOfParts>
  <Company>UMWP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6</cp:revision>
  <cp:lastPrinted>2021-04-12T14:11:00Z</cp:lastPrinted>
  <dcterms:created xsi:type="dcterms:W3CDTF">2022-04-19T13:52:00Z</dcterms:created>
  <dcterms:modified xsi:type="dcterms:W3CDTF">2022-09-19T20:25:00Z</dcterms:modified>
</cp:coreProperties>
</file>