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8A86A" w14:textId="092B89E7" w:rsidR="000C2176" w:rsidRDefault="00257DE5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ZP.</w:t>
      </w:r>
      <w:r w:rsidR="00177259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177259">
        <w:rPr>
          <w:rFonts w:cs="Arial"/>
          <w:sz w:val="20"/>
          <w:szCs w:val="20"/>
        </w:rPr>
        <w:t>.</w:t>
      </w:r>
      <w:r w:rsidR="00B04BA4">
        <w:rPr>
          <w:rFonts w:cs="Arial"/>
          <w:sz w:val="20"/>
          <w:szCs w:val="20"/>
        </w:rPr>
        <w:t>15</w:t>
      </w:r>
      <w:r w:rsidR="00313244">
        <w:rPr>
          <w:rFonts w:cs="Arial"/>
          <w:sz w:val="20"/>
          <w:szCs w:val="20"/>
        </w:rPr>
        <w:t>.202</w:t>
      </w:r>
      <w:r w:rsidR="00DA12D7">
        <w:rPr>
          <w:rFonts w:cs="Arial"/>
          <w:sz w:val="20"/>
          <w:szCs w:val="20"/>
        </w:rPr>
        <w:t>4</w:t>
      </w:r>
    </w:p>
    <w:p w14:paraId="2BE1B1D8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F3D7CE8" w14:textId="5EA3BACE" w:rsidR="000C2176" w:rsidRPr="0085728D" w:rsidRDefault="000C2176" w:rsidP="0085728D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66C1FFDF" w14:textId="0EA48D65" w:rsidR="00257DE5" w:rsidRDefault="000C2176" w:rsidP="00257DE5">
      <w:pPr>
        <w:jc w:val="right"/>
        <w:rPr>
          <w:rFonts w:cs="Arial"/>
          <w:bCs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ab/>
      </w:r>
      <w:r w:rsidR="00257DE5" w:rsidRPr="00BB6B3A">
        <w:rPr>
          <w:rFonts w:cs="Arial"/>
          <w:bCs/>
          <w:sz w:val="20"/>
          <w:szCs w:val="20"/>
          <w:lang w:eastAsia="en-US"/>
        </w:rPr>
        <w:t xml:space="preserve">POWIAT CHOJNICKI  </w:t>
      </w:r>
    </w:p>
    <w:p w14:paraId="136AD378" w14:textId="043F6223" w:rsidR="00257DE5" w:rsidRDefault="00257DE5" w:rsidP="00257DE5">
      <w:pPr>
        <w:jc w:val="right"/>
        <w:rPr>
          <w:rFonts w:cs="Arial"/>
          <w:bCs/>
          <w:sz w:val="20"/>
          <w:szCs w:val="20"/>
          <w:lang w:eastAsia="en-US"/>
        </w:rPr>
      </w:pPr>
      <w:r w:rsidRPr="00BB6B3A">
        <w:rPr>
          <w:rFonts w:cs="Arial"/>
          <w:bCs/>
          <w:sz w:val="20"/>
          <w:szCs w:val="20"/>
          <w:lang w:eastAsia="en-US"/>
        </w:rPr>
        <w:t xml:space="preserve">ul. 31 Stycznia 56 </w:t>
      </w:r>
    </w:p>
    <w:p w14:paraId="15CBE676" w14:textId="59D10367" w:rsidR="00257DE5" w:rsidRDefault="00257DE5" w:rsidP="00257DE5">
      <w:pPr>
        <w:jc w:val="right"/>
        <w:rPr>
          <w:rFonts w:cs="Arial"/>
          <w:b/>
          <w:i/>
        </w:rPr>
      </w:pPr>
      <w:r w:rsidRPr="00BB6B3A">
        <w:rPr>
          <w:rFonts w:cs="Arial"/>
          <w:bCs/>
          <w:sz w:val="20"/>
          <w:szCs w:val="20"/>
          <w:lang w:eastAsia="en-US"/>
        </w:rPr>
        <w:t>89-600 CHOJNICE</w:t>
      </w:r>
    </w:p>
    <w:p w14:paraId="04E0D9D6" w14:textId="77777777" w:rsidR="00257DE5" w:rsidRDefault="00257DE5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</w:p>
    <w:p w14:paraId="321371DF" w14:textId="7A17FA0E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2F0447A9" w14:textId="77777777" w:rsidR="000C2176" w:rsidRDefault="000C2176" w:rsidP="000C2176">
      <w:pPr>
        <w:rPr>
          <w:rFonts w:cs="Arial"/>
          <w:sz w:val="20"/>
          <w:szCs w:val="20"/>
        </w:rPr>
      </w:pPr>
    </w:p>
    <w:p w14:paraId="523DFB74" w14:textId="319F137B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3EBB10A7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2EE481E9" w14:textId="297AAEA3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628A6021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1E0E6C0A" w14:textId="70556FF6" w:rsidR="008745AB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</w:p>
    <w:p w14:paraId="3F3D7915" w14:textId="7FA17A7C" w:rsidR="008745AB" w:rsidRPr="00337357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Tel</w:t>
      </w:r>
      <w:r w:rsidR="00A03598">
        <w:rPr>
          <w:rFonts w:cs="Arial"/>
          <w:sz w:val="20"/>
          <w:szCs w:val="20"/>
        </w:rPr>
        <w:t>efon</w:t>
      </w:r>
      <w:r w:rsidR="009968BB">
        <w:rPr>
          <w:rFonts w:cs="Arial"/>
          <w:sz w:val="20"/>
          <w:szCs w:val="20"/>
        </w:rPr>
        <w:t>:</w:t>
      </w:r>
    </w:p>
    <w:p w14:paraId="1650488D" w14:textId="39DD725A" w:rsidR="00E8370B" w:rsidRPr="00337357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Numer KRS</w:t>
      </w:r>
      <w:r w:rsidR="000C2176" w:rsidRPr="00337357">
        <w:rPr>
          <w:rFonts w:cs="Arial"/>
          <w:sz w:val="20"/>
          <w:szCs w:val="20"/>
        </w:rPr>
        <w:t>:</w:t>
      </w:r>
    </w:p>
    <w:p w14:paraId="20FC1188" w14:textId="466CE6E7" w:rsidR="000C2176" w:rsidRPr="00337357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NIP:</w:t>
      </w:r>
    </w:p>
    <w:p w14:paraId="4881C508" w14:textId="70EE20A8" w:rsidR="008745AB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</w:p>
    <w:p w14:paraId="1657247B" w14:textId="52530F0D" w:rsidR="003B7604" w:rsidRDefault="003B7604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                                                                                 w banku </w:t>
      </w:r>
    </w:p>
    <w:p w14:paraId="7AFDF83B" w14:textId="77777777" w:rsidR="00DA12D7" w:rsidRPr="00EB76C0" w:rsidRDefault="00DA12D7" w:rsidP="000C2176">
      <w:pPr>
        <w:spacing w:line="480" w:lineRule="auto"/>
        <w:rPr>
          <w:rFonts w:cs="Arial"/>
          <w:sz w:val="20"/>
          <w:szCs w:val="20"/>
        </w:rPr>
      </w:pPr>
    </w:p>
    <w:p w14:paraId="18ED1B78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4B249F06" w14:textId="6E24FA39" w:rsidR="00DA12D7" w:rsidRPr="00B04BA4" w:rsidRDefault="00E8370B" w:rsidP="00CC4B82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35FCAF46" w14:textId="77777777" w:rsidR="00B04BA4" w:rsidRPr="00B04BA4" w:rsidRDefault="000C2176" w:rsidP="00B04BA4">
      <w:pPr>
        <w:pStyle w:val="Style7"/>
        <w:ind w:firstLine="0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04BA4">
        <w:rPr>
          <w:rFonts w:ascii="Arial" w:hAnsi="Arial" w:cs="Arial"/>
          <w:sz w:val="20"/>
          <w:szCs w:val="20"/>
        </w:rPr>
        <w:t>Nawiązując do ogłoszenia</w:t>
      </w:r>
      <w:r w:rsidR="008745AB" w:rsidRPr="00B04BA4">
        <w:rPr>
          <w:rFonts w:ascii="Arial" w:hAnsi="Arial" w:cs="Arial"/>
          <w:sz w:val="20"/>
          <w:szCs w:val="20"/>
        </w:rPr>
        <w:t xml:space="preserve"> o zamówieniu</w:t>
      </w:r>
      <w:r w:rsidRPr="00B04BA4">
        <w:rPr>
          <w:rFonts w:ascii="Arial" w:hAnsi="Arial" w:cs="Arial"/>
          <w:sz w:val="20"/>
          <w:szCs w:val="20"/>
        </w:rPr>
        <w:t xml:space="preserve"> na </w:t>
      </w:r>
      <w:r w:rsidR="00A03598" w:rsidRPr="00B04BA4">
        <w:rPr>
          <w:rFonts w:ascii="Arial" w:hAnsi="Arial" w:cs="Arial"/>
          <w:sz w:val="20"/>
          <w:szCs w:val="20"/>
        </w:rPr>
        <w:t xml:space="preserve">usługi </w:t>
      </w:r>
      <w:r w:rsidRPr="00B04BA4">
        <w:rPr>
          <w:rFonts w:ascii="Arial" w:hAnsi="Arial" w:cs="Arial"/>
          <w:sz w:val="20"/>
          <w:szCs w:val="20"/>
        </w:rPr>
        <w:t>pn</w:t>
      </w:r>
      <w:r w:rsidR="00D17A2D" w:rsidRPr="00B04BA4">
        <w:rPr>
          <w:rFonts w:ascii="Arial" w:hAnsi="Arial" w:cs="Arial"/>
          <w:sz w:val="20"/>
          <w:szCs w:val="20"/>
        </w:rPr>
        <w:t>.</w:t>
      </w:r>
      <w:r w:rsidR="00D17A2D" w:rsidRPr="00B04BA4">
        <w:rPr>
          <w:rFonts w:ascii="Arial" w:hAnsi="Arial" w:cs="Arial"/>
          <w:b/>
          <w:sz w:val="20"/>
          <w:szCs w:val="20"/>
        </w:rPr>
        <w:t xml:space="preserve"> </w:t>
      </w:r>
      <w:r w:rsidR="00B04BA4" w:rsidRPr="00B04BA4">
        <w:rPr>
          <w:rFonts w:ascii="Arial" w:eastAsia="Calibri" w:hAnsi="Arial" w:cs="Arial"/>
          <w:b/>
          <w:sz w:val="20"/>
          <w:szCs w:val="20"/>
          <w:lang w:eastAsia="en-US"/>
        </w:rPr>
        <w:t>Wykonanie dokumentacji projektowej dla budowy boisk wielofunkcyjnych wraz z zadaszeniem o stałej konstrukcji  z podziałem na części:</w:t>
      </w:r>
    </w:p>
    <w:p w14:paraId="39DCE7B9" w14:textId="77777777" w:rsidR="00B04BA4" w:rsidRPr="00B04BA4" w:rsidRDefault="00B04BA4" w:rsidP="00B04BA4">
      <w:pPr>
        <w:pStyle w:val="Style7"/>
        <w:ind w:firstLine="0"/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 w:rsidRPr="00B04BA4"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Część I. Wykonanie dokumentacji projektowej dla budowy boiska wielofunkcyjnego wraz z zadaszeniem o stałej konstrukcji przy Zespole Szkół w Brusach. </w:t>
      </w:r>
    </w:p>
    <w:p w14:paraId="542AA4CC" w14:textId="1BD6B467" w:rsidR="008C4E4A" w:rsidRPr="009968BB" w:rsidRDefault="00B04BA4" w:rsidP="00B04BA4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B04BA4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 xml:space="preserve">              </w:t>
      </w:r>
    </w:p>
    <w:p w14:paraId="5133EBA4" w14:textId="156BB9F9" w:rsidR="003B7604" w:rsidRPr="008745AB" w:rsidRDefault="000C2176" w:rsidP="00D17A2D">
      <w:pPr>
        <w:jc w:val="both"/>
        <w:rPr>
          <w:rFonts w:cs="Arial"/>
          <w:b/>
          <w:sz w:val="20"/>
          <w:szCs w:val="20"/>
        </w:rPr>
      </w:pPr>
      <w:r w:rsidRPr="009968BB">
        <w:rPr>
          <w:rFonts w:cs="Arial"/>
          <w:sz w:val="20"/>
          <w:szCs w:val="20"/>
        </w:rPr>
        <w:t>składam(y) niniejszą ofertę</w:t>
      </w:r>
      <w:r w:rsidRPr="00DC2A92">
        <w:rPr>
          <w:rFonts w:cs="Arial"/>
          <w:sz w:val="20"/>
          <w:szCs w:val="20"/>
        </w:rPr>
        <w:t>:</w:t>
      </w:r>
    </w:p>
    <w:p w14:paraId="56804ED8" w14:textId="77777777" w:rsidR="000C2176" w:rsidRPr="000C2176" w:rsidRDefault="000C2176" w:rsidP="000C2176">
      <w:pPr>
        <w:rPr>
          <w:lang w:eastAsia="en-US"/>
        </w:rPr>
      </w:pPr>
    </w:p>
    <w:p w14:paraId="7E33E2F5" w14:textId="60C11345" w:rsidR="00D748CF" w:rsidRPr="00D748CF" w:rsidRDefault="00D748CF" w:rsidP="003B7604">
      <w:pPr>
        <w:pStyle w:val="Akapitzlist"/>
        <w:numPr>
          <w:ilvl w:val="0"/>
          <w:numId w:val="8"/>
        </w:numPr>
        <w:ind w:left="284" w:hanging="284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Oferujemy wykonanie w/w przedmiotu zamówienia za cenę ryczałtową brutto:</w:t>
      </w:r>
    </w:p>
    <w:p w14:paraId="2796CBBD" w14:textId="77777777" w:rsidR="00D748CF" w:rsidRPr="00D748CF" w:rsidRDefault="00D748CF" w:rsidP="00D748CF">
      <w:pPr>
        <w:pStyle w:val="Akapitzlist"/>
        <w:spacing w:after="100"/>
        <w:jc w:val="both"/>
        <w:rPr>
          <w:b/>
          <w:color w:val="FF0000"/>
          <w:sz w:val="20"/>
          <w:szCs w:val="20"/>
        </w:rPr>
      </w:pPr>
    </w:p>
    <w:p w14:paraId="4609AE9D" w14:textId="3E8BD108" w:rsidR="00D748CF" w:rsidRPr="003B7604" w:rsidRDefault="00D748CF" w:rsidP="003B7604">
      <w:pPr>
        <w:pStyle w:val="Akapitzlist"/>
        <w:spacing w:after="100"/>
        <w:ind w:hanging="720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 xml:space="preserve">CENA RYCZAŁTOWA BRUTTO </w:t>
      </w:r>
      <w:r w:rsidR="003B7604">
        <w:rPr>
          <w:b/>
          <w:sz w:val="20"/>
          <w:szCs w:val="20"/>
        </w:rPr>
        <w:t>:……….</w:t>
      </w:r>
      <w:r w:rsidRPr="003B7604">
        <w:rPr>
          <w:b/>
          <w:sz w:val="20"/>
          <w:szCs w:val="20"/>
        </w:rPr>
        <w:t>……………………………………………………….……………zł</w:t>
      </w:r>
    </w:p>
    <w:p w14:paraId="7C7CA482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54C00982" w14:textId="4592017A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(słownie):.…………………………………….……………………………….………………….............</w:t>
      </w:r>
      <w:r w:rsidR="003B7604">
        <w:rPr>
          <w:b/>
          <w:sz w:val="20"/>
          <w:szCs w:val="20"/>
        </w:rPr>
        <w:t>..............</w:t>
      </w:r>
      <w:r w:rsidRPr="00D748CF">
        <w:rPr>
          <w:b/>
          <w:sz w:val="20"/>
          <w:szCs w:val="20"/>
        </w:rPr>
        <w:t>..</w:t>
      </w:r>
    </w:p>
    <w:p w14:paraId="6639AAD9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4D5C32E1" w14:textId="2A4A7684" w:rsid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………...………………………………………….……………………………….………</w:t>
      </w:r>
      <w:r>
        <w:rPr>
          <w:b/>
          <w:sz w:val="20"/>
          <w:szCs w:val="20"/>
        </w:rPr>
        <w:t>…………</w:t>
      </w:r>
      <w:r w:rsidR="003B7604">
        <w:rPr>
          <w:b/>
          <w:sz w:val="20"/>
          <w:szCs w:val="20"/>
        </w:rPr>
        <w:t>………...</w:t>
      </w:r>
      <w:r>
        <w:rPr>
          <w:b/>
          <w:sz w:val="20"/>
          <w:szCs w:val="20"/>
        </w:rPr>
        <w:t>z</w:t>
      </w:r>
      <w:r w:rsidRPr="00D748CF">
        <w:rPr>
          <w:b/>
          <w:sz w:val="20"/>
          <w:szCs w:val="20"/>
        </w:rPr>
        <w:t>łotych</w:t>
      </w:r>
    </w:p>
    <w:p w14:paraId="1B08D5B5" w14:textId="77777777" w:rsidR="009968BB" w:rsidRDefault="009968BB" w:rsidP="00D17A2D">
      <w:pPr>
        <w:spacing w:after="100"/>
        <w:rPr>
          <w:b/>
          <w:sz w:val="20"/>
          <w:szCs w:val="20"/>
        </w:rPr>
      </w:pPr>
    </w:p>
    <w:p w14:paraId="1718CC22" w14:textId="77777777" w:rsidR="00B04BA4" w:rsidRPr="00B04BA4" w:rsidRDefault="00B04BA4" w:rsidP="00B04BA4">
      <w:pPr>
        <w:pStyle w:val="Akapitzlist"/>
        <w:numPr>
          <w:ilvl w:val="0"/>
          <w:numId w:val="22"/>
        </w:numPr>
        <w:spacing w:line="600" w:lineRule="auto"/>
        <w:ind w:left="284" w:hanging="284"/>
        <w:jc w:val="both"/>
        <w:rPr>
          <w:rFonts w:cs="Arial"/>
          <w:b/>
          <w:sz w:val="20"/>
        </w:rPr>
      </w:pPr>
      <w:r w:rsidRPr="00B04BA4">
        <w:rPr>
          <w:rFonts w:cs="Arial"/>
          <w:b/>
          <w:sz w:val="20"/>
          <w:szCs w:val="20"/>
        </w:rPr>
        <w:t xml:space="preserve">Oferujemy okres rękojmi i gwarancji </w:t>
      </w:r>
      <w:r w:rsidRPr="00B04BA4">
        <w:rPr>
          <w:rFonts w:cs="Arial"/>
          <w:b/>
          <w:i/>
          <w:sz w:val="20"/>
          <w:szCs w:val="20"/>
        </w:rPr>
        <w:t>( zaznaczyć oferowany okres ):</w:t>
      </w:r>
    </w:p>
    <w:p w14:paraId="2D5BED13" w14:textId="77777777" w:rsidR="00B04BA4" w:rsidRDefault="00B04BA4" w:rsidP="00B04BA4">
      <w:pPr>
        <w:numPr>
          <w:ilvl w:val="0"/>
          <w:numId w:val="2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36</w:t>
      </w:r>
      <w:r w:rsidRPr="00927B48">
        <w:rPr>
          <w:rFonts w:cs="Arial"/>
          <w:b/>
          <w:bCs/>
          <w:sz w:val="20"/>
          <w:szCs w:val="20"/>
        </w:rPr>
        <w:t xml:space="preserve"> miesięcy</w:t>
      </w:r>
    </w:p>
    <w:p w14:paraId="3AA2B8A3" w14:textId="77777777" w:rsidR="00B04BA4" w:rsidRPr="00641AAA" w:rsidRDefault="00B04BA4" w:rsidP="00B04BA4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0F920AAD" w14:textId="471BD443" w:rsidR="00B04BA4" w:rsidRDefault="00B04BA4" w:rsidP="00B04BA4">
      <w:pPr>
        <w:numPr>
          <w:ilvl w:val="0"/>
          <w:numId w:val="2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48</w:t>
      </w:r>
      <w:r w:rsidRPr="00927B48">
        <w:rPr>
          <w:rFonts w:cs="Arial"/>
          <w:b/>
          <w:bCs/>
          <w:sz w:val="20"/>
          <w:szCs w:val="20"/>
        </w:rPr>
        <w:t xml:space="preserve"> miesi</w:t>
      </w:r>
      <w:r w:rsidR="00B724A3">
        <w:rPr>
          <w:rFonts w:cs="Arial"/>
          <w:b/>
          <w:bCs/>
          <w:sz w:val="20"/>
          <w:szCs w:val="20"/>
        </w:rPr>
        <w:t>ęcy</w:t>
      </w:r>
    </w:p>
    <w:p w14:paraId="70B050EF" w14:textId="77777777" w:rsidR="00B04BA4" w:rsidRPr="00641AAA" w:rsidRDefault="00B04BA4" w:rsidP="00B04BA4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371DC29B" w14:textId="77777777" w:rsidR="00B04BA4" w:rsidRPr="00927B48" w:rsidRDefault="00B04BA4" w:rsidP="00B04BA4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p w14:paraId="2639C8F9" w14:textId="77777777" w:rsidR="00DA12D7" w:rsidRDefault="00DA12D7" w:rsidP="00D17A2D">
      <w:pPr>
        <w:spacing w:after="100"/>
        <w:rPr>
          <w:b/>
          <w:sz w:val="20"/>
          <w:szCs w:val="20"/>
        </w:rPr>
      </w:pPr>
    </w:p>
    <w:p w14:paraId="5E84D915" w14:textId="29800E8F" w:rsidR="0085728D" w:rsidRPr="0085728D" w:rsidRDefault="0085728D" w:rsidP="00B04BA4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i/>
          <w:iCs/>
          <w:sz w:val="20"/>
          <w:szCs w:val="20"/>
        </w:rPr>
      </w:pPr>
    </w:p>
    <w:p w14:paraId="1C757458" w14:textId="77777777" w:rsidR="00B04BA4" w:rsidRPr="00B04BA4" w:rsidRDefault="00B04BA4" w:rsidP="00B04BA4">
      <w:pPr>
        <w:pStyle w:val="Style7"/>
        <w:widowControl/>
        <w:ind w:firstLine="0"/>
        <w:rPr>
          <w:rFonts w:ascii="Arial" w:hAnsi="Arial" w:cs="Arial"/>
          <w:b/>
          <w:color w:val="FF0000"/>
          <w:sz w:val="20"/>
          <w:szCs w:val="20"/>
        </w:rPr>
      </w:pPr>
      <w:r w:rsidRPr="00B04BA4">
        <w:rPr>
          <w:rFonts w:ascii="Arial" w:hAnsi="Arial" w:cs="Arial"/>
          <w:b/>
          <w:color w:val="FF0000"/>
          <w:sz w:val="20"/>
          <w:szCs w:val="20"/>
        </w:rPr>
        <w:t xml:space="preserve">Część II. Wykonanie dokumentacji projektowej dla budowy boiska wielofunkcyjnego wraz z zadaszeniem o stałej konstrukcji przy Zespole Szkół Specjalnych w Chojnicach. </w:t>
      </w:r>
    </w:p>
    <w:p w14:paraId="3990AD39" w14:textId="77777777" w:rsidR="00DA12D7" w:rsidRPr="009968BB" w:rsidRDefault="00DA12D7" w:rsidP="00DA12D7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</w:p>
    <w:p w14:paraId="7E522710" w14:textId="77777777" w:rsidR="00DA12D7" w:rsidRPr="008745AB" w:rsidRDefault="00DA12D7" w:rsidP="00DA12D7">
      <w:pPr>
        <w:jc w:val="both"/>
        <w:rPr>
          <w:rFonts w:cs="Arial"/>
          <w:b/>
          <w:sz w:val="20"/>
          <w:szCs w:val="20"/>
        </w:rPr>
      </w:pPr>
      <w:r w:rsidRPr="009968BB">
        <w:rPr>
          <w:rFonts w:cs="Arial"/>
          <w:sz w:val="20"/>
          <w:szCs w:val="20"/>
        </w:rPr>
        <w:t>składam(y) niniejszą ofertę</w:t>
      </w:r>
      <w:r w:rsidRPr="00DC2A92">
        <w:rPr>
          <w:rFonts w:cs="Arial"/>
          <w:sz w:val="20"/>
          <w:szCs w:val="20"/>
        </w:rPr>
        <w:t>:</w:t>
      </w:r>
    </w:p>
    <w:p w14:paraId="30B19C55" w14:textId="77777777" w:rsidR="00DA12D7" w:rsidRPr="000C2176" w:rsidRDefault="00DA12D7" w:rsidP="00DA12D7">
      <w:pPr>
        <w:rPr>
          <w:lang w:eastAsia="en-US"/>
        </w:rPr>
      </w:pPr>
    </w:p>
    <w:p w14:paraId="28C724C0" w14:textId="77777777" w:rsidR="00DA12D7" w:rsidRPr="00D748CF" w:rsidRDefault="00DA12D7" w:rsidP="00CC4B82">
      <w:pPr>
        <w:pStyle w:val="Akapitzlist"/>
        <w:numPr>
          <w:ilvl w:val="0"/>
          <w:numId w:val="28"/>
        </w:numPr>
        <w:ind w:left="284" w:hanging="284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Oferujemy wykonanie w/w przedmiotu zamówienia za cenę ryczałtową brutto:</w:t>
      </w:r>
    </w:p>
    <w:p w14:paraId="7AD9923E" w14:textId="77777777" w:rsidR="00DA12D7" w:rsidRPr="00D748CF" w:rsidRDefault="00DA12D7" w:rsidP="00DA12D7">
      <w:pPr>
        <w:pStyle w:val="Akapitzlist"/>
        <w:spacing w:after="100"/>
        <w:jc w:val="both"/>
        <w:rPr>
          <w:b/>
          <w:color w:val="FF0000"/>
          <w:sz w:val="20"/>
          <w:szCs w:val="20"/>
        </w:rPr>
      </w:pPr>
    </w:p>
    <w:p w14:paraId="07CC5315" w14:textId="77777777" w:rsidR="00DA12D7" w:rsidRPr="003B7604" w:rsidRDefault="00DA12D7" w:rsidP="00DA12D7">
      <w:pPr>
        <w:pStyle w:val="Akapitzlist"/>
        <w:spacing w:after="100"/>
        <w:ind w:hanging="720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 xml:space="preserve">CENA RYCZAŁTOWA BRUTTO </w:t>
      </w:r>
      <w:r>
        <w:rPr>
          <w:b/>
          <w:sz w:val="20"/>
          <w:szCs w:val="20"/>
        </w:rPr>
        <w:t>:……….</w:t>
      </w:r>
      <w:r w:rsidRPr="003B7604">
        <w:rPr>
          <w:b/>
          <w:sz w:val="20"/>
          <w:szCs w:val="20"/>
        </w:rPr>
        <w:t>……………………………………………………….……………zł</w:t>
      </w:r>
    </w:p>
    <w:p w14:paraId="449BF82A" w14:textId="77777777" w:rsidR="00DA12D7" w:rsidRPr="00D748CF" w:rsidRDefault="00DA12D7" w:rsidP="00DA12D7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2E8C2B31" w14:textId="77777777" w:rsidR="00DA12D7" w:rsidRPr="00D748CF" w:rsidRDefault="00DA12D7" w:rsidP="00DA12D7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(słownie):.…………………………………….……………………………….………………….............</w:t>
      </w:r>
      <w:r>
        <w:rPr>
          <w:b/>
          <w:sz w:val="20"/>
          <w:szCs w:val="20"/>
        </w:rPr>
        <w:t>..............</w:t>
      </w:r>
      <w:r w:rsidRPr="00D748CF">
        <w:rPr>
          <w:b/>
          <w:sz w:val="20"/>
          <w:szCs w:val="20"/>
        </w:rPr>
        <w:t>..</w:t>
      </w:r>
    </w:p>
    <w:p w14:paraId="5261B8A9" w14:textId="77777777" w:rsidR="00DA12D7" w:rsidRPr="00D748CF" w:rsidRDefault="00DA12D7" w:rsidP="00DA12D7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09F61EA3" w14:textId="77777777" w:rsidR="00DA12D7" w:rsidRDefault="00DA12D7" w:rsidP="00DA12D7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………...………………………………………….……………………………….………</w:t>
      </w:r>
      <w:r>
        <w:rPr>
          <w:b/>
          <w:sz w:val="20"/>
          <w:szCs w:val="20"/>
        </w:rPr>
        <w:t>…………………...z</w:t>
      </w:r>
      <w:r w:rsidRPr="00D748CF">
        <w:rPr>
          <w:b/>
          <w:sz w:val="20"/>
          <w:szCs w:val="20"/>
        </w:rPr>
        <w:t>łotych</w:t>
      </w:r>
    </w:p>
    <w:p w14:paraId="6C2976D5" w14:textId="77777777" w:rsidR="00DA12D7" w:rsidRPr="00D17A2D" w:rsidRDefault="00DA12D7" w:rsidP="00DA12D7">
      <w:pPr>
        <w:spacing w:after="100"/>
        <w:rPr>
          <w:b/>
          <w:sz w:val="20"/>
          <w:szCs w:val="20"/>
        </w:rPr>
      </w:pPr>
    </w:p>
    <w:p w14:paraId="3D23C395" w14:textId="7EAF31E8" w:rsidR="00B04BA4" w:rsidRPr="00B04BA4" w:rsidRDefault="00B04BA4" w:rsidP="00CC4B82">
      <w:pPr>
        <w:pStyle w:val="Akapitzlist"/>
        <w:numPr>
          <w:ilvl w:val="0"/>
          <w:numId w:val="28"/>
        </w:numPr>
        <w:spacing w:line="600" w:lineRule="auto"/>
        <w:ind w:left="284" w:hanging="284"/>
        <w:jc w:val="both"/>
        <w:rPr>
          <w:rFonts w:cs="Arial"/>
          <w:b/>
          <w:sz w:val="20"/>
        </w:rPr>
      </w:pPr>
      <w:bookmarkStart w:id="0" w:name="_Hlk147913349"/>
      <w:r w:rsidRPr="00B04BA4">
        <w:rPr>
          <w:rFonts w:cs="Arial"/>
          <w:b/>
          <w:sz w:val="20"/>
          <w:szCs w:val="20"/>
        </w:rPr>
        <w:t xml:space="preserve">Oferujemy okres rękojmi i gwarancji </w:t>
      </w:r>
      <w:r w:rsidRPr="00B04BA4">
        <w:rPr>
          <w:rFonts w:cs="Arial"/>
          <w:b/>
          <w:i/>
          <w:sz w:val="20"/>
          <w:szCs w:val="20"/>
        </w:rPr>
        <w:t>( zaznaczyć oferowany okres ):</w:t>
      </w:r>
    </w:p>
    <w:p w14:paraId="20130785" w14:textId="558AFDBF" w:rsidR="00B04BA4" w:rsidRDefault="00B04BA4" w:rsidP="00B04BA4">
      <w:pPr>
        <w:numPr>
          <w:ilvl w:val="0"/>
          <w:numId w:val="2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36</w:t>
      </w:r>
      <w:r w:rsidRPr="00927B48">
        <w:rPr>
          <w:rFonts w:cs="Arial"/>
          <w:b/>
          <w:bCs/>
          <w:sz w:val="20"/>
          <w:szCs w:val="20"/>
        </w:rPr>
        <w:t xml:space="preserve"> miesięcy</w:t>
      </w:r>
    </w:p>
    <w:p w14:paraId="70EFEC58" w14:textId="77777777" w:rsidR="00B04BA4" w:rsidRPr="00641AAA" w:rsidRDefault="00B04BA4" w:rsidP="00B04BA4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15142B5F" w14:textId="561674BE" w:rsidR="00B04BA4" w:rsidRDefault="00B04BA4" w:rsidP="00B04BA4">
      <w:pPr>
        <w:numPr>
          <w:ilvl w:val="0"/>
          <w:numId w:val="2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48</w:t>
      </w:r>
      <w:r w:rsidRPr="00927B48">
        <w:rPr>
          <w:rFonts w:cs="Arial"/>
          <w:b/>
          <w:bCs/>
          <w:sz w:val="20"/>
          <w:szCs w:val="20"/>
        </w:rPr>
        <w:t xml:space="preserve"> miesi</w:t>
      </w:r>
      <w:r w:rsidR="00B724A3">
        <w:rPr>
          <w:rFonts w:cs="Arial"/>
          <w:b/>
          <w:bCs/>
          <w:sz w:val="20"/>
          <w:szCs w:val="20"/>
        </w:rPr>
        <w:t>ęcy</w:t>
      </w:r>
    </w:p>
    <w:p w14:paraId="41D09BE0" w14:textId="77777777" w:rsidR="00B04BA4" w:rsidRPr="00641AAA" w:rsidRDefault="00B04BA4" w:rsidP="00B04BA4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7AF8BB56" w14:textId="77777777" w:rsidR="00B04BA4" w:rsidRPr="00927B48" w:rsidRDefault="00B04BA4" w:rsidP="00B04BA4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bookmarkEnd w:id="0"/>
    <w:p w14:paraId="22F54BF7" w14:textId="77777777" w:rsidR="000855EB" w:rsidRPr="00D748CF" w:rsidRDefault="000855EB" w:rsidP="00D748CF">
      <w:pPr>
        <w:tabs>
          <w:tab w:val="left" w:pos="1701"/>
        </w:tabs>
        <w:suppressAutoHyphens/>
        <w:autoSpaceDE w:val="0"/>
        <w:autoSpaceDN w:val="0"/>
        <w:textAlignment w:val="baseline"/>
      </w:pPr>
    </w:p>
    <w:p w14:paraId="560C81C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38DAE5C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40AE48F4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793198EC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7EC47F3B" w14:textId="56A2F22E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 w:rsidR="009968BB"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>WZ</w:t>
      </w:r>
      <w:r w:rsidRPr="009E1AD7">
        <w:rPr>
          <w:rFonts w:cs="Arial"/>
          <w:sz w:val="20"/>
          <w:szCs w:val="20"/>
        </w:rPr>
        <w:t>,</w:t>
      </w:r>
    </w:p>
    <w:p w14:paraId="5351F10B" w14:textId="77777777" w:rsidR="00B60FD7" w:rsidRPr="00B60FD7" w:rsidRDefault="00B60FD7" w:rsidP="00B60FD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>i 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9992185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52A79BB8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030DC8B9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2DA23BE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742352E2" w14:textId="77777777" w:rsidR="00CC4B82" w:rsidRDefault="00CC4B82" w:rsidP="00CC4B82">
      <w:p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CC4B82">
        <w:rPr>
          <w:rFonts w:cs="Arial"/>
          <w:b/>
          <w:sz w:val="20"/>
          <w:szCs w:val="20"/>
        </w:rPr>
        <w:t xml:space="preserve">Część I. Wykonanie dokumentacji projektowej dla budowy boiska wielofunkcyjnego wraz z zadaszeniem o stałej konstrukcji przy Zespole Szkół w Brusach. </w:t>
      </w:r>
    </w:p>
    <w:p w14:paraId="459A1541" w14:textId="66E1811E" w:rsidR="000C2176" w:rsidRPr="00DC6D98" w:rsidRDefault="000C2176" w:rsidP="00DC6D98">
      <w:pPr>
        <w:pStyle w:val="Akapitzlist"/>
        <w:numPr>
          <w:ilvl w:val="0"/>
          <w:numId w:val="29"/>
        </w:numPr>
        <w:tabs>
          <w:tab w:val="left" w:pos="993"/>
        </w:tabs>
        <w:suppressAutoHyphens/>
        <w:spacing w:line="360" w:lineRule="auto"/>
        <w:ind w:hanging="11"/>
        <w:jc w:val="both"/>
        <w:rPr>
          <w:rFonts w:cs="Arial"/>
          <w:b/>
          <w:sz w:val="20"/>
          <w:szCs w:val="20"/>
        </w:rPr>
      </w:pPr>
      <w:r w:rsidRPr="00DC6D98">
        <w:rPr>
          <w:rFonts w:cs="Arial"/>
          <w:sz w:val="20"/>
          <w:szCs w:val="20"/>
        </w:rPr>
        <w:t>zamierzam powierzyć do wykonania podwykonawcom następującą część zamówienia</w:t>
      </w:r>
      <w:r w:rsidRPr="00DC6D98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C2176" w:rsidRPr="007B1C9D" w14:paraId="174F4B45" w14:textId="77777777" w:rsidTr="00BC0E0C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32E384D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F32CC12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ACBB02C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3325576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0562AA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A6E295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C2176" w:rsidRPr="007B1C9D" w14:paraId="7EBF357A" w14:textId="77777777" w:rsidTr="00BC0E0C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8074113" w14:textId="77777777" w:rsidR="000C2176" w:rsidRPr="000C2176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95859C9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D792C5E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CA7DC66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C2176" w:rsidRPr="007B1C9D" w14:paraId="7E1982C3" w14:textId="77777777" w:rsidTr="00BC0E0C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3966A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E152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5F7A27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E7F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C2176" w:rsidRPr="007B1C9D" w14:paraId="7EC8A2E0" w14:textId="77777777" w:rsidTr="00BC0E0C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A7956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DB3E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A9E3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3CDB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21D55B2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6A6D8446" w14:textId="77777777" w:rsidR="000C2176" w:rsidRPr="00B30869" w:rsidRDefault="000C2176" w:rsidP="00DC6D98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612F4E7B" w14:textId="77777777" w:rsidR="00B30869" w:rsidRPr="00B30869" w:rsidRDefault="00B30869" w:rsidP="00B30869">
      <w:pPr>
        <w:suppressAutoHyphens/>
        <w:ind w:left="1077"/>
        <w:jc w:val="both"/>
        <w:rPr>
          <w:rFonts w:cs="Arial"/>
          <w:sz w:val="20"/>
          <w:szCs w:val="20"/>
        </w:rPr>
      </w:pPr>
    </w:p>
    <w:p w14:paraId="0E8F2258" w14:textId="77777777" w:rsidR="00CC4B82" w:rsidRDefault="00CC4B82" w:rsidP="00CC4B82">
      <w:p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CC4B82">
        <w:rPr>
          <w:rFonts w:cs="Arial"/>
          <w:b/>
          <w:sz w:val="20"/>
          <w:szCs w:val="20"/>
        </w:rPr>
        <w:t xml:space="preserve">Część II. Wykonanie dokumentacji projektowej dla budowy boiska wielofunkcyjnego wraz z zadaszeniem o stałej konstrukcji przy Zespole Szkół Specjalnych w Chojnicach. </w:t>
      </w:r>
    </w:p>
    <w:p w14:paraId="0A965075" w14:textId="6400D242" w:rsidR="00B30869" w:rsidRPr="00DC6D98" w:rsidRDefault="00B30869" w:rsidP="00DC6D98">
      <w:pPr>
        <w:pStyle w:val="Akapitzlist"/>
        <w:numPr>
          <w:ilvl w:val="0"/>
          <w:numId w:val="30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DC6D98">
        <w:rPr>
          <w:rFonts w:cs="Arial"/>
          <w:sz w:val="20"/>
          <w:szCs w:val="20"/>
        </w:rPr>
        <w:t>zamierzam powierzyć do wykonania podwykonawcom następującą część zamówienia</w:t>
      </w:r>
      <w:r w:rsidRPr="00DC6D98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B30869" w:rsidRPr="007B1C9D" w14:paraId="55500F86" w14:textId="77777777" w:rsidTr="00363C56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399422A" w14:textId="77777777" w:rsidR="00B30869" w:rsidRPr="007B1C9D" w:rsidRDefault="00B30869" w:rsidP="00363C56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698C1ECB" w14:textId="77777777" w:rsidR="00B30869" w:rsidRPr="007B1C9D" w:rsidRDefault="00B30869" w:rsidP="00363C56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F865446" w14:textId="77777777" w:rsidR="00B30869" w:rsidRPr="007B1C9D" w:rsidRDefault="00B30869" w:rsidP="00363C56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F5BC4F1" w14:textId="77777777" w:rsidR="00B30869" w:rsidRPr="007B1C9D" w:rsidRDefault="00B30869" w:rsidP="00363C56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E9F1E48" w14:textId="77777777" w:rsidR="00B30869" w:rsidRPr="007B1C9D" w:rsidRDefault="00B30869" w:rsidP="00363C56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5963A1" w14:textId="77777777" w:rsidR="00B30869" w:rsidRPr="007B1C9D" w:rsidRDefault="00B30869" w:rsidP="00363C56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B30869" w:rsidRPr="007B1C9D" w14:paraId="61AB6337" w14:textId="77777777" w:rsidTr="00363C56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B706111" w14:textId="77777777" w:rsidR="00B30869" w:rsidRPr="000C2176" w:rsidRDefault="00B30869" w:rsidP="00363C56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148BDC4" w14:textId="77777777" w:rsidR="00B30869" w:rsidRPr="000C2176" w:rsidRDefault="00B30869" w:rsidP="00363C56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EA4D3F4" w14:textId="77777777" w:rsidR="00B30869" w:rsidRPr="000C2176" w:rsidRDefault="00B30869" w:rsidP="00363C56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46429FC" w14:textId="77777777" w:rsidR="00B30869" w:rsidRPr="000C2176" w:rsidRDefault="00B30869" w:rsidP="00363C56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B30869" w:rsidRPr="007B1C9D" w14:paraId="5901A5A7" w14:textId="77777777" w:rsidTr="00363C56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0A1771" w14:textId="77777777" w:rsidR="00B30869" w:rsidRPr="007B1C9D" w:rsidRDefault="00B30869" w:rsidP="00363C56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31F117" w14:textId="77777777" w:rsidR="00B30869" w:rsidRPr="007B1C9D" w:rsidRDefault="00B30869" w:rsidP="00363C56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FACB2E" w14:textId="77777777" w:rsidR="00B30869" w:rsidRPr="007B1C9D" w:rsidRDefault="00B30869" w:rsidP="00363C56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19D05" w14:textId="77777777" w:rsidR="00B30869" w:rsidRPr="007B1C9D" w:rsidRDefault="00B30869" w:rsidP="00363C56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B30869" w:rsidRPr="007B1C9D" w14:paraId="7D7D5ECA" w14:textId="77777777" w:rsidTr="00363C56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3CD388" w14:textId="77777777" w:rsidR="00B30869" w:rsidRPr="007B1C9D" w:rsidRDefault="00B30869" w:rsidP="00363C56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8BD668" w14:textId="77777777" w:rsidR="00B30869" w:rsidRPr="007B1C9D" w:rsidRDefault="00B30869" w:rsidP="00363C56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AD30FE" w14:textId="77777777" w:rsidR="00B30869" w:rsidRPr="007B1C9D" w:rsidRDefault="00B30869" w:rsidP="00363C56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D589D" w14:textId="77777777" w:rsidR="00B30869" w:rsidRPr="007B1C9D" w:rsidRDefault="00B30869" w:rsidP="00363C56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4DAA70D4" w14:textId="77777777" w:rsidR="00B30869" w:rsidRPr="0022624E" w:rsidRDefault="00B30869" w:rsidP="00B30869">
      <w:pPr>
        <w:suppressAutoHyphens/>
        <w:jc w:val="both"/>
        <w:rPr>
          <w:rFonts w:cs="Arial"/>
          <w:sz w:val="20"/>
          <w:szCs w:val="20"/>
        </w:rPr>
      </w:pPr>
    </w:p>
    <w:p w14:paraId="26D9961D" w14:textId="27C5096C" w:rsidR="00B30869" w:rsidRPr="00DC6D98" w:rsidRDefault="00B30869" w:rsidP="00B30869">
      <w:pPr>
        <w:numPr>
          <w:ilvl w:val="3"/>
          <w:numId w:val="25"/>
        </w:numPr>
        <w:tabs>
          <w:tab w:val="clear" w:pos="1077"/>
          <w:tab w:val="num" w:pos="709"/>
        </w:tabs>
        <w:suppressAutoHyphens/>
        <w:ind w:hanging="651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06785FF4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19FA8351" w14:textId="77777777" w:rsidR="00BF67F4" w:rsidRPr="009465B7" w:rsidRDefault="00BF67F4" w:rsidP="00BF67F4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3"/>
        <w:gridCol w:w="6325"/>
      </w:tblGrid>
      <w:tr w:rsidR="00BF67F4" w:rsidRPr="003E0E15" w14:paraId="544A0CF2" w14:textId="77777777" w:rsidTr="0055119F">
        <w:tc>
          <w:tcPr>
            <w:tcW w:w="2663" w:type="dxa"/>
          </w:tcPr>
          <w:p w14:paraId="3A8C6968" w14:textId="77777777" w:rsidR="00BF67F4" w:rsidRPr="003E0E15" w:rsidRDefault="00BF67F4" w:rsidP="0055119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325" w:type="dxa"/>
          </w:tcPr>
          <w:p w14:paraId="37B4905A" w14:textId="77777777" w:rsidR="00BF67F4" w:rsidRPr="003E0E15" w:rsidRDefault="00BF67F4" w:rsidP="0055119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251290CF" w14:textId="77777777" w:rsidR="00BF67F4" w:rsidRPr="003E0E15" w:rsidRDefault="00BF67F4" w:rsidP="0055119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BF67F4" w:rsidRPr="003E0E15" w14:paraId="5EADC736" w14:textId="77777777" w:rsidTr="0055119F">
        <w:trPr>
          <w:trHeight w:val="911"/>
        </w:trPr>
        <w:tc>
          <w:tcPr>
            <w:tcW w:w="2663" w:type="dxa"/>
          </w:tcPr>
          <w:p w14:paraId="37DF7F26" w14:textId="77777777" w:rsidR="00BF67F4" w:rsidRDefault="00BF67F4" w:rsidP="0055119F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  <w:p w14:paraId="141DA97A" w14:textId="4B9476B9" w:rsidR="00BF67F4" w:rsidRPr="003E0E15" w:rsidRDefault="00BF67F4" w:rsidP="0055119F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  CZI: 1 </w:t>
            </w:r>
            <w:r w:rsidRPr="003E0E15">
              <w:rPr>
                <w:rFonts w:cs="Arial"/>
                <w:b/>
                <w:sz w:val="20"/>
                <w:szCs w:val="20"/>
              </w:rPr>
              <w:t>000</w:t>
            </w:r>
            <w:r>
              <w:rPr>
                <w:rFonts w:cs="Arial"/>
                <w:b/>
                <w:sz w:val="20"/>
                <w:szCs w:val="20"/>
              </w:rPr>
              <w:t>,00</w:t>
            </w: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zł</w:t>
            </w:r>
          </w:p>
        </w:tc>
        <w:tc>
          <w:tcPr>
            <w:tcW w:w="6325" w:type="dxa"/>
          </w:tcPr>
          <w:p w14:paraId="50FB6A89" w14:textId="77777777" w:rsidR="00BF67F4" w:rsidRDefault="00BF67F4" w:rsidP="0055119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5832F2F8" w14:textId="77777777" w:rsidR="00BF67F4" w:rsidRDefault="00BF67F4" w:rsidP="0055119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59FEED5" w14:textId="77777777" w:rsidR="00BF67F4" w:rsidRDefault="00BF67F4" w:rsidP="0055119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539A39F1" w14:textId="77777777" w:rsidR="00BF67F4" w:rsidRPr="003E0E15" w:rsidRDefault="00BF67F4" w:rsidP="0055119F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BF67F4" w:rsidRPr="003E0E15" w14:paraId="65D2D54E" w14:textId="77777777" w:rsidTr="0055119F">
        <w:trPr>
          <w:trHeight w:val="769"/>
        </w:trPr>
        <w:tc>
          <w:tcPr>
            <w:tcW w:w="2663" w:type="dxa"/>
          </w:tcPr>
          <w:p w14:paraId="4BC05BB3" w14:textId="77777777" w:rsidR="00BF67F4" w:rsidRDefault="00BF67F4" w:rsidP="0055119F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  </w:t>
            </w:r>
          </w:p>
          <w:p w14:paraId="2D8AD040" w14:textId="12A08EB8" w:rsidR="00BF67F4" w:rsidRDefault="00BF67F4" w:rsidP="0055119F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 CZII: 900,00 zł</w:t>
            </w:r>
          </w:p>
          <w:p w14:paraId="4163E225" w14:textId="77777777" w:rsidR="00BF67F4" w:rsidRDefault="00BF67F4" w:rsidP="0055119F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  <w:p w14:paraId="2FE77671" w14:textId="77777777" w:rsidR="00BF67F4" w:rsidRDefault="00BF67F4" w:rsidP="0055119F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6325" w:type="dxa"/>
          </w:tcPr>
          <w:p w14:paraId="5DB78E16" w14:textId="77777777" w:rsidR="00BF67F4" w:rsidRDefault="00BF67F4" w:rsidP="0055119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644E0014" w14:textId="77777777" w:rsidR="00BF67F4" w:rsidRDefault="00BF67F4" w:rsidP="00BF67F4">
      <w:pPr>
        <w:spacing w:after="240" w:line="23" w:lineRule="atLeast"/>
        <w:rPr>
          <w:rFonts w:cs="Arial"/>
          <w:sz w:val="20"/>
          <w:szCs w:val="20"/>
        </w:rPr>
      </w:pPr>
    </w:p>
    <w:p w14:paraId="1F65EAF1" w14:textId="77777777" w:rsidR="00BF67F4" w:rsidRPr="003E0E15" w:rsidRDefault="00BF67F4" w:rsidP="00BF67F4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23F2D3B4" w14:textId="77777777" w:rsidR="00BF67F4" w:rsidRDefault="00BF67F4" w:rsidP="00BF67F4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4FECAA1E" w14:textId="77777777" w:rsidR="00BF67F4" w:rsidRDefault="00BF67F4" w:rsidP="000C2176">
      <w:pPr>
        <w:suppressAutoHyphens/>
        <w:jc w:val="both"/>
        <w:rPr>
          <w:rFonts w:cs="Arial"/>
          <w:sz w:val="20"/>
          <w:szCs w:val="20"/>
        </w:rPr>
      </w:pPr>
    </w:p>
    <w:p w14:paraId="556C043A" w14:textId="77777777" w:rsidR="00BF67F4" w:rsidRDefault="00BF67F4" w:rsidP="000C2176">
      <w:pPr>
        <w:suppressAutoHyphens/>
        <w:jc w:val="both"/>
        <w:rPr>
          <w:rFonts w:cs="Arial"/>
          <w:sz w:val="20"/>
          <w:szCs w:val="20"/>
        </w:rPr>
      </w:pPr>
    </w:p>
    <w:p w14:paraId="70F745AD" w14:textId="77777777" w:rsidR="00BF67F4" w:rsidRDefault="00BF67F4" w:rsidP="000C2176">
      <w:pPr>
        <w:suppressAutoHyphens/>
        <w:jc w:val="both"/>
        <w:rPr>
          <w:rFonts w:cs="Arial"/>
          <w:sz w:val="20"/>
          <w:szCs w:val="20"/>
        </w:rPr>
      </w:pPr>
    </w:p>
    <w:p w14:paraId="793518F3" w14:textId="77777777" w:rsidR="00BF67F4" w:rsidRDefault="00BF67F4" w:rsidP="000C2176">
      <w:pPr>
        <w:suppressAutoHyphens/>
        <w:jc w:val="both"/>
        <w:rPr>
          <w:rFonts w:cs="Arial"/>
          <w:sz w:val="20"/>
          <w:szCs w:val="20"/>
        </w:rPr>
      </w:pPr>
    </w:p>
    <w:p w14:paraId="5305C40B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1F3EC0E0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457A13E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775AB6DF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E26720F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53F29CC3" w14:textId="153E5FF6" w:rsidR="000C2176" w:rsidRDefault="000C2176" w:rsidP="000C2176">
      <w:pPr>
        <w:rPr>
          <w:rFonts w:cs="Arial"/>
          <w:i/>
          <w:sz w:val="16"/>
          <w:szCs w:val="16"/>
        </w:rPr>
      </w:pPr>
    </w:p>
    <w:p w14:paraId="14F40F5A" w14:textId="77777777" w:rsidR="003B7604" w:rsidRPr="003D2F96" w:rsidRDefault="003B7604" w:rsidP="000C2176">
      <w:pPr>
        <w:rPr>
          <w:rFonts w:cs="Arial"/>
          <w:i/>
          <w:sz w:val="16"/>
          <w:szCs w:val="16"/>
        </w:rPr>
      </w:pPr>
    </w:p>
    <w:p w14:paraId="1D74D3A9" w14:textId="77777777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5E8C6AC" w14:textId="3CED18C6" w:rsid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DC46FB" w14:textId="77777777" w:rsidR="003B7604" w:rsidRPr="002A6B66" w:rsidRDefault="003B7604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1A8AE0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0B4E9DC7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62078C12" w14:textId="610216F1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3E3F327C" w14:textId="5B9C3D18" w:rsidR="00E8370B" w:rsidRPr="008745AB" w:rsidRDefault="00E8370B" w:rsidP="008745A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3B7604">
        <w:rPr>
          <w:rFonts w:cs="Arial"/>
          <w:sz w:val="20"/>
          <w:szCs w:val="20"/>
        </w:rPr>
        <w:t xml:space="preserve">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600E9B4A" w14:textId="2B68517B" w:rsidR="003B7604" w:rsidRPr="003B7604" w:rsidRDefault="003B7604" w:rsidP="003B7604">
      <w:pPr>
        <w:rPr>
          <w:rFonts w:cs="Arial"/>
          <w:b/>
          <w:sz w:val="20"/>
          <w:szCs w:val="20"/>
        </w:rPr>
      </w:pPr>
    </w:p>
    <w:p w14:paraId="5C0AAF3A" w14:textId="77777777" w:rsidR="003B7604" w:rsidRDefault="003B7604" w:rsidP="00E8370B">
      <w:pPr>
        <w:pStyle w:val="Akapitzlist"/>
        <w:rPr>
          <w:rFonts w:cs="Arial"/>
          <w:b/>
          <w:sz w:val="20"/>
          <w:szCs w:val="20"/>
        </w:rPr>
      </w:pPr>
    </w:p>
    <w:p w14:paraId="1980A627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772D7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BB864C1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3BFE041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1AEF1D14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23B4960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BB3A13" w14:textId="67EA6D22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07925E75" w14:textId="77777777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043032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05DCDB38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</w:t>
      </w:r>
      <w:r w:rsidR="00930251">
        <w:rPr>
          <w:rFonts w:cs="Arial"/>
          <w:b/>
          <w:sz w:val="16"/>
          <w:szCs w:val="16"/>
        </w:rPr>
        <w:t xml:space="preserve">kroprzedsiębiorstwem bądź małym, </w:t>
      </w:r>
      <w:r w:rsidRPr="004B1992">
        <w:rPr>
          <w:rFonts w:cs="Arial"/>
          <w:b/>
          <w:sz w:val="16"/>
          <w:szCs w:val="16"/>
        </w:rPr>
        <w:t xml:space="preserve">średnim </w:t>
      </w:r>
      <w:r w:rsidR="00930251">
        <w:rPr>
          <w:rFonts w:cs="Arial"/>
          <w:b/>
          <w:sz w:val="16"/>
          <w:szCs w:val="16"/>
        </w:rPr>
        <w:t xml:space="preserve"> lub dużym </w:t>
      </w:r>
      <w:r w:rsidRPr="004B1992">
        <w:rPr>
          <w:rFonts w:cs="Arial"/>
          <w:b/>
          <w:sz w:val="16"/>
          <w:szCs w:val="16"/>
        </w:rPr>
        <w:t>przedsiębiorstwem?</w:t>
      </w:r>
    </w:p>
    <w:p w14:paraId="04D2A3FA" w14:textId="77777777" w:rsidR="000C2176" w:rsidRPr="004B1992" w:rsidRDefault="00930251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1FE95CE1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69CD9E9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5A60A5FF" w14:textId="77777777" w:rsidR="00930251" w:rsidRPr="00930251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48CD061F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7C70AEF8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9F56CE3" w14:textId="77777777" w:rsidR="000C2176" w:rsidRPr="00930251" w:rsidRDefault="000C2176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5EFFA2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281A20D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232890A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C026F1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11A2C205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2BFA04D2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197BF50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25931D6E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7DCD5BD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0E005FCC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77D17196" w14:textId="77777777" w:rsidR="00CE6FA8" w:rsidRPr="00061553" w:rsidRDefault="00CE6FA8" w:rsidP="000C2176">
      <w:pPr>
        <w:rPr>
          <w:rFonts w:cs="Arial"/>
          <w:sz w:val="20"/>
          <w:szCs w:val="20"/>
        </w:rPr>
      </w:pPr>
    </w:p>
    <w:p w14:paraId="0B72D513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E6FA8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E6FA8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CE6FA8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CE6FA8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CE6FA8">
        <w:rPr>
          <w:rFonts w:cs="Arial"/>
          <w:b/>
          <w:sz w:val="20"/>
          <w:szCs w:val="20"/>
          <w:highlight w:val="yellow"/>
        </w:rPr>
        <w:br/>
        <w:t>w imieniu Wykonawcy</w:t>
      </w:r>
    </w:p>
    <w:sectPr w:rsidR="00CA20F9" w:rsidRPr="00E2298C" w:rsidSect="00401FEF">
      <w:pgSz w:w="11906" w:h="16838" w:code="9"/>
      <w:pgMar w:top="1108" w:right="1133" w:bottom="1418" w:left="1418" w:header="340" w:footer="4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6B635" w14:textId="77777777" w:rsidR="00401FEF" w:rsidRDefault="00401FEF">
      <w:r>
        <w:separator/>
      </w:r>
    </w:p>
  </w:endnote>
  <w:endnote w:type="continuationSeparator" w:id="0">
    <w:p w14:paraId="2C3E90C6" w14:textId="77777777" w:rsidR="00401FEF" w:rsidRDefault="00401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C43CF" w14:textId="77777777" w:rsidR="00401FEF" w:rsidRDefault="00401FEF">
      <w:r>
        <w:separator/>
      </w:r>
    </w:p>
  </w:footnote>
  <w:footnote w:type="continuationSeparator" w:id="0">
    <w:p w14:paraId="753572FB" w14:textId="77777777" w:rsidR="00401FEF" w:rsidRDefault="00401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7F"/>
    <w:multiLevelType w:val="hybridMultilevel"/>
    <w:tmpl w:val="84FC4D44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6330C5"/>
    <w:multiLevelType w:val="multilevel"/>
    <w:tmpl w:val="F33E42B2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2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E377E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0" w15:restartNumberingAfterBreak="0">
    <w:nsid w:val="19FE4D83"/>
    <w:multiLevelType w:val="hybridMultilevel"/>
    <w:tmpl w:val="4342A726"/>
    <w:lvl w:ilvl="0" w:tplc="EA1603AE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54504"/>
    <w:multiLevelType w:val="hybridMultilevel"/>
    <w:tmpl w:val="F8D469F2"/>
    <w:lvl w:ilvl="0" w:tplc="CAF00E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A2A32"/>
    <w:multiLevelType w:val="hybridMultilevel"/>
    <w:tmpl w:val="E1DC3032"/>
    <w:lvl w:ilvl="0" w:tplc="5AB66DFA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846F5"/>
    <w:multiLevelType w:val="hybridMultilevel"/>
    <w:tmpl w:val="F4DE8700"/>
    <w:lvl w:ilvl="0" w:tplc="F3243F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41AF09D4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812592"/>
    <w:multiLevelType w:val="multilevel"/>
    <w:tmpl w:val="2926F42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608A5204"/>
    <w:multiLevelType w:val="hybridMultilevel"/>
    <w:tmpl w:val="26B43BD6"/>
    <w:lvl w:ilvl="0" w:tplc="F6EC634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635D3FB7"/>
    <w:multiLevelType w:val="hybridMultilevel"/>
    <w:tmpl w:val="07A4A01A"/>
    <w:lvl w:ilvl="0" w:tplc="C5D64B08">
      <w:start w:val="1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8A4B13"/>
    <w:multiLevelType w:val="hybridMultilevel"/>
    <w:tmpl w:val="C38A08FC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2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375761"/>
    <w:multiLevelType w:val="multilevel"/>
    <w:tmpl w:val="AB320EA2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2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4" w15:restartNumberingAfterBreak="0">
    <w:nsid w:val="775A013B"/>
    <w:multiLevelType w:val="hybridMultilevel"/>
    <w:tmpl w:val="45C8601A"/>
    <w:lvl w:ilvl="0" w:tplc="02DE5C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E77268"/>
    <w:multiLevelType w:val="hybridMultilevel"/>
    <w:tmpl w:val="00B4522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2A79BE"/>
    <w:multiLevelType w:val="hybridMultilevel"/>
    <w:tmpl w:val="A5AA027A"/>
    <w:lvl w:ilvl="0" w:tplc="C5D64B08">
      <w:start w:val="1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EA78E2"/>
    <w:multiLevelType w:val="hybridMultilevel"/>
    <w:tmpl w:val="9056A28A"/>
    <w:lvl w:ilvl="0" w:tplc="9BB27A7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E3D46BF"/>
    <w:multiLevelType w:val="hybridMultilevel"/>
    <w:tmpl w:val="1784851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67A83"/>
    <w:multiLevelType w:val="hybridMultilevel"/>
    <w:tmpl w:val="DAF818C8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533311">
    <w:abstractNumId w:val="8"/>
  </w:num>
  <w:num w:numId="2" w16cid:durableId="479687491">
    <w:abstractNumId w:val="7"/>
  </w:num>
  <w:num w:numId="3" w16cid:durableId="960654042">
    <w:abstractNumId w:val="5"/>
  </w:num>
  <w:num w:numId="4" w16cid:durableId="1498114899">
    <w:abstractNumId w:val="3"/>
  </w:num>
  <w:num w:numId="5" w16cid:durableId="435640673">
    <w:abstractNumId w:val="14"/>
  </w:num>
  <w:num w:numId="6" w16cid:durableId="623079396">
    <w:abstractNumId w:val="21"/>
  </w:num>
  <w:num w:numId="7" w16cid:durableId="1820803447">
    <w:abstractNumId w:val="1"/>
  </w:num>
  <w:num w:numId="8" w16cid:durableId="252512673">
    <w:abstractNumId w:val="15"/>
  </w:num>
  <w:num w:numId="9" w16cid:durableId="473373497">
    <w:abstractNumId w:val="6"/>
  </w:num>
  <w:num w:numId="10" w16cid:durableId="410548678">
    <w:abstractNumId w:val="2"/>
  </w:num>
  <w:num w:numId="11" w16cid:durableId="794442640">
    <w:abstractNumId w:val="24"/>
  </w:num>
  <w:num w:numId="12" w16cid:durableId="510068442">
    <w:abstractNumId w:val="11"/>
  </w:num>
  <w:num w:numId="13" w16cid:durableId="1297101073">
    <w:abstractNumId w:val="16"/>
  </w:num>
  <w:num w:numId="14" w16cid:durableId="207644832">
    <w:abstractNumId w:val="26"/>
  </w:num>
  <w:num w:numId="15" w16cid:durableId="603029011">
    <w:abstractNumId w:val="22"/>
  </w:num>
  <w:num w:numId="16" w16cid:durableId="2098164035">
    <w:abstractNumId w:val="20"/>
  </w:num>
  <w:num w:numId="17" w16cid:durableId="1600792978">
    <w:abstractNumId w:val="19"/>
  </w:num>
  <w:num w:numId="18" w16cid:durableId="172651005">
    <w:abstractNumId w:val="0"/>
  </w:num>
  <w:num w:numId="19" w16cid:durableId="1078672963">
    <w:abstractNumId w:val="25"/>
  </w:num>
  <w:num w:numId="20" w16cid:durableId="872351393">
    <w:abstractNumId w:val="29"/>
  </w:num>
  <w:num w:numId="21" w16cid:durableId="1395853749">
    <w:abstractNumId w:val="28"/>
  </w:num>
  <w:num w:numId="22" w16cid:durableId="2070110019">
    <w:abstractNumId w:val="12"/>
  </w:num>
  <w:num w:numId="23" w16cid:durableId="477460157">
    <w:abstractNumId w:val="27"/>
  </w:num>
  <w:num w:numId="24" w16cid:durableId="1416828599">
    <w:abstractNumId w:val="9"/>
  </w:num>
  <w:num w:numId="25" w16cid:durableId="1682471420">
    <w:abstractNumId w:val="23"/>
  </w:num>
  <w:num w:numId="26" w16cid:durableId="1124499354">
    <w:abstractNumId w:val="4"/>
  </w:num>
  <w:num w:numId="27" w16cid:durableId="882056817">
    <w:abstractNumId w:val="18"/>
  </w:num>
  <w:num w:numId="28" w16cid:durableId="262299238">
    <w:abstractNumId w:val="13"/>
  </w:num>
  <w:num w:numId="29" w16cid:durableId="1673296122">
    <w:abstractNumId w:val="17"/>
  </w:num>
  <w:num w:numId="30" w16cid:durableId="20284847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855EB"/>
    <w:rsid w:val="000950D7"/>
    <w:rsid w:val="000C2176"/>
    <w:rsid w:val="000D283E"/>
    <w:rsid w:val="000D39B7"/>
    <w:rsid w:val="00100DBB"/>
    <w:rsid w:val="00102E49"/>
    <w:rsid w:val="00124D4A"/>
    <w:rsid w:val="00130B23"/>
    <w:rsid w:val="001413F0"/>
    <w:rsid w:val="001467B2"/>
    <w:rsid w:val="0016487F"/>
    <w:rsid w:val="00177259"/>
    <w:rsid w:val="001B210F"/>
    <w:rsid w:val="001B77FC"/>
    <w:rsid w:val="001C7ACF"/>
    <w:rsid w:val="001F73A4"/>
    <w:rsid w:val="00225BC9"/>
    <w:rsid w:val="00226044"/>
    <w:rsid w:val="00233BB7"/>
    <w:rsid w:val="00241C1F"/>
    <w:rsid w:val="002425AE"/>
    <w:rsid w:val="00257DE5"/>
    <w:rsid w:val="002A5DC7"/>
    <w:rsid w:val="002A6B66"/>
    <w:rsid w:val="002C6347"/>
    <w:rsid w:val="002D07D3"/>
    <w:rsid w:val="002F5751"/>
    <w:rsid w:val="00310EF7"/>
    <w:rsid w:val="00313244"/>
    <w:rsid w:val="00320AAC"/>
    <w:rsid w:val="00325198"/>
    <w:rsid w:val="00337357"/>
    <w:rsid w:val="0035482A"/>
    <w:rsid w:val="003619F2"/>
    <w:rsid w:val="00365820"/>
    <w:rsid w:val="003865BB"/>
    <w:rsid w:val="003934F9"/>
    <w:rsid w:val="003A042A"/>
    <w:rsid w:val="003B72CA"/>
    <w:rsid w:val="003B7604"/>
    <w:rsid w:val="003C2916"/>
    <w:rsid w:val="003C554F"/>
    <w:rsid w:val="003D23BF"/>
    <w:rsid w:val="003E3CB7"/>
    <w:rsid w:val="003F331B"/>
    <w:rsid w:val="0040149C"/>
    <w:rsid w:val="00401FEF"/>
    <w:rsid w:val="00414478"/>
    <w:rsid w:val="00420390"/>
    <w:rsid w:val="00426FBE"/>
    <w:rsid w:val="0045078D"/>
    <w:rsid w:val="004861BD"/>
    <w:rsid w:val="00492BD3"/>
    <w:rsid w:val="004B70BD"/>
    <w:rsid w:val="00510772"/>
    <w:rsid w:val="0052111D"/>
    <w:rsid w:val="00537F26"/>
    <w:rsid w:val="00552AB8"/>
    <w:rsid w:val="00566F29"/>
    <w:rsid w:val="005760A9"/>
    <w:rsid w:val="005836D9"/>
    <w:rsid w:val="00592B13"/>
    <w:rsid w:val="00594464"/>
    <w:rsid w:val="005A0BC7"/>
    <w:rsid w:val="005A7E1F"/>
    <w:rsid w:val="005C6716"/>
    <w:rsid w:val="005C6D87"/>
    <w:rsid w:val="005E7E31"/>
    <w:rsid w:val="00622781"/>
    <w:rsid w:val="006379C4"/>
    <w:rsid w:val="00640BFF"/>
    <w:rsid w:val="00666C47"/>
    <w:rsid w:val="00676853"/>
    <w:rsid w:val="00687E6B"/>
    <w:rsid w:val="0069621B"/>
    <w:rsid w:val="006F0DD7"/>
    <w:rsid w:val="006F209E"/>
    <w:rsid w:val="00707BA3"/>
    <w:rsid w:val="00727F94"/>
    <w:rsid w:val="007337EB"/>
    <w:rsid w:val="00734C4F"/>
    <w:rsid w:val="00745D18"/>
    <w:rsid w:val="00776530"/>
    <w:rsid w:val="00791E8E"/>
    <w:rsid w:val="007A0109"/>
    <w:rsid w:val="007B0C0F"/>
    <w:rsid w:val="007B230F"/>
    <w:rsid w:val="007B2500"/>
    <w:rsid w:val="007B7E0B"/>
    <w:rsid w:val="007D61D6"/>
    <w:rsid w:val="007E1B19"/>
    <w:rsid w:val="007F3623"/>
    <w:rsid w:val="00827311"/>
    <w:rsid w:val="00834BB4"/>
    <w:rsid w:val="00835187"/>
    <w:rsid w:val="00846C9A"/>
    <w:rsid w:val="00856E3A"/>
    <w:rsid w:val="0085728D"/>
    <w:rsid w:val="008745AB"/>
    <w:rsid w:val="00886091"/>
    <w:rsid w:val="00890BDD"/>
    <w:rsid w:val="008945D9"/>
    <w:rsid w:val="008A2728"/>
    <w:rsid w:val="008C0260"/>
    <w:rsid w:val="008C4E4A"/>
    <w:rsid w:val="008E0BEF"/>
    <w:rsid w:val="00930251"/>
    <w:rsid w:val="00931315"/>
    <w:rsid w:val="009523F9"/>
    <w:rsid w:val="00964610"/>
    <w:rsid w:val="00993031"/>
    <w:rsid w:val="009968BB"/>
    <w:rsid w:val="009A6542"/>
    <w:rsid w:val="009D53E0"/>
    <w:rsid w:val="009D71C1"/>
    <w:rsid w:val="009F2CF0"/>
    <w:rsid w:val="00A03598"/>
    <w:rsid w:val="00A04690"/>
    <w:rsid w:val="00A40DD3"/>
    <w:rsid w:val="00A6777B"/>
    <w:rsid w:val="00A8311B"/>
    <w:rsid w:val="00AF39E6"/>
    <w:rsid w:val="00B01F08"/>
    <w:rsid w:val="00B04BA4"/>
    <w:rsid w:val="00B16E8F"/>
    <w:rsid w:val="00B20F13"/>
    <w:rsid w:val="00B30401"/>
    <w:rsid w:val="00B30869"/>
    <w:rsid w:val="00B60FD7"/>
    <w:rsid w:val="00B6637D"/>
    <w:rsid w:val="00B724A3"/>
    <w:rsid w:val="00B81819"/>
    <w:rsid w:val="00BB76D0"/>
    <w:rsid w:val="00BC35DE"/>
    <w:rsid w:val="00BC363C"/>
    <w:rsid w:val="00BF1314"/>
    <w:rsid w:val="00BF67F4"/>
    <w:rsid w:val="00C62C24"/>
    <w:rsid w:val="00C635B6"/>
    <w:rsid w:val="00C74595"/>
    <w:rsid w:val="00C909B9"/>
    <w:rsid w:val="00CA20F9"/>
    <w:rsid w:val="00CB7F6F"/>
    <w:rsid w:val="00CC263D"/>
    <w:rsid w:val="00CC4B82"/>
    <w:rsid w:val="00CE005B"/>
    <w:rsid w:val="00CE0898"/>
    <w:rsid w:val="00CE6FA8"/>
    <w:rsid w:val="00CF1A4A"/>
    <w:rsid w:val="00CF7137"/>
    <w:rsid w:val="00D0361A"/>
    <w:rsid w:val="00D130F8"/>
    <w:rsid w:val="00D17A2D"/>
    <w:rsid w:val="00D30ADD"/>
    <w:rsid w:val="00D33AB2"/>
    <w:rsid w:val="00D43A0D"/>
    <w:rsid w:val="00D46867"/>
    <w:rsid w:val="00D526F3"/>
    <w:rsid w:val="00D60507"/>
    <w:rsid w:val="00D748CF"/>
    <w:rsid w:val="00DA12D7"/>
    <w:rsid w:val="00DC2A92"/>
    <w:rsid w:val="00DC6D98"/>
    <w:rsid w:val="00DC733E"/>
    <w:rsid w:val="00DF57BE"/>
    <w:rsid w:val="00E06500"/>
    <w:rsid w:val="00E211A5"/>
    <w:rsid w:val="00E2298C"/>
    <w:rsid w:val="00E25A79"/>
    <w:rsid w:val="00E57060"/>
    <w:rsid w:val="00E63577"/>
    <w:rsid w:val="00E67BE5"/>
    <w:rsid w:val="00E8370B"/>
    <w:rsid w:val="00E87616"/>
    <w:rsid w:val="00E92047"/>
    <w:rsid w:val="00EA5C16"/>
    <w:rsid w:val="00EE10DE"/>
    <w:rsid w:val="00EE5E35"/>
    <w:rsid w:val="00EF000D"/>
    <w:rsid w:val="00F545A3"/>
    <w:rsid w:val="00F74332"/>
    <w:rsid w:val="00F75DF3"/>
    <w:rsid w:val="00FA2C29"/>
    <w:rsid w:val="00FA58FE"/>
    <w:rsid w:val="00FB5706"/>
    <w:rsid w:val="00F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7A73BD3"/>
  <w15:docId w15:val="{4CC474B9-B5E1-4BA2-A28A-225AF702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552AB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0FD7"/>
    <w:rPr>
      <w:b/>
      <w:bCs/>
    </w:rPr>
  </w:style>
  <w:style w:type="paragraph" w:customStyle="1" w:styleId="Style7">
    <w:name w:val="Style7"/>
    <w:basedOn w:val="Normalny"/>
    <w:uiPriority w:val="99"/>
    <w:rsid w:val="009968BB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B30869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2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78</TotalTime>
  <Pages>1</Pages>
  <Words>1047</Words>
  <Characters>6284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FORMULARZ OFERTOWY</vt:lpstr>
    </vt:vector>
  </TitlesOfParts>
  <Company>UMWP</Company>
  <LinksUpToDate>false</LinksUpToDate>
  <CharactersWithSpaces>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Arleta Matusik</cp:lastModifiedBy>
  <cp:revision>20</cp:revision>
  <cp:lastPrinted>2021-04-12T14:11:00Z</cp:lastPrinted>
  <dcterms:created xsi:type="dcterms:W3CDTF">2022-04-19T13:52:00Z</dcterms:created>
  <dcterms:modified xsi:type="dcterms:W3CDTF">2024-03-11T15:59:00Z</dcterms:modified>
</cp:coreProperties>
</file>